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60" w:rsidRDefault="008A5360" w:rsidP="008A5360">
      <w:pPr>
        <w:widowControl w:val="0"/>
        <w:spacing w:line="240" w:lineRule="auto"/>
        <w:rPr>
          <w:rFonts w:eastAsia="Batang" w:cs="Times New Roman"/>
          <w:b/>
          <w:snapToGrid w:val="0"/>
        </w:rPr>
      </w:pPr>
      <w:r>
        <w:rPr>
          <w:rFonts w:eastAsia="Batang" w:cs="Times New Roman"/>
          <w:b/>
          <w:snapToGrid w:val="0"/>
        </w:rPr>
        <w:t>[k2]</w:t>
      </w:r>
      <w:r w:rsidRPr="00DA30DD">
        <w:rPr>
          <w:rFonts w:eastAsia="Batang" w:cs="Times New Roman"/>
          <w:b/>
          <w:snapToGrid w:val="0"/>
        </w:rPr>
        <w:t xml:space="preserve">Beoordeling: </w:t>
      </w:r>
      <w:r>
        <w:rPr>
          <w:rFonts w:eastAsia="Batang" w:cs="Times New Roman"/>
          <w:b/>
          <w:snapToGrid w:val="0"/>
        </w:rPr>
        <w:t>P</w:t>
      </w:r>
      <w:r w:rsidRPr="00DA30DD">
        <w:rPr>
          <w:rFonts w:eastAsia="Batang" w:cs="Times New Roman"/>
          <w:b/>
          <w:snapToGrid w:val="0"/>
        </w:rPr>
        <w:t>roducten en uitwerking (groepsbeoordeling)</w:t>
      </w: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b/>
          <w:snapToGrid w:val="0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7541"/>
        <w:gridCol w:w="426"/>
        <w:gridCol w:w="396"/>
        <w:gridCol w:w="454"/>
      </w:tblGrid>
      <w:tr w:rsidR="008A5360" w:rsidRPr="00DA30DD" w:rsidTr="00803A28">
        <w:tc>
          <w:tcPr>
            <w:tcW w:w="7933" w:type="dxa"/>
            <w:gridSpan w:val="2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b/>
                <w:snapToGrid w:val="0"/>
              </w:rPr>
            </w:pPr>
            <w:r w:rsidRPr="00DA30DD">
              <w:rPr>
                <w:rFonts w:eastAsia="Batang" w:cs="Times New Roman"/>
                <w:b/>
                <w:snapToGrid w:val="0"/>
              </w:rPr>
              <w:t>Criteria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O</w:t>
            </w: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V</w:t>
            </w: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G</w:t>
            </w:r>
          </w:p>
        </w:tc>
      </w:tr>
      <w:tr w:rsidR="008A5360" w:rsidRPr="00DA30DD" w:rsidTr="00803A28">
        <w:tc>
          <w:tcPr>
            <w:tcW w:w="7933" w:type="dxa"/>
            <w:gridSpan w:val="2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Te behalen punten bij O V G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1</w:t>
            </w: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2</w:t>
            </w: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3</w:t>
            </w:r>
          </w:p>
        </w:tc>
      </w:tr>
      <w:tr w:rsidR="008A5360" w:rsidRPr="00DA30DD" w:rsidTr="00803A28">
        <w:tc>
          <w:tcPr>
            <w:tcW w:w="9209" w:type="dxa"/>
            <w:gridSpan w:val="5"/>
          </w:tcPr>
          <w:p w:rsidR="008A5360" w:rsidRPr="00064644" w:rsidRDefault="008A5360" w:rsidP="00803A28">
            <w:pPr>
              <w:widowControl w:val="0"/>
              <w:rPr>
                <w:rFonts w:eastAsia="Batang" w:cs="Times New Roman"/>
                <w:b/>
                <w:snapToGrid w:val="0"/>
              </w:rPr>
            </w:pPr>
            <w:r w:rsidRPr="00064644">
              <w:rPr>
                <w:rFonts w:eastAsia="Batang" w:cs="Times New Roman"/>
                <w:b/>
                <w:i/>
                <w:snapToGrid w:val="0"/>
              </w:rPr>
              <w:t>Brononderzoek</w:t>
            </w:r>
          </w:p>
        </w:tc>
      </w:tr>
      <w:tr w:rsidR="008A5360" w:rsidRPr="00DA30DD" w:rsidTr="00803A28">
        <w:tc>
          <w:tcPr>
            <w:tcW w:w="7933" w:type="dxa"/>
            <w:gridSpan w:val="2"/>
          </w:tcPr>
          <w:p w:rsidR="008A5360" w:rsidRPr="00641175" w:rsidRDefault="008A5360" w:rsidP="00803A28">
            <w:r>
              <w:t xml:space="preserve">Beoordeel vragen per cluster. </w:t>
            </w:r>
          </w:p>
          <w:p w:rsidR="008A5360" w:rsidRDefault="008A5360" w:rsidP="00803A28">
            <w:pPr>
              <w:rPr>
                <w:b/>
              </w:rPr>
            </w:pPr>
            <w:r w:rsidRPr="00A9218A">
              <w:rPr>
                <w:b/>
              </w:rPr>
              <w:t xml:space="preserve">Over </w:t>
            </w:r>
            <w:r>
              <w:rPr>
                <w:b/>
              </w:rPr>
              <w:t>(auto)biografieën:</w:t>
            </w:r>
          </w:p>
          <w:p w:rsidR="008A5360" w:rsidRPr="0066365E" w:rsidRDefault="008A5360" w:rsidP="008A5360">
            <w:pPr>
              <w:pStyle w:val="Lijstalinea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</w:pPr>
            <w:r>
              <w:rPr>
                <w:rFonts w:asciiTheme="minorHAnsi" w:hAnsiTheme="minorHAnsi"/>
                <w:szCs w:val="22"/>
              </w:rPr>
              <w:t>Wat is een biografie?</w:t>
            </w:r>
          </w:p>
          <w:p w:rsidR="008A5360" w:rsidRPr="001B2084" w:rsidRDefault="008A5360" w:rsidP="008A5360">
            <w:pPr>
              <w:pStyle w:val="Lijstalinea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rPr>
                <w:rFonts w:asciiTheme="minorHAnsi" w:hAnsiTheme="minorHAnsi"/>
                <w:szCs w:val="22"/>
              </w:rPr>
            </w:pPr>
            <w:r w:rsidRPr="001B2084">
              <w:rPr>
                <w:rFonts w:asciiTheme="minorHAnsi" w:hAnsiTheme="minorHAnsi"/>
                <w:szCs w:val="22"/>
              </w:rPr>
              <w:t>Wat is het verschil tussen een biografie en een autobiografie?</w:t>
            </w:r>
          </w:p>
          <w:p w:rsidR="008A5360" w:rsidRPr="001B2084" w:rsidRDefault="008A5360" w:rsidP="008A5360">
            <w:pPr>
              <w:pStyle w:val="Lijstalinea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rPr>
                <w:rFonts w:asciiTheme="minorHAnsi" w:hAnsiTheme="minorHAnsi"/>
                <w:szCs w:val="22"/>
              </w:rPr>
            </w:pPr>
            <w:r w:rsidRPr="001B2084">
              <w:rPr>
                <w:rFonts w:asciiTheme="minorHAnsi" w:hAnsiTheme="minorHAnsi"/>
                <w:szCs w:val="22"/>
              </w:rPr>
              <w:t xml:space="preserve">Wat </w:t>
            </w:r>
            <w:r>
              <w:rPr>
                <w:rFonts w:asciiTheme="minorHAnsi" w:hAnsiTheme="minorHAnsi"/>
                <w:szCs w:val="22"/>
              </w:rPr>
              <w:t xml:space="preserve">heb </w:t>
            </w:r>
            <w:r w:rsidRPr="001B2084">
              <w:rPr>
                <w:rFonts w:asciiTheme="minorHAnsi" w:hAnsiTheme="minorHAnsi"/>
                <w:szCs w:val="22"/>
              </w:rPr>
              <w:t xml:space="preserve">je aan een (auto)biografie? </w:t>
            </w:r>
          </w:p>
          <w:p w:rsidR="008A5360" w:rsidRDefault="008A5360" w:rsidP="00803A28">
            <w:pPr>
              <w:rPr>
                <w:b/>
              </w:rPr>
            </w:pPr>
          </w:p>
          <w:p w:rsidR="008A5360" w:rsidRDefault="008A5360" w:rsidP="00803A28">
            <w:r w:rsidRPr="00A9218A">
              <w:rPr>
                <w:b/>
              </w:rPr>
              <w:t>Over de theorie</w:t>
            </w:r>
            <w:r w:rsidRPr="00A9218A">
              <w:t>:</w:t>
            </w:r>
          </w:p>
          <w:p w:rsidR="008A5360" w:rsidRPr="0066365E" w:rsidRDefault="008A5360" w:rsidP="008A5360">
            <w:pPr>
              <w:numPr>
                <w:ilvl w:val="0"/>
                <w:numId w:val="4"/>
              </w:numPr>
              <w:rPr>
                <w:rFonts w:cs="Times New Roman"/>
              </w:rPr>
            </w:pPr>
            <w:r w:rsidRPr="0066365E">
              <w:rPr>
                <w:rFonts w:cs="Times New Roman"/>
              </w:rPr>
              <w:t xml:space="preserve">Wat zijn </w:t>
            </w:r>
            <w:r>
              <w:rPr>
                <w:rFonts w:cs="Times New Roman"/>
              </w:rPr>
              <w:t xml:space="preserve">de belangrijkste aspecten </w:t>
            </w:r>
            <w:r w:rsidRPr="0066365E">
              <w:rPr>
                <w:rFonts w:cs="Times New Roman"/>
              </w:rPr>
              <w:t>bij elke levensfase?</w:t>
            </w:r>
          </w:p>
          <w:p w:rsidR="008A5360" w:rsidRPr="0066365E" w:rsidRDefault="008A5360" w:rsidP="008A5360">
            <w:pPr>
              <w:numPr>
                <w:ilvl w:val="0"/>
                <w:numId w:val="4"/>
              </w:numPr>
              <w:rPr>
                <w:rFonts w:cs="Times New Roman"/>
              </w:rPr>
            </w:pPr>
            <w:r>
              <w:rPr>
                <w:rFonts w:cs="Times New Roman"/>
              </w:rPr>
              <w:t>Wanneer spreek je over een b</w:t>
            </w:r>
            <w:r w:rsidRPr="0066365E">
              <w:rPr>
                <w:rFonts w:cs="Times New Roman"/>
              </w:rPr>
              <w:t>edreiging in de ontwikkeling</w:t>
            </w:r>
            <w:r>
              <w:rPr>
                <w:rFonts w:cs="Times New Roman"/>
              </w:rPr>
              <w:t>?</w:t>
            </w:r>
          </w:p>
          <w:p w:rsidR="008A5360" w:rsidRPr="0066365E" w:rsidRDefault="008A5360" w:rsidP="008A5360">
            <w:pPr>
              <w:numPr>
                <w:ilvl w:val="0"/>
                <w:numId w:val="4"/>
              </w:numPr>
              <w:rPr>
                <w:rFonts w:cs="Times New Roman"/>
              </w:rPr>
            </w:pPr>
            <w:r w:rsidRPr="0066365E">
              <w:rPr>
                <w:rFonts w:cs="Times New Roman"/>
              </w:rPr>
              <w:t>Hoe weet je of iemand volwassen is?</w:t>
            </w:r>
          </w:p>
          <w:p w:rsidR="008A5360" w:rsidRPr="0066365E" w:rsidRDefault="008A5360" w:rsidP="00803A28">
            <w:pPr>
              <w:rPr>
                <w:rFonts w:cs="Times New Roman"/>
              </w:rPr>
            </w:pPr>
          </w:p>
          <w:p w:rsidR="008A5360" w:rsidRPr="0066365E" w:rsidRDefault="008A5360" w:rsidP="008A5360">
            <w:pPr>
              <w:numPr>
                <w:ilvl w:val="0"/>
                <w:numId w:val="5"/>
              </w:numPr>
              <w:rPr>
                <w:rFonts w:cs="Times New Roman"/>
              </w:rPr>
            </w:pPr>
            <w:r w:rsidRPr="0066365E">
              <w:rPr>
                <w:rFonts w:cs="Times New Roman"/>
              </w:rPr>
              <w:t>Wat is het socialisatieproces?</w:t>
            </w:r>
          </w:p>
          <w:p w:rsidR="008A5360" w:rsidRPr="0066365E" w:rsidRDefault="008A5360" w:rsidP="008A5360">
            <w:pPr>
              <w:numPr>
                <w:ilvl w:val="0"/>
                <w:numId w:val="5"/>
              </w:numPr>
              <w:rPr>
                <w:rFonts w:cs="Times New Roman"/>
              </w:rPr>
            </w:pPr>
            <w:r w:rsidRPr="0066365E">
              <w:rPr>
                <w:rFonts w:cs="Times New Roman"/>
              </w:rPr>
              <w:t>Wat zijn de belangrijkste aspecten die bij het socialisatieproces horen?</w:t>
            </w:r>
          </w:p>
          <w:p w:rsidR="008A5360" w:rsidRDefault="008A5360" w:rsidP="008A5360">
            <w:pPr>
              <w:numPr>
                <w:ilvl w:val="0"/>
                <w:numId w:val="5"/>
              </w:numPr>
              <w:rPr>
                <w:rFonts w:cs="Times New Roman"/>
              </w:rPr>
            </w:pPr>
            <w:r w:rsidRPr="0066365E">
              <w:rPr>
                <w:rFonts w:cs="Times New Roman"/>
              </w:rPr>
              <w:t xml:space="preserve">Welke rol spelen verschillende media op de socialisatie ? </w:t>
            </w:r>
          </w:p>
          <w:p w:rsidR="008A5360" w:rsidRDefault="008A5360" w:rsidP="00803A28">
            <w:pPr>
              <w:rPr>
                <w:rFonts w:cs="Times New Roman"/>
              </w:rPr>
            </w:pPr>
          </w:p>
          <w:p w:rsidR="008A5360" w:rsidRPr="00C663AD" w:rsidRDefault="008A5360" w:rsidP="00803A28">
            <w:pPr>
              <w:rPr>
                <w:rFonts w:cs="Times New Roman"/>
                <w:b/>
              </w:rPr>
            </w:pPr>
            <w:r w:rsidRPr="00C663AD">
              <w:rPr>
                <w:rFonts w:cs="Times New Roman"/>
                <w:b/>
              </w:rPr>
              <w:t>Bronvermelding</w:t>
            </w:r>
          </w:p>
          <w:p w:rsidR="008A5360" w:rsidRDefault="008A5360" w:rsidP="00803A28">
            <w:pPr>
              <w:rPr>
                <w:rFonts w:eastAsia="Times New Roman" w:cs="Times New Roman"/>
                <w:highlight w:val="green"/>
                <w:lang w:eastAsia="nl-NL"/>
              </w:rPr>
            </w:pPr>
            <w:r>
              <w:rPr>
                <w:rFonts w:eastAsia="Times New Roman" w:cs="Times New Roman"/>
                <w:highlight w:val="green"/>
                <w:lang w:eastAsia="nl-NL"/>
              </w:rPr>
              <w:t xml:space="preserve"> [/]</w:t>
            </w:r>
          </w:p>
          <w:p w:rsidR="008A5360" w:rsidRPr="008A1BB6" w:rsidRDefault="008A5360" w:rsidP="00803A28">
            <w:pPr>
              <w:rPr>
                <w:rFonts w:eastAsia="Times New Roman" w:cs="Times New Roman"/>
                <w:highlight w:val="green"/>
                <w:lang w:eastAsia="nl-NL"/>
              </w:rPr>
            </w:pPr>
          </w:p>
          <w:p w:rsidR="008A5360" w:rsidRPr="00DA30DD" w:rsidRDefault="008A5360" w:rsidP="00803A28">
            <w:pPr>
              <w:rPr>
                <w:rFonts w:eastAsia="Batang"/>
                <w:snapToGrid w:val="0"/>
              </w:rPr>
            </w:pPr>
            <w:r w:rsidRPr="00DA30DD">
              <w:rPr>
                <w:rFonts w:eastAsia="Batang"/>
                <w:snapToGrid w:val="0"/>
              </w:rPr>
              <w:t>V</w:t>
            </w:r>
            <w:r>
              <w:rPr>
                <w:rFonts w:eastAsia="Batang"/>
                <w:snapToGrid w:val="0"/>
              </w:rPr>
              <w:t xml:space="preserve"> </w:t>
            </w:r>
            <w:r w:rsidRPr="00DA30DD">
              <w:rPr>
                <w:rFonts w:eastAsia="Batang"/>
                <w:snapToGrid w:val="0"/>
              </w:rPr>
              <w:t>= geeft antwoord op de vragen</w:t>
            </w:r>
          </w:p>
          <w:p w:rsidR="008A5360" w:rsidRPr="00064644" w:rsidRDefault="008A5360" w:rsidP="00803A28">
            <w:pPr>
              <w:rPr>
                <w:color w:val="00B050"/>
              </w:rPr>
            </w:pPr>
            <w:r w:rsidRPr="00DA30DD">
              <w:rPr>
                <w:rFonts w:eastAsia="Batang"/>
                <w:snapToGrid w:val="0"/>
              </w:rPr>
              <w:t>G</w:t>
            </w:r>
            <w:r>
              <w:rPr>
                <w:rFonts w:eastAsia="Batang"/>
                <w:snapToGrid w:val="0"/>
              </w:rPr>
              <w:t xml:space="preserve"> </w:t>
            </w:r>
            <w:r w:rsidRPr="00DA30DD">
              <w:rPr>
                <w:rFonts w:eastAsia="Batang"/>
                <w:snapToGrid w:val="0"/>
              </w:rPr>
              <w:t xml:space="preserve">= gebruikt </w:t>
            </w:r>
            <w:r>
              <w:rPr>
                <w:rFonts w:eastAsia="Batang"/>
                <w:snapToGrid w:val="0"/>
              </w:rPr>
              <w:t xml:space="preserve">ook </w:t>
            </w:r>
            <w:r w:rsidRPr="00DA30DD">
              <w:rPr>
                <w:rFonts w:eastAsia="Batang"/>
                <w:snapToGrid w:val="0"/>
              </w:rPr>
              <w:t>relevante zelf</w:t>
            </w:r>
            <w:r>
              <w:rPr>
                <w:rFonts w:eastAsia="Batang"/>
                <w:snapToGrid w:val="0"/>
              </w:rPr>
              <w:t xml:space="preserve"> </w:t>
            </w:r>
            <w:r w:rsidRPr="00DA30DD">
              <w:rPr>
                <w:rFonts w:eastAsia="Batang"/>
                <w:snapToGrid w:val="0"/>
              </w:rPr>
              <w:t>geformuleerde onderzoeksvragen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jc w:val="center"/>
              <w:rPr>
                <w:rFonts w:eastAsia="Batang" w:cs="Times New Roman"/>
                <w:snapToGrid w:val="0"/>
              </w:rPr>
            </w:pPr>
          </w:p>
        </w:tc>
      </w:tr>
      <w:tr w:rsidR="008A5360" w:rsidRPr="00DA30DD" w:rsidTr="00803A28">
        <w:tc>
          <w:tcPr>
            <w:tcW w:w="9209" w:type="dxa"/>
            <w:gridSpan w:val="5"/>
          </w:tcPr>
          <w:p w:rsidR="008A5360" w:rsidRPr="00064644" w:rsidRDefault="008A5360" w:rsidP="00803A28">
            <w:pPr>
              <w:widowControl w:val="0"/>
              <w:rPr>
                <w:rFonts w:eastAsia="Batang" w:cs="Times New Roman"/>
                <w:b/>
                <w:i/>
                <w:snapToGrid w:val="0"/>
              </w:rPr>
            </w:pPr>
            <w:r>
              <w:rPr>
                <w:rFonts w:eastAsia="Batang" w:cs="Times New Roman"/>
                <w:b/>
                <w:i/>
                <w:snapToGrid w:val="0"/>
              </w:rPr>
              <w:t>Producten</w:t>
            </w:r>
          </w:p>
        </w:tc>
      </w:tr>
      <w:tr w:rsidR="008A5360" w:rsidRPr="00DA30DD" w:rsidTr="00803A28">
        <w:tc>
          <w:tcPr>
            <w:tcW w:w="392" w:type="dxa"/>
          </w:tcPr>
          <w:p w:rsidR="008A5360" w:rsidRPr="00DA30DD" w:rsidRDefault="008A5360" w:rsidP="00803A28">
            <w:pPr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1</w:t>
            </w:r>
          </w:p>
        </w:tc>
        <w:tc>
          <w:tcPr>
            <w:tcW w:w="7541" w:type="dxa"/>
          </w:tcPr>
          <w:p w:rsidR="008A5360" w:rsidRPr="009065B0" w:rsidRDefault="008A5360" w:rsidP="00803A28">
            <w:pPr>
              <w:rPr>
                <w:rFonts w:ascii="Calibri" w:eastAsia="Calibri" w:hAnsi="Calibri" w:cs="Times New Roman"/>
                <w:b/>
                <w:bCs/>
              </w:rPr>
            </w:pPr>
            <w:r w:rsidRPr="009065B0">
              <w:rPr>
                <w:rFonts w:ascii="Calibri" w:eastAsia="Calibri" w:hAnsi="Calibri" w:cs="Times New Roman"/>
                <w:b/>
                <w:bCs/>
              </w:rPr>
              <w:t>Het verhaal van anderen</w:t>
            </w:r>
          </w:p>
          <w:p w:rsidR="008A5360" w:rsidRPr="009065B0" w:rsidRDefault="008A5360" w:rsidP="00803A28">
            <w:pPr>
              <w:rPr>
                <w:rFonts w:ascii="Calibri" w:eastAsia="Calibri" w:hAnsi="Calibri" w:cs="Times New Roman"/>
                <w:bCs/>
              </w:rPr>
            </w:pPr>
            <w:r w:rsidRPr="009065B0">
              <w:rPr>
                <w:rFonts w:ascii="Calibri" w:eastAsia="Calibri" w:hAnsi="Calibri" w:cs="Times New Roman"/>
                <w:bCs/>
              </w:rPr>
              <w:t>Beoordeel elk van de onderdelen :</w:t>
            </w:r>
          </w:p>
          <w:p w:rsidR="008A5360" w:rsidRPr="009065B0" w:rsidRDefault="008A5360" w:rsidP="008A5360">
            <w:pPr>
              <w:numPr>
                <w:ilvl w:val="0"/>
                <w:numId w:val="2"/>
              </w:numPr>
              <w:contextualSpacing/>
              <w:rPr>
                <w:rFonts w:ascii="Calibri" w:eastAsia="Times New Roman" w:hAnsi="Calibri" w:cs="Times New Roman"/>
                <w:bCs/>
                <w:szCs w:val="20"/>
                <w:lang w:eastAsia="nl-NL"/>
              </w:rPr>
            </w:pPr>
            <w:r w:rsidRPr="009065B0">
              <w:rPr>
                <w:rFonts w:ascii="Calibri" w:eastAsia="Times New Roman" w:hAnsi="Calibri" w:cs="Times New Roman"/>
                <w:bCs/>
                <w:szCs w:val="20"/>
                <w:lang w:eastAsia="nl-NL"/>
              </w:rPr>
              <w:t>Er is door alle groepsleden een (auto)biografie onderzocht</w:t>
            </w:r>
          </w:p>
          <w:p w:rsidR="008A5360" w:rsidRPr="009065B0" w:rsidRDefault="008A5360" w:rsidP="008A5360">
            <w:pPr>
              <w:numPr>
                <w:ilvl w:val="0"/>
                <w:numId w:val="2"/>
              </w:numPr>
              <w:contextualSpacing/>
              <w:rPr>
                <w:rFonts w:ascii="Calibri" w:eastAsia="Times New Roman" w:hAnsi="Calibri" w:cs="Times New Roman"/>
                <w:bCs/>
                <w:szCs w:val="20"/>
                <w:lang w:eastAsia="nl-NL"/>
              </w:rPr>
            </w:pPr>
            <w:r w:rsidRPr="009065B0">
              <w:rPr>
                <w:rFonts w:ascii="Calibri" w:eastAsia="Times New Roman" w:hAnsi="Calibri" w:cs="Times New Roman"/>
                <w:bCs/>
                <w:szCs w:val="20"/>
                <w:lang w:eastAsia="nl-NL"/>
              </w:rPr>
              <w:t>De ontwikkelingsfase en socialisatie aspecten die in de (auto)biografie naar voren komen worden benoemt</w:t>
            </w:r>
          </w:p>
          <w:p w:rsidR="008A5360" w:rsidRPr="009065B0" w:rsidRDefault="008A5360" w:rsidP="008A5360">
            <w:pPr>
              <w:numPr>
                <w:ilvl w:val="0"/>
                <w:numId w:val="2"/>
              </w:numPr>
              <w:contextualSpacing/>
              <w:rPr>
                <w:rFonts w:ascii="Calibri" w:eastAsia="Times New Roman" w:hAnsi="Calibri" w:cs="Times New Roman"/>
                <w:bCs/>
                <w:szCs w:val="20"/>
                <w:lang w:eastAsia="nl-NL"/>
              </w:rPr>
            </w:pPr>
            <w:r w:rsidRPr="009065B0">
              <w:rPr>
                <w:rFonts w:ascii="Calibri" w:eastAsia="Times New Roman" w:hAnsi="Calibri" w:cs="Times New Roman"/>
                <w:bCs/>
                <w:szCs w:val="20"/>
                <w:lang w:eastAsia="nl-NL"/>
              </w:rPr>
              <w:t>Er is een verzorgde presentatie gemaakt</w:t>
            </w:r>
          </w:p>
          <w:p w:rsidR="008A5360" w:rsidRPr="009065B0" w:rsidRDefault="008A5360" w:rsidP="00803A28">
            <w:pPr>
              <w:rPr>
                <w:rFonts w:ascii="Calibri" w:eastAsia="Calibri" w:hAnsi="Calibri" w:cs="Times New Roman"/>
                <w:bCs/>
              </w:rPr>
            </w:pPr>
            <w:r w:rsidRPr="009065B0">
              <w:rPr>
                <w:rFonts w:ascii="Calibri" w:eastAsia="Calibri" w:hAnsi="Calibri" w:cs="Times New Roman"/>
                <w:bCs/>
              </w:rPr>
              <w:t>V = de onderdelen voldoen aan de eisen</w:t>
            </w:r>
            <w:r>
              <w:rPr>
                <w:rFonts w:ascii="Calibri" w:eastAsia="Calibri" w:hAnsi="Calibri" w:cs="Times New Roman"/>
                <w:bCs/>
              </w:rPr>
              <w:t>[/]</w:t>
            </w:r>
          </w:p>
          <w:p w:rsidR="008A5360" w:rsidRPr="009065B0" w:rsidRDefault="008A5360" w:rsidP="00803A28">
            <w:pPr>
              <w:rPr>
                <w:rFonts w:eastAsia="Batang" w:cs="Times New Roman"/>
                <w:snapToGrid w:val="0"/>
              </w:rPr>
            </w:pPr>
            <w:r w:rsidRPr="009065B0">
              <w:rPr>
                <w:rFonts w:ascii="Calibri" w:eastAsia="Calibri" w:hAnsi="Calibri" w:cs="Times New Roman"/>
                <w:bCs/>
              </w:rPr>
              <w:t>G = de onderdelen getuigen van een hoge mate van inzicht in het thema</w:t>
            </w:r>
            <w:r>
              <w:rPr>
                <w:rFonts w:ascii="Calibri" w:eastAsia="Calibri" w:hAnsi="Calibri" w:cs="Times New Roman"/>
                <w:bCs/>
              </w:rPr>
              <w:t>[/]</w:t>
            </w:r>
            <w:r w:rsidRPr="009065B0">
              <w:rPr>
                <w:rFonts w:ascii="Calibri" w:eastAsia="Calibri" w:hAnsi="Calibri" w:cs="Times New Roman"/>
                <w:bCs/>
              </w:rPr>
              <w:t xml:space="preserve">  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</w:tr>
      <w:tr w:rsidR="008A5360" w:rsidRPr="00DA30DD" w:rsidTr="00803A28">
        <w:tc>
          <w:tcPr>
            <w:tcW w:w="392" w:type="dxa"/>
          </w:tcPr>
          <w:p w:rsidR="008A5360" w:rsidRPr="00DA30DD" w:rsidRDefault="008A5360" w:rsidP="00803A28">
            <w:pPr>
              <w:rPr>
                <w:bCs/>
              </w:rPr>
            </w:pPr>
            <w:r w:rsidRPr="00DA30DD">
              <w:rPr>
                <w:bCs/>
              </w:rPr>
              <w:t>2</w:t>
            </w:r>
          </w:p>
        </w:tc>
        <w:tc>
          <w:tcPr>
            <w:tcW w:w="7541" w:type="dxa"/>
          </w:tcPr>
          <w:p w:rsidR="008A5360" w:rsidRPr="009065B0" w:rsidRDefault="008A5360" w:rsidP="00803A28">
            <w:pPr>
              <w:rPr>
                <w:b/>
                <w:bCs/>
              </w:rPr>
            </w:pPr>
            <w:r w:rsidRPr="009065B0">
              <w:rPr>
                <w:b/>
                <w:bCs/>
              </w:rPr>
              <w:t>De levenslijn</w:t>
            </w:r>
          </w:p>
          <w:p w:rsidR="008A5360" w:rsidRDefault="008A5360" w:rsidP="00803A28">
            <w:pPr>
              <w:rPr>
                <w:bCs/>
              </w:rPr>
            </w:pPr>
            <w:r>
              <w:rPr>
                <w:bCs/>
              </w:rPr>
              <w:t xml:space="preserve">V = de levenslijn voldoet aan de eisen[/] </w:t>
            </w:r>
          </w:p>
          <w:p w:rsidR="008A5360" w:rsidRPr="009065B0" w:rsidRDefault="008A5360" w:rsidP="00803A28">
            <w:pPr>
              <w:rPr>
                <w:rFonts w:eastAsia="Batang" w:cs="Times New Roman"/>
                <w:snapToGrid w:val="0"/>
              </w:rPr>
            </w:pPr>
            <w:r>
              <w:rPr>
                <w:bCs/>
              </w:rPr>
              <w:t>G = de levenslijn is een aantrekkelijk vormgegeven geheel[/]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</w:tr>
      <w:tr w:rsidR="008A5360" w:rsidRPr="00DA30DD" w:rsidTr="00803A28">
        <w:trPr>
          <w:trHeight w:val="9587"/>
        </w:trPr>
        <w:tc>
          <w:tcPr>
            <w:tcW w:w="392" w:type="dxa"/>
          </w:tcPr>
          <w:p w:rsidR="008A5360" w:rsidRPr="00DA30DD" w:rsidRDefault="008A5360" w:rsidP="00803A28">
            <w:pPr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lastRenderedPageBreak/>
              <w:t>3</w:t>
            </w:r>
          </w:p>
          <w:p w:rsidR="008A5360" w:rsidRPr="00DA30DD" w:rsidRDefault="008A5360" w:rsidP="00803A28">
            <w:pPr>
              <w:rPr>
                <w:rFonts w:eastAsia="Batang" w:cs="Times New Roman"/>
                <w:snapToGrid w:val="0"/>
              </w:rPr>
            </w:pPr>
          </w:p>
        </w:tc>
        <w:tc>
          <w:tcPr>
            <w:tcW w:w="7541" w:type="dxa"/>
          </w:tcPr>
          <w:tbl>
            <w:tblPr>
              <w:tblStyle w:val="Tabelraster"/>
              <w:tblW w:w="7428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938"/>
              <w:gridCol w:w="6246"/>
              <w:gridCol w:w="8"/>
            </w:tblGrid>
            <w:tr w:rsidR="008A5360" w:rsidRPr="006658EA" w:rsidTr="00803A28">
              <w:trPr>
                <w:trHeight w:val="604"/>
              </w:trPr>
              <w:tc>
                <w:tcPr>
                  <w:tcW w:w="236" w:type="dxa"/>
                </w:tcPr>
                <w:p w:rsidR="008A5360" w:rsidRPr="00AE77A2" w:rsidRDefault="008A5360" w:rsidP="00803A28">
                  <w:pPr>
                    <w:rPr>
                      <w:rFonts w:eastAsia="Batang" w:cs="Times New Roman"/>
                      <w:snapToGrid w:val="0"/>
                    </w:rPr>
                  </w:pPr>
                </w:p>
                <w:p w:rsidR="008A5360" w:rsidRPr="00AE77A2" w:rsidRDefault="008A5360" w:rsidP="00803A28">
                  <w:pPr>
                    <w:rPr>
                      <w:rFonts w:eastAsia="Batang" w:cs="Times New Roman"/>
                      <w:snapToGrid w:val="0"/>
                    </w:rPr>
                  </w:pPr>
                </w:p>
              </w:tc>
              <w:tc>
                <w:tcPr>
                  <w:tcW w:w="7192" w:type="dxa"/>
                  <w:gridSpan w:val="3"/>
                </w:tcPr>
                <w:p w:rsidR="008A5360" w:rsidRDefault="008A5360" w:rsidP="00803A28">
                  <w:pPr>
                    <w:rPr>
                      <w:b/>
                      <w:bCs/>
                      <w:color w:val="31849B" w:themeColor="accent5" w:themeShade="BF"/>
                    </w:rPr>
                  </w:pPr>
                  <w:r>
                    <w:rPr>
                      <w:b/>
                      <w:bCs/>
                      <w:color w:val="31849B" w:themeColor="accent5" w:themeShade="BF"/>
                    </w:rPr>
                    <w:t xml:space="preserve">IK boek , </w:t>
                  </w:r>
                  <w:proofErr w:type="spellStart"/>
                  <w:r>
                    <w:rPr>
                      <w:b/>
                      <w:bCs/>
                      <w:color w:val="31849B" w:themeColor="accent5" w:themeShade="BF"/>
                    </w:rPr>
                    <w:t>vlog</w:t>
                  </w:r>
                  <w:proofErr w:type="spellEnd"/>
                  <w:r>
                    <w:rPr>
                      <w:b/>
                      <w:bCs/>
                      <w:color w:val="31849B" w:themeColor="accent5" w:themeShade="BF"/>
                    </w:rPr>
                    <w:t xml:space="preserve"> of website</w:t>
                  </w:r>
                </w:p>
                <w:p w:rsidR="008A5360" w:rsidRPr="006658EA" w:rsidRDefault="008A5360" w:rsidP="00803A28">
                  <w:pPr>
                    <w:rPr>
                      <w:b/>
                      <w:bCs/>
                      <w:color w:val="943634" w:themeColor="accent2" w:themeShade="BF"/>
                    </w:rPr>
                  </w:pPr>
                  <w:r w:rsidRPr="006658EA">
                    <w:rPr>
                      <w:b/>
                      <w:bCs/>
                    </w:rPr>
                    <w:t xml:space="preserve">Dit product wordt beoordeeld op de volgende punten: 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311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hideMark/>
                </w:tcPr>
                <w:p w:rsidR="008A5360" w:rsidRDefault="008A5360" w:rsidP="00803A28">
                  <w:pPr>
                    <w:spacing w:after="200"/>
                    <w:rPr>
                      <w:b/>
                    </w:rPr>
                  </w:pP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</w:tcPr>
                <w:p w:rsidR="008A5360" w:rsidRDefault="008A5360" w:rsidP="00803A28">
                  <w:pPr>
                    <w:spacing w:after="200"/>
                  </w:pPr>
                  <w:r>
                    <w:rPr>
                      <w:b/>
                    </w:rPr>
                    <w:t xml:space="preserve">Vorm &amp; </w:t>
                  </w:r>
                  <w:proofErr w:type="spellStart"/>
                  <w:r>
                    <w:rPr>
                      <w:b/>
                    </w:rPr>
                    <w:t>lay</w:t>
                  </w:r>
                  <w:proofErr w:type="spellEnd"/>
                  <w:r>
                    <w:rPr>
                      <w:b/>
                    </w:rPr>
                    <w:t xml:space="preserve"> out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831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Digitaal Word document</w:t>
                  </w: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 xml:space="preserve">Het IK boek is uitgewerkt in Word zodat het goed uit te printen is. Of er is een duidelijke </w:t>
                  </w:r>
                  <w:proofErr w:type="spellStart"/>
                  <w:r>
                    <w:t>vlog</w:t>
                  </w:r>
                  <w:proofErr w:type="spellEnd"/>
                  <w:r>
                    <w:t xml:space="preserve"> of website ontwikkeld.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718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Opbouw en indeling</w:t>
                  </w: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Het IK boek heeft een titel, is logisch opgebouwd met hoofdstukken, paragrafen en duidelijke kopjes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729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Papieren versie</w:t>
                  </w: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Het IK boek ziet er aantrekkelijk uit en het is duidelijk van wie het IK boek is.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467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hideMark/>
                </w:tcPr>
                <w:p w:rsidR="008A5360" w:rsidRDefault="008A5360" w:rsidP="00803A28">
                  <w:pPr>
                    <w:spacing w:after="200"/>
                    <w:rPr>
                      <w:b/>
                    </w:rPr>
                  </w:pP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</w:tcPr>
                <w:p w:rsidR="008A5360" w:rsidRPr="00883A2C" w:rsidRDefault="008A5360" w:rsidP="00803A28">
                  <w:pPr>
                    <w:spacing w:after="200"/>
                    <w:rPr>
                      <w:b/>
                    </w:rPr>
                  </w:pPr>
                  <w:r w:rsidRPr="00883A2C">
                    <w:rPr>
                      <w:b/>
                    </w:rPr>
                    <w:t>Koppeling met de theorie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391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5360" w:rsidRDefault="008A5360" w:rsidP="00803A28">
                  <w:r>
                    <w:t>sociologie</w:t>
                  </w:r>
                </w:p>
                <w:p w:rsidR="008A5360" w:rsidRDefault="008A5360" w:rsidP="00803A28">
                  <w:pPr>
                    <w:spacing w:after="200"/>
                  </w:pP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 xml:space="preserve">Uit het IK boek is duidelijk op te maken hoe jij bent gesocialiseerd 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729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sociologie</w:t>
                  </w: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Uit het IK boek is duidelijk op te maken hoe jij omgaat met sociologische thema’s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789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Pr="00883A2C" w:rsidRDefault="008A5360" w:rsidP="00803A28">
                  <w:pPr>
                    <w:spacing w:after="200"/>
                    <w:rPr>
                      <w:u w:val="single"/>
                    </w:rPr>
                  </w:pPr>
                  <w:proofErr w:type="spellStart"/>
                  <w:r>
                    <w:t>Levens-loop</w:t>
                  </w:r>
                  <w:proofErr w:type="spellEnd"/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In het IK boek is theorie over de verschillende ontwikkelingsfasen gebruikt en uitgelegd a.d.h.v. persoonlijke voorbeelden.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701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Levens- loop</w:t>
                  </w: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In het IK boek is theorie over de verschillende ontwikkelingsaspecten gebruikt en uitgelegd a.d.h.v. persoonlijke voorbeeld.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456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hideMark/>
                </w:tcPr>
                <w:p w:rsidR="008A5360" w:rsidRDefault="008A5360" w:rsidP="00803A28">
                  <w:pPr>
                    <w:spacing w:after="200"/>
                    <w:rPr>
                      <w:b/>
                    </w:rPr>
                  </w:pP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</w:tcPr>
                <w:p w:rsidR="008A5360" w:rsidRDefault="008A5360" w:rsidP="00803A28">
                  <w:pPr>
                    <w:spacing w:after="200"/>
                  </w:pPr>
                  <w:r>
                    <w:rPr>
                      <w:b/>
                    </w:rPr>
                    <w:t>Nederlands</w:t>
                  </w:r>
                </w:p>
              </w:tc>
            </w:tr>
            <w:tr w:rsidR="008A5360" w:rsidTr="00803A28">
              <w:trPr>
                <w:gridAfter w:val="1"/>
                <w:wAfter w:w="8" w:type="dxa"/>
                <w:trHeight w:val="991"/>
              </w:trPr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proofErr w:type="spellStart"/>
                  <w:r>
                    <w:t>Gramma-tica</w:t>
                  </w:r>
                  <w:proofErr w:type="spellEnd"/>
                  <w:r>
                    <w:t>, spelling en zinsbouw</w:t>
                  </w:r>
                </w:p>
              </w:tc>
              <w:tc>
                <w:tcPr>
                  <w:tcW w:w="6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5360" w:rsidRDefault="008A5360" w:rsidP="00803A28">
                  <w:pPr>
                    <w:spacing w:after="200"/>
                  </w:pPr>
                  <w:r>
                    <w:t>Het levensboek is prettig leesbaar en in correct Nederlands geschreven.</w:t>
                  </w:r>
                </w:p>
              </w:tc>
            </w:tr>
          </w:tbl>
          <w:p w:rsidR="008A5360" w:rsidRPr="00C85658" w:rsidRDefault="008A5360" w:rsidP="00803A28">
            <w:pPr>
              <w:rPr>
                <w:rFonts w:eastAsia="Batang" w:cs="Times New Roman"/>
                <w:snapToGrid w:val="0"/>
              </w:rPr>
            </w:pPr>
          </w:p>
          <w:p w:rsidR="008A5360" w:rsidRPr="003F7F22" w:rsidRDefault="008A5360" w:rsidP="00803A28">
            <w:pPr>
              <w:rPr>
                <w:bCs/>
              </w:rPr>
            </w:pP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 xml:space="preserve">  </w:t>
            </w: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</w:tr>
      <w:tr w:rsidR="008A5360" w:rsidRPr="00DA30DD" w:rsidTr="00803A28">
        <w:trPr>
          <w:trHeight w:val="1224"/>
        </w:trPr>
        <w:tc>
          <w:tcPr>
            <w:tcW w:w="392" w:type="dxa"/>
          </w:tcPr>
          <w:p w:rsidR="008A5360" w:rsidRPr="00DA30DD" w:rsidRDefault="008A5360" w:rsidP="00803A28">
            <w:pPr>
              <w:rPr>
                <w:rFonts w:eastAsia="Batang" w:cs="Times New Roman"/>
                <w:snapToGrid w:val="0"/>
              </w:rPr>
            </w:pPr>
            <w:r>
              <w:rPr>
                <w:rFonts w:eastAsia="Batang" w:cs="Times New Roman"/>
                <w:snapToGrid w:val="0"/>
              </w:rPr>
              <w:t>4</w:t>
            </w:r>
          </w:p>
        </w:tc>
        <w:tc>
          <w:tcPr>
            <w:tcW w:w="7541" w:type="dxa"/>
          </w:tcPr>
          <w:p w:rsidR="008A5360" w:rsidRPr="00883A2C" w:rsidRDefault="008A5360" w:rsidP="00803A2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Differentiatie opdracht: </w:t>
            </w:r>
            <w:proofErr w:type="spellStart"/>
            <w:r>
              <w:rPr>
                <w:b/>
                <w:bCs/>
              </w:rPr>
              <w:t>prsentatie</w:t>
            </w:r>
            <w:proofErr w:type="spellEnd"/>
            <w:r>
              <w:rPr>
                <w:b/>
                <w:bCs/>
              </w:rPr>
              <w:t xml:space="preserve"> van het product levensboek</w:t>
            </w:r>
          </w:p>
          <w:p w:rsidR="008A5360" w:rsidRDefault="008A5360" w:rsidP="00803A28">
            <w:pPr>
              <w:rPr>
                <w:bCs/>
              </w:rPr>
            </w:pPr>
            <w:r>
              <w:rPr>
                <w:bCs/>
              </w:rPr>
              <w:t>V = de bijeenkomst voldoet aan de eisen</w:t>
            </w:r>
          </w:p>
          <w:p w:rsidR="008A5360" w:rsidRPr="00AE77A2" w:rsidRDefault="008A5360" w:rsidP="00803A28">
            <w:pPr>
              <w:rPr>
                <w:rFonts w:eastAsia="Batang" w:cs="Times New Roman"/>
                <w:snapToGrid w:val="0"/>
              </w:rPr>
            </w:pPr>
            <w:r>
              <w:rPr>
                <w:bCs/>
              </w:rPr>
              <w:t>G = Er is duidelijk tijd en energie besteed om het een aantrekkelijke bijeenkomst te maken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</w:tr>
      <w:tr w:rsidR="008A5360" w:rsidRPr="00DA30DD" w:rsidTr="00803A28">
        <w:trPr>
          <w:trHeight w:val="232"/>
        </w:trPr>
        <w:tc>
          <w:tcPr>
            <w:tcW w:w="9209" w:type="dxa"/>
            <w:gridSpan w:val="5"/>
          </w:tcPr>
          <w:p w:rsidR="008A5360" w:rsidRPr="00C85658" w:rsidRDefault="008A5360" w:rsidP="00803A28">
            <w:pPr>
              <w:rPr>
                <w:rFonts w:eastAsia="Batang" w:cs="Times New Roman"/>
                <w:b/>
                <w:i/>
                <w:snapToGrid w:val="0"/>
              </w:rPr>
            </w:pPr>
            <w:r w:rsidRPr="00C85658">
              <w:rPr>
                <w:b/>
                <w:bCs/>
                <w:i/>
              </w:rPr>
              <w:t>Persoonlijk verslag:</w:t>
            </w:r>
            <w:r>
              <w:rPr>
                <w:b/>
                <w:bCs/>
                <w:i/>
              </w:rPr>
              <w:t xml:space="preserve"> brief aan jezelf</w:t>
            </w:r>
          </w:p>
        </w:tc>
      </w:tr>
      <w:tr w:rsidR="008A5360" w:rsidRPr="00DA30DD" w:rsidTr="00803A28">
        <w:trPr>
          <w:trHeight w:val="607"/>
        </w:trPr>
        <w:tc>
          <w:tcPr>
            <w:tcW w:w="392" w:type="dxa"/>
          </w:tcPr>
          <w:p w:rsidR="008A5360" w:rsidRPr="00DA30DD" w:rsidRDefault="008A5360" w:rsidP="00803A28">
            <w:pPr>
              <w:rPr>
                <w:rFonts w:eastAsia="Batang" w:cs="Times New Roman"/>
                <w:snapToGrid w:val="0"/>
              </w:rPr>
            </w:pPr>
          </w:p>
        </w:tc>
        <w:tc>
          <w:tcPr>
            <w:tcW w:w="7541" w:type="dxa"/>
          </w:tcPr>
          <w:p w:rsidR="008A5360" w:rsidRPr="00DA30DD" w:rsidRDefault="008A5360" w:rsidP="00803A28">
            <w:pPr>
              <w:rPr>
                <w:bCs/>
              </w:rPr>
            </w:pPr>
            <w:r>
              <w:rPr>
                <w:bCs/>
              </w:rPr>
              <w:t>B</w:t>
            </w:r>
            <w:r w:rsidRPr="00DA30DD">
              <w:rPr>
                <w:bCs/>
              </w:rPr>
              <w:t>eoordeel de twee onderdelen:</w:t>
            </w:r>
          </w:p>
          <w:p w:rsidR="008A5360" w:rsidRPr="00DA30DD" w:rsidRDefault="008A5360" w:rsidP="008A5360">
            <w:pPr>
              <w:pStyle w:val="Lijstalinea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rPr>
                <w:rFonts w:asciiTheme="minorHAnsi" w:hAnsiTheme="minorHAnsi"/>
                <w:bCs/>
                <w:szCs w:val="22"/>
              </w:rPr>
            </w:pPr>
            <w:r w:rsidRPr="00DA30DD">
              <w:rPr>
                <w:rFonts w:asciiTheme="minorHAnsi" w:hAnsiTheme="minorHAnsi"/>
                <w:bCs/>
                <w:szCs w:val="22"/>
              </w:rPr>
              <w:t>gaat in op het persoonlijk leerproces</w:t>
            </w:r>
          </w:p>
          <w:p w:rsidR="008A5360" w:rsidRDefault="008A5360" w:rsidP="008A5360">
            <w:pPr>
              <w:pStyle w:val="Lijstalinea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rPr>
                <w:rFonts w:asciiTheme="minorHAnsi" w:hAnsiTheme="minorHAnsi"/>
                <w:bCs/>
                <w:szCs w:val="22"/>
              </w:rPr>
            </w:pPr>
            <w:r w:rsidRPr="00DA30DD">
              <w:rPr>
                <w:rFonts w:asciiTheme="minorHAnsi" w:hAnsiTheme="minorHAnsi"/>
                <w:bCs/>
                <w:szCs w:val="22"/>
              </w:rPr>
              <w:t>gaat in op het groepsproces</w:t>
            </w:r>
          </w:p>
          <w:p w:rsidR="008A5360" w:rsidRDefault="008A5360" w:rsidP="00803A28">
            <w:pPr>
              <w:rPr>
                <w:bCs/>
              </w:rPr>
            </w:pPr>
            <w:r>
              <w:rPr>
                <w:bCs/>
              </w:rPr>
              <w:t>V = De uitwerking voldoet aan de eisen.</w:t>
            </w:r>
          </w:p>
          <w:p w:rsidR="008A5360" w:rsidRPr="003F7F22" w:rsidRDefault="008A5360" w:rsidP="00803A28">
            <w:pPr>
              <w:rPr>
                <w:bCs/>
              </w:rPr>
            </w:pPr>
            <w:r>
              <w:rPr>
                <w:bCs/>
              </w:rPr>
              <w:t xml:space="preserve">G = De uitwerking getuigt van een grote mate van zelfinzicht.   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</w:tr>
      <w:tr w:rsidR="008A5360" w:rsidRPr="00DA30DD" w:rsidTr="00803A28">
        <w:tc>
          <w:tcPr>
            <w:tcW w:w="392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b/>
                <w:snapToGrid w:val="0"/>
              </w:rPr>
            </w:pPr>
          </w:p>
        </w:tc>
        <w:tc>
          <w:tcPr>
            <w:tcW w:w="7541" w:type="dxa"/>
          </w:tcPr>
          <w:p w:rsidR="008A5360" w:rsidRPr="00641175" w:rsidRDefault="008A5360" w:rsidP="00803A28">
            <w:pPr>
              <w:ind w:left="175"/>
              <w:rPr>
                <w:b/>
                <w:bCs/>
              </w:rPr>
            </w:pPr>
            <w:r w:rsidRPr="00641175">
              <w:rPr>
                <w:b/>
                <w:bCs/>
              </w:rPr>
              <w:t>Totaal aantal punten</w:t>
            </w:r>
          </w:p>
        </w:tc>
        <w:tc>
          <w:tcPr>
            <w:tcW w:w="42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39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4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</w:tr>
      <w:tr w:rsidR="008A5360" w:rsidRPr="00DA30DD" w:rsidTr="00803A28">
        <w:tc>
          <w:tcPr>
            <w:tcW w:w="9209" w:type="dxa"/>
            <w:gridSpan w:val="5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Aanvullende feedback</w:t>
            </w:r>
          </w:p>
          <w:p w:rsidR="008A5360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  <w:p w:rsidR="008A5360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  <w:p w:rsidR="008A5360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</w:tr>
    </w:tbl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  <w:r w:rsidRPr="00DA30DD">
        <w:rPr>
          <w:rFonts w:eastAsia="Batang" w:cs="Times New Roman"/>
          <w:snapToGrid w:val="0"/>
        </w:rPr>
        <w:t>Richtlijnen voor het behalen van een voldoende voor deze uitdaging:</w:t>
      </w: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</w:p>
    <w:p w:rsidR="008A5360" w:rsidRPr="00CF2BF9" w:rsidRDefault="008A5360" w:rsidP="008A5360">
      <w:pPr>
        <w:widowControl w:val="0"/>
        <w:rPr>
          <w:rFonts w:eastAsia="Batang"/>
          <w:snapToGrid w:val="0"/>
        </w:rPr>
      </w:pPr>
      <w:r w:rsidRPr="00CF2BF9">
        <w:rPr>
          <w:rFonts w:eastAsia="Batang"/>
          <w:snapToGrid w:val="0"/>
        </w:rPr>
        <w:t xml:space="preserve">Voor een voldoende moet je minimaal </w:t>
      </w:r>
      <w:r>
        <w:rPr>
          <w:rFonts w:eastAsia="Batang"/>
          <w:snapToGrid w:val="0"/>
          <w:highlight w:val="yellow"/>
        </w:rPr>
        <w:t>34</w:t>
      </w:r>
      <w:r w:rsidRPr="00CF2BF9">
        <w:rPr>
          <w:rFonts w:eastAsia="Batang"/>
          <w:snapToGrid w:val="0"/>
        </w:rPr>
        <w:t xml:space="preserve"> punten hebben.</w:t>
      </w:r>
    </w:p>
    <w:p w:rsidR="008A5360" w:rsidRPr="00CF2BF9" w:rsidRDefault="008A5360" w:rsidP="008A5360">
      <w:pPr>
        <w:widowControl w:val="0"/>
        <w:rPr>
          <w:rFonts w:eastAsia="Batang"/>
          <w:snapToGrid w:val="0"/>
        </w:rPr>
      </w:pPr>
      <w:r w:rsidRPr="00CF2BF9">
        <w:rPr>
          <w:rFonts w:eastAsia="Batang"/>
          <w:snapToGrid w:val="0"/>
        </w:rPr>
        <w:t xml:space="preserve">Punt </w:t>
      </w:r>
      <w:r w:rsidRPr="003A7D2C">
        <w:rPr>
          <w:rFonts w:eastAsia="Batang"/>
          <w:snapToGrid w:val="0"/>
          <w:highlight w:val="yellow"/>
        </w:rPr>
        <w:t>3</w:t>
      </w:r>
      <w:r w:rsidRPr="00CF2BF9">
        <w:rPr>
          <w:rFonts w:eastAsia="Batang"/>
          <w:snapToGrid w:val="0"/>
        </w:rPr>
        <w:t xml:space="preserve"> en </w:t>
      </w:r>
      <w:r>
        <w:rPr>
          <w:rFonts w:eastAsia="Batang"/>
          <w:snapToGrid w:val="0"/>
          <w:highlight w:val="yellow"/>
        </w:rPr>
        <w:t>4</w:t>
      </w:r>
      <w:r w:rsidRPr="00CF2BF9">
        <w:rPr>
          <w:rFonts w:eastAsia="Batang"/>
          <w:snapToGrid w:val="0"/>
        </w:rPr>
        <w:t xml:space="preserve"> moeten voldoende zijn.</w:t>
      </w:r>
    </w:p>
    <w:p w:rsidR="008A5360" w:rsidRDefault="008A5360" w:rsidP="008A5360">
      <w:pPr>
        <w:widowControl w:val="0"/>
        <w:rPr>
          <w:rFonts w:eastAsia="Batang"/>
          <w:snapToGrid w:val="0"/>
        </w:rPr>
      </w:pPr>
      <w:r w:rsidRPr="00CF2BF9">
        <w:rPr>
          <w:rFonts w:eastAsia="Batang"/>
          <w:snapToGrid w:val="0"/>
        </w:rPr>
        <w:t>Het persoonlijk verslag moet voldoende zijn (alle vragen zijn ruimschoots beantwoord).</w:t>
      </w:r>
    </w:p>
    <w:p w:rsidR="008A5360" w:rsidRPr="00CF2BF9" w:rsidRDefault="008A5360" w:rsidP="008A5360">
      <w:pPr>
        <w:widowControl w:val="0"/>
        <w:rPr>
          <w:rFonts w:eastAsia="Batang"/>
          <w:snapToGrid w:val="0"/>
        </w:rPr>
      </w:pPr>
    </w:p>
    <w:p w:rsidR="008A5360" w:rsidRDefault="008A5360" w:rsidP="008A5360">
      <w:pPr>
        <w:widowControl w:val="0"/>
        <w:spacing w:line="240" w:lineRule="auto"/>
        <w:rPr>
          <w:rFonts w:eastAsia="Batang" w:cs="Times New Roman"/>
          <w:b/>
          <w:snapToGrid w:val="0"/>
        </w:rPr>
      </w:pPr>
      <w:r>
        <w:rPr>
          <w:rFonts w:eastAsia="Batang" w:cs="Times New Roman"/>
          <w:b/>
          <w:snapToGrid w:val="0"/>
        </w:rPr>
        <w:t>[k2]</w:t>
      </w:r>
      <w:r w:rsidRPr="00DA30DD">
        <w:rPr>
          <w:rFonts w:eastAsia="Batang" w:cs="Times New Roman"/>
          <w:b/>
          <w:snapToGrid w:val="0"/>
        </w:rPr>
        <w:t xml:space="preserve">Beoordeling: </w:t>
      </w:r>
      <w:r>
        <w:rPr>
          <w:rFonts w:eastAsia="Batang" w:cs="Times New Roman"/>
          <w:b/>
          <w:snapToGrid w:val="0"/>
        </w:rPr>
        <w:t>G</w:t>
      </w:r>
      <w:r w:rsidRPr="00DA30DD">
        <w:rPr>
          <w:rFonts w:eastAsia="Batang" w:cs="Times New Roman"/>
          <w:b/>
          <w:snapToGrid w:val="0"/>
        </w:rPr>
        <w:t>roepsprocessen</w:t>
      </w: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b/>
          <w:snapToGrid w:val="0"/>
        </w:rPr>
      </w:pPr>
    </w:p>
    <w:tbl>
      <w:tblPr>
        <w:tblStyle w:val="Tabelraster"/>
        <w:tblW w:w="9314" w:type="dxa"/>
        <w:tblLook w:val="04A0" w:firstRow="1" w:lastRow="0" w:firstColumn="1" w:lastColumn="0" w:noHBand="0" w:noVBand="1"/>
      </w:tblPr>
      <w:tblGrid>
        <w:gridCol w:w="336"/>
        <w:gridCol w:w="4592"/>
        <w:gridCol w:w="850"/>
        <w:gridCol w:w="1134"/>
        <w:gridCol w:w="1246"/>
        <w:gridCol w:w="1156"/>
      </w:tblGrid>
      <w:tr w:rsidR="008A5360" w:rsidRPr="00DA30DD" w:rsidTr="00803A28">
        <w:tc>
          <w:tcPr>
            <w:tcW w:w="9314" w:type="dxa"/>
            <w:gridSpan w:val="6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4928" w:type="dxa"/>
            <w:gridSpan w:val="2"/>
          </w:tcPr>
          <w:p w:rsidR="008A5360" w:rsidRPr="00282705" w:rsidRDefault="008A5360" w:rsidP="00803A28">
            <w:pPr>
              <w:rPr>
                <w:rFonts w:eastAsia="Batang" w:cs="Times New Roman"/>
                <w:b/>
              </w:rPr>
            </w:pPr>
            <w:r w:rsidRPr="00282705">
              <w:rPr>
                <w:rFonts w:eastAsia="Batang" w:cs="Times New Roman"/>
                <w:b/>
              </w:rPr>
              <w:t>Criteria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t>Jezelf</w:t>
            </w: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t>Student 1</w:t>
            </w: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t>Student 2</w:t>
            </w: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t>Student 3</w:t>
            </w: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1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K</w:t>
            </w:r>
            <w:r w:rsidRPr="00DA30DD">
              <w:rPr>
                <w:bCs/>
              </w:rPr>
              <w:t>omt met ideeën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2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L</w:t>
            </w:r>
            <w:r w:rsidRPr="00DA30DD">
              <w:rPr>
                <w:bCs/>
              </w:rPr>
              <w:t>uistert naar de inbreng van anderen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3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G</w:t>
            </w:r>
            <w:r w:rsidRPr="00DA30DD">
              <w:rPr>
                <w:bCs/>
              </w:rPr>
              <w:t>eeft regelmatig complimenten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4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G</w:t>
            </w:r>
            <w:r w:rsidRPr="00DA30DD">
              <w:rPr>
                <w:bCs/>
              </w:rPr>
              <w:t>eeft suggesties en tips om de ander te helpen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5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H</w:t>
            </w:r>
            <w:r w:rsidRPr="00DA30DD">
              <w:rPr>
                <w:bCs/>
              </w:rPr>
              <w:t>oudt overzicht van wat er gedaan moet worden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6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V</w:t>
            </w:r>
            <w:r w:rsidRPr="00DA30DD">
              <w:rPr>
                <w:bCs/>
              </w:rPr>
              <w:t>oert taken efficiënt uit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7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B</w:t>
            </w:r>
            <w:r w:rsidRPr="00DA30DD">
              <w:rPr>
                <w:bCs/>
              </w:rPr>
              <w:t>rengt zijn bijdrage met enthousiasme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8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K</w:t>
            </w:r>
            <w:r w:rsidRPr="00DA30DD">
              <w:rPr>
                <w:bCs/>
              </w:rPr>
              <w:t>omt afspraken na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  <w:r w:rsidRPr="00DA30DD">
              <w:rPr>
                <w:rFonts w:eastAsia="Batang" w:cs="Times New Roman"/>
                <w:snapToGrid w:val="0"/>
              </w:rPr>
              <w:t>9</w:t>
            </w: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  <w:r>
              <w:rPr>
                <w:bCs/>
              </w:rPr>
              <w:t>G</w:t>
            </w:r>
            <w:r w:rsidRPr="00DA30DD">
              <w:rPr>
                <w:bCs/>
              </w:rPr>
              <w:t>eeft anderen gericht feedback</w:t>
            </w: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336" w:type="dxa"/>
          </w:tcPr>
          <w:p w:rsidR="008A5360" w:rsidRPr="00DA30DD" w:rsidRDefault="008A5360" w:rsidP="00803A28">
            <w:pPr>
              <w:widowControl w:val="0"/>
              <w:rPr>
                <w:rFonts w:eastAsia="Batang" w:cs="Times New Roman"/>
                <w:snapToGrid w:val="0"/>
              </w:rPr>
            </w:pPr>
          </w:p>
        </w:tc>
        <w:tc>
          <w:tcPr>
            <w:tcW w:w="4592" w:type="dxa"/>
          </w:tcPr>
          <w:p w:rsidR="008A5360" w:rsidRPr="00DA30DD" w:rsidRDefault="008A5360" w:rsidP="00803A28">
            <w:pPr>
              <w:ind w:left="175"/>
              <w:rPr>
                <w:bCs/>
              </w:rPr>
            </w:pPr>
          </w:p>
        </w:tc>
        <w:tc>
          <w:tcPr>
            <w:tcW w:w="850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34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24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115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</w:tbl>
    <w:p w:rsidR="008A5360" w:rsidRPr="00DA30DD" w:rsidRDefault="008A5360" w:rsidP="008A5360">
      <w:pPr>
        <w:spacing w:line="240" w:lineRule="auto"/>
        <w:rPr>
          <w:rFonts w:eastAsia="Batang" w:cs="Times New Roman"/>
        </w:rPr>
      </w:pP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  <w:r w:rsidRPr="00DA30DD">
        <w:rPr>
          <w:rFonts w:eastAsia="Batang" w:cs="Times New Roman"/>
          <w:snapToGrid w:val="0"/>
        </w:rPr>
        <w:t xml:space="preserve">Geef voor elk onderdeel 1, 2 of 3 punten. </w:t>
      </w: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  <w:r w:rsidRPr="00DA30DD">
        <w:rPr>
          <w:rFonts w:eastAsia="Batang" w:cs="Times New Roman"/>
          <w:snapToGrid w:val="0"/>
        </w:rPr>
        <w:t xml:space="preserve">Je gebruikt alle drie de punten minimaal </w:t>
      </w:r>
      <w:r>
        <w:rPr>
          <w:rFonts w:eastAsia="Batang" w:cs="Times New Roman"/>
          <w:snapToGrid w:val="0"/>
        </w:rPr>
        <w:t>één</w:t>
      </w:r>
      <w:r w:rsidRPr="00DA30DD">
        <w:rPr>
          <w:rFonts w:eastAsia="Batang" w:cs="Times New Roman"/>
          <w:snapToGrid w:val="0"/>
        </w:rPr>
        <w:t xml:space="preserve"> keer per kolom. </w:t>
      </w: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  <w:r w:rsidRPr="00DA30DD">
        <w:rPr>
          <w:rFonts w:eastAsia="Batang" w:cs="Times New Roman"/>
          <w:snapToGrid w:val="0"/>
        </w:rPr>
        <w:t>1</w:t>
      </w:r>
      <w:r>
        <w:rPr>
          <w:rFonts w:eastAsia="Batang" w:cs="Times New Roman"/>
          <w:snapToGrid w:val="0"/>
        </w:rPr>
        <w:t xml:space="preserve"> =</w:t>
      </w:r>
      <w:r w:rsidRPr="00DA30DD">
        <w:rPr>
          <w:rFonts w:eastAsia="Batang" w:cs="Times New Roman"/>
          <w:snapToGrid w:val="0"/>
        </w:rPr>
        <w:t xml:space="preserve"> </w:t>
      </w:r>
      <w:r>
        <w:rPr>
          <w:rFonts w:eastAsia="Batang" w:cs="Times New Roman"/>
          <w:snapToGrid w:val="0"/>
        </w:rPr>
        <w:t>n</w:t>
      </w:r>
      <w:r w:rsidRPr="00DA30DD">
        <w:rPr>
          <w:rFonts w:eastAsia="Batang" w:cs="Times New Roman"/>
          <w:snapToGrid w:val="0"/>
        </w:rPr>
        <w:t>iet zo goed als anderen</w:t>
      </w: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  <w:r w:rsidRPr="00DA30DD">
        <w:rPr>
          <w:rFonts w:eastAsia="Batang" w:cs="Times New Roman"/>
          <w:snapToGrid w:val="0"/>
        </w:rPr>
        <w:t>2</w:t>
      </w:r>
      <w:r>
        <w:rPr>
          <w:rFonts w:eastAsia="Batang" w:cs="Times New Roman"/>
          <w:snapToGrid w:val="0"/>
        </w:rPr>
        <w:t xml:space="preserve"> =</w:t>
      </w:r>
      <w:r w:rsidRPr="00DA30DD">
        <w:rPr>
          <w:rFonts w:eastAsia="Batang" w:cs="Times New Roman"/>
          <w:snapToGrid w:val="0"/>
        </w:rPr>
        <w:t xml:space="preserve"> </w:t>
      </w:r>
      <w:r>
        <w:rPr>
          <w:rFonts w:eastAsia="Batang" w:cs="Times New Roman"/>
          <w:snapToGrid w:val="0"/>
        </w:rPr>
        <w:t>o</w:t>
      </w:r>
      <w:r w:rsidRPr="00DA30DD">
        <w:rPr>
          <w:rFonts w:eastAsia="Batang" w:cs="Times New Roman"/>
          <w:snapToGrid w:val="0"/>
        </w:rPr>
        <w:t>ngeveer hetzelfde als de andere groepsleden</w:t>
      </w:r>
    </w:p>
    <w:p w:rsidR="008A5360" w:rsidRPr="00DA30DD" w:rsidRDefault="008A5360" w:rsidP="008A5360">
      <w:pPr>
        <w:widowControl w:val="0"/>
        <w:spacing w:line="240" w:lineRule="auto"/>
        <w:rPr>
          <w:rFonts w:eastAsia="Batang" w:cs="Times New Roman"/>
          <w:snapToGrid w:val="0"/>
        </w:rPr>
      </w:pPr>
      <w:r w:rsidRPr="00DA30DD">
        <w:rPr>
          <w:rFonts w:eastAsia="Batang" w:cs="Times New Roman"/>
          <w:snapToGrid w:val="0"/>
        </w:rPr>
        <w:t>3</w:t>
      </w:r>
      <w:r>
        <w:rPr>
          <w:rFonts w:eastAsia="Batang" w:cs="Times New Roman"/>
          <w:snapToGrid w:val="0"/>
        </w:rPr>
        <w:t xml:space="preserve"> =</w:t>
      </w:r>
      <w:r w:rsidRPr="00DA30DD">
        <w:rPr>
          <w:rFonts w:eastAsia="Batang" w:cs="Times New Roman"/>
          <w:snapToGrid w:val="0"/>
        </w:rPr>
        <w:t xml:space="preserve"> </w:t>
      </w:r>
      <w:r>
        <w:rPr>
          <w:rFonts w:eastAsia="Batang" w:cs="Times New Roman"/>
          <w:snapToGrid w:val="0"/>
        </w:rPr>
        <w:t>b</w:t>
      </w:r>
      <w:r w:rsidRPr="00DA30DD">
        <w:rPr>
          <w:rFonts w:eastAsia="Batang" w:cs="Times New Roman"/>
          <w:snapToGrid w:val="0"/>
        </w:rPr>
        <w:t>eter dan de meeste groepsleden</w:t>
      </w:r>
      <w:r>
        <w:rPr>
          <w:rFonts w:eastAsia="Batang" w:cs="Times New Roman"/>
          <w:snapToGrid w:val="0"/>
        </w:rPr>
        <w:t>.</w:t>
      </w:r>
    </w:p>
    <w:p w:rsidR="008A5360" w:rsidRDefault="008A5360" w:rsidP="008A5360">
      <w:pPr>
        <w:rPr>
          <w:rFonts w:eastAsia="Batang" w:cs="Times New Roman"/>
          <w:b/>
          <w:snapToGrid w:val="0"/>
        </w:rPr>
      </w:pPr>
    </w:p>
    <w:p w:rsidR="008A5360" w:rsidRDefault="008A5360" w:rsidP="008A5360">
      <w:pPr>
        <w:rPr>
          <w:rFonts w:eastAsia="Batang" w:cs="Times New Roman"/>
        </w:rPr>
      </w:pPr>
    </w:p>
    <w:p w:rsidR="008A5360" w:rsidRPr="00DA30DD" w:rsidRDefault="008A5360" w:rsidP="008A5360">
      <w:pPr>
        <w:rPr>
          <w:rFonts w:eastAsia="Batang" w:cs="Times New Roman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842"/>
        <w:gridCol w:w="5496"/>
        <w:gridCol w:w="2126"/>
      </w:tblGrid>
      <w:tr w:rsidR="008A5360" w:rsidRPr="00DA30DD" w:rsidTr="00803A28">
        <w:trPr>
          <w:trHeight w:val="537"/>
        </w:trPr>
        <w:tc>
          <w:tcPr>
            <w:tcW w:w="9464" w:type="dxa"/>
            <w:gridSpan w:val="3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lastRenderedPageBreak/>
              <w:t>Groepsleden:</w:t>
            </w: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t>Wie</w:t>
            </w: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t>Wat</w:t>
            </w: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  <w:r w:rsidRPr="00DA30DD">
              <w:rPr>
                <w:rFonts w:eastAsia="Batang" w:cs="Times New Roman"/>
              </w:rPr>
              <w:t>Datum en tijdsduur</w:t>
            </w: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  <w:tr w:rsidR="008A5360" w:rsidRPr="00DA30DD" w:rsidTr="00803A28">
        <w:tc>
          <w:tcPr>
            <w:tcW w:w="1842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549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  <w:tc>
          <w:tcPr>
            <w:tcW w:w="2126" w:type="dxa"/>
          </w:tcPr>
          <w:p w:rsidR="008A5360" w:rsidRPr="00DA30DD" w:rsidRDefault="008A5360" w:rsidP="00803A28">
            <w:pPr>
              <w:rPr>
                <w:rFonts w:eastAsia="Batang" w:cs="Times New Roman"/>
              </w:rPr>
            </w:pPr>
          </w:p>
        </w:tc>
      </w:tr>
    </w:tbl>
    <w:p w:rsidR="008A5360" w:rsidRDefault="008A5360" w:rsidP="008A5360">
      <w:pPr>
        <w:rPr>
          <w:rFonts w:eastAsia="Batang" w:cs="Times New Roman"/>
        </w:rPr>
      </w:pPr>
    </w:p>
    <w:p w:rsidR="008A5360" w:rsidRPr="001D0CC7" w:rsidRDefault="008A5360" w:rsidP="008A5360">
      <w:pPr>
        <w:rPr>
          <w:rFonts w:eastAsia="Batang" w:cs="Times New Roman"/>
        </w:rPr>
      </w:pPr>
    </w:p>
    <w:p w:rsidR="008A5360" w:rsidRPr="001D0CC7" w:rsidRDefault="008A5360" w:rsidP="008A5360">
      <w:pPr>
        <w:rPr>
          <w:rFonts w:eastAsia="Batang" w:cs="Times New Roman"/>
        </w:rPr>
      </w:pPr>
    </w:p>
    <w:p w:rsidR="008A5360" w:rsidRPr="001D0CC7" w:rsidRDefault="008A5360" w:rsidP="008A5360">
      <w:pPr>
        <w:rPr>
          <w:rFonts w:eastAsia="Batang" w:cs="Times New Roman"/>
        </w:rPr>
      </w:pPr>
    </w:p>
    <w:p w:rsidR="008A5360" w:rsidRDefault="008A5360" w:rsidP="008A5360">
      <w:pPr>
        <w:rPr>
          <w:rFonts w:eastAsia="Batang" w:cs="Times New Roman"/>
        </w:rPr>
      </w:pPr>
    </w:p>
    <w:p w:rsidR="008A5360" w:rsidRDefault="008A5360" w:rsidP="008A5360">
      <w:pPr>
        <w:ind w:firstLine="708"/>
        <w:rPr>
          <w:rFonts w:eastAsia="Batang" w:cs="Times New Roman"/>
        </w:rPr>
      </w:pPr>
    </w:p>
    <w:p w:rsidR="008A5360" w:rsidRDefault="008A5360" w:rsidP="008A5360">
      <w:pPr>
        <w:ind w:firstLine="708"/>
        <w:rPr>
          <w:rFonts w:eastAsia="Batang" w:cs="Times New Roman"/>
        </w:rPr>
      </w:pPr>
    </w:p>
    <w:p w:rsidR="008A5360" w:rsidRDefault="008A5360" w:rsidP="008A5360">
      <w:pPr>
        <w:ind w:firstLine="708"/>
        <w:rPr>
          <w:rFonts w:eastAsia="Batang" w:cs="Times New Roman"/>
        </w:rPr>
      </w:pPr>
    </w:p>
    <w:p w:rsidR="008A5360" w:rsidRPr="001D0CC7" w:rsidRDefault="008A5360" w:rsidP="008A5360">
      <w:pPr>
        <w:ind w:firstLine="708"/>
        <w:rPr>
          <w:rFonts w:eastAsia="Batang" w:cs="Times New Roman"/>
        </w:rPr>
      </w:pPr>
    </w:p>
    <w:p w:rsidR="008A5360" w:rsidRDefault="008A5360" w:rsidP="008A5360">
      <w:r>
        <w:lastRenderedPageBreak/>
        <w:t xml:space="preserve">Bijlage 2 Richtlijnen </w:t>
      </w:r>
      <w:proofErr w:type="spellStart"/>
      <w:r>
        <w:t>vor</w:t>
      </w:r>
      <w:proofErr w:type="spellEnd"/>
      <w:r>
        <w:t xml:space="preserve"> brief aan jezelf</w:t>
      </w:r>
    </w:p>
    <w:p w:rsidR="008A5360" w:rsidRPr="00383712" w:rsidRDefault="008A5360" w:rsidP="008A5360">
      <w:pPr>
        <w:pStyle w:val="Lijstalinea"/>
        <w:rPr>
          <w:rFonts w:ascii="Arial" w:hAnsi="Arial" w:cs="Arial"/>
          <w:sz w:val="20"/>
        </w:rPr>
      </w:pPr>
    </w:p>
    <w:p w:rsidR="008A5360" w:rsidRPr="00383712" w:rsidRDefault="008A5360" w:rsidP="008A5360">
      <w:pPr>
        <w:pStyle w:val="Lijstalinea"/>
        <w:rPr>
          <w:rFonts w:ascii="Arial" w:hAnsi="Arial" w:cs="Arial"/>
          <w:sz w:val="20"/>
        </w:rPr>
      </w:pPr>
    </w:p>
    <w:p w:rsidR="008A5360" w:rsidRDefault="008A5360" w:rsidP="008A5360">
      <w:r w:rsidRPr="00DA30DD">
        <w:t xml:space="preserve">Met betrekking </w:t>
      </w:r>
      <w:r>
        <w:t>tot</w:t>
      </w:r>
      <w:r w:rsidRPr="00DA30DD">
        <w:t xml:space="preserve"> jouw persoonlijke leerproces:</w:t>
      </w:r>
    </w:p>
    <w:p w:rsidR="008A5360" w:rsidRDefault="008A5360" w:rsidP="008A5360">
      <w:r>
        <w:t>[o]</w:t>
      </w:r>
    </w:p>
    <w:p w:rsidR="008A5360" w:rsidRDefault="008A5360" w:rsidP="008A5360">
      <w:pPr>
        <w:rPr>
          <w:highlight w:val="green"/>
        </w:rPr>
      </w:pPr>
      <w:r>
        <w:rPr>
          <w:highlight w:val="green"/>
        </w:rPr>
        <w:t xml:space="preserve"> [/]</w:t>
      </w:r>
    </w:p>
    <w:p w:rsidR="008A5360" w:rsidRDefault="008A5360" w:rsidP="008A5360">
      <w:pPr>
        <w:rPr>
          <w:highlight w:val="green"/>
        </w:rPr>
      </w:pPr>
      <w:r w:rsidRPr="0021690D">
        <w:t>Wat heb je geleerd over het belang van het vertellen van je levensverhaal?</w:t>
      </w:r>
    </w:p>
    <w:p w:rsidR="008A5360" w:rsidRPr="00DA30DD" w:rsidRDefault="008A5360" w:rsidP="008A5360">
      <w:pPr>
        <w:spacing w:line="240" w:lineRule="auto"/>
      </w:pPr>
      <w:r w:rsidRPr="00DA30DD">
        <w:t>Met welk gevoel/</w:t>
      </w:r>
      <w:r>
        <w:t xml:space="preserve">welke </w:t>
      </w:r>
      <w:r w:rsidRPr="00DA30DD">
        <w:t>gedachte ben je aan deze uitdaging begonnen?</w:t>
      </w:r>
    </w:p>
    <w:p w:rsidR="008A5360" w:rsidRPr="00DA30DD" w:rsidRDefault="008A5360" w:rsidP="008A5360">
      <w:pPr>
        <w:spacing w:line="240" w:lineRule="auto"/>
      </w:pPr>
      <w:r w:rsidRPr="00DA30DD">
        <w:t xml:space="preserve">Welke onderwerpen/onderdelen </w:t>
      </w:r>
      <w:r>
        <w:t xml:space="preserve">waren </w:t>
      </w:r>
      <w:r w:rsidRPr="00DA30DD">
        <w:t>nieuw voor je</w:t>
      </w:r>
      <w:r>
        <w:t>?</w:t>
      </w:r>
      <w:r w:rsidRPr="00DA30DD">
        <w:t xml:space="preserve"> Waar heb je nieuwe kennis over opgedaan?</w:t>
      </w:r>
    </w:p>
    <w:p w:rsidR="008A5360" w:rsidRPr="00DA30DD" w:rsidRDefault="008A5360" w:rsidP="008A5360">
      <w:pPr>
        <w:spacing w:line="240" w:lineRule="auto"/>
      </w:pPr>
      <w:r w:rsidRPr="00DA30DD">
        <w:t>Hoe ben je te werk gegaan</w:t>
      </w:r>
      <w:r>
        <w:t>?</w:t>
      </w:r>
      <w:r w:rsidRPr="00DA30DD">
        <w:t xml:space="preserve"> </w:t>
      </w:r>
      <w:r>
        <w:t>W</w:t>
      </w:r>
      <w:r w:rsidRPr="00DA30DD">
        <w:t>at heb je aangepakt en op welke manier?</w:t>
      </w:r>
    </w:p>
    <w:p w:rsidR="008A5360" w:rsidRPr="00DA30DD" w:rsidRDefault="008A5360" w:rsidP="008A5360">
      <w:pPr>
        <w:spacing w:line="240" w:lineRule="auto"/>
      </w:pPr>
      <w:r w:rsidRPr="00DA30DD">
        <w:t>Hoe kijk je terug op deze uitdaging? Waar ben je trots op</w:t>
      </w:r>
      <w:r>
        <w:t>/</w:t>
      </w:r>
      <w:r w:rsidRPr="00DA30DD">
        <w:t>tevreden over en waar ben je minder tevreden over? Wat ga je volgende keer anders doen?</w:t>
      </w:r>
    </w:p>
    <w:p w:rsidR="008A5360" w:rsidRPr="00DA30DD" w:rsidRDefault="008A5360" w:rsidP="008A5360">
      <w:pPr>
        <w:spacing w:line="240" w:lineRule="auto"/>
      </w:pPr>
      <w:r w:rsidRPr="00DA30DD">
        <w:t xml:space="preserve">Welke conclusie trek jij uit </w:t>
      </w:r>
      <w:r>
        <w:t>de dingen die</w:t>
      </w:r>
      <w:r w:rsidRPr="00DA30DD">
        <w:t xml:space="preserve"> je met deze uitdaging geleerd hebt? </w:t>
      </w:r>
    </w:p>
    <w:p w:rsidR="008A5360" w:rsidRDefault="008A5360" w:rsidP="008A5360">
      <w:pPr>
        <w:spacing w:line="240" w:lineRule="auto"/>
      </w:pPr>
      <w:r>
        <w:t>[/]</w:t>
      </w:r>
    </w:p>
    <w:p w:rsidR="008A5360" w:rsidRPr="00DA30DD" w:rsidRDefault="008A5360" w:rsidP="008A5360">
      <w:pPr>
        <w:spacing w:line="240" w:lineRule="auto"/>
      </w:pPr>
    </w:p>
    <w:p w:rsidR="008A5360" w:rsidRDefault="008A5360" w:rsidP="008A5360">
      <w:pPr>
        <w:spacing w:line="240" w:lineRule="auto"/>
      </w:pPr>
      <w:r w:rsidRPr="00DA30DD">
        <w:t xml:space="preserve">Met betrekking </w:t>
      </w:r>
      <w:r>
        <w:t>tot</w:t>
      </w:r>
      <w:r w:rsidRPr="00DA30DD">
        <w:t xml:space="preserve"> het groepsproces:</w:t>
      </w:r>
    </w:p>
    <w:p w:rsidR="008A5360" w:rsidRDefault="008A5360" w:rsidP="008A5360">
      <w:pPr>
        <w:spacing w:line="240" w:lineRule="auto"/>
      </w:pPr>
      <w:r>
        <w:t>[o]</w:t>
      </w:r>
    </w:p>
    <w:p w:rsidR="008A5360" w:rsidRDefault="008A5360" w:rsidP="008A5360">
      <w:pPr>
        <w:rPr>
          <w:highlight w:val="green"/>
        </w:rPr>
      </w:pPr>
      <w:r>
        <w:rPr>
          <w:highlight w:val="green"/>
        </w:rPr>
        <w:t xml:space="preserve"> [/]</w:t>
      </w:r>
    </w:p>
    <w:p w:rsidR="008A5360" w:rsidRDefault="008A5360" w:rsidP="008A5360">
      <w:pPr>
        <w:rPr>
          <w:highlight w:val="green"/>
        </w:rPr>
      </w:pPr>
      <w:r w:rsidRPr="0021690D">
        <w:t>Hoe is het keuze onderdeel in jullie groepje tot stand gekomen?</w:t>
      </w:r>
    </w:p>
    <w:p w:rsidR="008A5360" w:rsidRPr="009A50B7" w:rsidRDefault="008A5360" w:rsidP="008A5360">
      <w:pPr>
        <w:spacing w:line="240" w:lineRule="auto"/>
      </w:pPr>
      <w:r w:rsidRPr="009A50B7">
        <w:t>Welke rol heb jij hier zelf ingenomen?</w:t>
      </w:r>
    </w:p>
    <w:p w:rsidR="008A5360" w:rsidRPr="009A50B7" w:rsidRDefault="008A5360" w:rsidP="008A5360">
      <w:pPr>
        <w:spacing w:line="240" w:lineRule="auto"/>
      </w:pPr>
      <w:r w:rsidRPr="009A50B7">
        <w:t>Welke andere rollen heb je bij jouw groepsleden gezien?</w:t>
      </w:r>
    </w:p>
    <w:p w:rsidR="008A5360" w:rsidRPr="009A50B7" w:rsidRDefault="008A5360" w:rsidP="008A5360">
      <w:pPr>
        <w:spacing w:line="240" w:lineRule="auto"/>
      </w:pPr>
      <w:r w:rsidRPr="009A50B7">
        <w:t>Wat heb jij als prettig ervaren in het samenwerken in deze groep?</w:t>
      </w:r>
    </w:p>
    <w:p w:rsidR="008A5360" w:rsidRPr="009A50B7" w:rsidRDefault="008A5360" w:rsidP="008A5360">
      <w:pPr>
        <w:spacing w:line="240" w:lineRule="auto"/>
      </w:pPr>
      <w:r w:rsidRPr="009A50B7">
        <w:t>Wat zou jij liever anders gezien hebben?</w:t>
      </w:r>
    </w:p>
    <w:p w:rsidR="008A5360" w:rsidRDefault="008A5360" w:rsidP="008A5360">
      <w:pPr>
        <w:spacing w:line="240" w:lineRule="auto"/>
      </w:pPr>
      <w:r w:rsidRPr="009A50B7">
        <w:t>Wat vind je van de beoordeling die je van je groepsleden hebt gekregen?</w:t>
      </w:r>
    </w:p>
    <w:p w:rsidR="008A5360" w:rsidRPr="00383712" w:rsidRDefault="008A5360" w:rsidP="008A5360">
      <w:pPr>
        <w:pStyle w:val="Lijstalinea"/>
        <w:rPr>
          <w:rFonts w:ascii="Arial" w:hAnsi="Arial" w:cs="Arial"/>
          <w:sz w:val="20"/>
        </w:rPr>
      </w:pPr>
    </w:p>
    <w:p w:rsidR="004552F5" w:rsidRDefault="008A5360">
      <w:bookmarkStart w:id="0" w:name="_GoBack"/>
      <w:bookmarkEnd w:id="0"/>
    </w:p>
    <w:sectPr w:rsidR="00455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E477F"/>
    <w:multiLevelType w:val="hybridMultilevel"/>
    <w:tmpl w:val="4B6A93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95107"/>
    <w:multiLevelType w:val="hybridMultilevel"/>
    <w:tmpl w:val="1FBCF8F0"/>
    <w:lvl w:ilvl="0" w:tplc="302EAD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371757"/>
    <w:multiLevelType w:val="hybridMultilevel"/>
    <w:tmpl w:val="47A4B8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360A4"/>
    <w:multiLevelType w:val="hybridMultilevel"/>
    <w:tmpl w:val="FF2035CA"/>
    <w:lvl w:ilvl="0" w:tplc="2444CC8E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A1E25"/>
    <w:multiLevelType w:val="hybridMultilevel"/>
    <w:tmpl w:val="3DD0E9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360"/>
    <w:rsid w:val="00113D45"/>
    <w:rsid w:val="00297CE7"/>
    <w:rsid w:val="003C0FA7"/>
    <w:rsid w:val="00547E69"/>
    <w:rsid w:val="00594CE8"/>
    <w:rsid w:val="008A5360"/>
    <w:rsid w:val="00A543B4"/>
    <w:rsid w:val="00B44A32"/>
    <w:rsid w:val="00B622B5"/>
    <w:rsid w:val="00D153C0"/>
    <w:rsid w:val="00D9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5360"/>
    <w:rPr>
      <w:rFonts w:asciiTheme="minorHAnsi" w:hAnsiTheme="minorHAnsi" w:cstheme="min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5360"/>
    <w:pPr>
      <w:overflowPunct w:val="0"/>
      <w:autoSpaceDE w:val="0"/>
      <w:autoSpaceDN w:val="0"/>
      <w:adjustRightInd w:val="0"/>
      <w:spacing w:after="0" w:line="360" w:lineRule="auto"/>
      <w:ind w:left="720"/>
      <w:contextualSpacing/>
    </w:pPr>
    <w:rPr>
      <w:rFonts w:ascii="Verdana" w:eastAsia="Times New Roman" w:hAnsi="Verdana" w:cs="Times New Roman"/>
      <w:szCs w:val="20"/>
      <w:lang w:eastAsia="nl-NL"/>
    </w:rPr>
  </w:style>
  <w:style w:type="table" w:styleId="Tabelraster">
    <w:name w:val="Table Grid"/>
    <w:basedOn w:val="Standaardtabel"/>
    <w:uiPriority w:val="59"/>
    <w:rsid w:val="008A53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5360"/>
    <w:rPr>
      <w:rFonts w:asciiTheme="minorHAnsi" w:hAnsiTheme="minorHAnsi" w:cstheme="min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5360"/>
    <w:pPr>
      <w:overflowPunct w:val="0"/>
      <w:autoSpaceDE w:val="0"/>
      <w:autoSpaceDN w:val="0"/>
      <w:adjustRightInd w:val="0"/>
      <w:spacing w:after="0" w:line="360" w:lineRule="auto"/>
      <w:ind w:left="720"/>
      <w:contextualSpacing/>
    </w:pPr>
    <w:rPr>
      <w:rFonts w:ascii="Verdana" w:eastAsia="Times New Roman" w:hAnsi="Verdana" w:cs="Times New Roman"/>
      <w:szCs w:val="20"/>
      <w:lang w:eastAsia="nl-NL"/>
    </w:rPr>
  </w:style>
  <w:style w:type="table" w:styleId="Tabelraster">
    <w:name w:val="Table Grid"/>
    <w:basedOn w:val="Standaardtabel"/>
    <w:uiPriority w:val="59"/>
    <w:rsid w:val="008A53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8FCB481C</Template>
  <TotalTime>0</TotalTime>
  <Pages>5</Pages>
  <Words>756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Weerd,B.E. van der</dc:creator>
  <cp:lastModifiedBy>Weerd,B.E. van der</cp:lastModifiedBy>
  <cp:revision>1</cp:revision>
  <dcterms:created xsi:type="dcterms:W3CDTF">2016-05-25T07:54:00Z</dcterms:created>
  <dcterms:modified xsi:type="dcterms:W3CDTF">2016-05-25T07:54:00Z</dcterms:modified>
</cp:coreProperties>
</file>