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01C" w:rsidRDefault="004E6B76">
      <w:r>
        <w:t>Bodemopdracht klas 2</w:t>
      </w:r>
    </w:p>
    <w:p w:rsidR="004E6B76" w:rsidRDefault="004E6B76">
      <w:r>
        <w:t>HKS Blok 6.</w:t>
      </w:r>
    </w:p>
    <w:p w:rsidR="004E6B76" w:rsidRDefault="004E6B76"/>
    <w:p w:rsidR="004E6B76" w:rsidRDefault="004E6B76">
      <w:r>
        <w:t>Groep 1: grasveld naast Veurink mode. (vlakbij Jap. Duizendknoop)</w:t>
      </w:r>
    </w:p>
    <w:p w:rsidR="004E6B76" w:rsidRDefault="004E6B76">
      <w:r>
        <w:t xml:space="preserve">Groep 2: grasveld achter gymlokaal Parkweg. (vlakbij </w:t>
      </w:r>
      <w:proofErr w:type="spellStart"/>
      <w:r>
        <w:t>Symphoricarpos</w:t>
      </w:r>
      <w:proofErr w:type="spellEnd"/>
      <w:r>
        <w:t xml:space="preserve"> </w:t>
      </w:r>
      <w:proofErr w:type="spellStart"/>
      <w:r>
        <w:t>chenaultii</w:t>
      </w:r>
      <w:proofErr w:type="spellEnd"/>
      <w:r>
        <w:t>)</w:t>
      </w:r>
    </w:p>
    <w:p w:rsidR="004E6B76" w:rsidRDefault="004E6B76"/>
    <w:p w:rsidR="004E6B76" w:rsidRDefault="004E6B76" w:rsidP="001818B0">
      <w:pPr>
        <w:pStyle w:val="Lijstalinea"/>
        <w:numPr>
          <w:ilvl w:val="0"/>
          <w:numId w:val="1"/>
        </w:numPr>
      </w:pPr>
      <w:r>
        <w:t xml:space="preserve">Zet een vak uit </w:t>
      </w:r>
      <w:r w:rsidR="00271E38">
        <w:t xml:space="preserve">van 4 x 4 meter. </w:t>
      </w:r>
    </w:p>
    <w:p w:rsidR="004E6B76" w:rsidRDefault="004E6B76">
      <w:r>
        <w:t>T</w:t>
      </w:r>
      <w:r w:rsidR="00271E38">
        <w:t xml:space="preserve">el </w:t>
      </w:r>
      <w:r>
        <w:t>welke soorten er groeien en hoe</w:t>
      </w:r>
      <w:r w:rsidR="00271E38">
        <w:t xml:space="preserve"> veel planten er staan. </w:t>
      </w:r>
      <w:r>
        <w:t>(1-10-100-1000?)</w:t>
      </w:r>
    </w:p>
    <w:p w:rsidR="004E6B76" w:rsidRDefault="004E6B76">
      <w:r>
        <w:t>Determineer de soorten die je niet kent.</w:t>
      </w:r>
      <w:r w:rsidR="00271E38">
        <w:t xml:space="preserve"> </w:t>
      </w:r>
    </w:p>
    <w:p w:rsidR="004E6B76" w:rsidRDefault="004E6B76">
      <w:r>
        <w:t xml:space="preserve">Zoek op via </w:t>
      </w:r>
      <w:hyperlink r:id="rId5" w:history="1">
        <w:r w:rsidRPr="00524D99">
          <w:rPr>
            <w:rStyle w:val="Hyperlink"/>
          </w:rPr>
          <w:t>http://www.floravannederland.nl</w:t>
        </w:r>
      </w:hyperlink>
      <w:r>
        <w:t xml:space="preserve"> en noteer voedselrijkdom, vocht en zuurgraad.</w:t>
      </w:r>
    </w:p>
    <w:p w:rsidR="001818B0" w:rsidRDefault="001926CE">
      <w:r>
        <w:rPr>
          <w:noProof/>
          <w:lang w:eastAsia="nl-NL"/>
        </w:rPr>
        <w:drawing>
          <wp:inline distT="0" distB="0" distL="0" distR="0">
            <wp:extent cx="5210175" cy="5676518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3 (2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4626" cy="568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8B0" w:rsidRDefault="001818B0" w:rsidP="001818B0">
      <w:pPr>
        <w:pStyle w:val="Lijstalinea"/>
        <w:numPr>
          <w:ilvl w:val="0"/>
          <w:numId w:val="1"/>
        </w:numPr>
      </w:pPr>
      <w:r>
        <w:lastRenderedPageBreak/>
        <w:t xml:space="preserve"> Doe een grondboring</w:t>
      </w:r>
      <w:r w:rsidR="00271E38">
        <w:t xml:space="preserve"> op 2 verschillende plekk</w:t>
      </w:r>
      <w:r>
        <w:t xml:space="preserve">en. </w:t>
      </w:r>
      <w:r w:rsidR="00271E38">
        <w:t>De plekken verschillen omdat je er andere planten ziet groeien</w:t>
      </w:r>
      <w:r>
        <w:t xml:space="preserve">. Maak foto’s en beschrijf wat je ziet, voelt, ruikt. </w:t>
      </w:r>
      <w:r w:rsidR="00271E38">
        <w:t>(zie info klas 1)</w:t>
      </w:r>
    </w:p>
    <w:p w:rsidR="001818B0" w:rsidRDefault="001818B0" w:rsidP="001818B0">
      <w:pPr>
        <w:pStyle w:val="Lijstalinea"/>
      </w:pPr>
    </w:p>
    <w:p w:rsidR="001818B0" w:rsidRDefault="001818B0" w:rsidP="001818B0">
      <w:pPr>
        <w:pStyle w:val="Lijstalinea"/>
        <w:numPr>
          <w:ilvl w:val="0"/>
          <w:numId w:val="1"/>
        </w:numPr>
      </w:pPr>
      <w:r>
        <w:t xml:space="preserve">Zoek op </w:t>
      </w:r>
      <w:hyperlink r:id="rId7" w:history="1">
        <w:r w:rsidRPr="00524D99">
          <w:rPr>
            <w:rStyle w:val="Hyperlink"/>
          </w:rPr>
          <w:t>http://www.esveld.nl/</w:t>
        </w:r>
      </w:hyperlink>
      <w:r>
        <w:t xml:space="preserve"> en zoek op planteigenschappen. Vul je gegevens in wat betreft voedselrijkdom, vocht, zuurgraad. </w:t>
      </w:r>
    </w:p>
    <w:p w:rsidR="001818B0" w:rsidRDefault="001818B0" w:rsidP="001818B0">
      <w:pPr>
        <w:pStyle w:val="Lijstalinea"/>
      </w:pPr>
      <w:r>
        <w:t>Welke tuinplanten groeien van nature op deze grond?</w:t>
      </w:r>
    </w:p>
    <w:p w:rsidR="001926CE" w:rsidRDefault="001926CE" w:rsidP="001818B0">
      <w:pPr>
        <w:pStyle w:val="Lijstalinea"/>
      </w:pPr>
      <w:r>
        <w:rPr>
          <w:noProof/>
          <w:lang w:eastAsia="nl-NL"/>
        </w:rPr>
        <w:drawing>
          <wp:inline distT="0" distB="0" distL="0" distR="0">
            <wp:extent cx="5760720" cy="627189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1 (2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7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8B0" w:rsidRDefault="001818B0" w:rsidP="001818B0">
      <w:pPr>
        <w:pStyle w:val="Lijstalinea"/>
      </w:pPr>
    </w:p>
    <w:p w:rsidR="001926CE" w:rsidRDefault="001926CE" w:rsidP="001926CE">
      <w:pPr>
        <w:pStyle w:val="Lijstalinea"/>
      </w:pPr>
    </w:p>
    <w:p w:rsidR="001926CE" w:rsidRDefault="001926CE" w:rsidP="001926CE">
      <w:pPr>
        <w:pStyle w:val="Lijstalinea"/>
      </w:pPr>
    </w:p>
    <w:p w:rsidR="001926CE" w:rsidRDefault="001926CE" w:rsidP="001926CE">
      <w:pPr>
        <w:pStyle w:val="Lijstalinea"/>
      </w:pPr>
    </w:p>
    <w:p w:rsidR="001926CE" w:rsidRDefault="001926CE" w:rsidP="001926CE">
      <w:pPr>
        <w:pStyle w:val="Lijstalinea"/>
      </w:pPr>
    </w:p>
    <w:p w:rsidR="001926CE" w:rsidRDefault="001926CE" w:rsidP="001926CE">
      <w:pPr>
        <w:pStyle w:val="Lijstalinea"/>
      </w:pPr>
    </w:p>
    <w:p w:rsidR="001926CE" w:rsidRDefault="001926CE" w:rsidP="001926CE">
      <w:pPr>
        <w:pStyle w:val="Lijstalinea"/>
      </w:pPr>
    </w:p>
    <w:p w:rsidR="001926CE" w:rsidRDefault="001926CE" w:rsidP="001926CE">
      <w:pPr>
        <w:pStyle w:val="Lijstalinea"/>
      </w:pPr>
    </w:p>
    <w:p w:rsidR="001818B0" w:rsidRDefault="001818B0" w:rsidP="001818B0">
      <w:pPr>
        <w:pStyle w:val="Lijstalinea"/>
        <w:numPr>
          <w:ilvl w:val="0"/>
          <w:numId w:val="1"/>
        </w:numPr>
      </w:pPr>
      <w:r>
        <w:lastRenderedPageBreak/>
        <w:t xml:space="preserve">Klik op </w:t>
      </w:r>
      <w:r w:rsidR="00271E38">
        <w:t xml:space="preserve">Advies en dan </w:t>
      </w:r>
      <w:r>
        <w:t>verzorging e</w:t>
      </w:r>
      <w:r w:rsidR="00271E38">
        <w:t>n zoek uit welke eisen een Acer stelt aan de bodem.</w:t>
      </w:r>
    </w:p>
    <w:p w:rsidR="001926CE" w:rsidRDefault="001926CE" w:rsidP="001926CE">
      <w:pPr>
        <w:pStyle w:val="Lijstalinea"/>
      </w:pPr>
      <w:r>
        <w:rPr>
          <w:noProof/>
          <w:lang w:eastAsia="nl-NL"/>
        </w:rPr>
        <w:drawing>
          <wp:inline distT="0" distB="0" distL="0" distR="0">
            <wp:extent cx="5760720" cy="62750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x2 (2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7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6CE" w:rsidRDefault="001926CE" w:rsidP="001926CE">
      <w:pPr>
        <w:pStyle w:val="Lijstalinea"/>
      </w:pPr>
      <w:bookmarkStart w:id="0" w:name="_GoBack"/>
      <w:bookmarkEnd w:id="0"/>
    </w:p>
    <w:p w:rsidR="00271E38" w:rsidRDefault="00271E38" w:rsidP="001818B0">
      <w:pPr>
        <w:pStyle w:val="Lijstalinea"/>
        <w:numPr>
          <w:ilvl w:val="0"/>
          <w:numId w:val="1"/>
        </w:numPr>
      </w:pPr>
      <w:r>
        <w:t xml:space="preserve">Geef nu een </w:t>
      </w:r>
      <w:proofErr w:type="spellStart"/>
      <w:r>
        <w:t>bemestings</w:t>
      </w:r>
      <w:proofErr w:type="spellEnd"/>
      <w:r>
        <w:t xml:space="preserve"> en grondbewerkingsadvies om deze grond geschikt te maken voor de Acer.</w:t>
      </w:r>
    </w:p>
    <w:p w:rsidR="001818B0" w:rsidRDefault="001818B0" w:rsidP="001818B0"/>
    <w:p w:rsidR="001818B0" w:rsidRDefault="001818B0" w:rsidP="001818B0">
      <w:pPr>
        <w:pStyle w:val="Lijstalinea"/>
      </w:pPr>
    </w:p>
    <w:p w:rsidR="004E6B76" w:rsidRDefault="004E6B76"/>
    <w:p w:rsidR="004E6B76" w:rsidRDefault="004E6B76"/>
    <w:p w:rsidR="004E6B76" w:rsidRDefault="004E6B76"/>
    <w:sectPr w:rsidR="004E6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476FE"/>
    <w:multiLevelType w:val="hybridMultilevel"/>
    <w:tmpl w:val="7BCCE4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76"/>
    <w:rsid w:val="001818B0"/>
    <w:rsid w:val="001926CE"/>
    <w:rsid w:val="00271E38"/>
    <w:rsid w:val="004E6B76"/>
    <w:rsid w:val="008A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77B9"/>
  <w15:chartTrackingRefBased/>
  <w15:docId w15:val="{6FA63DFE-E9C4-47DD-8FDE-38C6A1B8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6B7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81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esveld.n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floravannederland.n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2017-10-08T13:40:00Z</dcterms:created>
  <dcterms:modified xsi:type="dcterms:W3CDTF">2017-10-08T14:25:00Z</dcterms:modified>
</cp:coreProperties>
</file>