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7920E0" w:rsidRPr="00BA43FB" w:rsidTr="00C1123F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:rsidR="007920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DRAAIBOEK ACTIVITEIT</w:t>
            </w:r>
          </w:p>
          <w:p w:rsidR="00EA09E0" w:rsidRPr="00BA43FB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87591D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Oriënteren op de activiteit</w:t>
            </w: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Naam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7920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Type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D65200" w:rsidRDefault="007920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Doelgroep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Groepsgrootte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Situatie / Plaats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Begeleiding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Plannen van de activiteit</w:t>
            </w: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Doel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Tijdstip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Materialen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Klaarzetten 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Overleggen met … over …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7920E0" w:rsidRDefault="007920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Uitvoeren en controleren van de activiteit (programma)</w:t>
            </w:r>
          </w:p>
        </w:tc>
      </w:tr>
      <w:tr w:rsidR="00EA09E0" w:rsidRPr="00EA09E0" w:rsidTr="00B239F6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b/>
                <w:sz w:val="20"/>
                <w:szCs w:val="20"/>
              </w:rPr>
              <w:t>T.a.v. opstarten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vertel, leg 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laat zien: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deel in/uit: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0002C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doen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Ik let op: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7D0892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afronden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ga na wat men er van vond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ruim op/sluit af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Reflecteren op de activiteit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C5401B" w:rsidP="00C5401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Aandachts</w:t>
            </w:r>
            <w:bookmarkStart w:id="0" w:name="_GoBack"/>
            <w:bookmarkEnd w:id="0"/>
            <w:r w:rsidR="00EA09E0">
              <w:rPr>
                <w:rFonts w:ascii="Calibri" w:eastAsia="Calibri" w:hAnsi="Calibri" w:cs="Times New Roman"/>
                <w:sz w:val="20"/>
                <w:szCs w:val="20"/>
              </w:rPr>
              <w:t>punten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p w:rsidR="007920E0" w:rsidRPr="00B06523" w:rsidRDefault="007920E0" w:rsidP="007920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E0"/>
    <w:rsid w:val="000F5087"/>
    <w:rsid w:val="001B16CE"/>
    <w:rsid w:val="003308A2"/>
    <w:rsid w:val="007920E0"/>
    <w:rsid w:val="00B95720"/>
    <w:rsid w:val="00C5401B"/>
    <w:rsid w:val="00D20895"/>
    <w:rsid w:val="00EA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2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2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98E16608</Template>
  <TotalTime>1</TotalTime>
  <Pages>1</Pages>
  <Words>77</Words>
  <Characters>483</Characters>
  <Application>Microsoft Office Word</Application>
  <DocSecurity>0</DocSecurity>
  <Lines>26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2013-07-20T08:01:00Z</dcterms:created>
  <dcterms:modified xsi:type="dcterms:W3CDTF">2014-02-01T16:44:00Z</dcterms:modified>
</cp:coreProperties>
</file>