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66B57" w14:textId="77777777" w:rsidR="00485829" w:rsidRPr="00485829" w:rsidRDefault="00485829" w:rsidP="0048582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92929"/>
          <w:sz w:val="44"/>
          <w:szCs w:val="44"/>
          <w:lang w:val="en-US"/>
        </w:rPr>
      </w:pPr>
      <w:proofErr w:type="spellStart"/>
      <w:r w:rsidRPr="00485829">
        <w:rPr>
          <w:rFonts w:ascii="Arial" w:hAnsi="Arial" w:cs="Arial"/>
          <w:b/>
          <w:bCs/>
          <w:color w:val="292929"/>
          <w:sz w:val="44"/>
          <w:szCs w:val="44"/>
          <w:lang w:val="en-US"/>
        </w:rPr>
        <w:t>Lesplan</w:t>
      </w:r>
      <w:proofErr w:type="spellEnd"/>
      <w:r w:rsidRPr="00485829">
        <w:rPr>
          <w:rFonts w:ascii="Arial" w:hAnsi="Arial" w:cs="Arial"/>
          <w:b/>
          <w:bCs/>
          <w:color w:val="292929"/>
          <w:sz w:val="44"/>
          <w:szCs w:val="44"/>
          <w:lang w:val="en-US"/>
        </w:rPr>
        <w:t xml:space="preserve"> apps</w:t>
      </w:r>
    </w:p>
    <w:tbl>
      <w:tblPr>
        <w:tblStyle w:val="Tabelraster"/>
        <w:tblpPr w:leftFromText="141" w:rightFromText="141" w:vertAnchor="text" w:horzAnchor="page" w:tblpX="1346" w:tblpY="184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485829" w:rsidRPr="006A3FBB" w14:paraId="5CE6FE3C" w14:textId="77777777" w:rsidTr="00F8225E">
        <w:tc>
          <w:tcPr>
            <w:tcW w:w="4773" w:type="dxa"/>
          </w:tcPr>
          <w:p w14:paraId="5D00D879" w14:textId="77777777" w:rsidR="00485829" w:rsidRPr="00485829" w:rsidRDefault="00485829" w:rsidP="00F8225E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</w:pPr>
            <w:proofErr w:type="spellStart"/>
            <w:r w:rsidRPr="00485829"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  <w:t>Naam</w:t>
            </w:r>
            <w:proofErr w:type="spellEnd"/>
            <w:r w:rsidRPr="00485829"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  <w:t xml:space="preserve"> van de app</w:t>
            </w:r>
          </w:p>
        </w:tc>
        <w:tc>
          <w:tcPr>
            <w:tcW w:w="4773" w:type="dxa"/>
          </w:tcPr>
          <w:p w14:paraId="047D7B11" w14:textId="77777777" w:rsidR="00485829" w:rsidRPr="00485829" w:rsidRDefault="00485829" w:rsidP="00F8225E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</w:pPr>
          </w:p>
        </w:tc>
      </w:tr>
      <w:tr w:rsidR="00485829" w:rsidRPr="006A3FBB" w14:paraId="15F152CB" w14:textId="77777777" w:rsidTr="00F8225E">
        <w:tc>
          <w:tcPr>
            <w:tcW w:w="4773" w:type="dxa"/>
          </w:tcPr>
          <w:p w14:paraId="24B43371" w14:textId="77777777" w:rsidR="00485829" w:rsidRPr="00485829" w:rsidRDefault="00485829" w:rsidP="00F8225E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</w:pPr>
            <w:proofErr w:type="spellStart"/>
            <w:r w:rsidRPr="00485829"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  <w:t>Geef</w:t>
            </w:r>
            <w:proofErr w:type="spellEnd"/>
            <w:r w:rsidRPr="00485829"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85829"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  <w:t>een</w:t>
            </w:r>
            <w:proofErr w:type="spellEnd"/>
            <w:r w:rsidRPr="00485829"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85829"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  <w:t>korte</w:t>
            </w:r>
            <w:proofErr w:type="spellEnd"/>
            <w:r w:rsidRPr="00485829"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85829"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  <w:t>beschrijving</w:t>
            </w:r>
            <w:proofErr w:type="spellEnd"/>
          </w:p>
          <w:p w14:paraId="30264241" w14:textId="77777777" w:rsidR="00485829" w:rsidRPr="00485829" w:rsidRDefault="00485829" w:rsidP="00F8225E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</w:pP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Geef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een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titel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een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korte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omschrijving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 van je </w:t>
            </w: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lesidee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 en </w:t>
            </w: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wat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 je met de app </w:t>
            </w: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doet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 in je les (</w:t>
            </w: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didactiek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).</w:t>
            </w:r>
          </w:p>
        </w:tc>
        <w:tc>
          <w:tcPr>
            <w:tcW w:w="4773" w:type="dxa"/>
          </w:tcPr>
          <w:p w14:paraId="46C8870A" w14:textId="77777777" w:rsidR="00485829" w:rsidRPr="00485829" w:rsidRDefault="00485829" w:rsidP="00F8225E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</w:pPr>
          </w:p>
        </w:tc>
      </w:tr>
      <w:tr w:rsidR="00485829" w:rsidRPr="006A3FBB" w14:paraId="3897271B" w14:textId="77777777" w:rsidTr="00F8225E">
        <w:tc>
          <w:tcPr>
            <w:tcW w:w="4773" w:type="dxa"/>
          </w:tcPr>
          <w:p w14:paraId="6601E626" w14:textId="77777777" w:rsidR="00485829" w:rsidRPr="00485829" w:rsidRDefault="00485829" w:rsidP="00F8225E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</w:pPr>
            <w:proofErr w:type="spellStart"/>
            <w:r w:rsidRPr="00485829"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  <w:t>Benoem</w:t>
            </w:r>
            <w:proofErr w:type="spellEnd"/>
            <w:r w:rsidRPr="00485829"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85829"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  <w:t>opdracht</w:t>
            </w:r>
            <w:proofErr w:type="spellEnd"/>
            <w:r w:rsidRPr="00485829"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485829"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  <w:t>voorwaarden</w:t>
            </w:r>
            <w:proofErr w:type="spellEnd"/>
            <w:r w:rsidRPr="00485829"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  <w:t xml:space="preserve"> en </w:t>
            </w:r>
            <w:proofErr w:type="spellStart"/>
            <w:r w:rsidRPr="00485829"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  <w:t>een</w:t>
            </w:r>
            <w:proofErr w:type="spellEnd"/>
            <w:r w:rsidRPr="00485829"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85829"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  <w:t>stappenplan</w:t>
            </w:r>
            <w:proofErr w:type="spellEnd"/>
          </w:p>
          <w:p w14:paraId="71E726AE" w14:textId="77777777" w:rsidR="00485829" w:rsidRPr="00485829" w:rsidRDefault="00485829" w:rsidP="00F8225E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292929"/>
                <w:sz w:val="26"/>
                <w:szCs w:val="26"/>
                <w:lang w:val="en-US"/>
              </w:rPr>
            </w:pP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Beschrijf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 de </w:t>
            </w: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opdracht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 die </w:t>
            </w: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uitgevoerd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moet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worden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 om het </w:t>
            </w: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leerdoel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te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behalen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.</w:t>
            </w:r>
          </w:p>
          <w:p w14:paraId="4BC3CA1C" w14:textId="77777777" w:rsidR="00485829" w:rsidRPr="00485829" w:rsidRDefault="00485829" w:rsidP="00F8225E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</w:pPr>
          </w:p>
        </w:tc>
        <w:tc>
          <w:tcPr>
            <w:tcW w:w="4773" w:type="dxa"/>
          </w:tcPr>
          <w:p w14:paraId="312D7967" w14:textId="77777777" w:rsidR="00485829" w:rsidRPr="00485829" w:rsidRDefault="00485829" w:rsidP="00F8225E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</w:pPr>
          </w:p>
        </w:tc>
      </w:tr>
      <w:tr w:rsidR="00485829" w:rsidRPr="006A3FBB" w14:paraId="02864E05" w14:textId="77777777" w:rsidTr="00F8225E">
        <w:tc>
          <w:tcPr>
            <w:tcW w:w="4773" w:type="dxa"/>
          </w:tcPr>
          <w:p w14:paraId="19C4039D" w14:textId="77777777" w:rsidR="00485829" w:rsidRPr="00485829" w:rsidRDefault="00485829" w:rsidP="00F8225E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</w:pPr>
            <w:proofErr w:type="spellStart"/>
            <w:r w:rsidRPr="00485829"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  <w:t>Wat</w:t>
            </w:r>
            <w:proofErr w:type="spellEnd"/>
            <w:r w:rsidRPr="00485829"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  <w:t xml:space="preserve"> is het </w:t>
            </w:r>
            <w:proofErr w:type="spellStart"/>
            <w:r w:rsidRPr="00485829"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  <w:t>leerdoel</w:t>
            </w:r>
            <w:proofErr w:type="spellEnd"/>
            <w:r w:rsidRPr="00485829"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  <w:t>?</w:t>
            </w:r>
          </w:p>
          <w:p w14:paraId="0FCB587C" w14:textId="77777777" w:rsidR="00485829" w:rsidRPr="00485829" w:rsidRDefault="00485829" w:rsidP="00F8225E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292929"/>
                <w:sz w:val="26"/>
                <w:szCs w:val="26"/>
                <w:lang w:val="en-US"/>
              </w:rPr>
            </w:pP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Beschrijf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, het </w:t>
            </w: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liefst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uitgesplitst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 per </w:t>
            </w: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doelgroep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, het </w:t>
            </w: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leerdoel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. </w:t>
            </w: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Wat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hebben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 de </w:t>
            </w: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leerlingen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geleerd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aan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 het </w:t>
            </w: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einde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 van </w:t>
            </w: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deze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 les? Tip: </w:t>
            </w: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Laat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 je </w:t>
            </w: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inspireren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 door de </w:t>
            </w: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leerdoelen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 die </w:t>
            </w: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zijn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vastgesteld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 door het </w:t>
            </w: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SLO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.</w:t>
            </w:r>
          </w:p>
          <w:p w14:paraId="070E343D" w14:textId="77777777" w:rsidR="00485829" w:rsidRPr="00485829" w:rsidRDefault="00485829" w:rsidP="00F8225E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</w:pPr>
          </w:p>
        </w:tc>
        <w:tc>
          <w:tcPr>
            <w:tcW w:w="4773" w:type="dxa"/>
          </w:tcPr>
          <w:p w14:paraId="46F6BB90" w14:textId="77777777" w:rsidR="00485829" w:rsidRPr="00485829" w:rsidRDefault="00485829" w:rsidP="00F8225E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</w:pPr>
          </w:p>
        </w:tc>
      </w:tr>
      <w:tr w:rsidR="00485829" w:rsidRPr="006A3FBB" w14:paraId="2FAEA8D5" w14:textId="77777777" w:rsidTr="00F8225E">
        <w:tc>
          <w:tcPr>
            <w:tcW w:w="4773" w:type="dxa"/>
          </w:tcPr>
          <w:p w14:paraId="756BCCF6" w14:textId="77777777" w:rsidR="00485829" w:rsidRPr="00485829" w:rsidRDefault="00485829" w:rsidP="00F822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</w:pPr>
            <w:proofErr w:type="spellStart"/>
            <w:r w:rsidRPr="00485829"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  <w:t>Niveau</w:t>
            </w:r>
            <w:proofErr w:type="spellEnd"/>
            <w:r w:rsidRPr="00485829"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85829"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  <w:t>doelgro</w:t>
            </w:r>
            <w:r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  <w:t>e</w:t>
            </w:r>
            <w:r w:rsidRPr="00485829"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  <w:t>p</w:t>
            </w:r>
            <w:proofErr w:type="spellEnd"/>
            <w:r w:rsidRPr="00485829"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  <w:t xml:space="preserve"> en type </w:t>
            </w:r>
            <w:proofErr w:type="spellStart"/>
            <w:r w:rsidRPr="00485829"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  <w:t>lesidee</w:t>
            </w:r>
            <w:proofErr w:type="spellEnd"/>
          </w:p>
          <w:p w14:paraId="43A2ED95" w14:textId="77777777" w:rsidR="00485829" w:rsidRPr="00485829" w:rsidRDefault="00485829" w:rsidP="00F8225E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Voor</w:t>
            </w:r>
            <w:proofErr w:type="spellEnd"/>
            <w:r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welke</w:t>
            </w:r>
            <w:proofErr w:type="spellEnd"/>
            <w:r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klas</w:t>
            </w:r>
            <w:proofErr w:type="spellEnd"/>
            <w:r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 is het</w:t>
            </w:r>
            <w:bookmarkStart w:id="0" w:name="_GoBack"/>
            <w:bookmarkEnd w:id="0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?</w:t>
            </w:r>
          </w:p>
          <w:p w14:paraId="5C815368" w14:textId="77777777" w:rsidR="00485829" w:rsidRPr="00485829" w:rsidRDefault="00485829" w:rsidP="00F8225E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</w:pPr>
          </w:p>
          <w:p w14:paraId="6869944C" w14:textId="77777777" w:rsidR="00485829" w:rsidRPr="00485829" w:rsidRDefault="00485829" w:rsidP="00F8225E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</w:pP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Kies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 je </w:t>
            </w: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doelgroep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; </w:t>
            </w: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individueel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 of </w:t>
            </w: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groepswerk</w:t>
            </w:r>
            <w:proofErr w:type="spellEnd"/>
          </w:p>
          <w:p w14:paraId="356B0772" w14:textId="77777777" w:rsidR="00485829" w:rsidRPr="00485829" w:rsidRDefault="00485829" w:rsidP="00F8225E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</w:pPr>
          </w:p>
          <w:p w14:paraId="6609601A" w14:textId="77777777" w:rsidR="00485829" w:rsidRPr="00485829" w:rsidRDefault="00485829" w:rsidP="00F8225E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</w:pP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Geef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 het type </w:t>
            </w: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lesidee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aan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. </w:t>
            </w: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Meerdere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opties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mogelijk</w:t>
            </w:r>
            <w:proofErr w:type="spellEnd"/>
            <w:r w:rsidRPr="00485829">
              <w:rPr>
                <w:rFonts w:ascii="Helvetica Neue" w:hAnsi="Helvetica Neue" w:cs="Helvetica Neue"/>
                <w:i/>
                <w:iCs/>
                <w:color w:val="292929"/>
                <w:sz w:val="26"/>
                <w:szCs w:val="26"/>
                <w:lang w:val="en-US"/>
              </w:rPr>
              <w:t>.</w:t>
            </w:r>
          </w:p>
          <w:p w14:paraId="10B8AE6C" w14:textId="77777777" w:rsidR="00485829" w:rsidRPr="00485829" w:rsidRDefault="00485829" w:rsidP="00F8225E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</w:pPr>
          </w:p>
          <w:p w14:paraId="18082B12" w14:textId="77777777" w:rsidR="00485829" w:rsidRPr="00485829" w:rsidRDefault="00485829" w:rsidP="00F8225E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i/>
                <w:color w:val="292929"/>
                <w:sz w:val="26"/>
                <w:szCs w:val="26"/>
                <w:lang w:val="en-US"/>
              </w:rPr>
            </w:pPr>
            <w:proofErr w:type="spellStart"/>
            <w:r w:rsidRPr="00485829">
              <w:rPr>
                <w:rFonts w:ascii="Helvetica Neue" w:hAnsi="Helvetica Neue" w:cs="Helvetica Neue"/>
                <w:i/>
                <w:color w:val="292929"/>
                <w:sz w:val="26"/>
                <w:szCs w:val="26"/>
                <w:lang w:val="en-US"/>
              </w:rPr>
              <w:t>Voorkennis</w:t>
            </w:r>
            <w:proofErr w:type="spellEnd"/>
            <w:r w:rsidRPr="00485829">
              <w:rPr>
                <w:rFonts w:ascii="Helvetica Neue" w:hAnsi="Helvetica Neue" w:cs="Helvetica Neue"/>
                <w:i/>
                <w:color w:val="292929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85829">
              <w:rPr>
                <w:rFonts w:ascii="Helvetica Neue" w:hAnsi="Helvetica Neue" w:cs="Helvetica Neue"/>
                <w:i/>
                <w:color w:val="292929"/>
                <w:sz w:val="26"/>
                <w:szCs w:val="26"/>
                <w:lang w:val="en-US"/>
              </w:rPr>
              <w:t>activeren</w:t>
            </w:r>
            <w:proofErr w:type="spellEnd"/>
            <w:r w:rsidRPr="00485829">
              <w:rPr>
                <w:rFonts w:ascii="Helvetica Neue" w:hAnsi="Helvetica Neue" w:cs="Helvetica Neue"/>
                <w:i/>
                <w:color w:val="292929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485829">
              <w:rPr>
                <w:rFonts w:ascii="Helvetica Neue" w:hAnsi="Helvetica Neue" w:cs="Helvetica Neue"/>
                <w:i/>
                <w:color w:val="292929"/>
                <w:sz w:val="26"/>
                <w:szCs w:val="26"/>
                <w:lang w:val="en-US"/>
              </w:rPr>
              <w:t>Klassikale</w:t>
            </w:r>
            <w:proofErr w:type="spellEnd"/>
            <w:r w:rsidRPr="00485829">
              <w:rPr>
                <w:rFonts w:ascii="Helvetica Neue" w:hAnsi="Helvetica Neue" w:cs="Helvetica Neue"/>
                <w:i/>
                <w:color w:val="292929"/>
                <w:sz w:val="26"/>
                <w:szCs w:val="26"/>
                <w:lang w:val="en-US"/>
              </w:rPr>
              <w:t xml:space="preserve"> instructive, Flipped classroom / </w:t>
            </w:r>
            <w:proofErr w:type="spellStart"/>
            <w:r w:rsidRPr="00485829">
              <w:rPr>
                <w:rFonts w:ascii="Helvetica Neue" w:hAnsi="Helvetica Neue" w:cs="Helvetica Neue"/>
                <w:i/>
                <w:color w:val="292929"/>
                <w:sz w:val="26"/>
                <w:szCs w:val="26"/>
                <w:lang w:val="en-US"/>
              </w:rPr>
              <w:t>instructievideo</w:t>
            </w:r>
            <w:proofErr w:type="spellEnd"/>
            <w:r w:rsidRPr="00485829">
              <w:rPr>
                <w:rFonts w:ascii="Helvetica Neue" w:hAnsi="Helvetica Neue" w:cs="Helvetica Neue"/>
                <w:i/>
                <w:color w:val="292929"/>
                <w:sz w:val="26"/>
                <w:szCs w:val="26"/>
                <w:lang w:val="en-US"/>
              </w:rPr>
              <w:t xml:space="preserve">, Brainstorm / </w:t>
            </w:r>
            <w:proofErr w:type="spellStart"/>
            <w:r w:rsidRPr="00485829">
              <w:rPr>
                <w:rFonts w:ascii="Helvetica Neue" w:hAnsi="Helvetica Neue" w:cs="Helvetica Neue"/>
                <w:i/>
                <w:color w:val="292929"/>
                <w:sz w:val="26"/>
                <w:szCs w:val="26"/>
                <w:lang w:val="en-US"/>
              </w:rPr>
              <w:t>informatieverwerking</w:t>
            </w:r>
            <w:proofErr w:type="spellEnd"/>
            <w:r w:rsidRPr="00485829">
              <w:rPr>
                <w:rFonts w:ascii="Helvetica Neue" w:hAnsi="Helvetica Neue" w:cs="Helvetica Neue"/>
                <w:i/>
                <w:color w:val="292929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485829">
              <w:rPr>
                <w:rFonts w:ascii="Helvetica Neue" w:hAnsi="Helvetica Neue" w:cs="Helvetica Neue"/>
                <w:i/>
                <w:color w:val="292929"/>
                <w:sz w:val="26"/>
                <w:szCs w:val="26"/>
                <w:lang w:val="en-US"/>
              </w:rPr>
              <w:t>Presentatie</w:t>
            </w:r>
            <w:proofErr w:type="spellEnd"/>
            <w:r w:rsidRPr="00485829">
              <w:rPr>
                <w:rFonts w:ascii="Helvetica Neue" w:hAnsi="Helvetica Neue" w:cs="Helvetica Neue"/>
                <w:i/>
                <w:color w:val="292929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485829">
              <w:rPr>
                <w:rFonts w:ascii="Helvetica Neue" w:hAnsi="Helvetica Neue" w:cs="Helvetica Neue"/>
                <w:i/>
                <w:color w:val="292929"/>
                <w:sz w:val="26"/>
                <w:szCs w:val="26"/>
                <w:lang w:val="en-US"/>
              </w:rPr>
              <w:t>Oefening</w:t>
            </w:r>
            <w:proofErr w:type="spellEnd"/>
            <w:r w:rsidRPr="00485829">
              <w:rPr>
                <w:rFonts w:ascii="Helvetica Neue" w:hAnsi="Helvetica Neue" w:cs="Helvetica Neue"/>
                <w:i/>
                <w:color w:val="292929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485829">
              <w:rPr>
                <w:rFonts w:ascii="Helvetica Neue" w:hAnsi="Helvetica Neue" w:cs="Helvetica Neue"/>
                <w:i/>
                <w:color w:val="292929"/>
                <w:sz w:val="26"/>
                <w:szCs w:val="26"/>
                <w:lang w:val="en-US"/>
              </w:rPr>
              <w:t>Creatie</w:t>
            </w:r>
            <w:proofErr w:type="spellEnd"/>
            <w:r w:rsidRPr="00485829">
              <w:rPr>
                <w:rFonts w:ascii="Helvetica Neue" w:hAnsi="Helvetica Neue" w:cs="Helvetica Neue"/>
                <w:i/>
                <w:color w:val="292929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485829">
              <w:rPr>
                <w:rFonts w:ascii="Helvetica Neue" w:hAnsi="Helvetica Neue" w:cs="Helvetica Neue"/>
                <w:i/>
                <w:color w:val="292929"/>
                <w:sz w:val="26"/>
                <w:szCs w:val="26"/>
                <w:lang w:val="en-US"/>
              </w:rPr>
              <w:t>Klassikale</w:t>
            </w:r>
            <w:proofErr w:type="spellEnd"/>
            <w:r w:rsidRPr="00485829">
              <w:rPr>
                <w:rFonts w:ascii="Helvetica Neue" w:hAnsi="Helvetica Neue" w:cs="Helvetica Neue"/>
                <w:i/>
                <w:color w:val="292929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85829">
              <w:rPr>
                <w:rFonts w:ascii="Helvetica Neue" w:hAnsi="Helvetica Neue" w:cs="Helvetica Neue"/>
                <w:i/>
                <w:color w:val="292929"/>
                <w:sz w:val="26"/>
                <w:szCs w:val="26"/>
                <w:lang w:val="en-US"/>
              </w:rPr>
              <w:t>toetsing</w:t>
            </w:r>
            <w:proofErr w:type="spellEnd"/>
            <w:r w:rsidRPr="00485829">
              <w:rPr>
                <w:rFonts w:ascii="Helvetica Neue" w:hAnsi="Helvetica Neue" w:cs="Helvetica Neue"/>
                <w:i/>
                <w:color w:val="292929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485829">
              <w:rPr>
                <w:rFonts w:ascii="Helvetica Neue" w:hAnsi="Helvetica Neue" w:cs="Helvetica Neue"/>
                <w:i/>
                <w:color w:val="292929"/>
                <w:sz w:val="26"/>
                <w:szCs w:val="26"/>
                <w:lang w:val="en-US"/>
              </w:rPr>
              <w:t>Toetsing</w:t>
            </w:r>
            <w:proofErr w:type="spellEnd"/>
            <w:r w:rsidRPr="00485829">
              <w:rPr>
                <w:rFonts w:ascii="Helvetica Neue" w:hAnsi="Helvetica Neue" w:cs="Helvetica Neue"/>
                <w:i/>
                <w:color w:val="292929"/>
                <w:sz w:val="26"/>
                <w:szCs w:val="26"/>
                <w:lang w:val="en-US"/>
              </w:rPr>
              <w:t xml:space="preserve"> op </w:t>
            </w:r>
            <w:proofErr w:type="spellStart"/>
            <w:r w:rsidRPr="00485829">
              <w:rPr>
                <w:rFonts w:ascii="Helvetica Neue" w:hAnsi="Helvetica Neue" w:cs="Helvetica Neue"/>
                <w:i/>
                <w:color w:val="292929"/>
                <w:sz w:val="26"/>
                <w:szCs w:val="26"/>
                <w:lang w:val="en-US"/>
              </w:rPr>
              <w:t>eigen</w:t>
            </w:r>
            <w:proofErr w:type="spellEnd"/>
            <w:r w:rsidRPr="00485829">
              <w:rPr>
                <w:rFonts w:ascii="Helvetica Neue" w:hAnsi="Helvetica Neue" w:cs="Helvetica Neue"/>
                <w:i/>
                <w:color w:val="292929"/>
                <w:sz w:val="26"/>
                <w:szCs w:val="26"/>
                <w:lang w:val="en-US"/>
              </w:rPr>
              <w:t xml:space="preserve"> tempo, </w:t>
            </w:r>
            <w:proofErr w:type="spellStart"/>
            <w:r w:rsidRPr="00485829">
              <w:rPr>
                <w:rFonts w:ascii="Helvetica Neue" w:hAnsi="Helvetica Neue" w:cs="Helvetica Neue"/>
                <w:i/>
                <w:color w:val="292929"/>
                <w:sz w:val="26"/>
                <w:szCs w:val="26"/>
                <w:lang w:val="en-US"/>
              </w:rPr>
              <w:t>Reflectie</w:t>
            </w:r>
            <w:proofErr w:type="spellEnd"/>
          </w:p>
          <w:p w14:paraId="0C69101C" w14:textId="77777777" w:rsidR="00485829" w:rsidRPr="00485829" w:rsidRDefault="00485829" w:rsidP="00F8225E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</w:pPr>
          </w:p>
        </w:tc>
        <w:tc>
          <w:tcPr>
            <w:tcW w:w="4773" w:type="dxa"/>
          </w:tcPr>
          <w:p w14:paraId="359BA8FC" w14:textId="77777777" w:rsidR="00485829" w:rsidRPr="00485829" w:rsidRDefault="00485829" w:rsidP="00F8225E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color w:val="292929"/>
                <w:sz w:val="26"/>
                <w:szCs w:val="26"/>
                <w:lang w:val="en-US"/>
              </w:rPr>
            </w:pPr>
          </w:p>
        </w:tc>
      </w:tr>
    </w:tbl>
    <w:p w14:paraId="5A8FD2B0" w14:textId="77777777" w:rsidR="00485829" w:rsidRDefault="00485829" w:rsidP="00485829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292929"/>
          <w:sz w:val="44"/>
          <w:szCs w:val="44"/>
          <w:lang w:val="en-US"/>
        </w:rPr>
      </w:pPr>
      <w:r>
        <w:fldChar w:fldCharType="begin"/>
      </w:r>
      <w:r>
        <w:instrText xml:space="preserve"> HYPERLINK "http://www.eduapp.nl" </w:instrText>
      </w:r>
      <w:r>
        <w:fldChar w:fldCharType="separate"/>
      </w:r>
      <w:r w:rsidRPr="00C25D6E">
        <w:rPr>
          <w:rStyle w:val="Hyperlink"/>
          <w:rFonts w:ascii="Helvetica Neue" w:hAnsi="Helvetica Neue" w:cs="Helvetica Neue"/>
          <w:b/>
          <w:bCs/>
          <w:sz w:val="44"/>
          <w:szCs w:val="44"/>
          <w:lang w:val="en-US"/>
        </w:rPr>
        <w:t>www.eduapp.nl</w:t>
      </w:r>
      <w:r>
        <w:rPr>
          <w:rStyle w:val="Hyperlink"/>
          <w:rFonts w:ascii="Helvetica Neue" w:hAnsi="Helvetica Neue" w:cs="Helvetica Neue"/>
          <w:b/>
          <w:bCs/>
          <w:sz w:val="44"/>
          <w:szCs w:val="44"/>
          <w:lang w:val="en-US"/>
        </w:rPr>
        <w:fldChar w:fldCharType="end"/>
      </w:r>
      <w:r w:rsidRPr="00C01D8F">
        <w:rPr>
          <w:rFonts w:ascii="Helvetica Neue" w:hAnsi="Helvetica Neue" w:cs="Helvetica Neue"/>
          <w:b/>
          <w:bCs/>
          <w:color w:val="292929"/>
          <w:sz w:val="44"/>
          <w:szCs w:val="44"/>
          <w:lang w:val="en-US"/>
        </w:rPr>
        <w:t>.</w:t>
      </w:r>
      <w:r>
        <w:rPr>
          <w:rFonts w:ascii="Helvetica Neue" w:hAnsi="Helvetica Neue" w:cs="Helvetica Neue"/>
          <w:b/>
          <w:bCs/>
          <w:color w:val="292929"/>
          <w:sz w:val="44"/>
          <w:szCs w:val="44"/>
          <w:lang w:val="en-US"/>
        </w:rPr>
        <w:t xml:space="preserve"> </w:t>
      </w:r>
    </w:p>
    <w:p w14:paraId="5A928593" w14:textId="77777777" w:rsidR="00485829" w:rsidRDefault="00485829" w:rsidP="00485829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292929"/>
          <w:sz w:val="44"/>
          <w:szCs w:val="44"/>
          <w:lang w:val="en-US"/>
        </w:rPr>
      </w:pPr>
    </w:p>
    <w:p w14:paraId="421B37DC" w14:textId="77777777" w:rsidR="00485829" w:rsidRPr="006A3FBB" w:rsidRDefault="00485829" w:rsidP="00485829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292929"/>
          <w:sz w:val="28"/>
          <w:szCs w:val="28"/>
          <w:lang w:val="en-US"/>
        </w:rPr>
      </w:pPr>
    </w:p>
    <w:p w14:paraId="293ADC7F" w14:textId="77777777" w:rsidR="00485829" w:rsidRPr="006A3FBB" w:rsidRDefault="00485829" w:rsidP="00485829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292929"/>
          <w:sz w:val="28"/>
          <w:szCs w:val="28"/>
          <w:lang w:val="en-US"/>
        </w:rPr>
      </w:pPr>
    </w:p>
    <w:p w14:paraId="5229CB5A" w14:textId="77777777" w:rsidR="00485829" w:rsidRPr="006A3FBB" w:rsidRDefault="00485829" w:rsidP="00485829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292929"/>
          <w:sz w:val="28"/>
          <w:szCs w:val="28"/>
          <w:lang w:val="en-US"/>
        </w:rPr>
      </w:pPr>
    </w:p>
    <w:p w14:paraId="286B2605" w14:textId="77777777" w:rsidR="00485829" w:rsidRDefault="00485829" w:rsidP="00485829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292929"/>
          <w:sz w:val="44"/>
          <w:szCs w:val="44"/>
          <w:lang w:val="en-US"/>
        </w:rPr>
      </w:pPr>
    </w:p>
    <w:p w14:paraId="319E5DFE" w14:textId="77777777" w:rsidR="00485829" w:rsidRDefault="00485829" w:rsidP="00485829"/>
    <w:p w14:paraId="23889A63" w14:textId="77777777" w:rsidR="00D06284" w:rsidRDefault="00D06284" w:rsidP="00D06284">
      <w:pPr>
        <w:rPr>
          <w:rFonts w:ascii="Arial" w:hAnsi="Arial" w:cs="Arial"/>
          <w:b/>
        </w:rPr>
      </w:pPr>
    </w:p>
    <w:p w14:paraId="4A979BE2" w14:textId="77777777" w:rsidR="00641E85" w:rsidRDefault="00641E85" w:rsidP="00641E85">
      <w:pPr>
        <w:rPr>
          <w:rFonts w:ascii="Arial" w:hAnsi="Arial" w:cs="Arial"/>
          <w:b/>
        </w:rPr>
      </w:pPr>
    </w:p>
    <w:p w14:paraId="354417BA" w14:textId="77777777" w:rsidR="00924C3D" w:rsidRPr="00510CA2" w:rsidRDefault="00924C3D" w:rsidP="00527E16">
      <w:pPr>
        <w:rPr>
          <w:rFonts w:ascii="Arial" w:hAnsi="Arial" w:cs="Arial"/>
        </w:rPr>
      </w:pPr>
    </w:p>
    <w:sectPr w:rsidR="00924C3D" w:rsidRPr="00510CA2" w:rsidSect="003C6012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2092" w:right="566" w:bottom="1418" w:left="1418" w:header="709" w:footer="709" w:gutter="0"/>
      <w:cols w:space="708"/>
      <w:titlePg/>
      <w:docGrid w:linePitch="360"/>
      <w:sectPrChange w:id="1" w:author="John van Dongen" w:date="2015-02-18T10:10:00Z">
        <w:sectPr w:rsidR="00924C3D" w:rsidRPr="00510CA2" w:rsidSect="003C6012">
          <w:pgMar w:top="2977" w:right="1418" w:bottom="1418" w:left="1418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33D8EC" w14:textId="77777777" w:rsidR="003D40FC" w:rsidRDefault="003D40FC" w:rsidP="00D046F2">
      <w:r>
        <w:separator/>
      </w:r>
    </w:p>
  </w:endnote>
  <w:endnote w:type="continuationSeparator" w:id="0">
    <w:p w14:paraId="5912903A" w14:textId="77777777" w:rsidR="003D40FC" w:rsidRDefault="003D40FC" w:rsidP="00D04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ＭＳ Ｐ明朝"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9704060"/>
      <w:docPartObj>
        <w:docPartGallery w:val="Page Numbers (Bottom of Page)"/>
        <w:docPartUnique/>
      </w:docPartObj>
    </w:sdtPr>
    <w:sdtEndPr/>
    <w:sdtContent>
      <w:p w14:paraId="4C786D89" w14:textId="77777777" w:rsidR="00465E85" w:rsidRDefault="00465E85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63E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30EF331" w14:textId="77777777" w:rsidR="00465E85" w:rsidRDefault="00465E85">
    <w:pPr>
      <w:pStyle w:val="Voettekst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9704059"/>
      <w:docPartObj>
        <w:docPartGallery w:val="Page Numbers (Bottom of Page)"/>
        <w:docPartUnique/>
      </w:docPartObj>
    </w:sdtPr>
    <w:sdtEndPr/>
    <w:sdtContent>
      <w:p w14:paraId="17B0629B" w14:textId="77777777" w:rsidR="00465E85" w:rsidRDefault="00465E85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582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4C387A2" w14:textId="77777777" w:rsidR="00465E85" w:rsidRDefault="00465E85">
    <w:pPr>
      <w:pStyle w:val="Voetteks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8346AD" w14:textId="77777777" w:rsidR="003D40FC" w:rsidRDefault="003D40FC" w:rsidP="00D046F2">
      <w:r>
        <w:separator/>
      </w:r>
    </w:p>
  </w:footnote>
  <w:footnote w:type="continuationSeparator" w:id="0">
    <w:p w14:paraId="61B471DB" w14:textId="77777777" w:rsidR="003D40FC" w:rsidRDefault="003D40FC" w:rsidP="00D046F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81EDBE" w14:textId="77777777" w:rsidR="00465E85" w:rsidRPr="00D046F2" w:rsidRDefault="00465E85">
    <w:pPr>
      <w:pStyle w:val="Koptekst"/>
      <w:rPr>
        <w:lang w:val="en-US"/>
      </w:rPr>
    </w:pPr>
    <w:r w:rsidRPr="000728EE">
      <w:rPr>
        <w:noProof/>
        <w:lang w:eastAsia="nl-NL"/>
      </w:rPr>
      <w:drawing>
        <wp:inline distT="0" distB="0" distL="0" distR="0" wp14:anchorId="60264A1E" wp14:editId="37F65A0F">
          <wp:extent cx="2307336" cy="563880"/>
          <wp:effectExtent l="0" t="0" r="4445" b="0"/>
          <wp:docPr id="5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7336" cy="56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C58A2E" w14:textId="77777777" w:rsidR="00465E85" w:rsidRDefault="00465E85" w:rsidP="00217BB0">
    <w:pPr>
      <w:pStyle w:val="Koptekst"/>
      <w:tabs>
        <w:tab w:val="clear" w:pos="9072"/>
        <w:tab w:val="right" w:pos="9639"/>
      </w:tabs>
    </w:pPr>
    <w:r>
      <w:rPr>
        <w:noProof/>
        <w:lang w:eastAsia="nl-NL"/>
      </w:rPr>
      <w:drawing>
        <wp:inline distT="0" distB="0" distL="0" distR="0" wp14:anchorId="00E9C047" wp14:editId="22821A91">
          <wp:extent cx="2307336" cy="563880"/>
          <wp:effectExtent l="0" t="0" r="4445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7336" cy="56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01428"/>
    <w:multiLevelType w:val="hybridMultilevel"/>
    <w:tmpl w:val="0422F808"/>
    <w:lvl w:ilvl="0" w:tplc="A62C657C">
      <w:start w:val="3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9E4681"/>
    <w:multiLevelType w:val="hybridMultilevel"/>
    <w:tmpl w:val="D0CA4D6C"/>
    <w:lvl w:ilvl="0" w:tplc="0BAC460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357310"/>
    <w:multiLevelType w:val="hybridMultilevel"/>
    <w:tmpl w:val="DBB67510"/>
    <w:lvl w:ilvl="0" w:tplc="196245E2">
      <w:start w:val="6600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216343"/>
    <w:multiLevelType w:val="hybridMultilevel"/>
    <w:tmpl w:val="B8B0CB6C"/>
    <w:lvl w:ilvl="0" w:tplc="A62C657C">
      <w:start w:val="3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DE5AE5"/>
    <w:multiLevelType w:val="hybridMultilevel"/>
    <w:tmpl w:val="44E8DCD8"/>
    <w:lvl w:ilvl="0" w:tplc="F194717C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B51782D"/>
    <w:multiLevelType w:val="hybridMultilevel"/>
    <w:tmpl w:val="0F4E8356"/>
    <w:lvl w:ilvl="0" w:tplc="44480138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9C1463"/>
    <w:multiLevelType w:val="hybridMultilevel"/>
    <w:tmpl w:val="AFBAFC9A"/>
    <w:lvl w:ilvl="0" w:tplc="A62C657C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176BF"/>
    <w:multiLevelType w:val="hybridMultilevel"/>
    <w:tmpl w:val="25E88ED8"/>
    <w:lvl w:ilvl="0" w:tplc="5F1AEB28">
      <w:start w:val="400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4F401C"/>
    <w:multiLevelType w:val="hybridMultilevel"/>
    <w:tmpl w:val="B0FE97AC"/>
    <w:lvl w:ilvl="0" w:tplc="C54C6DF4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0AA5C2F"/>
    <w:multiLevelType w:val="hybridMultilevel"/>
    <w:tmpl w:val="619AAF2C"/>
    <w:lvl w:ilvl="0" w:tplc="44480138">
      <w:start w:val="20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3936475"/>
    <w:multiLevelType w:val="hybridMultilevel"/>
    <w:tmpl w:val="F6188EFC"/>
    <w:lvl w:ilvl="0" w:tplc="C548CD12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F41E84"/>
    <w:multiLevelType w:val="hybridMultilevel"/>
    <w:tmpl w:val="B2341E5C"/>
    <w:lvl w:ilvl="0" w:tplc="A62C657C">
      <w:start w:val="3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A472B63"/>
    <w:multiLevelType w:val="hybridMultilevel"/>
    <w:tmpl w:val="48BCB8D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3C15E4"/>
    <w:multiLevelType w:val="hybridMultilevel"/>
    <w:tmpl w:val="DC4AA5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98B3EF2"/>
    <w:multiLevelType w:val="hybridMultilevel"/>
    <w:tmpl w:val="C000411E"/>
    <w:lvl w:ilvl="0" w:tplc="5DF608B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653E40"/>
    <w:multiLevelType w:val="hybridMultilevel"/>
    <w:tmpl w:val="76088862"/>
    <w:lvl w:ilvl="0" w:tplc="74FC4DD6">
      <w:start w:val="92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4F1F3E"/>
    <w:multiLevelType w:val="hybridMultilevel"/>
    <w:tmpl w:val="7FD0C70A"/>
    <w:lvl w:ilvl="0" w:tplc="B25AD95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8E4A60"/>
    <w:multiLevelType w:val="hybridMultilevel"/>
    <w:tmpl w:val="EE4ED9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2"/>
  </w:num>
  <w:num w:numId="4">
    <w:abstractNumId w:val="8"/>
  </w:num>
  <w:num w:numId="5">
    <w:abstractNumId w:val="4"/>
  </w:num>
  <w:num w:numId="6">
    <w:abstractNumId w:val="10"/>
  </w:num>
  <w:num w:numId="7">
    <w:abstractNumId w:val="16"/>
  </w:num>
  <w:num w:numId="8">
    <w:abstractNumId w:val="15"/>
  </w:num>
  <w:num w:numId="9">
    <w:abstractNumId w:val="14"/>
  </w:num>
  <w:num w:numId="10">
    <w:abstractNumId w:val="5"/>
  </w:num>
  <w:num w:numId="11">
    <w:abstractNumId w:val="9"/>
  </w:num>
  <w:num w:numId="12">
    <w:abstractNumId w:val="2"/>
  </w:num>
  <w:num w:numId="13">
    <w:abstractNumId w:val="6"/>
  </w:num>
  <w:num w:numId="14">
    <w:abstractNumId w:val="11"/>
  </w:num>
  <w:num w:numId="15">
    <w:abstractNumId w:val="3"/>
  </w:num>
  <w:num w:numId="16">
    <w:abstractNumId w:val="0"/>
  </w:num>
  <w:num w:numId="17">
    <w:abstractNumId w:val="1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attachedTemplate r:id="rId1"/>
  <w:revisionView w:markup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829"/>
    <w:rsid w:val="00002DF6"/>
    <w:rsid w:val="00023CB3"/>
    <w:rsid w:val="000426AD"/>
    <w:rsid w:val="00060484"/>
    <w:rsid w:val="00061C68"/>
    <w:rsid w:val="000700B7"/>
    <w:rsid w:val="000728EE"/>
    <w:rsid w:val="0008347E"/>
    <w:rsid w:val="00093956"/>
    <w:rsid w:val="00095295"/>
    <w:rsid w:val="00096E56"/>
    <w:rsid w:val="000C4B22"/>
    <w:rsid w:val="00117B46"/>
    <w:rsid w:val="0012345A"/>
    <w:rsid w:val="001362A0"/>
    <w:rsid w:val="00145C0F"/>
    <w:rsid w:val="001715DF"/>
    <w:rsid w:val="00173E59"/>
    <w:rsid w:val="001868BE"/>
    <w:rsid w:val="001D781B"/>
    <w:rsid w:val="001E062F"/>
    <w:rsid w:val="001F58EE"/>
    <w:rsid w:val="001F6445"/>
    <w:rsid w:val="00214DE4"/>
    <w:rsid w:val="002164DD"/>
    <w:rsid w:val="00217BB0"/>
    <w:rsid w:val="00246E3E"/>
    <w:rsid w:val="002572FE"/>
    <w:rsid w:val="00283704"/>
    <w:rsid w:val="002920C8"/>
    <w:rsid w:val="002931CF"/>
    <w:rsid w:val="002B07CF"/>
    <w:rsid w:val="002B2EB5"/>
    <w:rsid w:val="002B46D8"/>
    <w:rsid w:val="002D6C75"/>
    <w:rsid w:val="002E1191"/>
    <w:rsid w:val="00302E1A"/>
    <w:rsid w:val="00306567"/>
    <w:rsid w:val="00311275"/>
    <w:rsid w:val="00316EE0"/>
    <w:rsid w:val="0032720B"/>
    <w:rsid w:val="00352B03"/>
    <w:rsid w:val="00374976"/>
    <w:rsid w:val="003A29E7"/>
    <w:rsid w:val="003A2CA0"/>
    <w:rsid w:val="003C0742"/>
    <w:rsid w:val="003C2112"/>
    <w:rsid w:val="003C6012"/>
    <w:rsid w:val="003D40FC"/>
    <w:rsid w:val="003E1C5D"/>
    <w:rsid w:val="00416136"/>
    <w:rsid w:val="00452B40"/>
    <w:rsid w:val="00456A9E"/>
    <w:rsid w:val="004576F4"/>
    <w:rsid w:val="00460F9F"/>
    <w:rsid w:val="00465E85"/>
    <w:rsid w:val="00485829"/>
    <w:rsid w:val="004D07F4"/>
    <w:rsid w:val="004D6562"/>
    <w:rsid w:val="004E004C"/>
    <w:rsid w:val="00510CA2"/>
    <w:rsid w:val="0051788D"/>
    <w:rsid w:val="00521B62"/>
    <w:rsid w:val="005225F6"/>
    <w:rsid w:val="00524A93"/>
    <w:rsid w:val="00527E16"/>
    <w:rsid w:val="0054205B"/>
    <w:rsid w:val="00555F13"/>
    <w:rsid w:val="00557054"/>
    <w:rsid w:val="0058203A"/>
    <w:rsid w:val="005A63E9"/>
    <w:rsid w:val="005C0A1D"/>
    <w:rsid w:val="005C3667"/>
    <w:rsid w:val="005F3E3F"/>
    <w:rsid w:val="00630861"/>
    <w:rsid w:val="00641E85"/>
    <w:rsid w:val="006659E7"/>
    <w:rsid w:val="00666CF5"/>
    <w:rsid w:val="00670693"/>
    <w:rsid w:val="00682120"/>
    <w:rsid w:val="006B429A"/>
    <w:rsid w:val="006F05A4"/>
    <w:rsid w:val="006F24CC"/>
    <w:rsid w:val="00725ED7"/>
    <w:rsid w:val="007579B2"/>
    <w:rsid w:val="00773F78"/>
    <w:rsid w:val="00774DF3"/>
    <w:rsid w:val="00785993"/>
    <w:rsid w:val="007D1364"/>
    <w:rsid w:val="007D2432"/>
    <w:rsid w:val="008047CE"/>
    <w:rsid w:val="00806A7D"/>
    <w:rsid w:val="00820B4D"/>
    <w:rsid w:val="008234DE"/>
    <w:rsid w:val="008358CF"/>
    <w:rsid w:val="008538B3"/>
    <w:rsid w:val="00860F5E"/>
    <w:rsid w:val="00876617"/>
    <w:rsid w:val="00892C02"/>
    <w:rsid w:val="008944BA"/>
    <w:rsid w:val="00897FDF"/>
    <w:rsid w:val="008A1F79"/>
    <w:rsid w:val="008D1626"/>
    <w:rsid w:val="008D597E"/>
    <w:rsid w:val="008E3CE9"/>
    <w:rsid w:val="008E6AB3"/>
    <w:rsid w:val="008E6ABB"/>
    <w:rsid w:val="008F0841"/>
    <w:rsid w:val="008F3538"/>
    <w:rsid w:val="00903CBE"/>
    <w:rsid w:val="00904947"/>
    <w:rsid w:val="009154C1"/>
    <w:rsid w:val="00924C3D"/>
    <w:rsid w:val="00937986"/>
    <w:rsid w:val="0094093A"/>
    <w:rsid w:val="00942D4B"/>
    <w:rsid w:val="00952467"/>
    <w:rsid w:val="00956BB5"/>
    <w:rsid w:val="00961F78"/>
    <w:rsid w:val="00962CF6"/>
    <w:rsid w:val="009828C5"/>
    <w:rsid w:val="0099009D"/>
    <w:rsid w:val="0099370A"/>
    <w:rsid w:val="00993A50"/>
    <w:rsid w:val="00996CAD"/>
    <w:rsid w:val="00997B0A"/>
    <w:rsid w:val="009B7512"/>
    <w:rsid w:val="009C56A1"/>
    <w:rsid w:val="009E18E9"/>
    <w:rsid w:val="009E6A25"/>
    <w:rsid w:val="009F5E5A"/>
    <w:rsid w:val="00A00C5E"/>
    <w:rsid w:val="00A550B2"/>
    <w:rsid w:val="00A759A2"/>
    <w:rsid w:val="00A857DF"/>
    <w:rsid w:val="00A85A91"/>
    <w:rsid w:val="00AA0B83"/>
    <w:rsid w:val="00AC0434"/>
    <w:rsid w:val="00AD25D0"/>
    <w:rsid w:val="00B04BCF"/>
    <w:rsid w:val="00B16F8C"/>
    <w:rsid w:val="00B2094D"/>
    <w:rsid w:val="00B82864"/>
    <w:rsid w:val="00B90800"/>
    <w:rsid w:val="00BA38C8"/>
    <w:rsid w:val="00BF5BA2"/>
    <w:rsid w:val="00C377E6"/>
    <w:rsid w:val="00C404E7"/>
    <w:rsid w:val="00C46512"/>
    <w:rsid w:val="00C6645C"/>
    <w:rsid w:val="00C96EBB"/>
    <w:rsid w:val="00CC5E29"/>
    <w:rsid w:val="00D00C88"/>
    <w:rsid w:val="00D01D86"/>
    <w:rsid w:val="00D046F2"/>
    <w:rsid w:val="00D0545D"/>
    <w:rsid w:val="00D06284"/>
    <w:rsid w:val="00D35B1F"/>
    <w:rsid w:val="00D429F6"/>
    <w:rsid w:val="00D518DB"/>
    <w:rsid w:val="00D51E13"/>
    <w:rsid w:val="00D95DA4"/>
    <w:rsid w:val="00DA087A"/>
    <w:rsid w:val="00DA7C38"/>
    <w:rsid w:val="00DB1C57"/>
    <w:rsid w:val="00DB1E03"/>
    <w:rsid w:val="00DF033E"/>
    <w:rsid w:val="00DF77F5"/>
    <w:rsid w:val="00E02D94"/>
    <w:rsid w:val="00E12C19"/>
    <w:rsid w:val="00E258E3"/>
    <w:rsid w:val="00E447B4"/>
    <w:rsid w:val="00E52930"/>
    <w:rsid w:val="00E806D5"/>
    <w:rsid w:val="00E8283E"/>
    <w:rsid w:val="00E87F48"/>
    <w:rsid w:val="00EB4940"/>
    <w:rsid w:val="00ED3C22"/>
    <w:rsid w:val="00EE065A"/>
    <w:rsid w:val="00EE0FC0"/>
    <w:rsid w:val="00F0203C"/>
    <w:rsid w:val="00F16CBA"/>
    <w:rsid w:val="00F55E5C"/>
    <w:rsid w:val="00F57F1E"/>
    <w:rsid w:val="00F75B2D"/>
    <w:rsid w:val="00F850DE"/>
    <w:rsid w:val="00FA567A"/>
    <w:rsid w:val="00FB3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2BC01B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8"/>
        <w:szCs w:val="28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85829"/>
    <w:pPr>
      <w:spacing w:after="0" w:line="240" w:lineRule="auto"/>
    </w:pPr>
    <w:rPr>
      <w:rFonts w:eastAsiaTheme="minorEastAsia"/>
      <w:sz w:val="24"/>
      <w:szCs w:val="24"/>
      <w:lang w:eastAsia="nl-NL"/>
    </w:rPr>
  </w:style>
  <w:style w:type="paragraph" w:styleId="Kop2">
    <w:name w:val="heading 2"/>
    <w:basedOn w:val="Standaard"/>
    <w:link w:val="Kop2Teken"/>
    <w:uiPriority w:val="9"/>
    <w:qFormat/>
    <w:rsid w:val="00CC5E29"/>
    <w:pPr>
      <w:spacing w:before="100" w:beforeAutospacing="1" w:after="100" w:afterAutospacing="1"/>
      <w:outlineLvl w:val="1"/>
    </w:pPr>
    <w:rPr>
      <w:rFonts w:asciiTheme="majorHAnsi" w:eastAsia="Times New Roman" w:hAnsiTheme="majorHAnsi" w:cs="Times New Roman"/>
      <w:b/>
      <w:bCs/>
      <w:sz w:val="22"/>
      <w:szCs w:val="36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uiPriority w:val="9"/>
    <w:rsid w:val="00CC5E29"/>
    <w:rPr>
      <w:rFonts w:asciiTheme="majorHAnsi" w:eastAsia="Times New Roman" w:hAnsiTheme="majorHAnsi" w:cs="Times New Roman"/>
      <w:b/>
      <w:bCs/>
      <w:sz w:val="28"/>
      <w:szCs w:val="36"/>
      <w:lang w:val="en-US" w:eastAsia="nl-NL"/>
    </w:rPr>
  </w:style>
  <w:style w:type="paragraph" w:styleId="Koptekst">
    <w:name w:val="header"/>
    <w:basedOn w:val="Standaard"/>
    <w:link w:val="KoptekstTeken"/>
    <w:uiPriority w:val="99"/>
    <w:unhideWhenUsed/>
    <w:rsid w:val="00D046F2"/>
    <w:pPr>
      <w:tabs>
        <w:tab w:val="center" w:pos="4536"/>
        <w:tab w:val="right" w:pos="9072"/>
      </w:tabs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KoptekstTeken">
    <w:name w:val="Koptekst Teken"/>
    <w:basedOn w:val="Standaardalinea-lettertype"/>
    <w:link w:val="Koptekst"/>
    <w:uiPriority w:val="99"/>
    <w:rsid w:val="00D046F2"/>
  </w:style>
  <w:style w:type="paragraph" w:styleId="Voettekst">
    <w:name w:val="footer"/>
    <w:basedOn w:val="Standaard"/>
    <w:link w:val="VoettekstTeken"/>
    <w:uiPriority w:val="99"/>
    <w:unhideWhenUsed/>
    <w:rsid w:val="00D046F2"/>
    <w:pPr>
      <w:tabs>
        <w:tab w:val="center" w:pos="4536"/>
        <w:tab w:val="right" w:pos="9072"/>
      </w:tabs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VoettekstTeken">
    <w:name w:val="Voettekst Teken"/>
    <w:basedOn w:val="Standaardalinea-lettertype"/>
    <w:link w:val="Voettekst"/>
    <w:uiPriority w:val="99"/>
    <w:rsid w:val="00D046F2"/>
  </w:style>
  <w:style w:type="paragraph" w:styleId="Ballontekst">
    <w:name w:val="Balloon Text"/>
    <w:basedOn w:val="Standaard"/>
    <w:link w:val="BallontekstTeken"/>
    <w:uiPriority w:val="99"/>
    <w:semiHidden/>
    <w:unhideWhenUsed/>
    <w:rsid w:val="00D046F2"/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D046F2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996CAD"/>
    <w:rPr>
      <w:color w:val="808080"/>
    </w:rPr>
  </w:style>
  <w:style w:type="character" w:customStyle="1" w:styleId="Stijl1">
    <w:name w:val="Stijl1"/>
    <w:basedOn w:val="Standaardalinea-lettertype"/>
    <w:uiPriority w:val="1"/>
    <w:rsid w:val="00996CAD"/>
    <w:rPr>
      <w:sz w:val="24"/>
    </w:rPr>
  </w:style>
  <w:style w:type="character" w:customStyle="1" w:styleId="Stijl2">
    <w:name w:val="Stijl2"/>
    <w:basedOn w:val="Standaardalinea-lettertype"/>
    <w:uiPriority w:val="1"/>
    <w:rsid w:val="00096E56"/>
    <w:rPr>
      <w:rFonts w:asciiTheme="minorHAnsi" w:hAnsiTheme="minorHAnsi"/>
      <w:sz w:val="24"/>
    </w:rPr>
  </w:style>
  <w:style w:type="paragraph" w:styleId="Lijstalinea">
    <w:name w:val="List Paragraph"/>
    <w:basedOn w:val="Standaard"/>
    <w:uiPriority w:val="34"/>
    <w:qFormat/>
    <w:rsid w:val="000728EE"/>
    <w:pPr>
      <w:spacing w:after="200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object">
    <w:name w:val="object"/>
    <w:basedOn w:val="Standaardalinea-lettertype"/>
    <w:rsid w:val="000728EE"/>
  </w:style>
  <w:style w:type="character" w:styleId="Hyperlink">
    <w:name w:val="Hyperlink"/>
    <w:basedOn w:val="Standaardalinea-lettertype"/>
    <w:uiPriority w:val="99"/>
    <w:unhideWhenUsed/>
    <w:rsid w:val="00061C68"/>
    <w:rPr>
      <w:color w:val="0000FF" w:themeColor="hyperlink"/>
      <w:u w:val="single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061C68"/>
    <w:rPr>
      <w:vertAlign w:val="superscript"/>
    </w:rPr>
  </w:style>
  <w:style w:type="paragraph" w:styleId="Voetnoottekst">
    <w:name w:val="footnote text"/>
    <w:basedOn w:val="Standaard"/>
    <w:link w:val="VoetnoottekstTeken"/>
    <w:uiPriority w:val="99"/>
    <w:unhideWhenUsed/>
    <w:rsid w:val="00D06284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VoetnoottekstTeken">
    <w:name w:val="Voetnoottekst Teken"/>
    <w:basedOn w:val="Standaardalinea-lettertype"/>
    <w:link w:val="Voetnoottekst"/>
    <w:uiPriority w:val="99"/>
    <w:rsid w:val="00D06284"/>
    <w:rPr>
      <w:rFonts w:ascii="Calibri" w:eastAsia="Calibri" w:hAnsi="Calibri" w:cs="Times New Roman"/>
      <w:sz w:val="20"/>
      <w:szCs w:val="20"/>
    </w:rPr>
  </w:style>
  <w:style w:type="paragraph" w:styleId="Geenafstand">
    <w:name w:val="No Spacing"/>
    <w:uiPriority w:val="1"/>
    <w:qFormat/>
    <w:rsid w:val="00641E85"/>
    <w:pPr>
      <w:spacing w:after="0" w:line="240" w:lineRule="auto"/>
    </w:pPr>
    <w:rPr>
      <w:sz w:val="22"/>
      <w:szCs w:val="22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641E85"/>
    <w:rPr>
      <w:sz w:val="16"/>
      <w:szCs w:val="16"/>
    </w:rPr>
  </w:style>
  <w:style w:type="paragraph" w:styleId="Tekstopmerking">
    <w:name w:val="annotation text"/>
    <w:basedOn w:val="Standaard"/>
    <w:link w:val="TekstopmerkingTeken"/>
    <w:uiPriority w:val="99"/>
    <w:semiHidden/>
    <w:unhideWhenUsed/>
    <w:rsid w:val="00641E85"/>
    <w:pPr>
      <w:spacing w:after="200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opmerkingTeken">
    <w:name w:val="Tekst opmerking Teken"/>
    <w:basedOn w:val="Standaardalinea-lettertype"/>
    <w:link w:val="Tekstopmerking"/>
    <w:uiPriority w:val="99"/>
    <w:semiHidden/>
    <w:rsid w:val="00641E85"/>
    <w:rPr>
      <w:rFonts w:ascii="Calibri" w:eastAsia="Calibri" w:hAnsi="Calibri" w:cs="Times New Roman"/>
      <w:sz w:val="20"/>
      <w:szCs w:val="20"/>
    </w:rPr>
  </w:style>
  <w:style w:type="table" w:styleId="Tabelraster">
    <w:name w:val="Table Grid"/>
    <w:basedOn w:val="Standaardtabel"/>
    <w:uiPriority w:val="59"/>
    <w:rsid w:val="00485829"/>
    <w:pPr>
      <w:spacing w:after="0" w:line="240" w:lineRule="auto"/>
    </w:pPr>
    <w:rPr>
      <w:rFonts w:eastAsiaTheme="minorEastAsia"/>
      <w:sz w:val="24"/>
      <w:szCs w:val="24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Users/johnvandongen/Library/Group%20Containers/UBF8T346G9.Office/User%20Content.localized/Templates.localized/vo%20content%20schrijfpapier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ack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.XSL" StyleName="Harvard - Anglia*"/>
</file>

<file path=customXml/itemProps1.xml><?xml version="1.0" encoding="utf-8"?>
<ds:datastoreItem xmlns:ds="http://schemas.openxmlformats.org/officeDocument/2006/customXml" ds:itemID="{340864AA-A9E8-334C-AA14-BD3760474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 content schrijfpapier.dotx</Template>
  <TotalTime>2</TotalTime>
  <Pages>1</Pages>
  <Words>145</Words>
  <Characters>803</Characters>
  <Application>Microsoft Macintosh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vo-content sjabloon</vt:lpstr>
      <vt:lpstr/>
    </vt:vector>
  </TitlesOfParts>
  <Company>Hewlett-Packard</Company>
  <LinksUpToDate>false</LinksUpToDate>
  <CharactersWithSpaces>947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vo-content sjabloon</dc:title>
  <dc:creator>john van dongen</dc:creator>
  <cp:lastModifiedBy>john van dongen</cp:lastModifiedBy>
  <cp:revision>1</cp:revision>
  <cp:lastPrinted>2014-05-09T10:08:00Z</cp:lastPrinted>
  <dcterms:created xsi:type="dcterms:W3CDTF">2017-02-05T10:48:00Z</dcterms:created>
  <dcterms:modified xsi:type="dcterms:W3CDTF">2017-02-05T10:50:00Z</dcterms:modified>
</cp:coreProperties>
</file>