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FD9" w:rsidRDefault="00C13FD9">
      <w:pPr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 wp14:anchorId="77EE1F66" wp14:editId="727830F8">
            <wp:extent cx="9642537" cy="5424055"/>
            <wp:effectExtent l="0" t="0" r="0" b="571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648123" cy="5427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FD9" w:rsidRDefault="00C13FD9">
      <w:pPr>
        <w:rPr>
          <w:noProof/>
          <w:lang w:eastAsia="nl-NL"/>
        </w:rPr>
      </w:pPr>
    </w:p>
    <w:p w:rsidR="004D4666" w:rsidRDefault="00C13FD9">
      <w:bookmarkStart w:id="0" w:name="_GoBack"/>
      <w:bookmarkEnd w:id="0"/>
      <w:r>
        <w:rPr>
          <w:noProof/>
          <w:lang w:eastAsia="nl-NL"/>
        </w:rPr>
        <w:lastRenderedPageBreak/>
        <w:drawing>
          <wp:inline distT="0" distB="0" distL="0" distR="0" wp14:anchorId="3644F331" wp14:editId="0E327173">
            <wp:extent cx="9790314" cy="5507182"/>
            <wp:effectExtent l="0" t="0" r="190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785839" cy="550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4666" w:rsidSect="00C13F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FD9"/>
    <w:rsid w:val="004D4666"/>
    <w:rsid w:val="00C1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13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3F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13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3F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D829C9BB</Template>
  <TotalTime>4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J.H.F. Plas-Waarsing</dc:creator>
  <cp:lastModifiedBy>J.H.F. Plas-Waarsing</cp:lastModifiedBy>
  <cp:revision>1</cp:revision>
  <dcterms:created xsi:type="dcterms:W3CDTF">2017-03-01T12:44:00Z</dcterms:created>
  <dcterms:modified xsi:type="dcterms:W3CDTF">2017-03-01T12:48:00Z</dcterms:modified>
</cp:coreProperties>
</file>