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76F" w:rsidRPr="00E0176F" w:rsidRDefault="00E0176F" w:rsidP="00E0176F">
      <w:pPr>
        <w:rPr>
          <w:b/>
          <w:sz w:val="24"/>
          <w:szCs w:val="24"/>
        </w:rPr>
      </w:pPr>
      <w:bookmarkStart w:id="0" w:name="_GoBack"/>
      <w:bookmarkEnd w:id="0"/>
      <w:r w:rsidRPr="00E0176F">
        <w:rPr>
          <w:b/>
          <w:sz w:val="24"/>
          <w:szCs w:val="24"/>
        </w:rPr>
        <w:t>Wat ging goed periode 2 :</w:t>
      </w:r>
    </w:p>
    <w:p w:rsidR="002324E4" w:rsidRPr="00BA2D5F" w:rsidRDefault="002324E4" w:rsidP="00E0176F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A2D5F">
        <w:rPr>
          <w:sz w:val="24"/>
          <w:szCs w:val="24"/>
        </w:rPr>
        <w:t>Sfeer in de klas is goed.</w:t>
      </w:r>
    </w:p>
    <w:p w:rsidR="002324E4" w:rsidRPr="00BA2D5F" w:rsidRDefault="002324E4" w:rsidP="00E0176F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A2D5F">
        <w:rPr>
          <w:sz w:val="24"/>
          <w:szCs w:val="24"/>
        </w:rPr>
        <w:t>Extern uitje was succes</w:t>
      </w:r>
    </w:p>
    <w:p w:rsidR="002324E4" w:rsidRPr="00BA2D5F" w:rsidRDefault="002324E4" w:rsidP="00E0176F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A2D5F">
        <w:rPr>
          <w:sz w:val="24"/>
          <w:szCs w:val="24"/>
        </w:rPr>
        <w:t>Veel leuke stagegesprekken gevoerd.</w:t>
      </w:r>
    </w:p>
    <w:p w:rsidR="002324E4" w:rsidRPr="00BA2D5F" w:rsidRDefault="002324E4" w:rsidP="00E0176F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A2D5F">
        <w:rPr>
          <w:sz w:val="24"/>
          <w:szCs w:val="24"/>
        </w:rPr>
        <w:t>De leerlingen doen het goed op stage.</w:t>
      </w:r>
    </w:p>
    <w:p w:rsidR="002324E4" w:rsidRPr="00BA2D5F" w:rsidRDefault="002324E4" w:rsidP="00E0176F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A2D5F">
        <w:rPr>
          <w:sz w:val="24"/>
          <w:szCs w:val="24"/>
        </w:rPr>
        <w:t>Weinig uitval van leerlingen</w:t>
      </w:r>
    </w:p>
    <w:p w:rsidR="002324E4" w:rsidRPr="00BA2D5F" w:rsidRDefault="002324E4" w:rsidP="00E0176F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A2D5F">
        <w:rPr>
          <w:sz w:val="24"/>
          <w:szCs w:val="24"/>
        </w:rPr>
        <w:t>Geen lesuitval, omdat de docenten elkaars lessen opvangen als dit nodig blijkt.</w:t>
      </w:r>
    </w:p>
    <w:p w:rsidR="002324E4" w:rsidRPr="00BA2D5F" w:rsidRDefault="002324E4" w:rsidP="00E0176F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A2D5F">
        <w:rPr>
          <w:sz w:val="24"/>
          <w:szCs w:val="24"/>
        </w:rPr>
        <w:t xml:space="preserve">Goede cijfers op de </w:t>
      </w:r>
      <w:proofErr w:type="spellStart"/>
      <w:r w:rsidRPr="00BA2D5F">
        <w:rPr>
          <w:sz w:val="24"/>
          <w:szCs w:val="24"/>
        </w:rPr>
        <w:t>vakleer</w:t>
      </w:r>
      <w:proofErr w:type="spellEnd"/>
      <w:r w:rsidRPr="00BA2D5F">
        <w:rPr>
          <w:sz w:val="24"/>
          <w:szCs w:val="24"/>
        </w:rPr>
        <w:t>-toetsen.</w:t>
      </w:r>
    </w:p>
    <w:p w:rsidR="002324E4" w:rsidRPr="00BA2D5F" w:rsidRDefault="002324E4" w:rsidP="00E0176F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A2D5F">
        <w:rPr>
          <w:sz w:val="24"/>
          <w:szCs w:val="24"/>
        </w:rPr>
        <w:t>Valentijns project was groot succes.</w:t>
      </w:r>
    </w:p>
    <w:p w:rsidR="002324E4" w:rsidRPr="00BA2D5F" w:rsidRDefault="002324E4" w:rsidP="00E0176F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A2D5F">
        <w:rPr>
          <w:sz w:val="24"/>
          <w:szCs w:val="24"/>
        </w:rPr>
        <w:t>Veel succesmomenten voor de studenten.</w:t>
      </w:r>
    </w:p>
    <w:p w:rsidR="002324E4" w:rsidRPr="00BA2D5F" w:rsidRDefault="002324E4" w:rsidP="00E0176F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A2D5F">
        <w:rPr>
          <w:sz w:val="24"/>
          <w:szCs w:val="24"/>
        </w:rPr>
        <w:t>Samenwerking tussen de drie docenten gaat fantastisch.</w:t>
      </w:r>
    </w:p>
    <w:p w:rsidR="002324E4" w:rsidRPr="00BA2D5F" w:rsidRDefault="002324E4" w:rsidP="002324E4">
      <w:pPr>
        <w:rPr>
          <w:sz w:val="24"/>
          <w:szCs w:val="24"/>
        </w:rPr>
      </w:pPr>
    </w:p>
    <w:p w:rsidR="002324E4" w:rsidRDefault="002324E4" w:rsidP="002324E4">
      <w:pPr>
        <w:rPr>
          <w:b/>
          <w:sz w:val="24"/>
          <w:szCs w:val="24"/>
        </w:rPr>
      </w:pPr>
      <w:r>
        <w:rPr>
          <w:b/>
          <w:sz w:val="24"/>
          <w:szCs w:val="24"/>
        </w:rPr>
        <w:t>Wat kan beter:</w:t>
      </w:r>
    </w:p>
    <w:p w:rsidR="002324E4" w:rsidRPr="00BA2D5F" w:rsidRDefault="002324E4" w:rsidP="002324E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A2D5F">
        <w:rPr>
          <w:sz w:val="24"/>
          <w:szCs w:val="24"/>
        </w:rPr>
        <w:t>Aanwezigheid leerlingen liep wat achter.</w:t>
      </w:r>
    </w:p>
    <w:p w:rsidR="002324E4" w:rsidRPr="00BA2D5F" w:rsidRDefault="002324E4" w:rsidP="002324E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A2D5F">
        <w:rPr>
          <w:sz w:val="24"/>
          <w:szCs w:val="24"/>
        </w:rPr>
        <w:t>De lesdag anders invullen</w:t>
      </w:r>
    </w:p>
    <w:p w:rsidR="002324E4" w:rsidRPr="00BA2D5F" w:rsidRDefault="002324E4" w:rsidP="002324E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A2D5F">
        <w:rPr>
          <w:sz w:val="24"/>
          <w:szCs w:val="24"/>
        </w:rPr>
        <w:t>De lesdag van de docenten over meerdere dagen verspreiden.</w:t>
      </w:r>
    </w:p>
    <w:p w:rsidR="002324E4" w:rsidRPr="00BA2D5F" w:rsidRDefault="002324E4" w:rsidP="002324E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A2D5F">
        <w:rPr>
          <w:sz w:val="24"/>
          <w:szCs w:val="24"/>
        </w:rPr>
        <w:t>Lesmateriaal , E-</w:t>
      </w:r>
      <w:proofErr w:type="spellStart"/>
      <w:r w:rsidRPr="00BA2D5F">
        <w:rPr>
          <w:sz w:val="24"/>
          <w:szCs w:val="24"/>
        </w:rPr>
        <w:t>learning</w:t>
      </w:r>
      <w:proofErr w:type="spellEnd"/>
      <w:r w:rsidRPr="00BA2D5F">
        <w:rPr>
          <w:sz w:val="24"/>
          <w:szCs w:val="24"/>
        </w:rPr>
        <w:t xml:space="preserve"> opdrachten niet voor alle opleidingsrichtingen geschikt. Wel feedback gegeven maar geen reactie. Projecten in de wiki’s waren af en toe tegenstrijdig en te moeilijk in taalgebruik.</w:t>
      </w:r>
    </w:p>
    <w:p w:rsidR="00BA2D5F" w:rsidRPr="00BA2D5F" w:rsidRDefault="00BA2D5F" w:rsidP="002324E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A2D5F">
        <w:rPr>
          <w:sz w:val="24"/>
          <w:szCs w:val="24"/>
        </w:rPr>
        <w:t xml:space="preserve">De filmpjes van </w:t>
      </w:r>
      <w:proofErr w:type="spellStart"/>
      <w:r w:rsidRPr="00BA2D5F">
        <w:rPr>
          <w:sz w:val="24"/>
          <w:szCs w:val="24"/>
        </w:rPr>
        <w:t>Edu’actief</w:t>
      </w:r>
      <w:proofErr w:type="spellEnd"/>
      <w:r w:rsidRPr="00BA2D5F">
        <w:rPr>
          <w:sz w:val="24"/>
          <w:szCs w:val="24"/>
        </w:rPr>
        <w:t xml:space="preserve"> werken niet en dus kunnen ze niet alle opdrachten uitvoeren.</w:t>
      </w:r>
    </w:p>
    <w:p w:rsidR="00BA2D5F" w:rsidRPr="00BA2D5F" w:rsidRDefault="00BA2D5F" w:rsidP="002324E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A2D5F">
        <w:rPr>
          <w:sz w:val="24"/>
          <w:szCs w:val="24"/>
        </w:rPr>
        <w:t xml:space="preserve">Weinig </w:t>
      </w:r>
      <w:proofErr w:type="spellStart"/>
      <w:r w:rsidRPr="00BA2D5F">
        <w:rPr>
          <w:sz w:val="24"/>
          <w:szCs w:val="24"/>
        </w:rPr>
        <w:t>vaktheorie</w:t>
      </w:r>
      <w:proofErr w:type="spellEnd"/>
      <w:r w:rsidRPr="00BA2D5F">
        <w:rPr>
          <w:sz w:val="24"/>
          <w:szCs w:val="24"/>
        </w:rPr>
        <w:t xml:space="preserve"> van eigen opleidingsrichting.</w:t>
      </w:r>
    </w:p>
    <w:p w:rsidR="006735FC" w:rsidRDefault="00BA2D5F" w:rsidP="002324E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A2D5F">
        <w:rPr>
          <w:sz w:val="24"/>
          <w:szCs w:val="24"/>
        </w:rPr>
        <w:t>De BPV plekken vinden de E-</w:t>
      </w:r>
      <w:proofErr w:type="spellStart"/>
      <w:r w:rsidRPr="00BA2D5F">
        <w:rPr>
          <w:sz w:val="24"/>
          <w:szCs w:val="24"/>
        </w:rPr>
        <w:t>learning</w:t>
      </w:r>
      <w:proofErr w:type="spellEnd"/>
      <w:r w:rsidRPr="00BA2D5F">
        <w:rPr>
          <w:sz w:val="24"/>
          <w:szCs w:val="24"/>
        </w:rPr>
        <w:t xml:space="preserve"> opdrachten niet passend bij de BPV en ze vinden de BPV opdrachten ook niet passend.</w:t>
      </w:r>
    </w:p>
    <w:p w:rsidR="00B17B7E" w:rsidRDefault="006735FC" w:rsidP="002324E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ELO moet voor dat de periode 2 begint al opgezet zijn.</w:t>
      </w:r>
      <w:r w:rsidR="00E0176F" w:rsidRPr="00BA2D5F">
        <w:rPr>
          <w:sz w:val="24"/>
          <w:szCs w:val="24"/>
        </w:rPr>
        <w:br/>
      </w:r>
    </w:p>
    <w:p w:rsidR="00BA2D5F" w:rsidRDefault="00BA2D5F" w:rsidP="00BA2D5F">
      <w:pPr>
        <w:rPr>
          <w:b/>
          <w:sz w:val="24"/>
          <w:szCs w:val="24"/>
        </w:rPr>
      </w:pPr>
      <w:proofErr w:type="spellStart"/>
      <w:r w:rsidRPr="00BA2D5F">
        <w:rPr>
          <w:b/>
          <w:sz w:val="24"/>
          <w:szCs w:val="24"/>
        </w:rPr>
        <w:t>Tip’s</w:t>
      </w:r>
      <w:proofErr w:type="spellEnd"/>
      <w:r w:rsidRPr="00BA2D5F">
        <w:rPr>
          <w:b/>
          <w:sz w:val="24"/>
          <w:szCs w:val="24"/>
        </w:rPr>
        <w:t>:</w:t>
      </w:r>
    </w:p>
    <w:p w:rsidR="00BA2D5F" w:rsidRPr="00BA2D5F" w:rsidRDefault="00BA2D5F" w:rsidP="00BA2D5F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BA2D5F">
        <w:rPr>
          <w:sz w:val="24"/>
          <w:szCs w:val="24"/>
        </w:rPr>
        <w:t>Tijdens de stage weer gebruik maken van een logboek.</w:t>
      </w:r>
      <w:r w:rsidRPr="00BA2D5F">
        <w:rPr>
          <w:sz w:val="24"/>
          <w:szCs w:val="24"/>
        </w:rPr>
        <w:br/>
      </w:r>
    </w:p>
    <w:p w:rsidR="00BA2D5F" w:rsidRPr="00BA2D5F" w:rsidRDefault="00BA2D5F" w:rsidP="00BA2D5F">
      <w:pPr>
        <w:rPr>
          <w:sz w:val="24"/>
          <w:szCs w:val="24"/>
        </w:rPr>
      </w:pPr>
    </w:p>
    <w:p w:rsidR="00E0176F" w:rsidRPr="00E0176F" w:rsidRDefault="00E0176F">
      <w:pPr>
        <w:rPr>
          <w:b/>
          <w:sz w:val="24"/>
          <w:szCs w:val="24"/>
        </w:rPr>
      </w:pPr>
    </w:p>
    <w:sectPr w:rsidR="00E0176F" w:rsidRPr="00E01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5494C"/>
    <w:multiLevelType w:val="hybridMultilevel"/>
    <w:tmpl w:val="40D483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70B98"/>
    <w:multiLevelType w:val="hybridMultilevel"/>
    <w:tmpl w:val="01C084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230B73"/>
    <w:multiLevelType w:val="hybridMultilevel"/>
    <w:tmpl w:val="D36424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76F"/>
    <w:rsid w:val="002324E4"/>
    <w:rsid w:val="006735FC"/>
    <w:rsid w:val="00994129"/>
    <w:rsid w:val="00B17B7E"/>
    <w:rsid w:val="00BA2D5F"/>
    <w:rsid w:val="00E0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017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01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FB37A5F3</Template>
  <TotalTime>0</TotalTime>
  <Pages>1</Pages>
  <Words>177</Words>
  <Characters>974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Wienie Baron</dc:creator>
  <cp:lastModifiedBy>J.H.F. Plas-Waarsing</cp:lastModifiedBy>
  <cp:revision>2</cp:revision>
  <dcterms:created xsi:type="dcterms:W3CDTF">2017-03-16T13:46:00Z</dcterms:created>
  <dcterms:modified xsi:type="dcterms:W3CDTF">2017-03-16T13:46:00Z</dcterms:modified>
</cp:coreProperties>
</file>