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1LightAccent1"/>
        <w:tblW w:w="9128" w:type="dxa"/>
        <w:tblLook w:val="04A0" w:firstRow="1" w:lastRow="0" w:firstColumn="1" w:lastColumn="0" w:noHBand="0" w:noVBand="1"/>
      </w:tblPr>
      <w:tblGrid>
        <w:gridCol w:w="3009"/>
        <w:gridCol w:w="3009"/>
        <w:gridCol w:w="3110"/>
      </w:tblGrid>
      <w:tr w:rsidR="5486B304" w14:paraId="43947EFA" w14:textId="77777777" w:rsidTr="4917E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67690F5A" w14:textId="16960938" w:rsidR="5486B304" w:rsidRDefault="5486B304" w:rsidP="5486B304">
            <w:bookmarkStart w:id="0" w:name="_GoBack"/>
            <w:bookmarkEnd w:id="0"/>
            <w:r w:rsidRPr="5486B304">
              <w:rPr>
                <w:rFonts w:ascii="Calibri" w:eastAsia="Calibri" w:hAnsi="Calibri" w:cs="Calibri"/>
                <w:highlight w:val="yellow"/>
              </w:rPr>
              <w:t>Datum</w:t>
            </w:r>
            <w:r w:rsidRPr="5486B304">
              <w:rPr>
                <w:rFonts w:ascii="Calibri" w:eastAsia="Calibri" w:hAnsi="Calibri" w:cs="Calibri"/>
                <w:b w:val="0"/>
                <w:bCs w:val="0"/>
              </w:rPr>
              <w:t xml:space="preserve"> </w:t>
            </w:r>
          </w:p>
        </w:tc>
        <w:tc>
          <w:tcPr>
            <w:tcW w:w="3009" w:type="dxa"/>
          </w:tcPr>
          <w:p w14:paraId="703E5B00" w14:textId="3D6C5AB2" w:rsidR="5486B304" w:rsidRDefault="5486B304" w:rsidP="5486B3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5486B304">
              <w:rPr>
                <w:rFonts w:ascii="Calibri" w:eastAsia="Calibri" w:hAnsi="Calibri" w:cs="Calibri"/>
                <w:highlight w:val="yellow"/>
              </w:rPr>
              <w:t>Vak</w:t>
            </w:r>
            <w:r w:rsidRPr="5486B304">
              <w:rPr>
                <w:rFonts w:ascii="Calibri" w:eastAsia="Calibri" w:hAnsi="Calibri" w:cs="Calibri"/>
                <w:b w:val="0"/>
                <w:bCs w:val="0"/>
              </w:rPr>
              <w:t xml:space="preserve"> </w:t>
            </w:r>
          </w:p>
        </w:tc>
        <w:tc>
          <w:tcPr>
            <w:tcW w:w="3110" w:type="dxa"/>
          </w:tcPr>
          <w:p w14:paraId="1A3DFD89" w14:textId="1C3F6C19" w:rsidR="5486B304" w:rsidRDefault="5486B304" w:rsidP="5486B3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5486B304">
              <w:rPr>
                <w:rFonts w:ascii="Calibri" w:eastAsia="Calibri" w:hAnsi="Calibri" w:cs="Calibri"/>
                <w:highlight w:val="yellow"/>
              </w:rPr>
              <w:t>Activiteit</w:t>
            </w:r>
            <w:r w:rsidRPr="5486B304">
              <w:rPr>
                <w:rFonts w:ascii="Calibri" w:eastAsia="Calibri" w:hAnsi="Calibri" w:cs="Calibri"/>
                <w:b w:val="0"/>
                <w:bCs w:val="0"/>
              </w:rPr>
              <w:t xml:space="preserve"> </w:t>
            </w:r>
          </w:p>
          <w:p w14:paraId="0D72790E" w14:textId="32D6256E" w:rsidR="5486B304" w:rsidRDefault="5486B304" w:rsidP="5486B3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5486B304">
              <w:rPr>
                <w:rFonts w:ascii="Calibri" w:eastAsia="Calibri" w:hAnsi="Calibri" w:cs="Calibri"/>
                <w:b w:val="0"/>
                <w:bCs w:val="0"/>
              </w:rPr>
              <w:t xml:space="preserve"> </w:t>
            </w:r>
          </w:p>
        </w:tc>
      </w:tr>
      <w:tr w:rsidR="5486B304" w14:paraId="3D07E68B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67C23025" w14:textId="7E4150D9" w:rsidR="5486B304" w:rsidRDefault="5486B304" w:rsidP="5486B304">
            <w:pPr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</w:rPr>
              <w:t>17 februari</w:t>
            </w:r>
          </w:p>
        </w:tc>
        <w:tc>
          <w:tcPr>
            <w:tcW w:w="3009" w:type="dxa"/>
          </w:tcPr>
          <w:p w14:paraId="7ED1D55E" w14:textId="6A653293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  <w:b/>
                <w:bCs/>
                <w:color w:val="365F91"/>
              </w:rPr>
              <w:t>Burgerschap</w:t>
            </w:r>
          </w:p>
        </w:tc>
        <w:tc>
          <w:tcPr>
            <w:tcW w:w="3110" w:type="dxa"/>
          </w:tcPr>
          <w:p w14:paraId="1C45E47C" w14:textId="4BBA0B8A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Excursie Groningen (provinciehuis en Groninger museum</w:t>
            </w:r>
          </w:p>
          <w:p w14:paraId="62B845D8" w14:textId="35341AC0" w:rsidR="5486B304" w:rsidRDefault="5486B304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5486B304" w14:paraId="2F775044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556652E3" w14:textId="06791356" w:rsidR="5486B304" w:rsidRDefault="5486B304" w:rsidP="5486B304">
            <w:pPr>
              <w:spacing w:after="160" w:line="259" w:lineRule="auto"/>
              <w:rPr>
                <w:rFonts w:ascii="Calibri" w:eastAsia="Calibri" w:hAnsi="Calibri" w:cs="Calibri"/>
                <w:color w:val="00B050"/>
              </w:rPr>
            </w:pPr>
            <w:r w:rsidRPr="5486B304">
              <w:rPr>
                <w:rFonts w:ascii="Calibri" w:eastAsia="Calibri" w:hAnsi="Calibri" w:cs="Calibri"/>
                <w:color w:val="00B050"/>
              </w:rPr>
              <w:t>24 februari</w:t>
            </w:r>
          </w:p>
        </w:tc>
        <w:tc>
          <w:tcPr>
            <w:tcW w:w="3009" w:type="dxa"/>
          </w:tcPr>
          <w:p w14:paraId="0B5A4661" w14:textId="6C0DFDF2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50"/>
              </w:rPr>
            </w:pPr>
            <w:r w:rsidRPr="5486B304">
              <w:rPr>
                <w:rFonts w:ascii="Calibri" w:eastAsia="Calibri" w:hAnsi="Calibri" w:cs="Calibri"/>
                <w:b/>
                <w:bCs/>
                <w:color w:val="00B050"/>
              </w:rPr>
              <w:t xml:space="preserve"> Vrij</w:t>
            </w:r>
          </w:p>
          <w:p w14:paraId="4F178E44" w14:textId="0B4F7FA0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50"/>
              </w:rPr>
            </w:pPr>
          </w:p>
        </w:tc>
        <w:tc>
          <w:tcPr>
            <w:tcW w:w="3110" w:type="dxa"/>
          </w:tcPr>
          <w:p w14:paraId="6A396B65" w14:textId="6987A5FF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50"/>
              </w:rPr>
            </w:pPr>
            <w:r w:rsidRPr="5486B304">
              <w:rPr>
                <w:rFonts w:ascii="Calibri" w:eastAsia="Calibri" w:hAnsi="Calibri" w:cs="Calibri"/>
                <w:b/>
                <w:bCs/>
                <w:color w:val="00B050"/>
              </w:rPr>
              <w:t>Vrij</w:t>
            </w:r>
          </w:p>
        </w:tc>
      </w:tr>
      <w:tr w:rsidR="4917E955" w14:paraId="56168617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03B27834" w14:textId="59E3E64A" w:rsidR="4917E955" w:rsidRDefault="4917E955" w:rsidP="4917E955">
            <w:pPr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3 maart</w:t>
            </w:r>
          </w:p>
        </w:tc>
        <w:tc>
          <w:tcPr>
            <w:tcW w:w="3009" w:type="dxa"/>
          </w:tcPr>
          <w:p w14:paraId="4C82E6E8" w14:textId="2506F35E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FF0000"/>
              </w:rPr>
              <w:t>Goed werknemerschap</w:t>
            </w:r>
          </w:p>
        </w:tc>
        <w:tc>
          <w:tcPr>
            <w:tcW w:w="3110" w:type="dxa"/>
          </w:tcPr>
          <w:p w14:paraId="7EEB66E3" w14:textId="2D2BDCD4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H.1 Het functioneringsgesprek</w:t>
            </w:r>
          </w:p>
          <w:p w14:paraId="564A0309" w14:textId="5627F9AB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1.1 persoonlijke verzorging</w:t>
            </w:r>
          </w:p>
          <w:p w14:paraId="2F0B5221" w14:textId="70410C7A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1.2 Energieniveau</w:t>
            </w:r>
          </w:p>
          <w:p w14:paraId="747EA7BC" w14:textId="74A13678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1.3 Omgaan met kritiek</w:t>
            </w:r>
          </w:p>
          <w:p w14:paraId="58BB03CC" w14:textId="2905A21C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917E955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5486B304" w14:paraId="02AF5FB4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70C8AE81" w14:textId="48707F14" w:rsidR="5486B304" w:rsidRDefault="5486B304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75525999" w14:textId="0D766674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00B0F0"/>
              </w:rPr>
              <w:t>Vakleer</w:t>
            </w:r>
          </w:p>
        </w:tc>
        <w:tc>
          <w:tcPr>
            <w:tcW w:w="3110" w:type="dxa"/>
          </w:tcPr>
          <w:p w14:paraId="044DCA65" w14:textId="1DEF251B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H. 1 Assisteren bij voorraadbeheer</w:t>
            </w:r>
          </w:p>
        </w:tc>
      </w:tr>
      <w:tr w:rsidR="4917E955" w14:paraId="60109CF7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6F16A66E" w14:textId="12FFB296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039275A6" w14:textId="380F60C7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2F5496" w:themeColor="accent5" w:themeShade="BF"/>
              </w:rPr>
              <w:t>Burgerschap</w:t>
            </w:r>
          </w:p>
          <w:p w14:paraId="004E7B0E" w14:textId="3907FFD5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2F5496" w:themeColor="accent5" w:themeShade="BF"/>
              </w:rPr>
            </w:pPr>
          </w:p>
        </w:tc>
        <w:tc>
          <w:tcPr>
            <w:tcW w:w="3110" w:type="dxa"/>
          </w:tcPr>
          <w:p w14:paraId="325E681B" w14:textId="1F7A17CF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5486B304" w14:paraId="366342EA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2120537B" w14:textId="1DEAB6D4" w:rsidR="5486B304" w:rsidRDefault="5486B304" w:rsidP="5486B304">
            <w:pPr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</w:rPr>
              <w:t xml:space="preserve"> 10 maart</w:t>
            </w:r>
          </w:p>
        </w:tc>
        <w:tc>
          <w:tcPr>
            <w:tcW w:w="3009" w:type="dxa"/>
          </w:tcPr>
          <w:p w14:paraId="68AB0090" w14:textId="55B808C9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  <w:b/>
                <w:bCs/>
                <w:color w:val="365F91"/>
              </w:rPr>
              <w:t>Burgerschap</w:t>
            </w:r>
          </w:p>
        </w:tc>
        <w:tc>
          <w:tcPr>
            <w:tcW w:w="3110" w:type="dxa"/>
          </w:tcPr>
          <w:p w14:paraId="0074DF5D" w14:textId="271D413E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</w:rPr>
              <w:t>NL Doet</w:t>
            </w:r>
          </w:p>
          <w:p w14:paraId="4471F1FD" w14:textId="6234A22A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486B304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5486B304" w14:paraId="162B33A6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54C07819" w14:textId="24F7668A" w:rsidR="5486B304" w:rsidRDefault="5486B304" w:rsidP="5486B304">
            <w:pPr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</w:rPr>
              <w:t>17 maart</w:t>
            </w:r>
          </w:p>
        </w:tc>
        <w:tc>
          <w:tcPr>
            <w:tcW w:w="3009" w:type="dxa"/>
          </w:tcPr>
          <w:p w14:paraId="3CDF14B6" w14:textId="6C161F06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FF0000"/>
              </w:rPr>
              <w:t>Goed werknemerschap</w:t>
            </w:r>
          </w:p>
        </w:tc>
        <w:tc>
          <w:tcPr>
            <w:tcW w:w="3110" w:type="dxa"/>
          </w:tcPr>
          <w:p w14:paraId="316E8DB8" w14:textId="0E3FA5A6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H.2 De garage</w:t>
            </w:r>
          </w:p>
          <w:p w14:paraId="1F329A0B" w14:textId="095636FA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486B304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4917E955" w14:paraId="7487B4F7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46F70E92" w14:textId="7D27B00D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5286C7B1" w14:textId="12F81499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00B0F0"/>
              </w:rPr>
              <w:t>Vakleer</w:t>
            </w:r>
          </w:p>
        </w:tc>
        <w:tc>
          <w:tcPr>
            <w:tcW w:w="3110" w:type="dxa"/>
          </w:tcPr>
          <w:p w14:paraId="0E3DD50F" w14:textId="4FD38EC3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F0"/>
              </w:rPr>
            </w:pPr>
            <w:r w:rsidRPr="4917E955">
              <w:rPr>
                <w:rFonts w:ascii="Calibri" w:eastAsia="Calibri" w:hAnsi="Calibri" w:cs="Calibri"/>
              </w:rPr>
              <w:t>H.2 Inventariseren</w:t>
            </w:r>
          </w:p>
          <w:p w14:paraId="725DF48E" w14:textId="0E57925A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4917E955" w14:paraId="71CD15B1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1C9AC68F" w14:textId="748426E6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4275229A" w14:textId="38FD81A4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365F91"/>
              </w:rPr>
              <w:t>Burgerschap</w:t>
            </w:r>
          </w:p>
          <w:p w14:paraId="62F4C6F0" w14:textId="46BD7C4E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365F91"/>
              </w:rPr>
            </w:pPr>
          </w:p>
        </w:tc>
        <w:tc>
          <w:tcPr>
            <w:tcW w:w="3110" w:type="dxa"/>
          </w:tcPr>
          <w:p w14:paraId="29F9D54C" w14:textId="6894ED9B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5486B304" w14:paraId="37454240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46CE3652" w14:textId="52FE5EEC" w:rsidR="5486B304" w:rsidRDefault="5486B304" w:rsidP="5486B304">
            <w:pPr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</w:rPr>
              <w:t>24 maart</w:t>
            </w:r>
          </w:p>
          <w:p w14:paraId="4B804A4D" w14:textId="7DE80629" w:rsidR="5486B304" w:rsidRDefault="5486B304" w:rsidP="5486B3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6FCF8B15" w14:textId="54993F35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FF0000"/>
              </w:rPr>
              <w:t>Goed werknemerschap</w:t>
            </w:r>
          </w:p>
        </w:tc>
        <w:tc>
          <w:tcPr>
            <w:tcW w:w="3110" w:type="dxa"/>
          </w:tcPr>
          <w:p w14:paraId="3F779335" w14:textId="26C16276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H.3 De schoonmaak</w:t>
            </w:r>
          </w:p>
        </w:tc>
      </w:tr>
      <w:tr w:rsidR="4917E955" w14:paraId="5D96BD32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7D95B672" w14:textId="684FA065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27D0C318" w14:textId="4DA266D1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00B0F0"/>
              </w:rPr>
              <w:t>Vakleer</w:t>
            </w:r>
          </w:p>
          <w:p w14:paraId="67D304AC" w14:textId="309B72C5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F0"/>
              </w:rPr>
            </w:pPr>
          </w:p>
        </w:tc>
        <w:tc>
          <w:tcPr>
            <w:tcW w:w="3110" w:type="dxa"/>
          </w:tcPr>
          <w:p w14:paraId="17A4B9EA" w14:textId="271A07E9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H.4 Het verwerken van de post</w:t>
            </w:r>
          </w:p>
          <w:p w14:paraId="3E3448F3" w14:textId="41349B12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  <w:b/>
                <w:bCs/>
              </w:rPr>
              <w:t>Toets H1 t/m H4</w:t>
            </w:r>
          </w:p>
          <w:p w14:paraId="53C898CD" w14:textId="3E1A5D6A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4917E955" w14:paraId="0409ED99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53251B79" w14:textId="46636AC0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07E3D30F" w14:textId="3341643D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365F91"/>
              </w:rPr>
              <w:t>Burgerschap</w:t>
            </w:r>
          </w:p>
          <w:p w14:paraId="6975BC65" w14:textId="58E33374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365F91"/>
              </w:rPr>
            </w:pPr>
          </w:p>
        </w:tc>
        <w:tc>
          <w:tcPr>
            <w:tcW w:w="3110" w:type="dxa"/>
          </w:tcPr>
          <w:p w14:paraId="30A8BC6A" w14:textId="5241F9C1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5486B304" w14:paraId="3CD24227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1786163F" w14:textId="2CB38EF5" w:rsidR="5486B304" w:rsidRDefault="5486B304" w:rsidP="5486B304">
            <w:pPr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</w:rPr>
              <w:t>31 maart</w:t>
            </w:r>
          </w:p>
          <w:p w14:paraId="01C51B28" w14:textId="2D04149D" w:rsidR="5486B304" w:rsidRDefault="5486B304" w:rsidP="5486B3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2DBA6596" w14:textId="26532587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FF0000"/>
              </w:rPr>
              <w:t>Goed werknemerschap</w:t>
            </w:r>
          </w:p>
        </w:tc>
        <w:tc>
          <w:tcPr>
            <w:tcW w:w="3110" w:type="dxa"/>
          </w:tcPr>
          <w:p w14:paraId="7204F2FC" w14:textId="6012409C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H.4 De lopende band</w:t>
            </w:r>
          </w:p>
          <w:p w14:paraId="40881A18" w14:textId="399A9788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H.5 Hovenieren</w:t>
            </w:r>
          </w:p>
          <w:p w14:paraId="551FEE45" w14:textId="15B6FAF0" w:rsidR="5486B304" w:rsidRDefault="5486B304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4917E955" w14:paraId="3958F7B3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4F38A7D4" w14:textId="2F76F8D3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73B4EBE3" w14:textId="4DA266D1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00B0F0"/>
              </w:rPr>
              <w:t>Vakleer</w:t>
            </w:r>
          </w:p>
          <w:p w14:paraId="514F1B6A" w14:textId="64A36917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</w:p>
        </w:tc>
        <w:tc>
          <w:tcPr>
            <w:tcW w:w="3110" w:type="dxa"/>
          </w:tcPr>
          <w:p w14:paraId="5ACA731D" w14:textId="55B04781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H6. Klantenontvangst carrousel Harbour Jazzclub</w:t>
            </w:r>
          </w:p>
          <w:p w14:paraId="33E169A4" w14:textId="7A6012A3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4917E955" w14:paraId="68BB5C30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04C52D67" w14:textId="09130BDD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1F6F03F5" w14:textId="15E09992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365F91"/>
              </w:rPr>
              <w:t>Burgerschap</w:t>
            </w:r>
          </w:p>
          <w:p w14:paraId="36798C77" w14:textId="3B60A9DE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365F91"/>
              </w:rPr>
            </w:pPr>
          </w:p>
        </w:tc>
        <w:tc>
          <w:tcPr>
            <w:tcW w:w="3110" w:type="dxa"/>
          </w:tcPr>
          <w:p w14:paraId="22CF41C8" w14:textId="1DDFF81A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5486B304" w14:paraId="56F939EC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762CA988" w14:textId="141EA996" w:rsidR="5486B304" w:rsidRDefault="5486B304" w:rsidP="5486B304">
            <w:pPr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</w:rPr>
              <w:t>7 april</w:t>
            </w:r>
          </w:p>
          <w:p w14:paraId="6595CEE4" w14:textId="1C553342" w:rsidR="5486B304" w:rsidRDefault="5486B304" w:rsidP="5486B3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279EE12E" w14:textId="2BB25E75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FF0000"/>
              </w:rPr>
              <w:t>Goed werknemerschap</w:t>
            </w:r>
          </w:p>
        </w:tc>
        <w:tc>
          <w:tcPr>
            <w:tcW w:w="3110" w:type="dxa"/>
          </w:tcPr>
          <w:p w14:paraId="0512BC9A" w14:textId="7A6D3E27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H.6 De receptie</w:t>
            </w:r>
          </w:p>
          <w:p w14:paraId="47BABBC1" w14:textId="3514EB0F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H.7 De fabriekshal</w:t>
            </w:r>
          </w:p>
          <w:p w14:paraId="03C711B5" w14:textId="1BDDDA8E" w:rsidR="5486B304" w:rsidRDefault="5486B304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4917E955" w14:paraId="12113918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245E6A58" w14:textId="4F075E39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4CE737A4" w14:textId="2EB6E3B4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00B0F0"/>
              </w:rPr>
              <w:t>Vakleer</w:t>
            </w:r>
          </w:p>
        </w:tc>
        <w:tc>
          <w:tcPr>
            <w:tcW w:w="3110" w:type="dxa"/>
          </w:tcPr>
          <w:p w14:paraId="338FA527" w14:textId="0BA542D8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H6. Klantenontvangst carrousel Harbour Jazzclub</w:t>
            </w:r>
          </w:p>
          <w:p w14:paraId="688655DE" w14:textId="0D10494A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  <w:b/>
                <w:bCs/>
              </w:rPr>
              <w:t>Toets (filmpje maken)</w:t>
            </w:r>
          </w:p>
          <w:p w14:paraId="1C2FD497" w14:textId="64A36917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</w:p>
        </w:tc>
      </w:tr>
      <w:tr w:rsidR="4917E955" w14:paraId="2623159E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629C6794" w14:textId="031BF37E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4E37FCBE" w14:textId="60267E04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365F91"/>
              </w:rPr>
              <w:t>Burgerschap</w:t>
            </w:r>
          </w:p>
        </w:tc>
        <w:tc>
          <w:tcPr>
            <w:tcW w:w="3110" w:type="dxa"/>
          </w:tcPr>
          <w:p w14:paraId="3B226C26" w14:textId="53F51C61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4917E955" w14:paraId="2AB80227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2549B033" w14:textId="147CF78C" w:rsidR="4917E955" w:rsidRDefault="4917E955" w:rsidP="4917E955">
            <w:pPr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14 april</w:t>
            </w:r>
          </w:p>
        </w:tc>
        <w:tc>
          <w:tcPr>
            <w:tcW w:w="3009" w:type="dxa"/>
          </w:tcPr>
          <w:p w14:paraId="5653D9E5" w14:textId="2CC73144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5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00B050"/>
              </w:rPr>
              <w:t>Vrij</w:t>
            </w:r>
          </w:p>
        </w:tc>
        <w:tc>
          <w:tcPr>
            <w:tcW w:w="3110" w:type="dxa"/>
          </w:tcPr>
          <w:p w14:paraId="500402A2" w14:textId="2C93CEA3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5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00B050"/>
              </w:rPr>
              <w:t>Vrij</w:t>
            </w:r>
          </w:p>
          <w:p w14:paraId="368B7142" w14:textId="38516C72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50"/>
              </w:rPr>
            </w:pPr>
          </w:p>
        </w:tc>
      </w:tr>
      <w:tr w:rsidR="5486B304" w14:paraId="6396EAB7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3265E3DE" w14:textId="0A846292" w:rsidR="5486B304" w:rsidRDefault="4917E955" w:rsidP="4917E955">
            <w:pPr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21 april</w:t>
            </w:r>
          </w:p>
          <w:p w14:paraId="08DC5FF4" w14:textId="078BED1B" w:rsidR="5486B304" w:rsidRDefault="5486B304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0C827AC7" w14:textId="7EA92FA7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FF0000"/>
              </w:rPr>
              <w:lastRenderedPageBreak/>
              <w:t>Goed werknemerschap</w:t>
            </w:r>
          </w:p>
        </w:tc>
        <w:tc>
          <w:tcPr>
            <w:tcW w:w="3110" w:type="dxa"/>
          </w:tcPr>
          <w:p w14:paraId="6096DFF0" w14:textId="20CADACB" w:rsidR="5486B304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</w:rPr>
            </w:pPr>
            <w:r w:rsidRPr="4917E955">
              <w:rPr>
                <w:rFonts w:ascii="Calibri" w:eastAsia="Calibri" w:hAnsi="Calibri" w:cs="Calibri"/>
                <w:b/>
                <w:bCs/>
              </w:rPr>
              <w:t>De afronding +toets</w:t>
            </w:r>
          </w:p>
        </w:tc>
      </w:tr>
      <w:tr w:rsidR="4917E955" w14:paraId="6E955BFF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39552290" w14:textId="4BE868B9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314397D1" w14:textId="34251E82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00B0F0"/>
              </w:rPr>
              <w:t>Vakleer</w:t>
            </w:r>
          </w:p>
        </w:tc>
        <w:tc>
          <w:tcPr>
            <w:tcW w:w="3110" w:type="dxa"/>
          </w:tcPr>
          <w:p w14:paraId="492B477E" w14:textId="6036BD75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</w:rPr>
              <w:t>H6. Klantenontvangst carrousel Harbour Jazzclub</w:t>
            </w:r>
          </w:p>
          <w:p w14:paraId="0082D1C6" w14:textId="21374ED0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4917E955" w14:paraId="34B3208B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34880EAB" w14:textId="4B3B1AE7" w:rsidR="4917E955" w:rsidRDefault="4917E955" w:rsidP="4917E9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</w:tcPr>
          <w:p w14:paraId="2076F21F" w14:textId="775AC9B0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4917E955">
              <w:rPr>
                <w:rFonts w:ascii="Calibri" w:eastAsia="Calibri" w:hAnsi="Calibri" w:cs="Calibri"/>
                <w:b/>
                <w:bCs/>
                <w:color w:val="365F91"/>
              </w:rPr>
              <w:t>Burgerschap</w:t>
            </w:r>
          </w:p>
        </w:tc>
        <w:tc>
          <w:tcPr>
            <w:tcW w:w="3110" w:type="dxa"/>
          </w:tcPr>
          <w:p w14:paraId="7914FD6B" w14:textId="5014CD8A" w:rsidR="4917E955" w:rsidRDefault="4917E955" w:rsidP="4917E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</w:tr>
      <w:tr w:rsidR="5486B304" w14:paraId="35415729" w14:textId="77777777" w:rsidTr="4917E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</w:tcPr>
          <w:p w14:paraId="1784E050" w14:textId="0E46389F" w:rsidR="5486B304" w:rsidRDefault="5486B304" w:rsidP="5486B304">
            <w:pPr>
              <w:spacing w:after="160" w:line="259" w:lineRule="auto"/>
              <w:rPr>
                <w:rFonts w:ascii="Calibri" w:eastAsia="Calibri" w:hAnsi="Calibri" w:cs="Calibri"/>
              </w:rPr>
            </w:pPr>
            <w:r w:rsidRPr="5486B304">
              <w:rPr>
                <w:rFonts w:ascii="Calibri" w:eastAsia="Calibri" w:hAnsi="Calibri" w:cs="Calibri"/>
              </w:rPr>
              <w:t>5 mei</w:t>
            </w:r>
          </w:p>
        </w:tc>
        <w:tc>
          <w:tcPr>
            <w:tcW w:w="3009" w:type="dxa"/>
          </w:tcPr>
          <w:p w14:paraId="46DF6AC2" w14:textId="3BED8A97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50"/>
              </w:rPr>
            </w:pPr>
            <w:r w:rsidRPr="5486B304">
              <w:rPr>
                <w:rFonts w:ascii="Calibri" w:eastAsia="Calibri" w:hAnsi="Calibri" w:cs="Calibri"/>
                <w:b/>
                <w:bCs/>
                <w:color w:val="00B050"/>
              </w:rPr>
              <w:t>Vrij</w:t>
            </w:r>
          </w:p>
        </w:tc>
        <w:tc>
          <w:tcPr>
            <w:tcW w:w="3110" w:type="dxa"/>
          </w:tcPr>
          <w:p w14:paraId="0C09969A" w14:textId="3004BE32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50"/>
              </w:rPr>
            </w:pPr>
            <w:r w:rsidRPr="5486B304">
              <w:rPr>
                <w:rFonts w:ascii="Calibri" w:eastAsia="Calibri" w:hAnsi="Calibri" w:cs="Calibri"/>
                <w:b/>
                <w:bCs/>
                <w:color w:val="00B050"/>
              </w:rPr>
              <w:t>Vrij</w:t>
            </w:r>
          </w:p>
          <w:p w14:paraId="5FD8EA86" w14:textId="6204C83A" w:rsidR="5486B304" w:rsidRDefault="5486B304" w:rsidP="5486B3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00B050"/>
              </w:rPr>
            </w:pPr>
          </w:p>
        </w:tc>
      </w:tr>
    </w:tbl>
    <w:p w14:paraId="619F6020" w14:textId="0357B404" w:rsidR="5486B304" w:rsidRDefault="5486B304"/>
    <w:p w14:paraId="1B77D004" w14:textId="53CD087A" w:rsidR="5486B304" w:rsidRDefault="5486B304" w:rsidP="5486B304"/>
    <w:p w14:paraId="71D57ABD" w14:textId="3CC7ACC2" w:rsidR="4917E955" w:rsidRDefault="4917E955" w:rsidP="4917E955">
      <w:pPr>
        <w:rPr>
          <w:b/>
          <w:bCs/>
        </w:rPr>
      </w:pPr>
      <w:r w:rsidRPr="4917E955">
        <w:rPr>
          <w:b/>
          <w:bCs/>
        </w:rPr>
        <w:t>08.30 - 09.30 Studieloopbaanbegeleiding</w:t>
      </w:r>
    </w:p>
    <w:p w14:paraId="1D8BBFAB" w14:textId="05C285C4" w:rsidR="4917E955" w:rsidRDefault="4917E955" w:rsidP="4917E955">
      <w:pPr>
        <w:rPr>
          <w:b/>
          <w:bCs/>
        </w:rPr>
      </w:pPr>
      <w:r w:rsidRPr="4917E955">
        <w:rPr>
          <w:b/>
          <w:bCs/>
        </w:rPr>
        <w:t>09.30 - 11.00 Carrousel</w:t>
      </w:r>
    </w:p>
    <w:p w14:paraId="5E546BAA" w14:textId="1E0D748E" w:rsidR="4917E955" w:rsidRDefault="4917E955" w:rsidP="4917E955">
      <w:pPr>
        <w:rPr>
          <w:b/>
          <w:bCs/>
        </w:rPr>
      </w:pPr>
      <w:r w:rsidRPr="4917E955">
        <w:rPr>
          <w:b/>
          <w:bCs/>
        </w:rPr>
        <w:t xml:space="preserve">11. 00 – 12.30 Carrousel </w:t>
      </w:r>
    </w:p>
    <w:p w14:paraId="0E4EDBF1" w14:textId="278261FA" w:rsidR="4917E955" w:rsidRDefault="4917E955" w:rsidP="4917E955">
      <w:pPr>
        <w:rPr>
          <w:b/>
          <w:bCs/>
        </w:rPr>
      </w:pPr>
      <w:r w:rsidRPr="4917E955">
        <w:rPr>
          <w:b/>
          <w:bCs/>
        </w:rPr>
        <w:t>12.30 - 13.00 Pauze</w:t>
      </w:r>
    </w:p>
    <w:p w14:paraId="73ABA7C3" w14:textId="0446180E" w:rsidR="4917E955" w:rsidRDefault="4917E955" w:rsidP="4917E955">
      <w:pPr>
        <w:rPr>
          <w:b/>
          <w:bCs/>
        </w:rPr>
      </w:pPr>
      <w:r w:rsidRPr="4917E955">
        <w:rPr>
          <w:b/>
          <w:bCs/>
        </w:rPr>
        <w:t>13.00 - 14.30 Carrousel</w:t>
      </w:r>
    </w:p>
    <w:p w14:paraId="4EEBC97E" w14:textId="0BADC44B" w:rsidR="4917E955" w:rsidRDefault="4917E955" w:rsidP="4917E955">
      <w:r w:rsidRPr="4917E955">
        <w:rPr>
          <w:b/>
          <w:bCs/>
        </w:rPr>
        <w:t>14.30 - 15.30 Beroepsgericht</w:t>
      </w:r>
    </w:p>
    <w:p w14:paraId="2F37D627" w14:textId="5DE5E31A" w:rsidR="4917E955" w:rsidRDefault="4917E955" w:rsidP="4917E955"/>
    <w:sectPr w:rsidR="4917E9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6B9"/>
    <w:multiLevelType w:val="hybridMultilevel"/>
    <w:tmpl w:val="36C46D32"/>
    <w:lvl w:ilvl="0" w:tplc="9BE2A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44A8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E8ED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A8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58A3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A69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A20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4055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761E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6B304"/>
    <w:rsid w:val="003D533A"/>
    <w:rsid w:val="00FF3181"/>
    <w:rsid w:val="4917E955"/>
    <w:rsid w:val="5486B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0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dTable1LightAccent1">
    <w:name w:val="Grid Table 1 Light Accent 1"/>
    <w:basedOn w:val="Standaardtabe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dTable1LightAccent1">
    <w:name w:val="Grid Table 1 Light Accent 1"/>
    <w:basedOn w:val="Standaardtabe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2" ma:contentTypeDescription="Een nieuw document maken." ma:contentTypeScope="" ma:versionID="cb80df18fb651b4049800d09f9c1c6fc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501d837ee4e3bdd6c4aa2be629864fc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A53B34-EE8C-4FDD-9967-E85A9EFC0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DBF2A5-A8DD-4AA4-B631-CE8A0773B3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A6A19-7846-4EF1-A05E-A59E3C0BAD39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06f2713d-9af9-4761-9453-5da2c7a8af77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3761C568</Template>
  <TotalTime>0</TotalTime>
  <Pages>2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Bakker</dc:creator>
  <cp:lastModifiedBy>J.H.F. Plas-Waarsing</cp:lastModifiedBy>
  <cp:revision>2</cp:revision>
  <dcterms:created xsi:type="dcterms:W3CDTF">2017-03-13T09:20:00Z</dcterms:created>
  <dcterms:modified xsi:type="dcterms:W3CDTF">2017-03-13T09:20:00Z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