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  <w:tblCaption w:val=""/>
        <w:tblDescription w:val=""/>
      </w:tblPr>
      <w:tblGrid>
        <w:gridCol w:w="4714"/>
        <w:gridCol w:w="4715"/>
        <w:gridCol w:w="4715"/>
      </w:tblGrid>
      <w:tr w:rsidR="003918BB" w14:paraId="47DFB9F5" w14:textId="77777777" w:rsidTr="352717C3">
        <w:tc>
          <w:tcPr>
            <w:tcW w:w="4714" w:type="dxa"/>
          </w:tcPr>
          <w:p w14:paraId="46C25908" w14:textId="77777777" w:rsidR="003918BB" w:rsidRDefault="1D907460" w:rsidP="1D907460">
            <w:pPr>
              <w:rPr>
                <w:b/>
                <w:bCs/>
              </w:rPr>
            </w:pPr>
            <w:bookmarkStart w:id="0" w:name="_GoBack"/>
            <w:bookmarkEnd w:id="0"/>
            <w:r w:rsidRPr="1D907460">
              <w:rPr>
                <w:b/>
                <w:bCs/>
                <w:highlight w:val="yellow"/>
              </w:rPr>
              <w:t>Datum</w:t>
            </w:r>
          </w:p>
        </w:tc>
        <w:tc>
          <w:tcPr>
            <w:tcW w:w="4715" w:type="dxa"/>
          </w:tcPr>
          <w:p w14:paraId="44883E96" w14:textId="77777777" w:rsidR="003918BB" w:rsidRDefault="1D907460" w:rsidP="1D907460">
            <w:pPr>
              <w:rPr>
                <w:b/>
                <w:bCs/>
              </w:rPr>
            </w:pPr>
            <w:r w:rsidRPr="1D907460">
              <w:rPr>
                <w:b/>
                <w:bCs/>
                <w:highlight w:val="yellow"/>
              </w:rPr>
              <w:t>Vak</w:t>
            </w:r>
          </w:p>
        </w:tc>
        <w:tc>
          <w:tcPr>
            <w:tcW w:w="4715" w:type="dxa"/>
          </w:tcPr>
          <w:p w14:paraId="7A996DC1" w14:textId="6C8AE9A8" w:rsidR="003918BB" w:rsidRDefault="1D907460" w:rsidP="1D907460">
            <w:pPr>
              <w:rPr>
                <w:b/>
                <w:bCs/>
              </w:rPr>
            </w:pPr>
            <w:r w:rsidRPr="1D907460">
              <w:rPr>
                <w:b/>
                <w:bCs/>
                <w:highlight w:val="yellow"/>
              </w:rPr>
              <w:t>Activiteit</w:t>
            </w:r>
          </w:p>
          <w:p w14:paraId="426B49C2" w14:textId="25ECB56D" w:rsidR="003918BB" w:rsidRDefault="003918BB" w:rsidP="7449D7C9">
            <w:pPr>
              <w:rPr>
                <w:b/>
                <w:bCs/>
              </w:rPr>
            </w:pPr>
          </w:p>
        </w:tc>
      </w:tr>
      <w:tr w:rsidR="003918BB" w14:paraId="1ADDBB8D" w14:textId="77777777" w:rsidTr="352717C3">
        <w:tc>
          <w:tcPr>
            <w:tcW w:w="4714" w:type="dxa"/>
          </w:tcPr>
          <w:p w14:paraId="1A888BA7" w14:textId="77777777" w:rsidR="003918BB" w:rsidRDefault="7449D7C9" w:rsidP="7449D7C9">
            <w:pPr>
              <w:rPr>
                <w:b/>
                <w:bCs/>
              </w:rPr>
            </w:pPr>
            <w:r w:rsidRPr="7449D7C9">
              <w:rPr>
                <w:b/>
                <w:bCs/>
              </w:rPr>
              <w:t>25 november</w:t>
            </w:r>
          </w:p>
        </w:tc>
        <w:tc>
          <w:tcPr>
            <w:tcW w:w="4715" w:type="dxa"/>
          </w:tcPr>
          <w:p w14:paraId="7BD9D646" w14:textId="74799D1A" w:rsidR="003918BB" w:rsidRDefault="7449D7C9">
            <w:r w:rsidRPr="7449D7C9">
              <w:rPr>
                <w:b/>
                <w:bCs/>
                <w:color w:val="365F91" w:themeColor="accent1" w:themeShade="BF"/>
              </w:rPr>
              <w:t>Project</w:t>
            </w:r>
          </w:p>
        </w:tc>
        <w:tc>
          <w:tcPr>
            <w:tcW w:w="4715" w:type="dxa"/>
          </w:tcPr>
          <w:p w14:paraId="3745D4A7" w14:textId="77777777" w:rsidR="003918BB" w:rsidRDefault="003918BB" w:rsidP="003918BB">
            <w:pPr>
              <w:pStyle w:val="Geenafstand"/>
            </w:pPr>
            <w:r>
              <w:t>•Uitleg werkwijze en doel van het project</w:t>
            </w:r>
          </w:p>
          <w:p w14:paraId="66582FE9" w14:textId="77777777" w:rsidR="003918BB" w:rsidRDefault="003918BB" w:rsidP="003918BB">
            <w:pPr>
              <w:pStyle w:val="Geenafstand"/>
            </w:pPr>
            <w:r>
              <w:t>•Opdracht Kerstgedachte</w:t>
            </w:r>
          </w:p>
          <w:p w14:paraId="620FBE9E" w14:textId="77777777" w:rsidR="003918BB" w:rsidRDefault="003918BB" w:rsidP="003918BB">
            <w:pPr>
              <w:pStyle w:val="Geenafstand"/>
            </w:pPr>
            <w:r>
              <w:t>•Naam van de groep</w:t>
            </w:r>
          </w:p>
          <w:p w14:paraId="0FC28F1C" w14:textId="77777777" w:rsidR="003918BB" w:rsidRDefault="003918BB" w:rsidP="003918BB">
            <w:pPr>
              <w:pStyle w:val="Geenafstand"/>
            </w:pPr>
            <w:r>
              <w:t>•Taken verdelen</w:t>
            </w:r>
          </w:p>
          <w:p w14:paraId="44B0C91A" w14:textId="77777777" w:rsidR="003918BB" w:rsidRDefault="003918BB" w:rsidP="003918BB">
            <w:pPr>
              <w:pStyle w:val="Geenafstand"/>
            </w:pPr>
            <w:r>
              <w:t>•Product kiezen en voorstel indienen</w:t>
            </w:r>
          </w:p>
          <w:p w14:paraId="0667FAA6" w14:textId="77777777" w:rsidR="003918BB" w:rsidRDefault="003918BB" w:rsidP="003918BB">
            <w:pPr>
              <w:pStyle w:val="Geenafstand"/>
            </w:pPr>
            <w:r>
              <w:t>•Afspraken maken</w:t>
            </w:r>
          </w:p>
          <w:p w14:paraId="33D45ECF" w14:textId="77777777" w:rsidR="003918BB" w:rsidRDefault="003918BB" w:rsidP="003918BB">
            <w:pPr>
              <w:pStyle w:val="Geenafstand"/>
            </w:pPr>
            <w:r>
              <w:t>•Wisselgeld</w:t>
            </w:r>
          </w:p>
          <w:p w14:paraId="5A08EBAD" w14:textId="7545F0A8" w:rsidR="0062744A" w:rsidRDefault="0062744A" w:rsidP="003918BB">
            <w:pPr>
              <w:pStyle w:val="Geenafstand"/>
            </w:pPr>
          </w:p>
        </w:tc>
      </w:tr>
      <w:tr w:rsidR="7449D7C9" w14:paraId="72471148" w14:textId="77777777" w:rsidTr="352717C3">
        <w:tc>
          <w:tcPr>
            <w:tcW w:w="4714" w:type="dxa"/>
          </w:tcPr>
          <w:p w14:paraId="089BBD83" w14:textId="4A25ECD9" w:rsidR="7449D7C9" w:rsidRDefault="7449D7C9" w:rsidP="7449D7C9">
            <w:pPr>
              <w:rPr>
                <w:b/>
                <w:bCs/>
              </w:rPr>
            </w:pPr>
          </w:p>
        </w:tc>
        <w:tc>
          <w:tcPr>
            <w:tcW w:w="4715" w:type="dxa"/>
          </w:tcPr>
          <w:p w14:paraId="287DEAEF" w14:textId="15B82448" w:rsidR="7449D7C9" w:rsidRDefault="7449D7C9" w:rsidP="1D907460">
            <w:pPr>
              <w:rPr>
                <w:b/>
                <w:bCs/>
                <w:color w:val="00B050"/>
              </w:rPr>
            </w:pPr>
          </w:p>
        </w:tc>
        <w:tc>
          <w:tcPr>
            <w:tcW w:w="4715" w:type="dxa"/>
          </w:tcPr>
          <w:p w14:paraId="1B2872A0" w14:textId="065C7837" w:rsidR="7449D7C9" w:rsidRDefault="7449D7C9" w:rsidP="7449D7C9">
            <w:pPr>
              <w:pStyle w:val="Geenafstand"/>
            </w:pPr>
            <w:r>
              <w:t xml:space="preserve">H2 Kassa </w:t>
            </w:r>
          </w:p>
          <w:p w14:paraId="4AA1FE1E" w14:textId="4985D7CE" w:rsidR="7449D7C9" w:rsidRDefault="7449D7C9" w:rsidP="7449D7C9">
            <w:pPr>
              <w:pStyle w:val="Geenafstand"/>
            </w:pPr>
            <w:r>
              <w:t>H3 Reprofaciliteiten</w:t>
            </w:r>
          </w:p>
          <w:p w14:paraId="685E66CC" w14:textId="0E39F1D7" w:rsidR="7449D7C9" w:rsidRDefault="7449D7C9" w:rsidP="7449D7C9">
            <w:pPr>
              <w:pStyle w:val="Geenafstand"/>
            </w:pPr>
            <w:r>
              <w:t>H4 Het maken van een werkplanning</w:t>
            </w:r>
          </w:p>
          <w:p w14:paraId="69B48783" w14:textId="4DB009D4" w:rsidR="7449D7C9" w:rsidRDefault="7449D7C9" w:rsidP="7449D7C9">
            <w:pPr>
              <w:pStyle w:val="Geenafstand"/>
            </w:pPr>
          </w:p>
        </w:tc>
      </w:tr>
      <w:tr w:rsidR="003918BB" w14:paraId="3522B8EC" w14:textId="77777777" w:rsidTr="352717C3">
        <w:tc>
          <w:tcPr>
            <w:tcW w:w="4714" w:type="dxa"/>
          </w:tcPr>
          <w:p w14:paraId="3AC4605F" w14:textId="77777777" w:rsidR="003918BB" w:rsidRDefault="7449D7C9" w:rsidP="7449D7C9">
            <w:pPr>
              <w:rPr>
                <w:b/>
                <w:bCs/>
              </w:rPr>
            </w:pPr>
            <w:r w:rsidRPr="7449D7C9">
              <w:rPr>
                <w:b/>
                <w:bCs/>
              </w:rPr>
              <w:t>2 december</w:t>
            </w:r>
          </w:p>
        </w:tc>
        <w:tc>
          <w:tcPr>
            <w:tcW w:w="4715" w:type="dxa"/>
          </w:tcPr>
          <w:p w14:paraId="03848319" w14:textId="03A4440F" w:rsidR="003918BB" w:rsidRDefault="7449D7C9" w:rsidP="7449D7C9">
            <w:pPr>
              <w:rPr>
                <w:b/>
                <w:bCs/>
                <w:color w:val="0070C0"/>
              </w:rPr>
            </w:pPr>
            <w:r w:rsidRPr="7449D7C9">
              <w:rPr>
                <w:b/>
                <w:bCs/>
                <w:color w:val="0070C0"/>
              </w:rPr>
              <w:t>Project</w:t>
            </w:r>
          </w:p>
        </w:tc>
        <w:tc>
          <w:tcPr>
            <w:tcW w:w="4715" w:type="dxa"/>
          </w:tcPr>
          <w:p w14:paraId="16DB2AEA" w14:textId="77777777" w:rsidR="003918BB" w:rsidRDefault="003918BB" w:rsidP="003918BB">
            <w:r>
              <w:t>•Flyer maken en inleveren</w:t>
            </w:r>
          </w:p>
          <w:p w14:paraId="2091EB59" w14:textId="77777777" w:rsidR="003918BB" w:rsidRDefault="003918BB" w:rsidP="003918BB">
            <w:r>
              <w:t>•Goedkeuring product terug</w:t>
            </w:r>
          </w:p>
          <w:p w14:paraId="315CCD9A" w14:textId="77777777" w:rsidR="003918BB" w:rsidRDefault="003918BB" w:rsidP="003918BB">
            <w:r>
              <w:t>•Investeringsafspraken maken</w:t>
            </w:r>
          </w:p>
          <w:p w14:paraId="1BB40022" w14:textId="77777777" w:rsidR="003918BB" w:rsidRDefault="003918BB" w:rsidP="003918BB">
            <w:r>
              <w:t>•Verwachte uitgaven</w:t>
            </w:r>
          </w:p>
          <w:p w14:paraId="04066B46" w14:textId="77777777" w:rsidR="003918BB" w:rsidRDefault="003918BB" w:rsidP="003918BB">
            <w:r>
              <w:t>•Bepalen verkoopprijs</w:t>
            </w:r>
          </w:p>
          <w:p w14:paraId="48EFA4C4" w14:textId="77777777" w:rsidR="003918BB" w:rsidRDefault="003918BB" w:rsidP="003918BB">
            <w:r>
              <w:t>•Prijs/tekstkaart maken</w:t>
            </w:r>
          </w:p>
          <w:p w14:paraId="67109ACF" w14:textId="77777777" w:rsidR="003918BB" w:rsidRDefault="003918BB" w:rsidP="003918BB">
            <w:r>
              <w:t>•Facilitaire zaken</w:t>
            </w:r>
          </w:p>
          <w:p w14:paraId="6C51FF58" w14:textId="77777777" w:rsidR="003918BB" w:rsidRDefault="003918BB" w:rsidP="003918BB"/>
        </w:tc>
      </w:tr>
      <w:tr w:rsidR="7449D7C9" w14:paraId="7FFB2C91" w14:textId="77777777" w:rsidTr="352717C3">
        <w:tc>
          <w:tcPr>
            <w:tcW w:w="4714" w:type="dxa"/>
          </w:tcPr>
          <w:p w14:paraId="2A6C1402" w14:textId="731EC9CE" w:rsidR="7449D7C9" w:rsidRDefault="7449D7C9" w:rsidP="7449D7C9">
            <w:pPr>
              <w:rPr>
                <w:b/>
                <w:bCs/>
              </w:rPr>
            </w:pPr>
          </w:p>
        </w:tc>
        <w:tc>
          <w:tcPr>
            <w:tcW w:w="4715" w:type="dxa"/>
          </w:tcPr>
          <w:p w14:paraId="76DF7433" w14:textId="3DEDCFF2" w:rsidR="7449D7C9" w:rsidRDefault="7449D7C9" w:rsidP="1D907460">
            <w:pPr>
              <w:rPr>
                <w:b/>
                <w:bCs/>
                <w:color w:val="00B050"/>
              </w:rPr>
            </w:pPr>
          </w:p>
        </w:tc>
        <w:tc>
          <w:tcPr>
            <w:tcW w:w="4715" w:type="dxa"/>
          </w:tcPr>
          <w:p w14:paraId="20C37C53" w14:textId="08C0720A" w:rsidR="7449D7C9" w:rsidRDefault="7449D7C9" w:rsidP="7449D7C9">
            <w:r>
              <w:t>H8  Inrichten en aankleden van ruimtes</w:t>
            </w:r>
          </w:p>
          <w:p w14:paraId="39503C17" w14:textId="542C2C54" w:rsidR="7449D7C9" w:rsidRDefault="7449D7C9" w:rsidP="7449D7C9">
            <w:r>
              <w:t>H9 Communicatie</w:t>
            </w:r>
          </w:p>
          <w:p w14:paraId="487159D8" w14:textId="1302EB2A" w:rsidR="7449D7C9" w:rsidRDefault="7449D7C9" w:rsidP="7449D7C9">
            <w:r>
              <w:t>H10 Werken volgens geldende voorschriften</w:t>
            </w:r>
          </w:p>
          <w:p w14:paraId="2BBB9144" w14:textId="7D6D7A94" w:rsidR="7449D7C9" w:rsidRDefault="7449D7C9" w:rsidP="7449D7C9"/>
        </w:tc>
      </w:tr>
      <w:tr w:rsidR="003918BB" w14:paraId="12599034" w14:textId="77777777" w:rsidTr="352717C3">
        <w:tc>
          <w:tcPr>
            <w:tcW w:w="4714" w:type="dxa"/>
          </w:tcPr>
          <w:p w14:paraId="7536B18E" w14:textId="77777777" w:rsidR="003918BB" w:rsidRDefault="7449D7C9" w:rsidP="7449D7C9">
            <w:pPr>
              <w:rPr>
                <w:b/>
                <w:bCs/>
              </w:rPr>
            </w:pPr>
            <w:r w:rsidRPr="7449D7C9">
              <w:rPr>
                <w:b/>
                <w:bCs/>
              </w:rPr>
              <w:t>9 december</w:t>
            </w:r>
          </w:p>
        </w:tc>
        <w:tc>
          <w:tcPr>
            <w:tcW w:w="4715" w:type="dxa"/>
          </w:tcPr>
          <w:p w14:paraId="56212D8B" w14:textId="77777777" w:rsidR="003918BB" w:rsidRDefault="7449D7C9" w:rsidP="7449D7C9">
            <w:pPr>
              <w:rPr>
                <w:b/>
                <w:bCs/>
                <w:color w:val="0070C0"/>
              </w:rPr>
            </w:pPr>
            <w:r w:rsidRPr="7449D7C9">
              <w:rPr>
                <w:b/>
                <w:bCs/>
                <w:color w:val="0070C0"/>
              </w:rPr>
              <w:t>Project</w:t>
            </w:r>
          </w:p>
        </w:tc>
        <w:tc>
          <w:tcPr>
            <w:tcW w:w="4715" w:type="dxa"/>
          </w:tcPr>
          <w:p w14:paraId="23D71FC3" w14:textId="77777777" w:rsidR="003918BB" w:rsidRDefault="003918BB" w:rsidP="003918BB">
            <w:r>
              <w:t>•PR &amp; werving klanten</w:t>
            </w:r>
          </w:p>
          <w:p w14:paraId="63C98F43" w14:textId="77777777" w:rsidR="003918BB" w:rsidRDefault="003918BB" w:rsidP="003918BB">
            <w:r>
              <w:t>•Producten inkopen/ maken</w:t>
            </w:r>
          </w:p>
          <w:p w14:paraId="323CB72C" w14:textId="77777777" w:rsidR="003918BB" w:rsidRDefault="003918BB" w:rsidP="003918BB">
            <w:r>
              <w:t>•Prijs/tekstkaart maken</w:t>
            </w:r>
          </w:p>
          <w:p w14:paraId="2EFB7E81" w14:textId="77777777" w:rsidR="003918BB" w:rsidRDefault="003918BB" w:rsidP="003918BB">
            <w:r>
              <w:t>•Facilitaire zaken</w:t>
            </w:r>
          </w:p>
          <w:p w14:paraId="40A9B4DC" w14:textId="77777777" w:rsidR="003918BB" w:rsidRDefault="003918BB" w:rsidP="003918BB">
            <w:r>
              <w:t>•Boekhouding tot nu toe inleveren</w:t>
            </w:r>
          </w:p>
          <w:p w14:paraId="11A3D348" w14:textId="77777777" w:rsidR="003918BB" w:rsidRDefault="003918BB" w:rsidP="003918BB"/>
        </w:tc>
      </w:tr>
      <w:tr w:rsidR="7449D7C9" w14:paraId="09F2D7D4" w14:textId="77777777" w:rsidTr="352717C3">
        <w:tc>
          <w:tcPr>
            <w:tcW w:w="4714" w:type="dxa"/>
          </w:tcPr>
          <w:p w14:paraId="11452C26" w14:textId="0B64BA0B" w:rsidR="7449D7C9" w:rsidRDefault="7449D7C9" w:rsidP="7449D7C9">
            <w:pPr>
              <w:rPr>
                <w:b/>
                <w:bCs/>
              </w:rPr>
            </w:pPr>
          </w:p>
        </w:tc>
        <w:tc>
          <w:tcPr>
            <w:tcW w:w="4715" w:type="dxa"/>
          </w:tcPr>
          <w:p w14:paraId="7BD765A3" w14:textId="08510BE9" w:rsidR="7449D7C9" w:rsidRDefault="7449D7C9" w:rsidP="1D907460">
            <w:pPr>
              <w:rPr>
                <w:b/>
                <w:bCs/>
                <w:color w:val="00B050"/>
              </w:rPr>
            </w:pPr>
          </w:p>
        </w:tc>
        <w:tc>
          <w:tcPr>
            <w:tcW w:w="4715" w:type="dxa"/>
          </w:tcPr>
          <w:p w14:paraId="03369F63" w14:textId="515222BF" w:rsidR="7449D7C9" w:rsidRDefault="7449D7C9" w:rsidP="7449D7C9">
            <w:r>
              <w:t>H11 Richtlijnen</w:t>
            </w:r>
          </w:p>
          <w:p w14:paraId="3D266D8F" w14:textId="42836D9D" w:rsidR="7449D7C9" w:rsidRDefault="7449D7C9" w:rsidP="7449D7C9">
            <w:r>
              <w:t>H12 Project- Een ruimte gebruiksklaar maken</w:t>
            </w:r>
          </w:p>
          <w:p w14:paraId="5F88B881" w14:textId="0A5E3856" w:rsidR="7449D7C9" w:rsidRDefault="7449D7C9" w:rsidP="7449D7C9"/>
        </w:tc>
      </w:tr>
      <w:tr w:rsidR="003F3EE8" w14:paraId="525F68EE" w14:textId="77777777" w:rsidTr="352717C3">
        <w:tc>
          <w:tcPr>
            <w:tcW w:w="4714" w:type="dxa"/>
          </w:tcPr>
          <w:p w14:paraId="6ED7555D" w14:textId="77777777" w:rsidR="003F3EE8" w:rsidRDefault="003F3EE8" w:rsidP="7449D7C9">
            <w:pPr>
              <w:rPr>
                <w:b/>
                <w:bCs/>
              </w:rPr>
            </w:pPr>
          </w:p>
        </w:tc>
        <w:tc>
          <w:tcPr>
            <w:tcW w:w="4715" w:type="dxa"/>
          </w:tcPr>
          <w:p w14:paraId="1B1244A6" w14:textId="77777777" w:rsidR="003F3EE8" w:rsidRDefault="7449D7C9" w:rsidP="7449D7C9">
            <w:pPr>
              <w:rPr>
                <w:b/>
                <w:bCs/>
              </w:rPr>
            </w:pPr>
            <w:r w:rsidRPr="7449D7C9">
              <w:rPr>
                <w:b/>
                <w:bCs/>
                <w:color w:val="FF0000"/>
              </w:rPr>
              <w:t>SLB</w:t>
            </w:r>
          </w:p>
        </w:tc>
        <w:tc>
          <w:tcPr>
            <w:tcW w:w="4715" w:type="dxa"/>
          </w:tcPr>
          <w:p w14:paraId="230C6C12" w14:textId="77777777" w:rsidR="0062744A" w:rsidRDefault="003F3EE8" w:rsidP="003918BB">
            <w:r>
              <w:t>Sinterklaas vieren</w:t>
            </w:r>
          </w:p>
          <w:p w14:paraId="16FF5613" w14:textId="77777777" w:rsidR="0062744A" w:rsidRDefault="0062744A" w:rsidP="003918BB"/>
          <w:p w14:paraId="630DF61D" w14:textId="2E9AA40A" w:rsidR="003F3EE8" w:rsidRDefault="003F3EE8" w:rsidP="003918BB"/>
        </w:tc>
      </w:tr>
      <w:tr w:rsidR="003918BB" w14:paraId="4D537009" w14:textId="77777777" w:rsidTr="352717C3">
        <w:tc>
          <w:tcPr>
            <w:tcW w:w="4714" w:type="dxa"/>
          </w:tcPr>
          <w:p w14:paraId="6E9D7C38" w14:textId="77777777" w:rsidR="003918BB" w:rsidRDefault="7449D7C9" w:rsidP="7449D7C9">
            <w:pPr>
              <w:rPr>
                <w:b/>
                <w:bCs/>
              </w:rPr>
            </w:pPr>
            <w:r w:rsidRPr="7449D7C9">
              <w:rPr>
                <w:b/>
                <w:bCs/>
              </w:rPr>
              <w:t>16 december</w:t>
            </w:r>
          </w:p>
        </w:tc>
        <w:tc>
          <w:tcPr>
            <w:tcW w:w="4715" w:type="dxa"/>
          </w:tcPr>
          <w:p w14:paraId="4A150277" w14:textId="77777777" w:rsidR="003918BB" w:rsidRDefault="1D907460" w:rsidP="1D907460">
            <w:pPr>
              <w:rPr>
                <w:b/>
                <w:bCs/>
                <w:color w:val="0070C0"/>
              </w:rPr>
            </w:pPr>
            <w:r w:rsidRPr="1D907460">
              <w:rPr>
                <w:b/>
                <w:bCs/>
                <w:color w:val="0070C0"/>
              </w:rPr>
              <w:t>Project</w:t>
            </w:r>
          </w:p>
          <w:p w14:paraId="72529235" w14:textId="677D0C61" w:rsidR="0062744A" w:rsidRDefault="0062744A" w:rsidP="1D907460">
            <w:pPr>
              <w:rPr>
                <w:b/>
                <w:bCs/>
                <w:color w:val="0070C0"/>
              </w:rPr>
            </w:pPr>
          </w:p>
        </w:tc>
        <w:tc>
          <w:tcPr>
            <w:tcW w:w="4715" w:type="dxa"/>
          </w:tcPr>
          <w:p w14:paraId="35039BC8" w14:textId="77777777" w:rsidR="003918BB" w:rsidRDefault="003918BB" w:rsidP="003918BB">
            <w:r>
              <w:t>•PR &amp; werving klanten</w:t>
            </w:r>
          </w:p>
          <w:p w14:paraId="22959AF4" w14:textId="77777777" w:rsidR="003918BB" w:rsidRDefault="003918BB" w:rsidP="003918BB">
            <w:r>
              <w:t>•Producten inkopen/ maken</w:t>
            </w:r>
          </w:p>
          <w:p w14:paraId="5856C924" w14:textId="77777777" w:rsidR="003918BB" w:rsidRDefault="003918BB" w:rsidP="003918BB">
            <w:r>
              <w:t>•Prijs/tekstkaart maken</w:t>
            </w:r>
          </w:p>
          <w:p w14:paraId="3DE8E24C" w14:textId="77777777" w:rsidR="003918BB" w:rsidRDefault="003918BB" w:rsidP="003918BB">
            <w:r>
              <w:t>•Facilitaire zaken</w:t>
            </w:r>
          </w:p>
          <w:p w14:paraId="22928391" w14:textId="77777777" w:rsidR="003918BB" w:rsidRDefault="003918BB" w:rsidP="003918BB">
            <w:r>
              <w:lastRenderedPageBreak/>
              <w:t>•Definitief product aan docent laten zien</w:t>
            </w:r>
          </w:p>
          <w:p w14:paraId="6D2B5729" w14:textId="77777777" w:rsidR="003918BB" w:rsidRDefault="003918BB" w:rsidP="003918BB">
            <w:r>
              <w:t>•Voorbeeld uitstraling voorkant kraam inleveren</w:t>
            </w:r>
          </w:p>
          <w:p w14:paraId="2518DFFE" w14:textId="77777777" w:rsidR="003918BB" w:rsidRDefault="003918BB" w:rsidP="003918BB"/>
        </w:tc>
      </w:tr>
      <w:tr w:rsidR="003918BB" w14:paraId="7A1355DB" w14:textId="77777777" w:rsidTr="352717C3">
        <w:tc>
          <w:tcPr>
            <w:tcW w:w="4714" w:type="dxa"/>
          </w:tcPr>
          <w:p w14:paraId="445B36DC" w14:textId="77777777" w:rsidR="003918BB" w:rsidRDefault="7449D7C9" w:rsidP="7449D7C9">
            <w:pPr>
              <w:rPr>
                <w:b/>
                <w:bCs/>
              </w:rPr>
            </w:pPr>
            <w:r w:rsidRPr="7449D7C9">
              <w:rPr>
                <w:b/>
                <w:bCs/>
              </w:rPr>
              <w:lastRenderedPageBreak/>
              <w:t>22 december</w:t>
            </w:r>
          </w:p>
        </w:tc>
        <w:tc>
          <w:tcPr>
            <w:tcW w:w="4715" w:type="dxa"/>
          </w:tcPr>
          <w:p w14:paraId="2FE72E1E" w14:textId="6796EEE9" w:rsidR="003918BB" w:rsidRDefault="1D907460" w:rsidP="1D907460">
            <w:pPr>
              <w:rPr>
                <w:b/>
                <w:bCs/>
                <w:color w:val="0070C0"/>
              </w:rPr>
            </w:pPr>
            <w:r w:rsidRPr="1D907460">
              <w:rPr>
                <w:b/>
                <w:bCs/>
                <w:color w:val="0070C0"/>
              </w:rPr>
              <w:t>Project</w:t>
            </w:r>
          </w:p>
        </w:tc>
        <w:tc>
          <w:tcPr>
            <w:tcW w:w="4715" w:type="dxa"/>
          </w:tcPr>
          <w:p w14:paraId="23F6533D" w14:textId="77777777" w:rsidR="003918BB" w:rsidRDefault="003918BB" w:rsidP="003918BB">
            <w:r>
              <w:t>•PR &amp; werving klanten</w:t>
            </w:r>
          </w:p>
          <w:p w14:paraId="110E7C28" w14:textId="77777777" w:rsidR="003918BB" w:rsidRDefault="003918BB" w:rsidP="003918BB">
            <w:r>
              <w:t>•Producten inkopen/ maken</w:t>
            </w:r>
          </w:p>
          <w:p w14:paraId="63F42F84" w14:textId="77777777" w:rsidR="003918BB" w:rsidRDefault="003918BB" w:rsidP="003918BB">
            <w:r>
              <w:t>•Prijs/tekstkaart maken</w:t>
            </w:r>
          </w:p>
          <w:p w14:paraId="17652B9E" w14:textId="77777777" w:rsidR="003918BB" w:rsidRDefault="003918BB" w:rsidP="003918BB">
            <w:r>
              <w:t>•Facilitaire zaken</w:t>
            </w:r>
          </w:p>
          <w:p w14:paraId="0A82656B" w14:textId="77777777" w:rsidR="003918BB" w:rsidRDefault="003918BB" w:rsidP="003918BB"/>
          <w:p w14:paraId="7CD689BE" w14:textId="77777777" w:rsidR="003918BB" w:rsidRPr="003918BB" w:rsidRDefault="352717C3" w:rsidP="352717C3">
            <w:pPr>
              <w:rPr>
                <w:b/>
                <w:bCs/>
              </w:rPr>
            </w:pPr>
            <w:r w:rsidRPr="352717C3">
              <w:rPr>
                <w:b/>
                <w:bCs/>
                <w:i/>
                <w:iCs/>
                <w:u w:val="single"/>
              </w:rPr>
              <w:t>Uitvoering Kerstmarkt</w:t>
            </w:r>
          </w:p>
          <w:p w14:paraId="7E462F5A" w14:textId="6C69F720" w:rsidR="003918BB" w:rsidRDefault="352717C3" w:rsidP="352717C3">
            <w:pPr>
              <w:pStyle w:val="Lijstalinea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t xml:space="preserve"> Zie planning</w:t>
            </w:r>
          </w:p>
          <w:p w14:paraId="5D85D7EF" w14:textId="77777777" w:rsidR="003918BB" w:rsidRDefault="003918BB" w:rsidP="003918BB"/>
        </w:tc>
      </w:tr>
      <w:tr w:rsidR="003918BB" w14:paraId="15B54A99" w14:textId="77777777" w:rsidTr="352717C3">
        <w:tc>
          <w:tcPr>
            <w:tcW w:w="4714" w:type="dxa"/>
          </w:tcPr>
          <w:p w14:paraId="45BE45C9" w14:textId="269DF6B8" w:rsidR="003918BB" w:rsidRDefault="7449D7C9" w:rsidP="7449D7C9">
            <w:pPr>
              <w:rPr>
                <w:b/>
                <w:bCs/>
              </w:rPr>
            </w:pPr>
            <w:r w:rsidRPr="7449D7C9">
              <w:rPr>
                <w:b/>
                <w:bCs/>
              </w:rPr>
              <w:t>13 januari</w:t>
            </w:r>
          </w:p>
        </w:tc>
        <w:tc>
          <w:tcPr>
            <w:tcW w:w="4715" w:type="dxa"/>
          </w:tcPr>
          <w:p w14:paraId="779DA7BD" w14:textId="6823A5D5" w:rsidR="003918BB" w:rsidRDefault="7449D7C9" w:rsidP="7449D7C9">
            <w:pPr>
              <w:rPr>
                <w:b/>
                <w:bCs/>
                <w:color w:val="0070C0"/>
              </w:rPr>
            </w:pPr>
            <w:r w:rsidRPr="7449D7C9">
              <w:rPr>
                <w:b/>
                <w:bCs/>
                <w:color w:val="0070C0"/>
              </w:rPr>
              <w:t>Project</w:t>
            </w:r>
          </w:p>
        </w:tc>
        <w:tc>
          <w:tcPr>
            <w:tcW w:w="4715" w:type="dxa"/>
          </w:tcPr>
          <w:p w14:paraId="07A982BF" w14:textId="77777777" w:rsidR="003918BB" w:rsidRDefault="003918BB" w:rsidP="003918BB">
            <w:r>
              <w:t>Voorbereiden presentatie evaluatie Kerstmarkt</w:t>
            </w:r>
          </w:p>
          <w:p w14:paraId="464B638E" w14:textId="77777777" w:rsidR="003918BB" w:rsidRDefault="003918BB" w:rsidP="003918BB"/>
        </w:tc>
      </w:tr>
      <w:tr w:rsidR="7449D7C9" w14:paraId="44C5E696" w14:textId="77777777" w:rsidTr="352717C3">
        <w:tc>
          <w:tcPr>
            <w:tcW w:w="4714" w:type="dxa"/>
          </w:tcPr>
          <w:p w14:paraId="4575F3B6" w14:textId="5948DED6" w:rsidR="7449D7C9" w:rsidRDefault="7449D7C9" w:rsidP="7449D7C9">
            <w:pPr>
              <w:rPr>
                <w:b/>
                <w:bCs/>
              </w:rPr>
            </w:pPr>
          </w:p>
        </w:tc>
        <w:tc>
          <w:tcPr>
            <w:tcW w:w="4715" w:type="dxa"/>
          </w:tcPr>
          <w:p w14:paraId="11FB4B18" w14:textId="59ADC07F" w:rsidR="7449D7C9" w:rsidRDefault="1D907460" w:rsidP="1D907460">
            <w:pPr>
              <w:rPr>
                <w:b/>
                <w:bCs/>
                <w:color w:val="00B050"/>
              </w:rPr>
            </w:pPr>
            <w:r w:rsidRPr="1D907460">
              <w:rPr>
                <w:b/>
                <w:bCs/>
                <w:color w:val="00B050"/>
              </w:rPr>
              <w:t>Vakleer</w:t>
            </w:r>
          </w:p>
        </w:tc>
        <w:tc>
          <w:tcPr>
            <w:tcW w:w="4715" w:type="dxa"/>
          </w:tcPr>
          <w:p w14:paraId="37B15A80" w14:textId="7B7A721F" w:rsidR="7449D7C9" w:rsidRDefault="7449D7C9" w:rsidP="7449D7C9">
            <w:r>
              <w:t>H13 Training- Ruimte gebruiksklaar maken ( op stage)</w:t>
            </w:r>
          </w:p>
          <w:p w14:paraId="513117D4" w14:textId="0F416F23" w:rsidR="7449D7C9" w:rsidRDefault="7449D7C9" w:rsidP="7449D7C9">
            <w:r>
              <w:t>H15 Inkomende goederen</w:t>
            </w:r>
          </w:p>
          <w:p w14:paraId="48457A02" w14:textId="46F730C8" w:rsidR="7449D7C9" w:rsidRDefault="7449D7C9" w:rsidP="7449D7C9">
            <w:r>
              <w:t>H16 Uitgifte van goederen</w:t>
            </w:r>
          </w:p>
          <w:p w14:paraId="6F3FB0F7" w14:textId="18A398AF" w:rsidR="7449D7C9" w:rsidRDefault="7449D7C9" w:rsidP="7449D7C9"/>
        </w:tc>
      </w:tr>
      <w:tr w:rsidR="003918BB" w14:paraId="1FB21BB9" w14:textId="77777777" w:rsidTr="352717C3">
        <w:tc>
          <w:tcPr>
            <w:tcW w:w="4714" w:type="dxa"/>
          </w:tcPr>
          <w:p w14:paraId="5F0E3454" w14:textId="226D9529" w:rsidR="003918BB" w:rsidRDefault="7449D7C9" w:rsidP="7449D7C9">
            <w:pPr>
              <w:rPr>
                <w:b/>
                <w:bCs/>
              </w:rPr>
            </w:pPr>
            <w:r w:rsidRPr="7449D7C9">
              <w:rPr>
                <w:b/>
                <w:bCs/>
              </w:rPr>
              <w:t>20 januari</w:t>
            </w:r>
          </w:p>
        </w:tc>
        <w:tc>
          <w:tcPr>
            <w:tcW w:w="4715" w:type="dxa"/>
          </w:tcPr>
          <w:p w14:paraId="234BD7E4" w14:textId="5A03EA78" w:rsidR="003918BB" w:rsidRDefault="7449D7C9" w:rsidP="7449D7C9">
            <w:pPr>
              <w:rPr>
                <w:b/>
                <w:bCs/>
                <w:color w:val="0070C0"/>
              </w:rPr>
            </w:pPr>
            <w:r w:rsidRPr="7449D7C9">
              <w:rPr>
                <w:b/>
                <w:bCs/>
                <w:color w:val="0070C0"/>
              </w:rPr>
              <w:t>Project</w:t>
            </w:r>
          </w:p>
          <w:p w14:paraId="33CD34CC" w14:textId="27049821" w:rsidR="003918BB" w:rsidRDefault="003918BB" w:rsidP="7449D7C9">
            <w:pPr>
              <w:rPr>
                <w:b/>
                <w:bCs/>
              </w:rPr>
            </w:pPr>
          </w:p>
        </w:tc>
        <w:tc>
          <w:tcPr>
            <w:tcW w:w="4715" w:type="dxa"/>
          </w:tcPr>
          <w:p w14:paraId="533E7B4F" w14:textId="77777777" w:rsidR="003918BB" w:rsidRDefault="003918BB" w:rsidP="003918BB">
            <w:r>
              <w:t>Presentatie Evaluatie Kerstmarkt</w:t>
            </w:r>
          </w:p>
          <w:p w14:paraId="42BF5161" w14:textId="77777777" w:rsidR="003918BB" w:rsidRDefault="003918BB" w:rsidP="003918BB"/>
        </w:tc>
      </w:tr>
      <w:tr w:rsidR="7449D7C9" w14:paraId="4739F7B5" w14:textId="77777777" w:rsidTr="352717C3">
        <w:tc>
          <w:tcPr>
            <w:tcW w:w="4714" w:type="dxa"/>
          </w:tcPr>
          <w:p w14:paraId="6A23C70F" w14:textId="3878B281" w:rsidR="7449D7C9" w:rsidRDefault="7449D7C9" w:rsidP="7449D7C9">
            <w:pPr>
              <w:rPr>
                <w:b/>
                <w:bCs/>
              </w:rPr>
            </w:pPr>
          </w:p>
        </w:tc>
        <w:tc>
          <w:tcPr>
            <w:tcW w:w="4715" w:type="dxa"/>
          </w:tcPr>
          <w:p w14:paraId="701E7E4F" w14:textId="4A350917" w:rsidR="7449D7C9" w:rsidRDefault="7449D7C9" w:rsidP="7449D7C9">
            <w:pPr>
              <w:rPr>
                <w:b/>
                <w:bCs/>
                <w:color w:val="00B050"/>
              </w:rPr>
            </w:pPr>
            <w:r w:rsidRPr="7449D7C9">
              <w:rPr>
                <w:b/>
                <w:bCs/>
                <w:color w:val="00B050"/>
              </w:rPr>
              <w:t>Vakleer</w:t>
            </w:r>
          </w:p>
          <w:p w14:paraId="1B638DC7" w14:textId="0CC964CE" w:rsidR="7449D7C9" w:rsidRDefault="7449D7C9" w:rsidP="7449D7C9">
            <w:pPr>
              <w:rPr>
                <w:b/>
                <w:bCs/>
              </w:rPr>
            </w:pPr>
          </w:p>
        </w:tc>
        <w:tc>
          <w:tcPr>
            <w:tcW w:w="4715" w:type="dxa"/>
          </w:tcPr>
          <w:p w14:paraId="54BB076C" w14:textId="5A26F723" w:rsidR="7449D7C9" w:rsidRDefault="7449D7C9" w:rsidP="7449D7C9">
            <w:r w:rsidRPr="7449D7C9">
              <w:rPr>
                <w:b/>
                <w:bCs/>
                <w:color w:val="FF0000"/>
              </w:rPr>
              <w:t>Toets H15 en H16</w:t>
            </w:r>
          </w:p>
        </w:tc>
      </w:tr>
      <w:tr w:rsidR="7449D7C9" w14:paraId="76BA3121" w14:textId="77777777" w:rsidTr="352717C3">
        <w:tc>
          <w:tcPr>
            <w:tcW w:w="4714" w:type="dxa"/>
          </w:tcPr>
          <w:p w14:paraId="6782FDF6" w14:textId="29F1FDC4" w:rsidR="7449D7C9" w:rsidRDefault="7449D7C9" w:rsidP="7449D7C9">
            <w:pPr>
              <w:rPr>
                <w:rFonts w:ascii="Calibri" w:eastAsia="Calibri" w:hAnsi="Calibri" w:cs="Calibri"/>
                <w:b/>
                <w:bCs/>
              </w:rPr>
            </w:pPr>
            <w:r w:rsidRPr="7449D7C9">
              <w:rPr>
                <w:rFonts w:ascii="Calibri" w:eastAsia="Calibri" w:hAnsi="Calibri" w:cs="Calibri"/>
                <w:b/>
                <w:bCs/>
              </w:rPr>
              <w:t xml:space="preserve">27 januari </w:t>
            </w:r>
          </w:p>
          <w:p w14:paraId="33D52B6B" w14:textId="28C176B3" w:rsidR="7449D7C9" w:rsidRDefault="7449D7C9" w:rsidP="7449D7C9">
            <w:pPr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4715" w:type="dxa"/>
          </w:tcPr>
          <w:p w14:paraId="4E072FC6" w14:textId="0D020ACB" w:rsidR="7449D7C9" w:rsidRDefault="7449D7C9" w:rsidP="7449D7C9">
            <w:pPr>
              <w:rPr>
                <w:b/>
                <w:bCs/>
              </w:rPr>
            </w:pPr>
            <w:r w:rsidRPr="7449D7C9">
              <w:rPr>
                <w:b/>
                <w:bCs/>
                <w:color w:val="00B050"/>
              </w:rPr>
              <w:t>Vakleer</w:t>
            </w:r>
          </w:p>
        </w:tc>
        <w:tc>
          <w:tcPr>
            <w:tcW w:w="4715" w:type="dxa"/>
          </w:tcPr>
          <w:p w14:paraId="4C494E5B" w14:textId="4DFFF5B5" w:rsidR="7449D7C9" w:rsidRDefault="7449D7C9" w:rsidP="7449D7C9">
            <w:r>
              <w:t>H18 Apparatuur onderhouden</w:t>
            </w:r>
          </w:p>
          <w:p w14:paraId="45A18EC0" w14:textId="0F6DAD9B" w:rsidR="7449D7C9" w:rsidRDefault="7449D7C9" w:rsidP="7449D7C9">
            <w:r>
              <w:t>H19 Een reparatie uitvoeren</w:t>
            </w:r>
          </w:p>
          <w:p w14:paraId="4276B9D4" w14:textId="7963F1A7" w:rsidR="7449D7C9" w:rsidRDefault="7449D7C9" w:rsidP="7449D7C9">
            <w:r>
              <w:t>H20 Veilig weken</w:t>
            </w:r>
          </w:p>
        </w:tc>
      </w:tr>
      <w:tr w:rsidR="7449D7C9" w14:paraId="60E93502" w14:textId="77777777" w:rsidTr="352717C3">
        <w:tc>
          <w:tcPr>
            <w:tcW w:w="4714" w:type="dxa"/>
          </w:tcPr>
          <w:p w14:paraId="36B28E9C" w14:textId="18A79203" w:rsidR="7449D7C9" w:rsidRDefault="7449D7C9" w:rsidP="7449D7C9">
            <w:pPr>
              <w:rPr>
                <w:rFonts w:ascii="Calibri" w:eastAsia="Calibri" w:hAnsi="Calibri" w:cs="Calibri"/>
                <w:b/>
                <w:bCs/>
              </w:rPr>
            </w:pPr>
            <w:r w:rsidRPr="7449D7C9">
              <w:rPr>
                <w:rFonts w:ascii="Calibri" w:eastAsia="Calibri" w:hAnsi="Calibri" w:cs="Calibri"/>
                <w:b/>
                <w:bCs/>
              </w:rPr>
              <w:t xml:space="preserve">3 februari </w:t>
            </w:r>
          </w:p>
          <w:p w14:paraId="260E2E6D" w14:textId="11DC3EBC" w:rsidR="7449D7C9" w:rsidRDefault="7449D7C9" w:rsidP="7449D7C9">
            <w:pPr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4715" w:type="dxa"/>
          </w:tcPr>
          <w:p w14:paraId="41AE19AC" w14:textId="7719AD9B" w:rsidR="7449D7C9" w:rsidRDefault="7449D7C9" w:rsidP="7449D7C9">
            <w:pPr>
              <w:rPr>
                <w:b/>
                <w:bCs/>
                <w:color w:val="00B050"/>
              </w:rPr>
            </w:pPr>
            <w:r w:rsidRPr="7449D7C9">
              <w:rPr>
                <w:b/>
                <w:bCs/>
                <w:color w:val="00B050"/>
              </w:rPr>
              <w:t>Vakleer</w:t>
            </w:r>
          </w:p>
          <w:p w14:paraId="1FE37758" w14:textId="5A381564" w:rsidR="7449D7C9" w:rsidRDefault="7449D7C9" w:rsidP="7449D7C9">
            <w:pPr>
              <w:rPr>
                <w:b/>
                <w:bCs/>
              </w:rPr>
            </w:pPr>
          </w:p>
        </w:tc>
        <w:tc>
          <w:tcPr>
            <w:tcW w:w="4715" w:type="dxa"/>
          </w:tcPr>
          <w:p w14:paraId="4C02AF07" w14:textId="5E179C8A" w:rsidR="7449D7C9" w:rsidRDefault="7449D7C9" w:rsidP="7449D7C9">
            <w:r w:rsidRPr="7449D7C9">
              <w:rPr>
                <w:b/>
                <w:bCs/>
                <w:color w:val="FF0000"/>
              </w:rPr>
              <w:t>Toets  H18 t/m 20</w:t>
            </w:r>
          </w:p>
          <w:p w14:paraId="020C4388" w14:textId="09466BEF" w:rsidR="7449D7C9" w:rsidRDefault="7449D7C9" w:rsidP="7449D7C9">
            <w:pPr>
              <w:rPr>
                <w:b/>
                <w:bCs/>
                <w:color w:val="FF0000"/>
              </w:rPr>
            </w:pPr>
            <w:r>
              <w:t>H1 Administratieve ICT-vaardigheden</w:t>
            </w:r>
          </w:p>
          <w:p w14:paraId="7CB71ACD" w14:textId="17DD5347" w:rsidR="7449D7C9" w:rsidRDefault="7449D7C9" w:rsidP="7449D7C9">
            <w:r>
              <w:t>H5 Project Administratieve werkzaamheden uitvoeren</w:t>
            </w:r>
          </w:p>
          <w:p w14:paraId="1FAAA11F" w14:textId="418C86EB" w:rsidR="7449D7C9" w:rsidRDefault="7449D7C9" w:rsidP="7449D7C9">
            <w:r>
              <w:t>H6 Training administratieve werkzaamheden</w:t>
            </w:r>
          </w:p>
        </w:tc>
      </w:tr>
      <w:tr w:rsidR="352717C3" w14:paraId="27FFCA44" w14:textId="77777777" w:rsidTr="352717C3">
        <w:tc>
          <w:tcPr>
            <w:tcW w:w="4714" w:type="dxa"/>
          </w:tcPr>
          <w:p w14:paraId="7FB314F4" w14:textId="09813343" w:rsidR="352717C3" w:rsidRDefault="352717C3" w:rsidP="352717C3">
            <w:pPr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4715" w:type="dxa"/>
          </w:tcPr>
          <w:p w14:paraId="632A24B6" w14:textId="4EAEBBA7" w:rsidR="352717C3" w:rsidRDefault="352717C3" w:rsidP="352717C3">
            <w:pPr>
              <w:rPr>
                <w:b/>
                <w:bCs/>
                <w:color w:val="00B050"/>
              </w:rPr>
            </w:pPr>
            <w:r w:rsidRPr="352717C3">
              <w:rPr>
                <w:b/>
                <w:bCs/>
              </w:rPr>
              <w:t>Stage</w:t>
            </w:r>
          </w:p>
        </w:tc>
        <w:tc>
          <w:tcPr>
            <w:tcW w:w="4715" w:type="dxa"/>
          </w:tcPr>
          <w:p w14:paraId="7114D301" w14:textId="2D64B2F1" w:rsidR="352717C3" w:rsidRDefault="352717C3" w:rsidP="352717C3">
            <w:pPr>
              <w:pStyle w:val="Lijstalinea"/>
              <w:numPr>
                <w:ilvl w:val="0"/>
                <w:numId w:val="2"/>
              </w:numPr>
              <w:rPr>
                <w:rFonts w:eastAsiaTheme="minorEastAsia"/>
                <w:color w:val="000000" w:themeColor="text1"/>
              </w:rPr>
            </w:pPr>
            <w:r w:rsidRPr="352717C3">
              <w:rPr>
                <w:color w:val="000000" w:themeColor="text1"/>
              </w:rPr>
              <w:t>Urenverantwoordering</w:t>
            </w:r>
          </w:p>
          <w:p w14:paraId="21BEBCEC" w14:textId="319F4345" w:rsidR="352717C3" w:rsidRDefault="352717C3" w:rsidP="352717C3">
            <w:pPr>
              <w:pStyle w:val="Lijstalinea"/>
              <w:numPr>
                <w:ilvl w:val="0"/>
                <w:numId w:val="2"/>
              </w:numPr>
              <w:rPr>
                <w:rFonts w:eastAsiaTheme="minorEastAsia"/>
                <w:color w:val="000000" w:themeColor="text1"/>
              </w:rPr>
            </w:pPr>
            <w:r w:rsidRPr="352717C3">
              <w:rPr>
                <w:color w:val="000000" w:themeColor="text1"/>
              </w:rPr>
              <w:t>Opdracht stage periode 2</w:t>
            </w:r>
          </w:p>
          <w:p w14:paraId="437B97C8" w14:textId="2DA8AA81" w:rsidR="352717C3" w:rsidRDefault="352717C3" w:rsidP="352717C3">
            <w:pPr>
              <w:pStyle w:val="Lijstalinea"/>
              <w:numPr>
                <w:ilvl w:val="0"/>
                <w:numId w:val="2"/>
              </w:numPr>
              <w:rPr>
                <w:rFonts w:eastAsiaTheme="minorEastAsia"/>
                <w:color w:val="000000" w:themeColor="text1"/>
              </w:rPr>
            </w:pPr>
            <w:r w:rsidRPr="352717C3">
              <w:rPr>
                <w:color w:val="000000" w:themeColor="text1"/>
              </w:rPr>
              <w:t>Opdracht E-Learingsopdracht afgerond  (wekelijks)</w:t>
            </w:r>
          </w:p>
        </w:tc>
      </w:tr>
      <w:tr w:rsidR="7449D7C9" w14:paraId="03B3A6FE" w14:textId="77777777" w:rsidTr="352717C3">
        <w:tc>
          <w:tcPr>
            <w:tcW w:w="4714" w:type="dxa"/>
          </w:tcPr>
          <w:p w14:paraId="4BF439E7" w14:textId="763C915F" w:rsidR="7449D7C9" w:rsidRDefault="7449D7C9" w:rsidP="7449D7C9">
            <w:pPr>
              <w:rPr>
                <w:rFonts w:ascii="Calibri" w:eastAsia="Calibri" w:hAnsi="Calibri" w:cs="Calibri"/>
                <w:b/>
                <w:bCs/>
              </w:rPr>
            </w:pPr>
            <w:r w:rsidRPr="7449D7C9">
              <w:rPr>
                <w:rFonts w:ascii="Calibri" w:eastAsia="Calibri" w:hAnsi="Calibri" w:cs="Calibri"/>
                <w:b/>
                <w:bCs/>
              </w:rPr>
              <w:t xml:space="preserve"> 6 t/m 10 februari Bufferweek</w:t>
            </w:r>
          </w:p>
          <w:p w14:paraId="76CCAAF8" w14:textId="7B68B85B" w:rsidR="7449D7C9" w:rsidRDefault="7449D7C9" w:rsidP="7449D7C9">
            <w:pPr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4715" w:type="dxa"/>
          </w:tcPr>
          <w:p w14:paraId="30B0FCB8" w14:textId="2D5324C4" w:rsidR="7449D7C9" w:rsidRDefault="7449D7C9" w:rsidP="7449D7C9">
            <w:pPr>
              <w:spacing w:after="200" w:line="276" w:lineRule="auto"/>
            </w:pPr>
          </w:p>
        </w:tc>
        <w:tc>
          <w:tcPr>
            <w:tcW w:w="4715" w:type="dxa"/>
          </w:tcPr>
          <w:p w14:paraId="2B8ABAFE" w14:textId="1917AA45" w:rsidR="7449D7C9" w:rsidRDefault="352717C3" w:rsidP="7449D7C9">
            <w:r>
              <w:t>Her-toetsen en BPV voortgangsgesprekken.</w:t>
            </w:r>
          </w:p>
        </w:tc>
      </w:tr>
    </w:tbl>
    <w:p w14:paraId="29616DEC" w14:textId="77777777" w:rsidR="00935A32" w:rsidRDefault="00935A32"/>
    <w:sectPr w:rsidR="00935A32" w:rsidSect="0062744A">
      <w:pgSz w:w="16838" w:h="11906" w:orient="landscape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49AF"/>
    <w:multiLevelType w:val="multilevel"/>
    <w:tmpl w:val="1856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DC31DE"/>
    <w:multiLevelType w:val="multilevel"/>
    <w:tmpl w:val="7BDC1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E13C8"/>
    <w:multiLevelType w:val="multilevel"/>
    <w:tmpl w:val="1E6C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5B410C"/>
    <w:multiLevelType w:val="multilevel"/>
    <w:tmpl w:val="7960B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3D7A7A"/>
    <w:multiLevelType w:val="hybridMultilevel"/>
    <w:tmpl w:val="E27C3F7E"/>
    <w:lvl w:ilvl="0" w:tplc="21460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2E2C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9CF8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AE87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50F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1499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868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46C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A86C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13398"/>
    <w:multiLevelType w:val="multilevel"/>
    <w:tmpl w:val="2734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C243D6"/>
    <w:multiLevelType w:val="multilevel"/>
    <w:tmpl w:val="7BD62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736803"/>
    <w:multiLevelType w:val="hybridMultilevel"/>
    <w:tmpl w:val="2F12193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EF94F0F"/>
    <w:multiLevelType w:val="multilevel"/>
    <w:tmpl w:val="4BB4A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C54306"/>
    <w:multiLevelType w:val="multilevel"/>
    <w:tmpl w:val="E2D0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6300CB"/>
    <w:multiLevelType w:val="multilevel"/>
    <w:tmpl w:val="28C67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2F2D0B"/>
    <w:multiLevelType w:val="hybridMultilevel"/>
    <w:tmpl w:val="6A001B58"/>
    <w:lvl w:ilvl="0" w:tplc="3FA277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D22E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CC2D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B44C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1C57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0E5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A29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A86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04CE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3"/>
  </w:num>
  <w:num w:numId="10">
    <w:abstractNumId w:val="8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8BB"/>
    <w:rsid w:val="003918BB"/>
    <w:rsid w:val="003F3EE8"/>
    <w:rsid w:val="0054359F"/>
    <w:rsid w:val="0062744A"/>
    <w:rsid w:val="00935A32"/>
    <w:rsid w:val="00BC5E26"/>
    <w:rsid w:val="1D907460"/>
    <w:rsid w:val="352717C3"/>
    <w:rsid w:val="7449D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FB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91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391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3918BB"/>
    <w:rPr>
      <w:b/>
      <w:bCs/>
    </w:rPr>
  </w:style>
  <w:style w:type="paragraph" w:styleId="Lijstalinea">
    <w:name w:val="List Paragraph"/>
    <w:basedOn w:val="Standaard"/>
    <w:uiPriority w:val="34"/>
    <w:qFormat/>
    <w:rsid w:val="003918BB"/>
    <w:pPr>
      <w:ind w:left="720"/>
      <w:contextualSpacing/>
    </w:pPr>
  </w:style>
  <w:style w:type="paragraph" w:styleId="Geenafstand">
    <w:name w:val="No Spacing"/>
    <w:uiPriority w:val="1"/>
    <w:qFormat/>
    <w:rsid w:val="003918BB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27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7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91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391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3918BB"/>
    <w:rPr>
      <w:b/>
      <w:bCs/>
    </w:rPr>
  </w:style>
  <w:style w:type="paragraph" w:styleId="Lijstalinea">
    <w:name w:val="List Paragraph"/>
    <w:basedOn w:val="Standaard"/>
    <w:uiPriority w:val="34"/>
    <w:qFormat/>
    <w:rsid w:val="003918BB"/>
    <w:pPr>
      <w:ind w:left="720"/>
      <w:contextualSpacing/>
    </w:pPr>
  </w:style>
  <w:style w:type="paragraph" w:styleId="Geenafstand">
    <w:name w:val="No Spacing"/>
    <w:uiPriority w:val="1"/>
    <w:qFormat/>
    <w:rsid w:val="003918BB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27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7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1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07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0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2" ma:contentTypeDescription="Een nieuw document maken." ma:contentTypeScope="" ma:versionID="cb80df18fb651b4049800d09f9c1c6fc">
  <xsd:schema xmlns:xsd="http://www.w3.org/2001/XMLSchema" xmlns:xs="http://www.w3.org/2001/XMLSchema" xmlns:p="http://schemas.microsoft.com/office/2006/metadata/properties" xmlns:ns2="06f2713d-9af9-4761-9453-5da2c7a8af77" targetNamespace="http://schemas.microsoft.com/office/2006/metadata/properties" ma:root="true" ma:fieldsID="501d837ee4e3bdd6c4aa2be629864fc1" ns2:_="">
    <xsd:import namespace="06f2713d-9af9-4761-9453-5da2c7a8af77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613B93-6A07-4F2A-B158-91DC4567E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62A774-BD8A-4440-ACEA-A9DE97F915B2}">
  <ds:schemaRefs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06f2713d-9af9-4761-9453-5da2c7a8af77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18F1921-7E0E-4F58-99A2-1DBEEA400A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30FC765E</Template>
  <TotalTime>0</TotalTime>
  <Pages>2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 Bakker</dc:creator>
  <cp:lastModifiedBy>J.H.F. Plas-Waarsing</cp:lastModifiedBy>
  <cp:revision>2</cp:revision>
  <cp:lastPrinted>2016-11-22T12:46:00Z</cp:lastPrinted>
  <dcterms:created xsi:type="dcterms:W3CDTF">2017-03-13T09:19:00Z</dcterms:created>
  <dcterms:modified xsi:type="dcterms:W3CDTF">2017-03-13T09:19:00Z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