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526" w:rsidRDefault="00F43C1B">
      <w:pPr>
        <w:rPr>
          <w:sz w:val="36"/>
          <w:szCs w:val="36"/>
        </w:rPr>
      </w:pPr>
      <w:r w:rsidRPr="00F43C1B">
        <w:rPr>
          <w:sz w:val="36"/>
          <w:szCs w:val="36"/>
        </w:rPr>
        <w:t>Opdrachten Kunstkerstbomen</w:t>
      </w:r>
    </w:p>
    <w:p w:rsidR="00F43C1B" w:rsidRDefault="00F43C1B">
      <w:pPr>
        <w:rPr>
          <w:sz w:val="36"/>
          <w:szCs w:val="36"/>
        </w:rPr>
      </w:pPr>
    </w:p>
    <w:p w:rsidR="00F43C1B" w:rsidRDefault="00F43C1B">
      <w:pPr>
        <w:rPr>
          <w:sz w:val="22"/>
        </w:rPr>
      </w:pPr>
      <w:r w:rsidRPr="00F43C1B">
        <w:rPr>
          <w:b/>
          <w:sz w:val="22"/>
        </w:rPr>
        <w:t>Opdracht 1</w:t>
      </w:r>
      <w:r>
        <w:rPr>
          <w:sz w:val="22"/>
        </w:rPr>
        <w:t xml:space="preserve"> Bij kunstkerstbomen heb je meerdere systemen om een boom op te zetten; welke systemen zijn dat en hoe werkt het. Leg uit.</w:t>
      </w:r>
    </w:p>
    <w:p w:rsidR="00F43C1B" w:rsidRDefault="00F43C1B">
      <w:pPr>
        <w:rPr>
          <w:sz w:val="22"/>
        </w:rPr>
      </w:pPr>
    </w:p>
    <w:p w:rsidR="00F43C1B" w:rsidRDefault="00F43C1B" w:rsidP="00F43C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r>
        <w:rPr>
          <w:sz w:val="22"/>
        </w:rPr>
        <w:t>Systeem 1</w:t>
      </w:r>
    </w:p>
    <w:p w:rsidR="00F43C1B" w:rsidRDefault="00F43C1B" w:rsidP="00F43C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F43C1B" w:rsidRDefault="00F43C1B" w:rsidP="00F43C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F43C1B" w:rsidRDefault="00F43C1B" w:rsidP="00F43C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F43C1B" w:rsidRDefault="00F43C1B" w:rsidP="00F43C1B">
      <w:pPr>
        <w:rPr>
          <w:sz w:val="22"/>
        </w:rPr>
      </w:pPr>
    </w:p>
    <w:p w:rsidR="00F43C1B" w:rsidRDefault="00F43C1B" w:rsidP="00F43C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r>
        <w:rPr>
          <w:sz w:val="22"/>
        </w:rPr>
        <w:t xml:space="preserve">Systeem </w:t>
      </w:r>
      <w:r>
        <w:rPr>
          <w:sz w:val="22"/>
        </w:rPr>
        <w:t>2</w:t>
      </w:r>
    </w:p>
    <w:p w:rsidR="00F43C1B" w:rsidRDefault="00F43C1B" w:rsidP="00F43C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F43C1B" w:rsidRDefault="00F43C1B" w:rsidP="00F43C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F43C1B" w:rsidRPr="00F43C1B" w:rsidRDefault="00F43C1B" w:rsidP="00F43C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F43C1B" w:rsidRDefault="00F43C1B" w:rsidP="00F43C1B">
      <w:pPr>
        <w:rPr>
          <w:b/>
          <w:sz w:val="22"/>
        </w:rPr>
      </w:pPr>
      <w:r w:rsidRPr="00F43C1B">
        <w:rPr>
          <w:b/>
          <w:sz w:val="22"/>
        </w:rPr>
        <w:t>Opdracht 2</w:t>
      </w:r>
    </w:p>
    <w:p w:rsidR="00F43C1B" w:rsidRDefault="00F43C1B" w:rsidP="00F43C1B">
      <w:pPr>
        <w:rPr>
          <w:sz w:val="22"/>
        </w:rPr>
      </w:pPr>
      <w:r>
        <w:rPr>
          <w:sz w:val="22"/>
        </w:rPr>
        <w:t>Wat is er in Nederland allemaal te koop op het gebied van Kunstkerstbomen. Denk daarbij aan maatvoering, kleurgebruik en materiaal gebruik.</w:t>
      </w:r>
    </w:p>
    <w:p w:rsidR="00F43C1B" w:rsidRDefault="00F43C1B" w:rsidP="00F43C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r>
        <w:rPr>
          <w:sz w:val="22"/>
        </w:rPr>
        <w:t>maatvoering</w:t>
      </w:r>
    </w:p>
    <w:p w:rsidR="00F43C1B" w:rsidRDefault="00F43C1B" w:rsidP="00F43C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F43C1B" w:rsidRPr="00F43C1B" w:rsidRDefault="00F43C1B" w:rsidP="00F43C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F43C1B" w:rsidRDefault="00F43C1B" w:rsidP="00F43C1B">
      <w:pPr>
        <w:rPr>
          <w:b/>
          <w:sz w:val="22"/>
        </w:rPr>
      </w:pPr>
    </w:p>
    <w:p w:rsidR="00F43C1B" w:rsidRDefault="00F43C1B" w:rsidP="00F43C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r w:rsidRPr="00F43C1B">
        <w:rPr>
          <w:sz w:val="22"/>
        </w:rPr>
        <w:t>Kleurgebruik</w:t>
      </w:r>
    </w:p>
    <w:p w:rsidR="00F43C1B" w:rsidRDefault="00F43C1B" w:rsidP="00F43C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F43C1B" w:rsidRDefault="00F43C1B" w:rsidP="00F43C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F43C1B" w:rsidRDefault="00F43C1B" w:rsidP="00F43C1B">
      <w:pPr>
        <w:rPr>
          <w:sz w:val="22"/>
        </w:rPr>
      </w:pPr>
    </w:p>
    <w:p w:rsidR="00F43C1B" w:rsidRDefault="00F43C1B" w:rsidP="00F43C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r>
        <w:rPr>
          <w:sz w:val="22"/>
        </w:rPr>
        <w:t>Materiaalgebruik</w:t>
      </w:r>
    </w:p>
    <w:p w:rsidR="00F43C1B" w:rsidRDefault="00F43C1B" w:rsidP="00F43C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F43C1B" w:rsidRDefault="00F43C1B" w:rsidP="00F43C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F43C1B" w:rsidRDefault="00F43C1B" w:rsidP="00F43C1B">
      <w:pPr>
        <w:rPr>
          <w:sz w:val="22"/>
        </w:rPr>
      </w:pPr>
    </w:p>
    <w:p w:rsidR="00F43C1B" w:rsidRDefault="00F43C1B">
      <w:pPr>
        <w:rPr>
          <w:sz w:val="22"/>
        </w:rPr>
      </w:pPr>
      <w:r>
        <w:rPr>
          <w:sz w:val="22"/>
        </w:rPr>
        <w:br w:type="page"/>
      </w:r>
    </w:p>
    <w:p w:rsidR="00F43C1B" w:rsidRDefault="00F43C1B" w:rsidP="00F43C1B">
      <w:pPr>
        <w:rPr>
          <w:sz w:val="22"/>
        </w:rPr>
      </w:pPr>
      <w:r w:rsidRPr="00F43C1B">
        <w:rPr>
          <w:b/>
          <w:sz w:val="22"/>
        </w:rPr>
        <w:lastRenderedPageBreak/>
        <w:t>Opdracht 3</w:t>
      </w:r>
      <w:r>
        <w:rPr>
          <w:b/>
          <w:sz w:val="22"/>
        </w:rPr>
        <w:t xml:space="preserve"> </w:t>
      </w:r>
      <w:r>
        <w:rPr>
          <w:sz w:val="22"/>
        </w:rPr>
        <w:t>Kunstkerstbomen zijn verkrijgbaar vanaf €5 tot en met €500. Waarin zit het enorme prijsverschil?</w:t>
      </w:r>
    </w:p>
    <w:p w:rsidR="00F43C1B" w:rsidRDefault="00D75DED" w:rsidP="00D75D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r>
        <w:rPr>
          <w:sz w:val="22"/>
        </w:rPr>
        <w:t>Opdracht 3</w:t>
      </w:r>
    </w:p>
    <w:p w:rsidR="00D75DED" w:rsidRDefault="00D75DED" w:rsidP="00D75D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D75DED" w:rsidRDefault="00D75DED" w:rsidP="00D75D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D75DED" w:rsidRDefault="00D75DED" w:rsidP="00D75D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F43C1B" w:rsidRDefault="00F43C1B" w:rsidP="00F43C1B">
      <w:pPr>
        <w:rPr>
          <w:sz w:val="22"/>
        </w:rPr>
      </w:pPr>
    </w:p>
    <w:p w:rsidR="00D75DED" w:rsidRDefault="00D75DED" w:rsidP="00F43C1B">
      <w:pPr>
        <w:rPr>
          <w:sz w:val="22"/>
        </w:rPr>
      </w:pPr>
      <w:r w:rsidRPr="00D75DED">
        <w:rPr>
          <w:b/>
          <w:sz w:val="22"/>
        </w:rPr>
        <w:t>Opdracht 4</w:t>
      </w:r>
      <w:r>
        <w:rPr>
          <w:sz w:val="22"/>
        </w:rPr>
        <w:t xml:space="preserve">. </w:t>
      </w:r>
    </w:p>
    <w:p w:rsidR="00D75DED" w:rsidRDefault="00D75DED" w:rsidP="00F43C1B">
      <w:pPr>
        <w:rPr>
          <w:sz w:val="22"/>
        </w:rPr>
      </w:pPr>
      <w:r>
        <w:rPr>
          <w:sz w:val="22"/>
        </w:rPr>
        <w:t>Wat is het verschil van bomen die zijn gemaakt van PE materiaal en PVC materiaal. Leg uit.</w:t>
      </w:r>
    </w:p>
    <w:p w:rsidR="00D75DED" w:rsidRDefault="00D75DED" w:rsidP="00F43C1B">
      <w:pPr>
        <w:rPr>
          <w:sz w:val="22"/>
        </w:rPr>
      </w:pPr>
    </w:p>
    <w:p w:rsidR="00D75DED" w:rsidRDefault="00D75DED" w:rsidP="00D75D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r>
        <w:rPr>
          <w:sz w:val="22"/>
        </w:rPr>
        <w:t>Bomen van PE materiaal</w:t>
      </w:r>
    </w:p>
    <w:p w:rsidR="00D75DED" w:rsidRDefault="00D75DED" w:rsidP="00D75D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bookmarkStart w:id="0" w:name="_GoBack"/>
    </w:p>
    <w:bookmarkEnd w:id="0"/>
    <w:p w:rsidR="00D75DED" w:rsidRDefault="00D75DED" w:rsidP="00D75D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D75DED" w:rsidRDefault="00D75DED" w:rsidP="00D75D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D75DED" w:rsidRDefault="00D75DED" w:rsidP="00D75D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D75DED" w:rsidRDefault="00D75DED" w:rsidP="00D75DED">
      <w:pPr>
        <w:rPr>
          <w:sz w:val="22"/>
        </w:rPr>
      </w:pPr>
    </w:p>
    <w:p w:rsidR="00D75DED" w:rsidRDefault="00D75DED" w:rsidP="00D75D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r>
        <w:rPr>
          <w:sz w:val="22"/>
        </w:rPr>
        <w:t>Bomen van PVC materiaal.</w:t>
      </w:r>
    </w:p>
    <w:p w:rsidR="00D75DED" w:rsidRDefault="00D75DED" w:rsidP="00D75D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D75DED" w:rsidRDefault="00D75DED" w:rsidP="00D75D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D75DED" w:rsidRDefault="00D75DED" w:rsidP="00D75D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D75DED" w:rsidRDefault="00D75DED" w:rsidP="00D75DED">
      <w:pPr>
        <w:rPr>
          <w:sz w:val="22"/>
        </w:rPr>
      </w:pPr>
    </w:p>
    <w:p w:rsidR="00D75DED" w:rsidRDefault="00D75DED" w:rsidP="00D75DED">
      <w:pPr>
        <w:rPr>
          <w:sz w:val="22"/>
        </w:rPr>
      </w:pPr>
      <w:r w:rsidRPr="00D75DED">
        <w:rPr>
          <w:b/>
          <w:sz w:val="22"/>
        </w:rPr>
        <w:t>Opdracht 5</w:t>
      </w:r>
      <w:r>
        <w:rPr>
          <w:sz w:val="22"/>
        </w:rPr>
        <w:t>. Hoe zit het met de brandveiligheid van kunstkerstbomen?</w:t>
      </w:r>
    </w:p>
    <w:p w:rsidR="00D75DED" w:rsidRDefault="00D75DED" w:rsidP="00D75D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r>
        <w:rPr>
          <w:sz w:val="22"/>
        </w:rPr>
        <w:t>Opdracht 5</w:t>
      </w:r>
    </w:p>
    <w:p w:rsidR="00D75DED" w:rsidRDefault="00D75DED" w:rsidP="00D75D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D75DED" w:rsidRPr="00D75DED" w:rsidRDefault="00D75DED" w:rsidP="00D75D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sectPr w:rsidR="00D75DED" w:rsidRPr="00D75D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C1B"/>
    <w:rsid w:val="001B5526"/>
    <w:rsid w:val="00D75DED"/>
    <w:rsid w:val="00F43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E8EEBF-A250-40DC-86D7-4DAC6853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B5FB1F06</Template>
  <TotalTime>20</TotalTime>
  <Pages>2</Pages>
  <Words>116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Wilco Struiksma</dc:creator>
  <cp:keywords/>
  <dc:description/>
  <cp:lastModifiedBy>Wilco Struiksma</cp:lastModifiedBy>
  <cp:revision>1</cp:revision>
  <dcterms:created xsi:type="dcterms:W3CDTF">2016-11-21T10:20:00Z</dcterms:created>
  <dcterms:modified xsi:type="dcterms:W3CDTF">2016-11-21T10:40:00Z</dcterms:modified>
</cp:coreProperties>
</file>