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924" w:rsidRPr="006C6540" w:rsidRDefault="00B96924">
      <w:pPr>
        <w:rPr>
          <w:b/>
          <w:sz w:val="32"/>
          <w:szCs w:val="32"/>
        </w:rPr>
      </w:pPr>
      <w:r w:rsidRPr="006C6540">
        <w:rPr>
          <w:b/>
          <w:sz w:val="32"/>
          <w:szCs w:val="32"/>
        </w:rPr>
        <w:t>Opdracht planten</w:t>
      </w:r>
      <w:r w:rsidR="006C6540">
        <w:rPr>
          <w:b/>
          <w:sz w:val="32"/>
          <w:szCs w:val="32"/>
        </w:rPr>
        <w:t xml:space="preserve">    </w:t>
      </w:r>
      <w:r>
        <w:t>HKS 1718 klas 1</w:t>
      </w:r>
      <w:bookmarkStart w:id="0" w:name="_GoBack"/>
      <w:bookmarkEnd w:id="0"/>
    </w:p>
    <w:p w:rsidR="006C6540" w:rsidRDefault="006C6540" w:rsidP="006C6540">
      <w:pPr>
        <w:pStyle w:val="Lijstalinea"/>
        <w:numPr>
          <w:ilvl w:val="0"/>
          <w:numId w:val="1"/>
        </w:numPr>
      </w:pPr>
      <w:r>
        <w:t>Hoe leg je een grasveld aan?</w:t>
      </w:r>
    </w:p>
    <w:p w:rsidR="006C6540" w:rsidRDefault="006C6540" w:rsidP="006C6540">
      <w:pPr>
        <w:pStyle w:val="Lijstalinea"/>
      </w:pPr>
      <w:r>
        <w:t>Beschrijf de werkvolgorde</w:t>
      </w:r>
    </w:p>
    <w:p w:rsidR="006C6540" w:rsidRDefault="006C6540" w:rsidP="006C6540">
      <w:pPr>
        <w:pStyle w:val="Lijstalinea"/>
      </w:pPr>
      <w:r>
        <w:t>1.</w:t>
      </w:r>
    </w:p>
    <w:p w:rsidR="006C6540" w:rsidRDefault="006C6540" w:rsidP="006C6540">
      <w:pPr>
        <w:pStyle w:val="Lijstalinea"/>
      </w:pPr>
      <w:r>
        <w:t>2.</w:t>
      </w:r>
    </w:p>
    <w:p w:rsidR="006C6540" w:rsidRDefault="006C6540" w:rsidP="006C6540">
      <w:pPr>
        <w:pStyle w:val="Lijstalinea"/>
      </w:pPr>
      <w:r>
        <w:t>3.</w:t>
      </w:r>
    </w:p>
    <w:p w:rsidR="006C6540" w:rsidRDefault="006C6540" w:rsidP="006C6540">
      <w:pPr>
        <w:pStyle w:val="Lijstalinea"/>
      </w:pPr>
      <w:r>
        <w:t>4.</w:t>
      </w:r>
    </w:p>
    <w:p w:rsidR="006C6540" w:rsidRDefault="006C6540" w:rsidP="006C6540">
      <w:pPr>
        <w:pStyle w:val="Lijstalinea"/>
      </w:pPr>
      <w:r>
        <w:t>5.</w:t>
      </w:r>
    </w:p>
    <w:p w:rsidR="006C6540" w:rsidRDefault="006C6540" w:rsidP="006C6540">
      <w:pPr>
        <w:pStyle w:val="Lijstalinea"/>
      </w:pPr>
      <w:r>
        <w:t>6.</w:t>
      </w:r>
    </w:p>
    <w:p w:rsidR="006C6540" w:rsidRDefault="006C6540" w:rsidP="006C6540">
      <w:pPr>
        <w:pStyle w:val="Lijstalinea"/>
      </w:pPr>
      <w:r>
        <w:t>7.</w:t>
      </w:r>
    </w:p>
    <w:p w:rsidR="006C6540" w:rsidRDefault="006C6540" w:rsidP="006C6540">
      <w:pPr>
        <w:pStyle w:val="Lijstalinea"/>
      </w:pPr>
    </w:p>
    <w:p w:rsidR="006C6540" w:rsidRDefault="006C6540" w:rsidP="006C6540">
      <w:pPr>
        <w:pStyle w:val="Lijstalinea"/>
        <w:numPr>
          <w:ilvl w:val="0"/>
          <w:numId w:val="1"/>
        </w:numPr>
      </w:pPr>
      <w:r>
        <w:t>Hoe plant je een boom?</w:t>
      </w:r>
    </w:p>
    <w:p w:rsidR="006C6540" w:rsidRDefault="006C6540" w:rsidP="006C6540">
      <w:pPr>
        <w:pStyle w:val="Lijstalinea"/>
      </w:pPr>
      <w:r>
        <w:t>Beschrijf de werkvolgorde</w:t>
      </w:r>
    </w:p>
    <w:p w:rsidR="006C6540" w:rsidRDefault="006C6540" w:rsidP="006C6540">
      <w:pPr>
        <w:pStyle w:val="Lijstalinea"/>
      </w:pPr>
      <w:r>
        <w:t>1.</w:t>
      </w:r>
    </w:p>
    <w:p w:rsidR="006C6540" w:rsidRDefault="006C6540" w:rsidP="006C6540">
      <w:pPr>
        <w:pStyle w:val="Lijstalinea"/>
      </w:pPr>
      <w:r>
        <w:t>2.</w:t>
      </w:r>
    </w:p>
    <w:p w:rsidR="006C6540" w:rsidRDefault="006C6540" w:rsidP="006C6540">
      <w:pPr>
        <w:pStyle w:val="Lijstalinea"/>
      </w:pPr>
      <w:r>
        <w:t>3.</w:t>
      </w:r>
    </w:p>
    <w:p w:rsidR="006C6540" w:rsidRDefault="006C6540" w:rsidP="006C6540">
      <w:pPr>
        <w:pStyle w:val="Lijstalinea"/>
      </w:pPr>
      <w:r>
        <w:t>4.</w:t>
      </w:r>
    </w:p>
    <w:p w:rsidR="006C6540" w:rsidRDefault="006C6540" w:rsidP="006C6540">
      <w:pPr>
        <w:pStyle w:val="Lijstalinea"/>
      </w:pPr>
      <w:r>
        <w:t>5.</w:t>
      </w:r>
    </w:p>
    <w:p w:rsidR="006C6540" w:rsidRDefault="006C6540" w:rsidP="006C6540">
      <w:pPr>
        <w:pStyle w:val="Lijstalinea"/>
      </w:pPr>
      <w:r>
        <w:t>6.</w:t>
      </w:r>
    </w:p>
    <w:p w:rsidR="006C6540" w:rsidRDefault="006C6540" w:rsidP="006C6540">
      <w:pPr>
        <w:pStyle w:val="Lijstalinea"/>
      </w:pPr>
      <w:r>
        <w:t>7.</w:t>
      </w:r>
    </w:p>
    <w:p w:rsidR="006C6540" w:rsidRDefault="006C6540" w:rsidP="006C6540">
      <w:pPr>
        <w:pStyle w:val="Lijstalinea"/>
      </w:pPr>
    </w:p>
    <w:p w:rsidR="006C6540" w:rsidRDefault="006C6540" w:rsidP="006C6540">
      <w:pPr>
        <w:pStyle w:val="Lijstalinea"/>
      </w:pPr>
    </w:p>
    <w:p w:rsidR="006C6540" w:rsidRDefault="006C6540" w:rsidP="006C6540">
      <w:pPr>
        <w:pStyle w:val="Lijstalinea"/>
        <w:numPr>
          <w:ilvl w:val="0"/>
          <w:numId w:val="1"/>
        </w:numPr>
      </w:pPr>
      <w:r>
        <w:t>Hoe plant je een heg?</w:t>
      </w:r>
    </w:p>
    <w:p w:rsidR="006C6540" w:rsidRDefault="006C6540" w:rsidP="006C6540">
      <w:pPr>
        <w:pStyle w:val="Lijstalinea"/>
      </w:pPr>
      <w:r>
        <w:t>Beschrijf de werkvolgorde</w:t>
      </w:r>
    </w:p>
    <w:p w:rsidR="006C6540" w:rsidRDefault="006C6540" w:rsidP="006C6540">
      <w:pPr>
        <w:pStyle w:val="Lijstalinea"/>
      </w:pPr>
      <w:r>
        <w:t>1.</w:t>
      </w:r>
    </w:p>
    <w:p w:rsidR="006C6540" w:rsidRDefault="006C6540" w:rsidP="006C6540">
      <w:pPr>
        <w:pStyle w:val="Lijstalinea"/>
      </w:pPr>
      <w:r>
        <w:t>2.</w:t>
      </w:r>
    </w:p>
    <w:p w:rsidR="006C6540" w:rsidRDefault="006C6540" w:rsidP="006C6540">
      <w:pPr>
        <w:pStyle w:val="Lijstalinea"/>
      </w:pPr>
      <w:r>
        <w:t>3.</w:t>
      </w:r>
    </w:p>
    <w:p w:rsidR="006C6540" w:rsidRDefault="006C6540" w:rsidP="006C6540">
      <w:pPr>
        <w:pStyle w:val="Lijstalinea"/>
      </w:pPr>
      <w:r>
        <w:t>4.</w:t>
      </w:r>
    </w:p>
    <w:p w:rsidR="006C6540" w:rsidRDefault="006C6540" w:rsidP="006C6540">
      <w:pPr>
        <w:pStyle w:val="Lijstalinea"/>
      </w:pPr>
      <w:r>
        <w:t>5.</w:t>
      </w:r>
    </w:p>
    <w:p w:rsidR="006C6540" w:rsidRDefault="006C6540" w:rsidP="006C6540">
      <w:pPr>
        <w:pStyle w:val="Lijstalinea"/>
      </w:pPr>
      <w:r>
        <w:t>6.</w:t>
      </w:r>
    </w:p>
    <w:p w:rsidR="006C6540" w:rsidRDefault="006C6540" w:rsidP="006C6540">
      <w:pPr>
        <w:pStyle w:val="Lijstalinea"/>
      </w:pPr>
      <w:r>
        <w:t>7.</w:t>
      </w:r>
    </w:p>
    <w:p w:rsidR="006C6540" w:rsidRDefault="006C6540" w:rsidP="006C6540">
      <w:pPr>
        <w:pStyle w:val="Lijstalinea"/>
      </w:pPr>
    </w:p>
    <w:p w:rsidR="006C6540" w:rsidRDefault="006C6540" w:rsidP="006C6540">
      <w:pPr>
        <w:pStyle w:val="Lijstalinea"/>
      </w:pPr>
    </w:p>
    <w:p w:rsidR="006C6540" w:rsidRDefault="006C6540" w:rsidP="006C6540">
      <w:pPr>
        <w:pStyle w:val="Lijstalinea"/>
        <w:numPr>
          <w:ilvl w:val="0"/>
          <w:numId w:val="1"/>
        </w:numPr>
      </w:pPr>
      <w:r>
        <w:t>Welke plantverbanden ken je?</w:t>
      </w:r>
    </w:p>
    <w:p w:rsidR="006C6540" w:rsidRDefault="006C6540" w:rsidP="006C6540">
      <w:pPr>
        <w:pStyle w:val="Lijstalinea"/>
      </w:pPr>
      <w:r>
        <w:t>Noem en teken deze.</w:t>
      </w:r>
    </w:p>
    <w:p w:rsidR="00B96924" w:rsidRDefault="00B96924"/>
    <w:p w:rsidR="00B96924" w:rsidRDefault="00B96924"/>
    <w:sectPr w:rsidR="00B96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466E3"/>
    <w:multiLevelType w:val="hybridMultilevel"/>
    <w:tmpl w:val="20C459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924"/>
    <w:rsid w:val="001B5526"/>
    <w:rsid w:val="006C6540"/>
    <w:rsid w:val="00B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4851"/>
  <w15:chartTrackingRefBased/>
  <w15:docId w15:val="{501A4B99-8F01-4B14-AF09-61A793AC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6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BE9D9426</Template>
  <TotalTime>5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2</cp:revision>
  <dcterms:created xsi:type="dcterms:W3CDTF">2018-03-20T11:38:00Z</dcterms:created>
  <dcterms:modified xsi:type="dcterms:W3CDTF">2018-03-20T11:43:00Z</dcterms:modified>
</cp:coreProperties>
</file>