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D0" w:rsidRDefault="00A26ED0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12E9256" wp14:editId="02B0D8C5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6156000" cy="869597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48" t="5882" r="30248" b="4706"/>
                    <a:stretch/>
                  </pic:blipFill>
                  <pic:spPr bwMode="auto">
                    <a:xfrm>
                      <a:off x="0" y="0"/>
                      <a:ext cx="6156000" cy="869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ED0" w:rsidRDefault="00A26ED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7783CF32" wp14:editId="16B0B68A">
            <wp:simplePos x="899160" y="899160"/>
            <wp:positionH relativeFrom="margin">
              <wp:align>center</wp:align>
            </wp:positionH>
            <wp:positionV relativeFrom="margin">
              <wp:align>center</wp:align>
            </wp:positionV>
            <wp:extent cx="5969000" cy="8299450"/>
            <wp:effectExtent l="0" t="0" r="0" b="635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01" t="5882" r="32896" b="6118"/>
                    <a:stretch/>
                  </pic:blipFill>
                  <pic:spPr bwMode="auto">
                    <a:xfrm>
                      <a:off x="0" y="0"/>
                      <a:ext cx="5970598" cy="8300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78EA" w:rsidRDefault="00A26ED0"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59A4FF38" wp14:editId="29E0006E">
            <wp:simplePos x="899160" y="2194560"/>
            <wp:positionH relativeFrom="margin">
              <wp:align>center</wp:align>
            </wp:positionH>
            <wp:positionV relativeFrom="margin">
              <wp:align>center</wp:align>
            </wp:positionV>
            <wp:extent cx="6380480" cy="8107045"/>
            <wp:effectExtent l="0" t="0" r="1270" b="825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25" t="5177" r="33125" b="18588"/>
                    <a:stretch/>
                  </pic:blipFill>
                  <pic:spPr bwMode="auto">
                    <a:xfrm>
                      <a:off x="0" y="0"/>
                      <a:ext cx="6381094" cy="8107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CF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5A" w:rsidRDefault="00FC3A5A" w:rsidP="00A26ED0">
      <w:pPr>
        <w:spacing w:after="0" w:line="240" w:lineRule="auto"/>
      </w:pPr>
      <w:r>
        <w:separator/>
      </w:r>
    </w:p>
  </w:endnote>
  <w:endnote w:type="continuationSeparator" w:id="0">
    <w:p w:rsidR="00FC3A5A" w:rsidRDefault="00FC3A5A" w:rsidP="00A26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5A" w:rsidRDefault="00FC3A5A" w:rsidP="00A26ED0">
      <w:pPr>
        <w:spacing w:after="0" w:line="240" w:lineRule="auto"/>
      </w:pPr>
      <w:r>
        <w:separator/>
      </w:r>
    </w:p>
  </w:footnote>
  <w:footnote w:type="continuationSeparator" w:id="0">
    <w:p w:rsidR="00FC3A5A" w:rsidRDefault="00FC3A5A" w:rsidP="00A26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D0"/>
    <w:rsid w:val="001D3177"/>
    <w:rsid w:val="00A26ED0"/>
    <w:rsid w:val="00E65D38"/>
    <w:rsid w:val="00FC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D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2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6ED0"/>
  </w:style>
  <w:style w:type="paragraph" w:styleId="Voettekst">
    <w:name w:val="footer"/>
    <w:basedOn w:val="Standaard"/>
    <w:link w:val="VoettekstChar"/>
    <w:uiPriority w:val="99"/>
    <w:unhideWhenUsed/>
    <w:rsid w:val="00A2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6E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2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D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A2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6ED0"/>
  </w:style>
  <w:style w:type="paragraph" w:styleId="Voettekst">
    <w:name w:val="footer"/>
    <w:basedOn w:val="Standaard"/>
    <w:link w:val="VoettekstChar"/>
    <w:uiPriority w:val="99"/>
    <w:unhideWhenUsed/>
    <w:rsid w:val="00A26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6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E9234268</Template>
  <TotalTime>7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 Jong</dc:creator>
  <cp:lastModifiedBy>Richard de Jong</cp:lastModifiedBy>
  <cp:revision>1</cp:revision>
  <dcterms:created xsi:type="dcterms:W3CDTF">2016-11-09T14:08:00Z</dcterms:created>
  <dcterms:modified xsi:type="dcterms:W3CDTF">2016-11-09T14:15:00Z</dcterms:modified>
</cp:coreProperties>
</file>