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617" w:rsidRDefault="00E97617">
      <w:pPr>
        <w:rPr>
          <w:noProof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4B987B07" wp14:editId="33B49190">
            <wp:simplePos x="899160" y="1219200"/>
            <wp:positionH relativeFrom="margin">
              <wp:align>center</wp:align>
            </wp:positionH>
            <wp:positionV relativeFrom="margin">
              <wp:align>center</wp:align>
            </wp:positionV>
            <wp:extent cx="5214620" cy="7821930"/>
            <wp:effectExtent l="0" t="0" r="5080" b="762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250" r="31250"/>
                    <a:stretch/>
                  </pic:blipFill>
                  <pic:spPr bwMode="auto">
                    <a:xfrm>
                      <a:off x="0" y="0"/>
                      <a:ext cx="5220762" cy="78311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F78EA" w:rsidRDefault="00E97617"/>
    <w:p w:rsidR="00E97617" w:rsidRDefault="00E97617"/>
    <w:p w:rsidR="00E97617" w:rsidRDefault="00E97617">
      <w:pPr>
        <w:rPr>
          <w:noProof/>
          <w:lang w:eastAsia="nl-NL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59264" behindDoc="0" locked="0" layoutInCell="1" allowOverlap="1" wp14:anchorId="47E9B948" wp14:editId="6C75DAB7">
            <wp:simplePos x="899160" y="1219200"/>
            <wp:positionH relativeFrom="margin">
              <wp:align>center</wp:align>
            </wp:positionH>
            <wp:positionV relativeFrom="margin">
              <wp:align>center</wp:align>
            </wp:positionV>
            <wp:extent cx="5181600" cy="7772400"/>
            <wp:effectExtent l="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250" r="31250"/>
                    <a:stretch/>
                  </pic:blipFill>
                  <pic:spPr bwMode="auto">
                    <a:xfrm>
                      <a:off x="0" y="0"/>
                      <a:ext cx="5187703" cy="77815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97617" w:rsidRDefault="00E97617">
      <w:r>
        <w:br/>
      </w:r>
    </w:p>
    <w:p w:rsidR="00E97617" w:rsidRDefault="00E97617"/>
    <w:p w:rsidR="00E97617" w:rsidRDefault="00E97617">
      <w:bookmarkStart w:id="0" w:name="_GoBack"/>
      <w:bookmarkEnd w:id="0"/>
      <w:r>
        <w:rPr>
          <w:noProof/>
          <w:lang w:eastAsia="nl-NL"/>
        </w:rPr>
        <w:lastRenderedPageBreak/>
        <w:drawing>
          <wp:anchor distT="0" distB="0" distL="114300" distR="114300" simplePos="0" relativeHeight="251660288" behindDoc="0" locked="0" layoutInCell="1" allowOverlap="1">
            <wp:simplePos x="899160" y="899160"/>
            <wp:positionH relativeFrom="margin">
              <wp:align>center</wp:align>
            </wp:positionH>
            <wp:positionV relativeFrom="margin">
              <wp:align>center</wp:align>
            </wp:positionV>
            <wp:extent cx="5486400" cy="8229600"/>
            <wp:effectExtent l="0" t="0" r="0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250" r="31250"/>
                    <a:stretch/>
                  </pic:blipFill>
                  <pic:spPr bwMode="auto">
                    <a:xfrm>
                      <a:off x="0" y="0"/>
                      <a:ext cx="5499524" cy="82492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97617" w:rsidRDefault="00E97617"/>
    <w:sectPr w:rsidR="00E97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617"/>
    <w:rsid w:val="001D3177"/>
    <w:rsid w:val="00E65D38"/>
    <w:rsid w:val="00E9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97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76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97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76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A208B901</Template>
  <TotalTime>2</TotalTime>
  <Pages>3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 Jong</dc:creator>
  <cp:lastModifiedBy>Richard de Jong</cp:lastModifiedBy>
  <cp:revision>1</cp:revision>
  <dcterms:created xsi:type="dcterms:W3CDTF">2016-11-09T14:35:00Z</dcterms:created>
  <dcterms:modified xsi:type="dcterms:W3CDTF">2016-11-09T14:37:00Z</dcterms:modified>
</cp:coreProperties>
</file>