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6C" w:rsidRPr="00042639" w:rsidRDefault="00AD122C" w:rsidP="00042639">
      <w:pPr>
        <w:jc w:val="center"/>
      </w:pPr>
      <w:r>
        <w:rPr>
          <w:sz w:val="28"/>
          <w:szCs w:val="28"/>
        </w:rPr>
        <w:t xml:space="preserve">Praktijkopdracht </w:t>
      </w:r>
      <w:r w:rsidR="0083286C">
        <w:rPr>
          <w:sz w:val="28"/>
          <w:szCs w:val="28"/>
        </w:rPr>
        <w:t>Aardappelrooiers</w:t>
      </w:r>
    </w:p>
    <w:p w:rsidR="0083286C" w:rsidRDefault="0083286C" w:rsidP="00042639">
      <w:pPr>
        <w:jc w:val="center"/>
        <w:rPr>
          <w:sz w:val="28"/>
          <w:szCs w:val="28"/>
        </w:rPr>
      </w:pPr>
    </w:p>
    <w:p w:rsidR="0083286C" w:rsidRDefault="0083286C" w:rsidP="00E53847"/>
    <w:p w:rsidR="00A278C5" w:rsidRDefault="00DF52D0" w:rsidP="00E53847"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1778000</wp:posOffset>
            </wp:positionH>
            <wp:positionV relativeFrom="paragraph">
              <wp:posOffset>40640</wp:posOffset>
            </wp:positionV>
            <wp:extent cx="5410200" cy="2705735"/>
            <wp:effectExtent l="0" t="0" r="0" b="0"/>
            <wp:wrapSquare wrapText="bothSides"/>
            <wp:docPr id="86" name="Afbeelding 86" descr="C:\Users\abr\Documents\HELICON\HELICON\Helicon\2016 2017\IBS 1.6 Teelt en oogsten\werkmap\SV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Users\abr\Documents\HELICON\HELICON\Helicon\2016 2017\IBS 1.6 Teelt en oogsten\werkmap\SV2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7" t="6584" b="30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Default="00A278C5" w:rsidP="00E53847"/>
    <w:p w:rsidR="00A278C5" w:rsidRPr="00A278C5" w:rsidRDefault="00A278C5" w:rsidP="00E53847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A278C5">
        <w:rPr>
          <w:sz w:val="16"/>
          <w:szCs w:val="16"/>
        </w:rPr>
        <w:t>Bron</w:t>
      </w:r>
      <w:r>
        <w:rPr>
          <w:sz w:val="16"/>
          <w:szCs w:val="16"/>
        </w:rPr>
        <w:t xml:space="preserve"> foto</w:t>
      </w:r>
      <w:r w:rsidRPr="00A278C5">
        <w:rPr>
          <w:sz w:val="16"/>
          <w:szCs w:val="16"/>
        </w:rPr>
        <w:t xml:space="preserve">: </w:t>
      </w:r>
      <w:hyperlink r:id="rId8" w:history="1">
        <w:r w:rsidRPr="00A278C5">
          <w:rPr>
            <w:rStyle w:val="Hyperlink"/>
            <w:sz w:val="16"/>
            <w:szCs w:val="16"/>
          </w:rPr>
          <w:t>http://www.zonna.nl/hst/z12n09a/zonna.nsf/0/AA2530D49480172</w:t>
        </w:r>
        <w:r w:rsidRPr="00A278C5">
          <w:rPr>
            <w:rStyle w:val="Hyperlink"/>
            <w:sz w:val="16"/>
            <w:szCs w:val="16"/>
          </w:rPr>
          <w:t>2</w:t>
        </w:r>
        <w:r w:rsidRPr="00A278C5">
          <w:rPr>
            <w:rStyle w:val="Hyperlink"/>
            <w:sz w:val="16"/>
            <w:szCs w:val="16"/>
          </w:rPr>
          <w:t>C12577D90050533C?opendocument</w:t>
        </w:r>
      </w:hyperlink>
    </w:p>
    <w:p w:rsidR="00A278C5" w:rsidRDefault="00A278C5" w:rsidP="00E53847"/>
    <w:p w:rsidR="00A278C5" w:rsidRDefault="00A278C5" w:rsidP="00E53847"/>
    <w:p w:rsidR="0083286C" w:rsidRDefault="00A278C5" w:rsidP="00E53847">
      <w:r>
        <w:t>Onderwerp:</w:t>
      </w:r>
      <w:r>
        <w:tab/>
        <w:t>A</w:t>
      </w:r>
      <w:r w:rsidR="0083286C">
        <w:t>ardappelrooiers</w:t>
      </w:r>
    </w:p>
    <w:p w:rsidR="0083286C" w:rsidRDefault="0083286C" w:rsidP="00E53847">
      <w:r>
        <w:t>Leerdoelen:</w:t>
      </w:r>
      <w:r>
        <w:tab/>
        <w:t>De leerling kan de onderdelen op een aardappelrooier benoemen.</w:t>
      </w:r>
    </w:p>
    <w:p w:rsidR="0083286C" w:rsidRDefault="0083286C" w:rsidP="00E53847">
      <w:r>
        <w:tab/>
      </w:r>
      <w:r>
        <w:tab/>
        <w:t>De leerling kan de basisafstellingen van een aardappelrooier uitvoeren.</w:t>
      </w:r>
    </w:p>
    <w:p w:rsidR="0083286C" w:rsidRDefault="0083286C" w:rsidP="00E53847">
      <w:r>
        <w:tab/>
      </w:r>
      <w:r>
        <w:tab/>
        <w:t>De leerling begrijpt de principes en kan deze toelichten.</w:t>
      </w:r>
    </w:p>
    <w:p w:rsidR="0083286C" w:rsidRDefault="0083286C" w:rsidP="00E53847"/>
    <w:p w:rsidR="0083286C" w:rsidRDefault="0083286C" w:rsidP="00E53847">
      <w:r>
        <w:t>Hulpmiddelen:</w:t>
      </w:r>
      <w:r>
        <w:tab/>
        <w:t>De aardappelrooier in de werktuigenhal.</w:t>
      </w:r>
    </w:p>
    <w:p w:rsidR="0083286C" w:rsidRDefault="0083286C" w:rsidP="00E53847"/>
    <w:p w:rsidR="0083286C" w:rsidRDefault="0083286C" w:rsidP="00E53847">
      <w:r>
        <w:t>Literatuur:</w:t>
      </w:r>
      <w:r>
        <w:tab/>
        <w:t>Bes</w:t>
      </w:r>
      <w:r w:rsidR="00C1490A">
        <w:t>tanden te downloaden op wikiwijs</w:t>
      </w:r>
      <w:r>
        <w:t>.</w:t>
      </w:r>
    </w:p>
    <w:p w:rsidR="0083286C" w:rsidRDefault="0083286C" w:rsidP="00E53847">
      <w:r>
        <w:tab/>
      </w:r>
      <w:r>
        <w:tab/>
        <w:t>De handleiding van de aanwezige aardappelrooier.</w:t>
      </w:r>
    </w:p>
    <w:p w:rsidR="0083286C" w:rsidRDefault="0083286C"/>
    <w:p w:rsidR="00C1490A" w:rsidRPr="00C1490A" w:rsidRDefault="0083286C" w:rsidP="00A278C5">
      <w:pPr>
        <w:pStyle w:val="Lijstalinea"/>
        <w:ind w:left="0"/>
        <w:rPr>
          <w:sz w:val="24"/>
          <w:szCs w:val="24"/>
        </w:rPr>
      </w:pPr>
      <w:r>
        <w:br w:type="page"/>
      </w:r>
      <w:r w:rsidR="00DF52D0" w:rsidRPr="00A278C5">
        <w:rPr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-74930</wp:posOffset>
            </wp:positionV>
            <wp:extent cx="5073650" cy="2749550"/>
            <wp:effectExtent l="19050" t="19050" r="12700" b="12700"/>
            <wp:wrapSquare wrapText="bothSides"/>
            <wp:docPr id="85" name="Afbeelding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27495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8C5" w:rsidRPr="00A278C5">
        <w:rPr>
          <w:b/>
          <w:sz w:val="24"/>
          <w:szCs w:val="24"/>
        </w:rPr>
        <w:t>Deel 1</w:t>
      </w:r>
      <w:r w:rsidR="00A278C5">
        <w:t xml:space="preserve"> </w:t>
      </w:r>
      <w:r w:rsidR="00C1490A" w:rsidRPr="00C1490A">
        <w:rPr>
          <w:b/>
          <w:sz w:val="24"/>
          <w:szCs w:val="24"/>
        </w:rPr>
        <w:t xml:space="preserve">Algemeen: </w:t>
      </w:r>
    </w:p>
    <w:p w:rsidR="00C1490A" w:rsidRDefault="00C1490A" w:rsidP="00C1490A">
      <w:pPr>
        <w:pStyle w:val="Lijstalinea"/>
        <w:rPr>
          <w:sz w:val="24"/>
          <w:szCs w:val="24"/>
        </w:rPr>
      </w:pPr>
    </w:p>
    <w:p w:rsidR="00C1490A" w:rsidRDefault="00C1490A" w:rsidP="00C1490A">
      <w:pPr>
        <w:pStyle w:val="Lijstalinea"/>
        <w:rPr>
          <w:sz w:val="24"/>
          <w:szCs w:val="24"/>
        </w:rPr>
      </w:pPr>
      <w:r w:rsidRPr="00C1490A">
        <w:rPr>
          <w:sz w:val="24"/>
          <w:szCs w:val="24"/>
        </w:rPr>
        <w:t xml:space="preserve">benoem de onderdelen van de </w:t>
      </w:r>
    </w:p>
    <w:p w:rsidR="00C1490A" w:rsidRPr="00C1490A" w:rsidRDefault="00C1490A" w:rsidP="00C1490A">
      <w:pPr>
        <w:pStyle w:val="Lijstalinea"/>
        <w:rPr>
          <w:sz w:val="24"/>
          <w:szCs w:val="24"/>
        </w:rPr>
      </w:pPr>
      <w:r w:rsidRPr="00C1490A">
        <w:rPr>
          <w:sz w:val="24"/>
          <w:szCs w:val="24"/>
        </w:rPr>
        <w:t>rooier</w:t>
      </w:r>
    </w:p>
    <w:p w:rsidR="00C1490A" w:rsidRDefault="00C1490A"/>
    <w:p w:rsidR="0083286C" w:rsidRDefault="0083286C" w:rsidP="00A7526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6379"/>
      </w:tblGrid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10.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2.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11.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3.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12.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4.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13.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5.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14.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6.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15.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7.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16.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8.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17.</w:t>
            </w:r>
          </w:p>
        </w:tc>
      </w:tr>
      <w:tr w:rsidR="0083286C" w:rsidTr="00C1490A">
        <w:tc>
          <w:tcPr>
            <w:tcW w:w="6487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9.</w:t>
            </w:r>
          </w:p>
          <w:p w:rsidR="0083286C" w:rsidRPr="0071719E" w:rsidRDefault="0083286C" w:rsidP="00A75263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3286C" w:rsidRPr="0071719E" w:rsidRDefault="0083286C" w:rsidP="00A75263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18.</w:t>
            </w:r>
          </w:p>
        </w:tc>
      </w:tr>
    </w:tbl>
    <w:p w:rsidR="0083286C" w:rsidRDefault="0083286C" w:rsidP="00A75263">
      <w:pPr>
        <w:rPr>
          <w:sz w:val="24"/>
          <w:szCs w:val="24"/>
        </w:rPr>
      </w:pPr>
    </w:p>
    <w:p w:rsidR="0083286C" w:rsidRDefault="0083286C" w:rsidP="00A75263">
      <w:pPr>
        <w:rPr>
          <w:sz w:val="24"/>
          <w:szCs w:val="24"/>
        </w:rPr>
      </w:pPr>
    </w:p>
    <w:p w:rsidR="0083286C" w:rsidRDefault="0083286C" w:rsidP="00A75263">
      <w:pPr>
        <w:rPr>
          <w:sz w:val="24"/>
          <w:szCs w:val="24"/>
        </w:rPr>
      </w:pPr>
    </w:p>
    <w:p w:rsidR="0083286C" w:rsidRPr="00C1490A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Wat is </w:t>
      </w:r>
      <w:r w:rsidR="0083286C">
        <w:rPr>
          <w:sz w:val="24"/>
          <w:szCs w:val="24"/>
        </w:rPr>
        <w:t>een voordeel van een zelfrijdende aardappelrooier</w:t>
      </w:r>
      <w:r>
        <w:rPr>
          <w:sz w:val="24"/>
          <w:szCs w:val="24"/>
        </w:rPr>
        <w:t>?</w:t>
      </w:r>
    </w:p>
    <w:p w:rsidR="00C1490A" w:rsidRPr="00C1490A" w:rsidRDefault="00C1490A" w:rsidP="00C1490A">
      <w:pPr>
        <w:pStyle w:val="Lijstalinea"/>
      </w:pPr>
    </w:p>
    <w:p w:rsidR="00C1490A" w:rsidRPr="00C1490A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is een nadeel van een zelfrijdende aardappelrooier?</w:t>
      </w:r>
    </w:p>
    <w:p w:rsidR="00C1490A" w:rsidRPr="00C1490A" w:rsidRDefault="00C1490A" w:rsidP="00C1490A">
      <w:pPr>
        <w:pStyle w:val="Lijstalinea"/>
        <w:ind w:left="0"/>
      </w:pPr>
    </w:p>
    <w:p w:rsidR="00C1490A" w:rsidRPr="00C1490A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is een voordeel van een getrokken aardappelrooier?</w:t>
      </w:r>
    </w:p>
    <w:p w:rsidR="00C1490A" w:rsidRPr="00C1490A" w:rsidRDefault="00C1490A" w:rsidP="00C1490A">
      <w:pPr>
        <w:pStyle w:val="Lijstalinea"/>
        <w:ind w:left="0"/>
      </w:pPr>
    </w:p>
    <w:p w:rsidR="00C1490A" w:rsidRPr="00C1490A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is een nadeel van een getrokken aardappelrooier?</w:t>
      </w:r>
    </w:p>
    <w:p w:rsidR="00C1490A" w:rsidRDefault="00C1490A" w:rsidP="00C1490A">
      <w:pPr>
        <w:pStyle w:val="Lijstalinea"/>
      </w:pPr>
    </w:p>
    <w:p w:rsidR="00C1490A" w:rsidRPr="00C1490A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Waarom wordt vooraf het loof van aardappelen verwijderd, versnippert of geklapt?</w:t>
      </w:r>
    </w:p>
    <w:p w:rsidR="0083286C" w:rsidRDefault="0083286C" w:rsidP="00A75263">
      <w:pPr>
        <w:pStyle w:val="Lijstalinea"/>
      </w:pPr>
    </w:p>
    <w:p w:rsidR="0083286C" w:rsidRPr="003C43D9" w:rsidRDefault="00C1490A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</w:t>
      </w:r>
      <w:r w:rsidR="0083286C">
        <w:rPr>
          <w:sz w:val="24"/>
          <w:szCs w:val="24"/>
        </w:rPr>
        <w:t>aarom wordt bij een getrokken aardappelrooier het loof vaak in een aparte werkgang geklapt?</w:t>
      </w:r>
    </w:p>
    <w:p w:rsidR="003C43D9" w:rsidRDefault="003C43D9" w:rsidP="003C43D9">
      <w:pPr>
        <w:pStyle w:val="Lijstalinea"/>
      </w:pPr>
    </w:p>
    <w:p w:rsidR="003C43D9" w:rsidRPr="00C75DBC" w:rsidRDefault="003C43D9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Als je aardappels rooit, moet je bij het loofklappen nog een stukje stengel overhouden. Waarom?</w:t>
      </w:r>
    </w:p>
    <w:p w:rsidR="0083286C" w:rsidRDefault="0083286C" w:rsidP="00A75263">
      <w:pPr>
        <w:pStyle w:val="Lijstalinea"/>
      </w:pPr>
    </w:p>
    <w:p w:rsidR="0083286C" w:rsidRPr="00A75263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Waarom zijn sommige drukrollen van een aardappelrooier bekleed met rubber?</w:t>
      </w:r>
    </w:p>
    <w:p w:rsidR="0083286C" w:rsidRDefault="0083286C" w:rsidP="00C1490A">
      <w:pPr>
        <w:pStyle w:val="Lijstalinea"/>
        <w:ind w:left="0"/>
      </w:pPr>
    </w:p>
    <w:p w:rsidR="0083286C" w:rsidRPr="00A75263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is het nut van de rooischijven van een aardappelrooier?</w:t>
      </w:r>
    </w:p>
    <w:p w:rsidR="0083286C" w:rsidRDefault="0083286C" w:rsidP="00C1490A">
      <w:pPr>
        <w:pStyle w:val="Lijstalinea"/>
        <w:ind w:left="0"/>
      </w:pPr>
    </w:p>
    <w:p w:rsidR="0083286C" w:rsidRPr="002C2263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Wat </w:t>
      </w:r>
      <w:r w:rsidR="00C1490A">
        <w:rPr>
          <w:sz w:val="24"/>
          <w:szCs w:val="24"/>
        </w:rPr>
        <w:t>is de functie</w:t>
      </w:r>
      <w:r>
        <w:rPr>
          <w:sz w:val="24"/>
          <w:szCs w:val="24"/>
        </w:rPr>
        <w:t xml:space="preserve"> </w:t>
      </w:r>
      <w:r w:rsidR="00C1490A">
        <w:rPr>
          <w:sz w:val="24"/>
          <w:szCs w:val="24"/>
        </w:rPr>
        <w:t xml:space="preserve">van </w:t>
      </w:r>
      <w:r>
        <w:rPr>
          <w:sz w:val="24"/>
          <w:szCs w:val="24"/>
        </w:rPr>
        <w:t>de loofrollen op een aardappelrooier?</w:t>
      </w:r>
    </w:p>
    <w:p w:rsidR="0083286C" w:rsidRDefault="0083286C" w:rsidP="00C1490A">
      <w:pPr>
        <w:pStyle w:val="Lijstalinea"/>
        <w:ind w:left="0"/>
      </w:pPr>
    </w:p>
    <w:p w:rsidR="0083286C" w:rsidRPr="003C43D9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doet de egelband?</w:t>
      </w:r>
    </w:p>
    <w:p w:rsidR="003C43D9" w:rsidRDefault="003C43D9" w:rsidP="003C43D9">
      <w:pPr>
        <w:pStyle w:val="Lijstalinea"/>
      </w:pPr>
    </w:p>
    <w:p w:rsidR="0083286C" w:rsidRPr="003C43D9" w:rsidRDefault="003C43D9" w:rsidP="000C0DF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C43D9">
        <w:rPr>
          <w:sz w:val="24"/>
          <w:szCs w:val="24"/>
        </w:rPr>
        <w:t>Waar komt de naam egelband vandaan?</w:t>
      </w:r>
    </w:p>
    <w:p w:rsidR="0083286C" w:rsidRDefault="0083286C" w:rsidP="003C43D9">
      <w:pPr>
        <w:pStyle w:val="Lijstalinea"/>
        <w:ind w:left="0"/>
      </w:pPr>
    </w:p>
    <w:p w:rsidR="0083286C" w:rsidRPr="00ED6340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Wat </w:t>
      </w:r>
      <w:r w:rsidR="003C43D9">
        <w:rPr>
          <w:sz w:val="24"/>
          <w:szCs w:val="24"/>
        </w:rPr>
        <w:t>is de functie van de rooischaren</w:t>
      </w:r>
      <w:r>
        <w:rPr>
          <w:sz w:val="24"/>
          <w:szCs w:val="24"/>
        </w:rPr>
        <w:t>?</w:t>
      </w:r>
    </w:p>
    <w:p w:rsidR="0083286C" w:rsidRDefault="0083286C" w:rsidP="003C43D9">
      <w:pPr>
        <w:pStyle w:val="Lijstalinea"/>
        <w:ind w:left="0"/>
      </w:pPr>
    </w:p>
    <w:p w:rsidR="0083286C" w:rsidRPr="00ED6340" w:rsidRDefault="003C43D9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Wat is de functie van de rooischijven?</w:t>
      </w:r>
    </w:p>
    <w:p w:rsidR="0083286C" w:rsidRDefault="0083286C" w:rsidP="003C43D9">
      <w:pPr>
        <w:pStyle w:val="Lijstalinea"/>
        <w:ind w:left="0"/>
      </w:pPr>
    </w:p>
    <w:p w:rsidR="0083286C" w:rsidRDefault="003C43D9" w:rsidP="000C0DF4">
      <w:pPr>
        <w:pStyle w:val="Lijstalinea"/>
        <w:numPr>
          <w:ilvl w:val="0"/>
          <w:numId w:val="1"/>
        </w:numPr>
      </w:pPr>
      <w:r w:rsidRPr="003C43D9">
        <w:rPr>
          <w:sz w:val="24"/>
          <w:szCs w:val="24"/>
        </w:rPr>
        <w:t>Wat is de functie van de diabolorollen?</w:t>
      </w:r>
    </w:p>
    <w:p w:rsidR="0083286C" w:rsidRDefault="0083286C" w:rsidP="00ED6340">
      <w:pPr>
        <w:pStyle w:val="Lijstalinea"/>
      </w:pPr>
    </w:p>
    <w:p w:rsidR="003C43D9" w:rsidRPr="003C43D9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Met een aardappelrooier kun je ook </w:t>
      </w:r>
      <w:r w:rsidR="003C43D9">
        <w:rPr>
          <w:sz w:val="24"/>
          <w:szCs w:val="24"/>
        </w:rPr>
        <w:t xml:space="preserve">andere gewassen </w:t>
      </w:r>
      <w:r>
        <w:rPr>
          <w:sz w:val="24"/>
          <w:szCs w:val="24"/>
        </w:rPr>
        <w:t xml:space="preserve">rooien. </w:t>
      </w: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  <w:r>
        <w:rPr>
          <w:sz w:val="24"/>
          <w:szCs w:val="24"/>
        </w:rPr>
        <w:t>Benoem er drie:</w:t>
      </w: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</w:p>
    <w:p w:rsidR="003C43D9" w:rsidRDefault="003C43D9" w:rsidP="003C43D9">
      <w:pPr>
        <w:pStyle w:val="Lijstalinea"/>
        <w:ind w:left="0" w:firstLine="708"/>
        <w:rPr>
          <w:sz w:val="24"/>
          <w:szCs w:val="24"/>
        </w:rPr>
      </w:pPr>
    </w:p>
    <w:p w:rsidR="003C43D9" w:rsidRDefault="003C43D9" w:rsidP="000C0DF4">
      <w:pPr>
        <w:pStyle w:val="Lijstalinea"/>
        <w:numPr>
          <w:ilvl w:val="0"/>
          <w:numId w:val="1"/>
        </w:numPr>
      </w:pPr>
      <w:r w:rsidRPr="003C43D9">
        <w:t>Wat is een voordeel van het feit dat je met een rooier ook andere gewassen kan oogsten?</w:t>
      </w:r>
    </w:p>
    <w:p w:rsidR="003C43D9" w:rsidRDefault="003C43D9" w:rsidP="003C43D9">
      <w:pPr>
        <w:pStyle w:val="Lijstalinea"/>
      </w:pPr>
    </w:p>
    <w:p w:rsidR="003C43D9" w:rsidRDefault="003C43D9" w:rsidP="000C0DF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nadeel van het feit dat je met een rooier ook andere gewassen kunt rooien?</w:t>
      </w:r>
    </w:p>
    <w:p w:rsidR="0083286C" w:rsidRDefault="0083286C" w:rsidP="003C43D9">
      <w:pPr>
        <w:pStyle w:val="Lijstalinea"/>
        <w:ind w:left="0"/>
      </w:pPr>
    </w:p>
    <w:p w:rsidR="003C43D9" w:rsidRPr="003C43D9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Er zijn op een aardappelrooier slipkoppelingen en breekbouten aanwezig. </w:t>
      </w:r>
    </w:p>
    <w:p w:rsidR="0083286C" w:rsidRPr="00ED6340" w:rsidRDefault="0083286C" w:rsidP="003C43D9">
      <w:pPr>
        <w:pStyle w:val="Lijstalinea"/>
        <w:ind w:left="0" w:firstLine="708"/>
      </w:pPr>
      <w:r>
        <w:rPr>
          <w:sz w:val="24"/>
          <w:szCs w:val="24"/>
        </w:rPr>
        <w:t>Waarom zijn de slipkoppelingen alleen niet voldoende?</w:t>
      </w:r>
    </w:p>
    <w:p w:rsidR="0083286C" w:rsidRDefault="0083286C" w:rsidP="00A278C5">
      <w:pPr>
        <w:pStyle w:val="Lijstalinea"/>
        <w:ind w:left="0"/>
      </w:pPr>
    </w:p>
    <w:p w:rsidR="0083286C" w:rsidRPr="00A278C5" w:rsidRDefault="0083286C" w:rsidP="000C0DF4">
      <w:pPr>
        <w:pStyle w:val="Lijstalinea"/>
        <w:numPr>
          <w:ilvl w:val="0"/>
          <w:numId w:val="1"/>
        </w:numPr>
      </w:pPr>
      <w:r w:rsidRPr="00A278C5">
        <w:rPr>
          <w:sz w:val="24"/>
          <w:szCs w:val="24"/>
        </w:rPr>
        <w:t>De wielen van sommige getrokken aardappelrooiers worden aangedreven. Wat is hiervan het nut?</w:t>
      </w:r>
    </w:p>
    <w:p w:rsidR="00A278C5" w:rsidRDefault="00A278C5" w:rsidP="00A278C5">
      <w:pPr>
        <w:pStyle w:val="Lijstalinea"/>
        <w:ind w:left="360"/>
        <w:rPr>
          <w:sz w:val="24"/>
          <w:szCs w:val="24"/>
        </w:rPr>
      </w:pPr>
    </w:p>
    <w:p w:rsidR="00A278C5" w:rsidRDefault="00A278C5" w:rsidP="00A278C5">
      <w:pPr>
        <w:pStyle w:val="Lijstalinea"/>
        <w:ind w:left="360"/>
        <w:rPr>
          <w:sz w:val="24"/>
          <w:szCs w:val="24"/>
        </w:rPr>
      </w:pPr>
    </w:p>
    <w:p w:rsidR="00A278C5" w:rsidRPr="00A278C5" w:rsidRDefault="00A278C5" w:rsidP="00A278C5">
      <w:pPr>
        <w:pStyle w:val="Lijstalinea"/>
        <w:ind w:left="360"/>
        <w:rPr>
          <w:b/>
        </w:rPr>
      </w:pPr>
      <w:r w:rsidRPr="00A278C5">
        <w:rPr>
          <w:b/>
          <w:sz w:val="24"/>
          <w:szCs w:val="24"/>
        </w:rPr>
        <w:t>Onderhoud:</w:t>
      </w:r>
    </w:p>
    <w:p w:rsidR="0083286C" w:rsidRDefault="0083286C" w:rsidP="00A278C5">
      <w:pPr>
        <w:pStyle w:val="Lijstalinea"/>
        <w:ind w:left="0"/>
      </w:pPr>
    </w:p>
    <w:p w:rsidR="0083286C" w:rsidRPr="00ED6340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Waaruit bestaat het klein onderhoud van een aardappelrooier?</w:t>
      </w:r>
    </w:p>
    <w:p w:rsidR="0083286C" w:rsidRDefault="0083286C" w:rsidP="00A278C5">
      <w:pPr>
        <w:pStyle w:val="Lijstalinea"/>
        <w:ind w:left="0"/>
      </w:pPr>
    </w:p>
    <w:p w:rsidR="0083286C" w:rsidRPr="00ED6340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 xml:space="preserve">Waarom is het slecht als de zuigerstang van </w:t>
      </w:r>
      <w:r w:rsidR="00A278C5">
        <w:rPr>
          <w:sz w:val="24"/>
          <w:szCs w:val="24"/>
        </w:rPr>
        <w:t>een</w:t>
      </w:r>
      <w:r>
        <w:rPr>
          <w:sz w:val="24"/>
          <w:szCs w:val="24"/>
        </w:rPr>
        <w:t xml:space="preserve"> cilinder </w:t>
      </w:r>
      <w:r w:rsidR="00A278C5">
        <w:rPr>
          <w:sz w:val="24"/>
          <w:szCs w:val="24"/>
        </w:rPr>
        <w:t>verroest</w:t>
      </w:r>
      <w:r>
        <w:rPr>
          <w:sz w:val="24"/>
          <w:szCs w:val="24"/>
        </w:rPr>
        <w:t>?</w:t>
      </w:r>
    </w:p>
    <w:p w:rsidR="0083286C" w:rsidRDefault="0083286C" w:rsidP="00ED6340">
      <w:pPr>
        <w:pStyle w:val="Lijstalinea"/>
      </w:pPr>
    </w:p>
    <w:p w:rsidR="0083286C" w:rsidRPr="00ED6340" w:rsidRDefault="0083286C" w:rsidP="000C0DF4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Waarom moet je na het schoonspuiten van de aardappelrooier de vetnippels opnieuw doorsmeren?</w:t>
      </w:r>
    </w:p>
    <w:p w:rsidR="0083286C" w:rsidRDefault="0083286C" w:rsidP="00ED6340">
      <w:pPr>
        <w:pStyle w:val="Lijstalinea"/>
      </w:pPr>
    </w:p>
    <w:p w:rsidR="0083286C" w:rsidRPr="0058250A" w:rsidRDefault="0083286C" w:rsidP="00A278C5">
      <w:pPr>
        <w:rPr>
          <w:b/>
        </w:rPr>
      </w:pPr>
      <w:r>
        <w:br w:type="page"/>
      </w:r>
      <w:r w:rsidR="00A278C5" w:rsidRPr="0058250A">
        <w:rPr>
          <w:b/>
          <w:sz w:val="28"/>
          <w:szCs w:val="28"/>
        </w:rPr>
        <w:t>Deel 2:</w:t>
      </w:r>
    </w:p>
    <w:p w:rsidR="0083286C" w:rsidRDefault="0083286C" w:rsidP="00E53847">
      <w:pPr>
        <w:rPr>
          <w:sz w:val="24"/>
          <w:szCs w:val="24"/>
        </w:rPr>
      </w:pPr>
    </w:p>
    <w:p w:rsidR="0083286C" w:rsidRDefault="00A04010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Opdracht 1 </w:t>
      </w:r>
      <w:r w:rsidR="0058250A">
        <w:rPr>
          <w:sz w:val="24"/>
          <w:szCs w:val="24"/>
        </w:rPr>
        <w:t>Veiligheid: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>Machines zijn vaak groot en een behoorlijk gevaarte op de weg.</w:t>
      </w: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Om op de openbare weg te mogen rijden zijn de fabrikanten </w:t>
      </w:r>
      <w:r w:rsidR="0058250A">
        <w:rPr>
          <w:sz w:val="24"/>
          <w:szCs w:val="24"/>
        </w:rPr>
        <w:t xml:space="preserve">en de gebruikers </w:t>
      </w:r>
      <w:r>
        <w:rPr>
          <w:sz w:val="24"/>
          <w:szCs w:val="24"/>
        </w:rPr>
        <w:t>aan regels gebonden voor de</w:t>
      </w:r>
      <w:r w:rsidR="0058250A">
        <w:rPr>
          <w:sz w:val="24"/>
          <w:szCs w:val="24"/>
        </w:rPr>
        <w:t xml:space="preserve">ze grote </w:t>
      </w:r>
      <w:r>
        <w:rPr>
          <w:sz w:val="24"/>
          <w:szCs w:val="24"/>
        </w:rPr>
        <w:t>machine</w:t>
      </w:r>
      <w:r w:rsidR="0058250A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83286C" w:rsidRDefault="0083286C" w:rsidP="005D5C21">
      <w:pPr>
        <w:rPr>
          <w:sz w:val="24"/>
          <w:szCs w:val="24"/>
        </w:rPr>
      </w:pPr>
    </w:p>
    <w:p w:rsidR="0058250A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Zoek de wetten en regels op voor de aardappelrooier zodat deze deel mag nemen aan het verkeer. </w:t>
      </w: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>Denk hier bij aan; verlichting,</w:t>
      </w:r>
      <w:r w:rsidR="0058250A">
        <w:rPr>
          <w:sz w:val="24"/>
          <w:szCs w:val="24"/>
        </w:rPr>
        <w:t xml:space="preserve"> </w:t>
      </w:r>
      <w:r>
        <w:rPr>
          <w:sz w:val="24"/>
          <w:szCs w:val="24"/>
        </w:rPr>
        <w:t>reflectoren,</w:t>
      </w:r>
      <w:r w:rsidR="0058250A">
        <w:rPr>
          <w:sz w:val="24"/>
          <w:szCs w:val="24"/>
        </w:rPr>
        <w:t xml:space="preserve"> borden, </w:t>
      </w:r>
      <w:r>
        <w:rPr>
          <w:sz w:val="24"/>
          <w:szCs w:val="24"/>
        </w:rPr>
        <w:t>afmetingen</w:t>
      </w:r>
      <w:r w:rsidR="0058250A">
        <w:rPr>
          <w:sz w:val="24"/>
          <w:szCs w:val="24"/>
        </w:rPr>
        <w:t xml:space="preserve">, </w:t>
      </w:r>
      <w:r>
        <w:rPr>
          <w:sz w:val="24"/>
          <w:szCs w:val="24"/>
        </w:rPr>
        <w:t>remmen</w:t>
      </w:r>
      <w:r w:rsidR="0058250A">
        <w:rPr>
          <w:sz w:val="24"/>
          <w:szCs w:val="24"/>
        </w:rPr>
        <w:t>, besturing, zicht op de achterkant en zijkanten van de machine</w:t>
      </w:r>
      <w:r>
        <w:rPr>
          <w:sz w:val="24"/>
          <w:szCs w:val="24"/>
        </w:rPr>
        <w:t>.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>Vul deze onder in de tabel in.</w:t>
      </w:r>
    </w:p>
    <w:p w:rsidR="0083286C" w:rsidRDefault="0083286C" w:rsidP="005D5C2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4253"/>
        <w:gridCol w:w="4394"/>
      </w:tblGrid>
      <w:tr w:rsidR="0083286C" w:rsidTr="0058250A">
        <w:tc>
          <w:tcPr>
            <w:tcW w:w="4077" w:type="dxa"/>
            <w:shd w:val="clear" w:color="auto" w:fill="A6A6A6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Omschrijving</w:t>
            </w:r>
          </w:p>
        </w:tc>
        <w:tc>
          <w:tcPr>
            <w:tcW w:w="4253" w:type="dxa"/>
            <w:shd w:val="clear" w:color="auto" w:fill="A6A6A6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Eis</w:t>
            </w:r>
          </w:p>
        </w:tc>
        <w:tc>
          <w:tcPr>
            <w:tcW w:w="4394" w:type="dxa"/>
            <w:shd w:val="clear" w:color="auto" w:fill="A6A6A6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In orde/ niet in orde</w:t>
            </w: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Maximale hoogte</w:t>
            </w: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Default="0083286C" w:rsidP="005D5C21">
            <w:pPr>
              <w:rPr>
                <w:sz w:val="24"/>
                <w:szCs w:val="24"/>
              </w:rPr>
            </w:pPr>
          </w:p>
          <w:p w:rsidR="0058250A" w:rsidRDefault="0058250A" w:rsidP="005D5C21">
            <w:pPr>
              <w:rPr>
                <w:sz w:val="24"/>
                <w:szCs w:val="24"/>
              </w:rPr>
            </w:pPr>
          </w:p>
          <w:p w:rsidR="0058250A" w:rsidRPr="0071719E" w:rsidRDefault="0058250A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Default="0083286C" w:rsidP="005D5C21">
            <w:pPr>
              <w:rPr>
                <w:sz w:val="24"/>
                <w:szCs w:val="24"/>
              </w:rPr>
            </w:pPr>
          </w:p>
          <w:p w:rsidR="0058250A" w:rsidRDefault="0058250A" w:rsidP="005D5C21">
            <w:pPr>
              <w:rPr>
                <w:sz w:val="24"/>
                <w:szCs w:val="24"/>
              </w:rPr>
            </w:pPr>
          </w:p>
          <w:p w:rsidR="0058250A" w:rsidRPr="0071719E" w:rsidRDefault="0058250A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  <w:tr w:rsidR="0083286C" w:rsidTr="0058250A">
        <w:tc>
          <w:tcPr>
            <w:tcW w:w="4077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  <w:p w:rsidR="0083286C" w:rsidRPr="0071719E" w:rsidRDefault="0083286C" w:rsidP="005D5C21">
            <w:pPr>
              <w:rPr>
                <w:sz w:val="24"/>
                <w:szCs w:val="24"/>
              </w:rPr>
            </w:pPr>
          </w:p>
        </w:tc>
      </w:tr>
    </w:tbl>
    <w:p w:rsidR="0083286C" w:rsidRDefault="0083286C" w:rsidP="005D5C21">
      <w:pPr>
        <w:rPr>
          <w:sz w:val="24"/>
          <w:szCs w:val="24"/>
        </w:rPr>
      </w:pPr>
    </w:p>
    <w:p w:rsidR="0083286C" w:rsidRDefault="0058250A" w:rsidP="005D5C21">
      <w:pPr>
        <w:rPr>
          <w:sz w:val="24"/>
          <w:szCs w:val="24"/>
        </w:rPr>
      </w:pPr>
      <w:r>
        <w:rPr>
          <w:sz w:val="24"/>
          <w:szCs w:val="24"/>
        </w:rPr>
        <w:t>Vink in de laatste k</w:t>
      </w:r>
      <w:r w:rsidR="0083286C">
        <w:rPr>
          <w:sz w:val="24"/>
          <w:szCs w:val="24"/>
        </w:rPr>
        <w:t xml:space="preserve">olom af of dit in klopt met de rooier </w:t>
      </w:r>
      <w:r>
        <w:rPr>
          <w:sz w:val="24"/>
          <w:szCs w:val="24"/>
        </w:rPr>
        <w:t>die op school aanwezig is.</w:t>
      </w:r>
    </w:p>
    <w:p w:rsidR="0058250A" w:rsidRDefault="0058250A" w:rsidP="005D5C21">
      <w:pPr>
        <w:rPr>
          <w:sz w:val="24"/>
          <w:szCs w:val="24"/>
        </w:rPr>
      </w:pPr>
    </w:p>
    <w:p w:rsidR="00A04010" w:rsidRDefault="00A04010" w:rsidP="005D5C21">
      <w:pPr>
        <w:rPr>
          <w:sz w:val="24"/>
          <w:szCs w:val="24"/>
        </w:rPr>
      </w:pPr>
    </w:p>
    <w:p w:rsidR="00A04010" w:rsidRDefault="00A04010" w:rsidP="005D5C21">
      <w:pPr>
        <w:rPr>
          <w:sz w:val="24"/>
          <w:szCs w:val="24"/>
        </w:rPr>
      </w:pPr>
    </w:p>
    <w:p w:rsidR="00A04010" w:rsidRDefault="00A04010" w:rsidP="005D5C21">
      <w:pPr>
        <w:rPr>
          <w:sz w:val="24"/>
          <w:szCs w:val="24"/>
        </w:rPr>
      </w:pPr>
    </w:p>
    <w:p w:rsidR="00A04010" w:rsidRDefault="00A04010" w:rsidP="005D5C21">
      <w:pPr>
        <w:rPr>
          <w:sz w:val="24"/>
          <w:szCs w:val="24"/>
        </w:rPr>
      </w:pPr>
    </w:p>
    <w:p w:rsidR="00A04010" w:rsidRDefault="00A04010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>Als je in het veld kijkt zie je dat de meeste rooiers niet aan de eisen voldoen die op de weg verplicht zijn.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Welke manieren hebben fabrikanten verzonnen om de rooier toch aan deze eisen te laten voldoen </w:t>
      </w:r>
      <w:r w:rsidR="00A04010">
        <w:rPr>
          <w:sz w:val="24"/>
          <w:szCs w:val="24"/>
        </w:rPr>
        <w:t>als ze over de weg heen rijden?</w:t>
      </w:r>
    </w:p>
    <w:p w:rsidR="00A04010" w:rsidRDefault="00A04010" w:rsidP="00A04010">
      <w:pPr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 w:rsidRPr="00A04010">
        <w:rPr>
          <w:sz w:val="24"/>
          <w:szCs w:val="24"/>
        </w:rPr>
        <w:t xml:space="preserve">Mag een </w:t>
      </w:r>
      <w:r w:rsidR="0083286C" w:rsidRPr="00A04010">
        <w:rPr>
          <w:sz w:val="24"/>
          <w:szCs w:val="24"/>
        </w:rPr>
        <w:t>getrokken aardappelrooier ongeremd over de weg rijden?</w:t>
      </w:r>
      <w:r>
        <w:rPr>
          <w:sz w:val="24"/>
          <w:szCs w:val="24"/>
        </w:rPr>
        <w:t xml:space="preserve"> </w:t>
      </w:r>
      <w:r w:rsidR="0083286C" w:rsidRPr="00A04010">
        <w:rPr>
          <w:sz w:val="24"/>
          <w:szCs w:val="24"/>
        </w:rPr>
        <w:t>(geef ook aan waarom wel of niet)</w:t>
      </w:r>
    </w:p>
    <w:p w:rsidR="000B2E6F" w:rsidRDefault="000B2E6F" w:rsidP="000B2E6F">
      <w:pPr>
        <w:pStyle w:val="Lijstalinea"/>
        <w:rPr>
          <w:sz w:val="24"/>
          <w:szCs w:val="24"/>
        </w:rPr>
      </w:pPr>
    </w:p>
    <w:p w:rsidR="000B2E6F" w:rsidRDefault="000B2E6F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het gevaar van een bestuurbare dissel tijdens het transport over de weg?</w:t>
      </w:r>
    </w:p>
    <w:p w:rsidR="000B2E6F" w:rsidRDefault="000B2E6F" w:rsidP="000B2E6F">
      <w:pPr>
        <w:pStyle w:val="Lijstalinea"/>
        <w:rPr>
          <w:sz w:val="24"/>
          <w:szCs w:val="24"/>
        </w:rPr>
      </w:pPr>
    </w:p>
    <w:p w:rsidR="000B2E6F" w:rsidRDefault="000B2E6F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 wordt de dissel in transportstand gezet?</w:t>
      </w:r>
    </w:p>
    <w:p w:rsidR="00A04010" w:rsidRDefault="00A04010" w:rsidP="00A04010">
      <w:pPr>
        <w:pStyle w:val="Lijstalinea"/>
        <w:ind w:left="0"/>
        <w:rPr>
          <w:sz w:val="24"/>
          <w:szCs w:val="24"/>
        </w:rPr>
      </w:pPr>
    </w:p>
    <w:p w:rsidR="00A04010" w:rsidRDefault="00A04010" w:rsidP="00A04010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>Veiligheid op de machine.</w:t>
      </w:r>
    </w:p>
    <w:p w:rsidR="00A04010" w:rsidRDefault="00A04010" w:rsidP="00A04010">
      <w:pPr>
        <w:pStyle w:val="Lijstalinea"/>
        <w:ind w:left="0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zijn de eisen die gesteld worden als er gebruik gemaakt van personeel wat tijdens het rooien op de rooier staat? Bijvoorbeeld om kluiten en loof te ruimen.</w:t>
      </w:r>
    </w:p>
    <w:p w:rsidR="00A04010" w:rsidRDefault="00A04010" w:rsidP="00A04010">
      <w:pPr>
        <w:pStyle w:val="Lijstalinea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verlichtingspunten zitten er op deze rooier?</w:t>
      </w:r>
    </w:p>
    <w:p w:rsidR="00A04010" w:rsidRDefault="00A04010" w:rsidP="00A04010">
      <w:pPr>
        <w:pStyle w:val="Lijstalinea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onderdelen worden daarmee verlicht?</w:t>
      </w:r>
    </w:p>
    <w:p w:rsidR="00A04010" w:rsidRDefault="00A04010" w:rsidP="00A04010">
      <w:pPr>
        <w:pStyle w:val="Lijstalinea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Hoeveel camera’s zitten er op deze rooier?</w:t>
      </w:r>
    </w:p>
    <w:p w:rsidR="00A04010" w:rsidRDefault="00A04010" w:rsidP="00A04010">
      <w:pPr>
        <w:pStyle w:val="Lijstalinea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onderdelen zijn hiermee zichtbaar voor de tractorchauffeur?</w:t>
      </w:r>
    </w:p>
    <w:p w:rsidR="00A04010" w:rsidRDefault="00A04010" w:rsidP="00A04010">
      <w:pPr>
        <w:pStyle w:val="Lijstalinea"/>
        <w:rPr>
          <w:sz w:val="24"/>
          <w:szCs w:val="24"/>
        </w:rPr>
      </w:pPr>
    </w:p>
    <w:p w:rsidR="00A04010" w:rsidRDefault="00A04010" w:rsidP="000C0D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Geef een overzicht van </w:t>
      </w:r>
      <w:r w:rsidRPr="00A04010">
        <w:rPr>
          <w:sz w:val="24"/>
          <w:szCs w:val="24"/>
          <w:u w:val="single"/>
        </w:rPr>
        <w:t>alle</w:t>
      </w:r>
      <w:r>
        <w:rPr>
          <w:sz w:val="24"/>
          <w:szCs w:val="24"/>
        </w:rPr>
        <w:t xml:space="preserve"> veiligheidssymbolen (stickers) die op de rooier aanwezig zijn.</w:t>
      </w:r>
    </w:p>
    <w:p w:rsidR="00A04010" w:rsidRDefault="00A04010" w:rsidP="00A04010">
      <w:pPr>
        <w:ind w:left="708"/>
        <w:rPr>
          <w:sz w:val="24"/>
          <w:szCs w:val="24"/>
        </w:rPr>
      </w:pPr>
      <w:r>
        <w:rPr>
          <w:sz w:val="24"/>
          <w:szCs w:val="24"/>
        </w:rPr>
        <w:t>Plak een afbeelding</w:t>
      </w:r>
      <w:r w:rsidR="007B68FB">
        <w:rPr>
          <w:sz w:val="24"/>
          <w:szCs w:val="24"/>
        </w:rPr>
        <w:t>/foto</w:t>
      </w:r>
      <w:r>
        <w:rPr>
          <w:sz w:val="24"/>
          <w:szCs w:val="24"/>
        </w:rPr>
        <w:t xml:space="preserve"> van de </w:t>
      </w:r>
      <w:r w:rsidR="007B68FB">
        <w:rPr>
          <w:sz w:val="24"/>
          <w:szCs w:val="24"/>
        </w:rPr>
        <w:t>symbolen (</w:t>
      </w:r>
      <w:r>
        <w:rPr>
          <w:sz w:val="24"/>
          <w:szCs w:val="24"/>
        </w:rPr>
        <w:t>stickers</w:t>
      </w:r>
      <w:r w:rsidR="007B68FB">
        <w:rPr>
          <w:sz w:val="24"/>
          <w:szCs w:val="24"/>
        </w:rPr>
        <w:t>)</w:t>
      </w:r>
      <w:r>
        <w:rPr>
          <w:sz w:val="24"/>
          <w:szCs w:val="24"/>
        </w:rPr>
        <w:t xml:space="preserve"> in onderstaan</w:t>
      </w:r>
      <w:r w:rsidR="007B68FB">
        <w:rPr>
          <w:sz w:val="24"/>
          <w:szCs w:val="24"/>
        </w:rPr>
        <w:t>de tabel en beschrijf de betekenis</w:t>
      </w:r>
      <w:r>
        <w:rPr>
          <w:sz w:val="24"/>
          <w:szCs w:val="24"/>
        </w:rPr>
        <w:t xml:space="preserve"> van het symbool.</w:t>
      </w:r>
    </w:p>
    <w:p w:rsidR="007B68FB" w:rsidRDefault="007B68FB" w:rsidP="00A04010">
      <w:pPr>
        <w:ind w:left="708"/>
        <w:rPr>
          <w:sz w:val="24"/>
          <w:szCs w:val="24"/>
        </w:rPr>
      </w:pPr>
      <w:r>
        <w:rPr>
          <w:sz w:val="24"/>
          <w:szCs w:val="24"/>
        </w:rPr>
        <w:t>De tabel dien je indien nodig onderaan verder uit te breiden.</w:t>
      </w:r>
    </w:p>
    <w:p w:rsidR="007B68FB" w:rsidRDefault="007B68FB" w:rsidP="00A04010">
      <w:pPr>
        <w:ind w:left="708"/>
        <w:rPr>
          <w:sz w:val="24"/>
          <w:szCs w:val="24"/>
        </w:rPr>
      </w:pP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078"/>
        <w:gridCol w:w="6237"/>
      </w:tblGrid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Afbeelding symbool</w:t>
            </w: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Betekenis symbool</w:t>
            </w:r>
          </w:p>
        </w:tc>
      </w:tr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078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  <w:p w:rsidR="007B68FB" w:rsidRDefault="007B68FB" w:rsidP="00A04010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B68FB" w:rsidRDefault="007B68FB" w:rsidP="00A04010">
            <w:pPr>
              <w:rPr>
                <w:sz w:val="24"/>
                <w:szCs w:val="24"/>
              </w:rPr>
            </w:pPr>
          </w:p>
        </w:tc>
      </w:tr>
    </w:tbl>
    <w:p w:rsidR="007B68FB" w:rsidRPr="00A04010" w:rsidRDefault="007B68FB" w:rsidP="00A04010">
      <w:pPr>
        <w:ind w:left="708"/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</w:p>
    <w:p w:rsidR="0083286C" w:rsidRDefault="0083286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3286C" w:rsidRDefault="007B68FB" w:rsidP="005D5C21">
      <w:pPr>
        <w:rPr>
          <w:sz w:val="24"/>
          <w:szCs w:val="24"/>
        </w:rPr>
      </w:pPr>
      <w:r>
        <w:rPr>
          <w:sz w:val="24"/>
          <w:szCs w:val="24"/>
        </w:rPr>
        <w:t>Opdracht 2 Kwaliteit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Aardappels is een lastig gewas om te oogsten door de hoge kwaliteitseisen die vanuit de fabriek </w:t>
      </w:r>
      <w:r w:rsidR="00A04010">
        <w:rPr>
          <w:sz w:val="24"/>
          <w:szCs w:val="24"/>
        </w:rPr>
        <w:t xml:space="preserve">en consument worden </w:t>
      </w:r>
      <w:r>
        <w:rPr>
          <w:sz w:val="24"/>
          <w:szCs w:val="24"/>
        </w:rPr>
        <w:t>gesteld.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Zoek op internet en via </w:t>
      </w:r>
      <w:r w:rsidR="00A04010">
        <w:rPr>
          <w:sz w:val="24"/>
          <w:szCs w:val="24"/>
        </w:rPr>
        <w:t>andere media punten op waarop</w:t>
      </w:r>
      <w:r>
        <w:rPr>
          <w:sz w:val="24"/>
          <w:szCs w:val="24"/>
        </w:rPr>
        <w:t xml:space="preserve"> de </w:t>
      </w:r>
      <w:r w:rsidR="00A04010">
        <w:rPr>
          <w:sz w:val="24"/>
          <w:szCs w:val="24"/>
        </w:rPr>
        <w:t>kwaliteit word gecontroleerd en noteer vervolgens wat het rooien hiervoor invloed op kan hebben. Benoem ook het onderdeel aan de machine die hierop invloed heeft.</w:t>
      </w:r>
    </w:p>
    <w:p w:rsidR="0083286C" w:rsidRDefault="0083286C" w:rsidP="005D5C2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0"/>
        <w:gridCol w:w="4180"/>
        <w:gridCol w:w="4180"/>
      </w:tblGrid>
      <w:tr w:rsidR="00A04010" w:rsidTr="0079186C">
        <w:tc>
          <w:tcPr>
            <w:tcW w:w="4180" w:type="dxa"/>
            <w:shd w:val="clear" w:color="auto" w:fill="A6A6A6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Kwaliteit</w:t>
            </w:r>
          </w:p>
        </w:tc>
        <w:tc>
          <w:tcPr>
            <w:tcW w:w="4180" w:type="dxa"/>
            <w:shd w:val="clear" w:color="auto" w:fill="A6A6A6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Beïnvloed door</w:t>
            </w:r>
          </w:p>
        </w:tc>
        <w:tc>
          <w:tcPr>
            <w:tcW w:w="4180" w:type="dxa"/>
            <w:shd w:val="clear" w:color="auto" w:fill="A6A6A6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Onderdeel op de machine</w:t>
            </w: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  <w:tr w:rsidR="00A04010" w:rsidTr="0079186C"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A04010" w:rsidRPr="0071719E" w:rsidRDefault="00A04010" w:rsidP="005D5C21">
            <w:pPr>
              <w:rPr>
                <w:sz w:val="24"/>
                <w:szCs w:val="24"/>
              </w:rPr>
            </w:pPr>
          </w:p>
        </w:tc>
      </w:tr>
    </w:tbl>
    <w:p w:rsidR="0083286C" w:rsidRDefault="0083286C" w:rsidP="005D5C21"/>
    <w:p w:rsidR="0083286C" w:rsidRPr="004140AF" w:rsidRDefault="0083286C" w:rsidP="005D5C21">
      <w:pPr>
        <w:rPr>
          <w:sz w:val="24"/>
          <w:szCs w:val="24"/>
        </w:rPr>
      </w:pPr>
      <w:r>
        <w:br w:type="page"/>
      </w:r>
    </w:p>
    <w:p w:rsidR="0083286C" w:rsidRDefault="0083286C" w:rsidP="005D5C21">
      <w:pPr>
        <w:rPr>
          <w:sz w:val="24"/>
          <w:szCs w:val="24"/>
        </w:rPr>
      </w:pPr>
      <w:r>
        <w:rPr>
          <w:sz w:val="24"/>
          <w:szCs w:val="24"/>
        </w:rPr>
        <w:t xml:space="preserve">Opdracht </w:t>
      </w:r>
      <w:r w:rsidR="007B68FB">
        <w:rPr>
          <w:sz w:val="24"/>
          <w:szCs w:val="24"/>
        </w:rPr>
        <w:t xml:space="preserve">3 Onderdelen en kenmerken Grimme SV260 </w:t>
      </w:r>
    </w:p>
    <w:p w:rsidR="0083286C" w:rsidRDefault="0083286C" w:rsidP="005D5C21">
      <w:pPr>
        <w:rPr>
          <w:sz w:val="24"/>
          <w:szCs w:val="24"/>
        </w:rPr>
      </w:pPr>
    </w:p>
    <w:p w:rsidR="0083286C" w:rsidRDefault="0083286C" w:rsidP="005D5C2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6804"/>
      </w:tblGrid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  <w:r w:rsidRPr="007B68FB">
              <w:rPr>
                <w:sz w:val="24"/>
                <w:szCs w:val="24"/>
              </w:rPr>
              <w:t>Omschrijving</w:t>
            </w:r>
          </w:p>
        </w:tc>
        <w:tc>
          <w:tcPr>
            <w:tcW w:w="6804" w:type="dxa"/>
            <w:shd w:val="clear" w:color="auto" w:fill="auto"/>
          </w:tcPr>
          <w:p w:rsidR="007B68FB" w:rsidRDefault="007B68FB" w:rsidP="005D5C21">
            <w:pPr>
              <w:rPr>
                <w:sz w:val="24"/>
                <w:szCs w:val="24"/>
              </w:rPr>
            </w:pPr>
          </w:p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7B68FB" w:rsidP="007B68FB">
            <w:r>
              <w:t>Van welk uitvoeringstype is deze Grimme SV260?</w:t>
            </w:r>
          </w:p>
          <w:p w:rsidR="005C1A5B" w:rsidRDefault="005C1A5B" w:rsidP="007B68FB">
            <w:r>
              <w:t>Zie handleiding hoofdstuk 4, blz. 38 e.v.</w:t>
            </w:r>
          </w:p>
          <w:p w:rsidR="005C1A5B" w:rsidRPr="007B68FB" w:rsidRDefault="005C1A5B" w:rsidP="007B68FB">
            <w:r>
              <w:t xml:space="preserve"> </w:t>
            </w:r>
          </w:p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Wat is het ledig gewicht van de rooier?</w:t>
            </w:r>
          </w:p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Wat is de bunkercapaciteit van deze rooier?</w:t>
            </w:r>
          </w:p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Wat is de asdruk?</w:t>
            </w:r>
          </w:p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Wat is de druk op de trekhaak?</w:t>
            </w:r>
          </w:p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Is het trekoog in hoogte verstelbaar?</w:t>
            </w:r>
          </w:p>
          <w:p w:rsidR="005C1A5B" w:rsidRDefault="005C1A5B" w:rsidP="005D5C21"/>
          <w:p w:rsidR="005C1A5B" w:rsidRDefault="005C1A5B" w:rsidP="005D5C21"/>
          <w:p w:rsidR="005C1A5B" w:rsidRDefault="005C1A5B" w:rsidP="005D5C21">
            <w:r>
              <w:t>Indien ja, benoem de verschillende mogelijkheden.</w:t>
            </w:r>
          </w:p>
          <w:p w:rsidR="005C1A5B" w:rsidRDefault="005C1A5B" w:rsidP="005D5C21"/>
          <w:p w:rsidR="005C1A5B" w:rsidRDefault="005C1A5B" w:rsidP="005D5C21"/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Is het trekpunt ook om te bouwen?</w:t>
            </w:r>
          </w:p>
          <w:p w:rsidR="005C1A5B" w:rsidRDefault="005C1A5B" w:rsidP="005D5C21"/>
          <w:p w:rsidR="005C1A5B" w:rsidRDefault="005C1A5B" w:rsidP="005D5C21">
            <w:r>
              <w:t>Indien ja, wat zijn de mogelijkheden?</w:t>
            </w:r>
          </w:p>
          <w:p w:rsidR="005C1A5B" w:rsidRDefault="005C1A5B" w:rsidP="005D5C21"/>
          <w:p w:rsidR="005C1A5B" w:rsidRPr="007B68FB" w:rsidRDefault="005C1A5B" w:rsidP="005D5C21"/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B83B0C" w:rsidTr="007B68FB">
        <w:tc>
          <w:tcPr>
            <w:tcW w:w="4219" w:type="dxa"/>
            <w:shd w:val="clear" w:color="auto" w:fill="auto"/>
          </w:tcPr>
          <w:p w:rsidR="00B83B0C" w:rsidRDefault="00B83B0C" w:rsidP="005D5C21">
            <w:r>
              <w:t>Beschrijf stap voor stap hoe deze rooier aan de tractor gekoppeld moet worden?</w:t>
            </w:r>
          </w:p>
          <w:p w:rsidR="00B83B0C" w:rsidRDefault="00B83B0C" w:rsidP="005D5C21">
            <w:r>
              <w:t>Denk hierbij aan: trekpunt, steunpoot, hydraulische aansluiting (allemaal benoemen), elektrische aansluitingen, tussenas enz.</w:t>
            </w:r>
          </w:p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  <w:p w:rsidR="00B83B0C" w:rsidRDefault="00B83B0C" w:rsidP="005D5C21"/>
        </w:tc>
        <w:tc>
          <w:tcPr>
            <w:tcW w:w="6804" w:type="dxa"/>
            <w:shd w:val="clear" w:color="auto" w:fill="FFFFFF"/>
          </w:tcPr>
          <w:p w:rsidR="00B83B0C" w:rsidRPr="007B68FB" w:rsidRDefault="00B83B0C" w:rsidP="005D5C21">
            <w:pPr>
              <w:rPr>
                <w:sz w:val="24"/>
                <w:szCs w:val="24"/>
              </w:rPr>
            </w:pP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Beschrijf het volledige gebruik van de steunpoot bij aan- en afkoppelen.</w:t>
            </w:r>
          </w:p>
        </w:tc>
        <w:tc>
          <w:tcPr>
            <w:tcW w:w="6804" w:type="dxa"/>
            <w:shd w:val="clear" w:color="auto" w:fill="FFFFFF"/>
          </w:tcPr>
          <w:p w:rsidR="00C6080D" w:rsidRDefault="00C6080D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Aankoppelen:</w:t>
            </w: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Afkoppelen:</w:t>
            </w: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  <w:p w:rsidR="00C6080D" w:rsidRDefault="00C6080D" w:rsidP="005D5C21">
            <w:pPr>
              <w:rPr>
                <w:sz w:val="24"/>
                <w:szCs w:val="24"/>
              </w:rPr>
            </w:pP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Is de rooier voorzien van een parkeerrem?</w:t>
            </w:r>
          </w:p>
          <w:p w:rsidR="000B2E6F" w:rsidRDefault="000B2E6F" w:rsidP="005D5C21"/>
          <w:p w:rsidR="000B2E6F" w:rsidRDefault="000B2E6F" w:rsidP="005D5C21"/>
        </w:tc>
        <w:tc>
          <w:tcPr>
            <w:tcW w:w="6804" w:type="dxa"/>
            <w:shd w:val="clear" w:color="auto" w:fill="FFFFFF"/>
          </w:tcPr>
          <w:p w:rsidR="00C6080D" w:rsidRDefault="00C6080D" w:rsidP="005D5C21">
            <w:pPr>
              <w:rPr>
                <w:sz w:val="24"/>
                <w:szCs w:val="24"/>
              </w:rPr>
            </w:pPr>
          </w:p>
        </w:tc>
      </w:tr>
      <w:tr w:rsidR="000B2E6F" w:rsidTr="007B68FB">
        <w:tc>
          <w:tcPr>
            <w:tcW w:w="4219" w:type="dxa"/>
            <w:shd w:val="clear" w:color="auto" w:fill="auto"/>
          </w:tcPr>
          <w:p w:rsidR="000B2E6F" w:rsidRDefault="000B2E6F" w:rsidP="005D5C21">
            <w:r>
              <w:t>Is de opname unit voorzien van een veiligheidskoord?</w:t>
            </w:r>
          </w:p>
          <w:p w:rsidR="000B2E6F" w:rsidRDefault="000B2E6F" w:rsidP="005D5C21">
            <w:r>
              <w:t>Waarom en wanneer moet deze gebruikt worden?</w:t>
            </w:r>
          </w:p>
          <w:p w:rsidR="000B2E6F" w:rsidRDefault="000B2E6F" w:rsidP="005D5C21"/>
          <w:p w:rsidR="000B2E6F" w:rsidRDefault="000B2E6F" w:rsidP="005D5C21"/>
        </w:tc>
        <w:tc>
          <w:tcPr>
            <w:tcW w:w="6804" w:type="dxa"/>
            <w:shd w:val="clear" w:color="auto" w:fill="FFFFFF"/>
          </w:tcPr>
          <w:p w:rsidR="000B2E6F" w:rsidRDefault="000B2E6F" w:rsidP="005D5C21">
            <w:pPr>
              <w:rPr>
                <w:sz w:val="24"/>
                <w:szCs w:val="24"/>
              </w:rPr>
            </w:pPr>
          </w:p>
        </w:tc>
      </w:tr>
      <w:tr w:rsidR="00B83B0C" w:rsidTr="007B68FB">
        <w:tc>
          <w:tcPr>
            <w:tcW w:w="4219" w:type="dxa"/>
            <w:shd w:val="clear" w:color="auto" w:fill="auto"/>
          </w:tcPr>
          <w:p w:rsidR="00B83B0C" w:rsidRDefault="00C6080D" w:rsidP="005D5C21">
            <w:r>
              <w:t>Is er een isobus aansluiting aanwezig?</w:t>
            </w:r>
          </w:p>
          <w:p w:rsidR="00C6080D" w:rsidRDefault="00C6080D" w:rsidP="005D5C21"/>
          <w:p w:rsidR="00C6080D" w:rsidRDefault="00C6080D" w:rsidP="005D5C21">
            <w:r>
              <w:t>Indien ja: is deze in bedrijf op deze rooier?</w:t>
            </w:r>
          </w:p>
          <w:p w:rsidR="00C6080D" w:rsidRDefault="00C6080D" w:rsidP="005D5C21"/>
          <w:p w:rsidR="00C6080D" w:rsidRDefault="00C6080D" w:rsidP="005D5C21"/>
          <w:p w:rsidR="00C6080D" w:rsidRDefault="00C6080D" w:rsidP="005D5C21"/>
        </w:tc>
        <w:tc>
          <w:tcPr>
            <w:tcW w:w="6804" w:type="dxa"/>
            <w:shd w:val="clear" w:color="auto" w:fill="FFFFFF"/>
          </w:tcPr>
          <w:p w:rsidR="00B83B0C" w:rsidRPr="007B68FB" w:rsidRDefault="00C6080D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Met welke bedieningsterminal is deze rooier uitgevoerd?</w:t>
            </w:r>
          </w:p>
          <w:p w:rsidR="00C6080D" w:rsidRDefault="00C6080D" w:rsidP="005D5C21"/>
          <w:p w:rsidR="00C6080D" w:rsidRDefault="00C6080D" w:rsidP="005D5C21"/>
        </w:tc>
        <w:tc>
          <w:tcPr>
            <w:tcW w:w="6804" w:type="dxa"/>
            <w:shd w:val="clear" w:color="auto" w:fill="FFFFFF"/>
          </w:tcPr>
          <w:p w:rsidR="00C6080D" w:rsidRPr="007B68FB" w:rsidRDefault="00C6080D" w:rsidP="005D5C21">
            <w:pPr>
              <w:rPr>
                <w:sz w:val="24"/>
                <w:szCs w:val="24"/>
              </w:rPr>
            </w:pP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Beschrijf stap voor stap het aansluiting van de bedieningsterminal.</w:t>
            </w:r>
          </w:p>
          <w:p w:rsidR="00C6080D" w:rsidRDefault="00C6080D" w:rsidP="005D5C21"/>
          <w:p w:rsidR="00C6080D" w:rsidRDefault="00C6080D" w:rsidP="005D5C21"/>
        </w:tc>
        <w:tc>
          <w:tcPr>
            <w:tcW w:w="6804" w:type="dxa"/>
            <w:shd w:val="clear" w:color="auto" w:fill="FFFFFF"/>
          </w:tcPr>
          <w:p w:rsidR="00C6080D" w:rsidRPr="007B68FB" w:rsidRDefault="00C6080D" w:rsidP="005D5C21">
            <w:pPr>
              <w:rPr>
                <w:sz w:val="24"/>
                <w:szCs w:val="24"/>
              </w:rPr>
            </w:pP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Is de rooier voorzien van extra bediening voor de overlaadbunker?</w:t>
            </w:r>
          </w:p>
          <w:p w:rsidR="00C6080D" w:rsidRDefault="00C6080D" w:rsidP="005D5C21"/>
          <w:p w:rsidR="00C6080D" w:rsidRDefault="00C6080D" w:rsidP="005D5C21">
            <w:r>
              <w:t>Indien ja: welke uitvoering is dit?</w:t>
            </w:r>
          </w:p>
          <w:p w:rsidR="00C6080D" w:rsidRDefault="00C6080D" w:rsidP="005D5C21"/>
          <w:p w:rsidR="00C6080D" w:rsidRDefault="00C6080D" w:rsidP="005D5C21">
            <w:r>
              <w:t>Waar wordt deze voor gebruikt?</w:t>
            </w:r>
          </w:p>
          <w:p w:rsidR="00C6080D" w:rsidRDefault="00C6080D" w:rsidP="005D5C21"/>
          <w:p w:rsidR="00C6080D" w:rsidRDefault="00C6080D" w:rsidP="005D5C21"/>
          <w:p w:rsidR="00C6080D" w:rsidRDefault="00C6080D" w:rsidP="005D5C21"/>
          <w:p w:rsidR="00C6080D" w:rsidRDefault="00C6080D" w:rsidP="005D5C21"/>
        </w:tc>
        <w:tc>
          <w:tcPr>
            <w:tcW w:w="6804" w:type="dxa"/>
            <w:shd w:val="clear" w:color="auto" w:fill="FFFFFF"/>
          </w:tcPr>
          <w:p w:rsidR="00C6080D" w:rsidRPr="007B68FB" w:rsidRDefault="00C6080D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C6080D" w:rsidTr="007B68FB">
        <w:tc>
          <w:tcPr>
            <w:tcW w:w="4219" w:type="dxa"/>
            <w:shd w:val="clear" w:color="auto" w:fill="auto"/>
          </w:tcPr>
          <w:p w:rsidR="00C6080D" w:rsidRDefault="00C6080D" w:rsidP="005D5C21">
            <w:r>
              <w:t>Is er een monitor voor videocontrole aanwezig?</w:t>
            </w:r>
          </w:p>
          <w:p w:rsidR="00C6080D" w:rsidRDefault="00C6080D" w:rsidP="005D5C21"/>
          <w:p w:rsidR="00C6080D" w:rsidRDefault="00C6080D" w:rsidP="005D5C21">
            <w:r>
              <w:t>Indien ja: welk type is dit?</w:t>
            </w:r>
          </w:p>
          <w:p w:rsidR="00C6080D" w:rsidRDefault="00C6080D" w:rsidP="005D5C21"/>
          <w:p w:rsidR="00C6080D" w:rsidRDefault="00C6080D" w:rsidP="005D5C21"/>
        </w:tc>
        <w:tc>
          <w:tcPr>
            <w:tcW w:w="6804" w:type="dxa"/>
            <w:shd w:val="clear" w:color="auto" w:fill="FFFFFF"/>
          </w:tcPr>
          <w:p w:rsidR="00C6080D" w:rsidRPr="007B68FB" w:rsidRDefault="00C6080D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5C1A5B" w:rsidTr="007B68FB">
        <w:tc>
          <w:tcPr>
            <w:tcW w:w="4219" w:type="dxa"/>
            <w:shd w:val="clear" w:color="auto" w:fill="auto"/>
          </w:tcPr>
          <w:p w:rsidR="005C1A5B" w:rsidRDefault="005C1A5B" w:rsidP="005D5C21">
            <w:r>
              <w:t>Hoe vaak en wanneer moeten de wielmoeren gecontroleerd worden?</w:t>
            </w:r>
          </w:p>
          <w:p w:rsidR="005C1A5B" w:rsidRPr="007B68FB" w:rsidRDefault="005C1A5B" w:rsidP="005D5C21">
            <w:r>
              <w:t xml:space="preserve"> </w:t>
            </w:r>
          </w:p>
        </w:tc>
        <w:tc>
          <w:tcPr>
            <w:tcW w:w="6804" w:type="dxa"/>
            <w:shd w:val="clear" w:color="auto" w:fill="FFFFFF"/>
          </w:tcPr>
          <w:p w:rsidR="005C1A5B" w:rsidRPr="007B68FB" w:rsidRDefault="005C1A5B" w:rsidP="005D5C21">
            <w:pPr>
              <w:rPr>
                <w:sz w:val="24"/>
                <w:szCs w:val="24"/>
              </w:rPr>
            </w:pPr>
          </w:p>
        </w:tc>
      </w:tr>
      <w:tr w:rsidR="00B83B0C" w:rsidTr="007B68FB">
        <w:tc>
          <w:tcPr>
            <w:tcW w:w="4219" w:type="dxa"/>
            <w:shd w:val="clear" w:color="auto" w:fill="auto"/>
          </w:tcPr>
          <w:p w:rsidR="00B83B0C" w:rsidRDefault="00B83B0C" w:rsidP="005D5C21">
            <w:r>
              <w:t>Bij eerste ingebruikname van de machine of het vervangen van de tussenas moet deze op lengte gemaakt worden.</w:t>
            </w:r>
          </w:p>
          <w:p w:rsidR="00B83B0C" w:rsidRDefault="00B83B0C" w:rsidP="005D5C21">
            <w:r>
              <w:t>Waarom is dat nodig en hoe moet dit gedaan worden?</w:t>
            </w:r>
          </w:p>
          <w:p w:rsidR="00B83B0C" w:rsidRPr="007B68FB" w:rsidRDefault="00B83B0C" w:rsidP="005D5C21"/>
        </w:tc>
        <w:tc>
          <w:tcPr>
            <w:tcW w:w="6804" w:type="dxa"/>
            <w:shd w:val="clear" w:color="auto" w:fill="FFFFFF"/>
          </w:tcPr>
          <w:p w:rsidR="00B83B0C" w:rsidRDefault="00B83B0C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Waarom:</w:t>
            </w: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Hoe:</w:t>
            </w: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Pr="007B68FB" w:rsidRDefault="00B83B0C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Uit hoeveel delen bestaat de rooischaar?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Zijn de wielen van de rooier aangedreven?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7B68FB" w:rsidP="005D5C21">
            <w:r>
              <w:t>Zijn de wielen bestuurbaar?</w:t>
            </w:r>
          </w:p>
          <w:p w:rsid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>
              <w:t>Is er een graafband te monteren</w:t>
            </w:r>
            <w:r w:rsidRPr="007B68FB">
              <w:t>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Is de vlakstelling in de breedte hydraulisch te verstellen?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Is de werkingsintensiteit van de axiaalrollen tijdens het rooien regelbaar?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Kan de afvoertransporteur ook andersom draaien om bij het doorsteken de aardappels in voorraad te rooien?</w:t>
            </w:r>
          </w:p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7B68FB" w:rsidP="005D5C21">
            <w:r>
              <w:t>Is deze rooier voorzien van sensoren voor de diepteregeling?</w:t>
            </w:r>
          </w:p>
          <w:p w:rsidR="007B68FB" w:rsidRDefault="007B68FB" w:rsidP="005D5C21">
            <w:r>
              <w:t>Zoja: hoe werkt dit systeem?</w:t>
            </w:r>
          </w:p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Pr="007B68FB" w:rsidRDefault="007B68FB" w:rsidP="005D5C21">
            <w:r>
              <w:t>Zo nee: hoe wordt de diepteregeling dan aangepast?</w:t>
            </w:r>
            <w:r w:rsidR="007917ED">
              <w:t xml:space="preserve"> Met ene spindel of hydraulisch?</w:t>
            </w:r>
          </w:p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B83B0C" w:rsidP="005D5C21">
            <w:r>
              <w:t xml:space="preserve">Deze machine is vanaf fabriek voorzien van drie bedrijfsstanden van het hydraulisch systeem. </w:t>
            </w:r>
          </w:p>
          <w:p w:rsidR="00B83B0C" w:rsidRDefault="00B83B0C" w:rsidP="005D5C21"/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Default="00B83B0C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Benoem en beschrijf deze drie mogelijkheden:</w:t>
            </w: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Waarom is deze keuzemogelijkheid aanwezig?</w:t>
            </w: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Default="00B83B0C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 welke stand moet het systeem staan in combinatie met de trekker die er nu voor staat?</w:t>
            </w:r>
          </w:p>
          <w:p w:rsidR="00B83B0C" w:rsidRDefault="00B83B0C" w:rsidP="005D5C21">
            <w:pPr>
              <w:rPr>
                <w:sz w:val="24"/>
                <w:szCs w:val="24"/>
              </w:rPr>
            </w:pPr>
          </w:p>
          <w:p w:rsidR="00B83B0C" w:rsidRPr="007B68FB" w:rsidRDefault="00B83B0C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Pr="007B68FB" w:rsidRDefault="007B68FB" w:rsidP="005D5C21">
            <w:r w:rsidRPr="007B68FB">
              <w:t>Zijn de rooischaren hydraulisch aangedreven?</w:t>
            </w:r>
          </w:p>
          <w:p w:rsidR="007B68FB" w:rsidRPr="007B68FB" w:rsidRDefault="007B68FB" w:rsidP="005D5C21"/>
          <w:p w:rsidR="007B68FB" w:rsidRPr="007B68FB" w:rsidRDefault="007B68FB" w:rsidP="005D5C21"/>
          <w:p w:rsidR="007B68FB" w:rsidRPr="007B68FB" w:rsidRDefault="007B68FB" w:rsidP="005D5C21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F20B52" w:rsidP="005D5C21">
            <w:r>
              <w:t xml:space="preserve">Op welk </w:t>
            </w:r>
            <w:r w:rsidR="00836D95">
              <w:t xml:space="preserve">aftakas </w:t>
            </w:r>
            <w:r>
              <w:t xml:space="preserve">toerental </w:t>
            </w:r>
            <w:r w:rsidR="00836D95">
              <w:t>werkt deze rooier optimaal?</w:t>
            </w:r>
          </w:p>
          <w:p w:rsidR="00836D95" w:rsidRPr="007B68FB" w:rsidRDefault="00836D95" w:rsidP="00836D95"/>
        </w:tc>
        <w:tc>
          <w:tcPr>
            <w:tcW w:w="6804" w:type="dxa"/>
            <w:shd w:val="clear" w:color="auto" w:fill="FFFFFF"/>
          </w:tcPr>
          <w:p w:rsidR="007B68FB" w:rsidRPr="007B68FB" w:rsidRDefault="007B68FB" w:rsidP="005D5C21">
            <w:pPr>
              <w:rPr>
                <w:sz w:val="24"/>
                <w:szCs w:val="24"/>
              </w:rPr>
            </w:pPr>
          </w:p>
        </w:tc>
      </w:tr>
      <w:tr w:rsidR="007B68FB" w:rsidTr="007B68FB">
        <w:tc>
          <w:tcPr>
            <w:tcW w:w="4219" w:type="dxa"/>
            <w:shd w:val="clear" w:color="auto" w:fill="auto"/>
          </w:tcPr>
          <w:p w:rsidR="007B68FB" w:rsidRDefault="00836D95" w:rsidP="005D5C21">
            <w:r>
              <w:t>Welke onderdelen worden met de aftakas aangedreven?</w:t>
            </w:r>
          </w:p>
          <w:p w:rsidR="00836D95" w:rsidRDefault="00836D95" w:rsidP="00836D95">
            <w:r>
              <w:t>Benoem ze in volgorde vanaf opname tot afvoer vanuit de bunker (de volledige weg van de aardappel door de rooier!!!)</w:t>
            </w:r>
          </w:p>
          <w:p w:rsidR="00836D95" w:rsidRDefault="00836D95" w:rsidP="005D5C21"/>
          <w:p w:rsidR="00836D95" w:rsidRDefault="00836D95" w:rsidP="005D5C21"/>
          <w:p w:rsidR="00836D95" w:rsidRDefault="00836D95" w:rsidP="005D5C21"/>
          <w:p w:rsidR="00836D95" w:rsidRDefault="00836D95" w:rsidP="005D5C21"/>
          <w:p w:rsidR="00836D95" w:rsidRDefault="00836D95" w:rsidP="005D5C21"/>
          <w:p w:rsidR="00836D95" w:rsidRDefault="00836D95" w:rsidP="005D5C21"/>
          <w:p w:rsidR="00836D95" w:rsidRPr="007B68FB" w:rsidRDefault="00836D95" w:rsidP="005D5C21"/>
        </w:tc>
        <w:tc>
          <w:tcPr>
            <w:tcW w:w="6804" w:type="dxa"/>
            <w:shd w:val="clear" w:color="auto" w:fill="FFFFFF"/>
          </w:tcPr>
          <w:p w:rsidR="007B68FB" w:rsidRPr="0071719E" w:rsidRDefault="007B68FB" w:rsidP="005D5C21">
            <w:pPr>
              <w:rPr>
                <w:sz w:val="24"/>
                <w:szCs w:val="24"/>
              </w:rPr>
            </w:pP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>Is er een loofklapper aanwezig?</w:t>
            </w:r>
          </w:p>
          <w:p w:rsidR="00836D95" w:rsidRDefault="00836D95" w:rsidP="005D5C21"/>
          <w:p w:rsidR="00836D95" w:rsidRDefault="00836D95" w:rsidP="005D5C21">
            <w:r>
              <w:t>Zo nee: hoe moet deze aangekoppeld worden?</w:t>
            </w:r>
          </w:p>
        </w:tc>
        <w:tc>
          <w:tcPr>
            <w:tcW w:w="6804" w:type="dxa"/>
            <w:shd w:val="clear" w:color="auto" w:fill="FFFFFF"/>
          </w:tcPr>
          <w:p w:rsidR="00836D95" w:rsidRPr="0071719E" w:rsidRDefault="00836D95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>Is er op de leestafel een noodstop aanwezig?</w:t>
            </w:r>
          </w:p>
          <w:p w:rsidR="00836D95" w:rsidRDefault="00836D95" w:rsidP="005D5C21"/>
          <w:p w:rsidR="00836D95" w:rsidRDefault="00836D95" w:rsidP="005D5C21">
            <w:r>
              <w:t>Waarom is deze belangrijk?</w:t>
            </w:r>
          </w:p>
          <w:p w:rsidR="00836D95" w:rsidRDefault="00836D95" w:rsidP="005D5C21"/>
          <w:p w:rsidR="00836D95" w:rsidRDefault="00836D95" w:rsidP="005D5C21"/>
        </w:tc>
        <w:tc>
          <w:tcPr>
            <w:tcW w:w="6804" w:type="dxa"/>
            <w:shd w:val="clear" w:color="auto" w:fill="FFFFFF"/>
          </w:tcPr>
          <w:p w:rsidR="00836D95" w:rsidRDefault="00836D95" w:rsidP="005D5C21">
            <w:pPr>
              <w:rPr>
                <w:sz w:val="24"/>
                <w:szCs w:val="24"/>
              </w:rPr>
            </w:pP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>Waarom kan de uitloop van de leestafel hoger en lager gesteld worden?</w:t>
            </w:r>
          </w:p>
          <w:p w:rsidR="00836D95" w:rsidRDefault="00836D95" w:rsidP="005D5C21"/>
          <w:p w:rsidR="00836D95" w:rsidRDefault="00836D95" w:rsidP="005D5C21"/>
        </w:tc>
        <w:tc>
          <w:tcPr>
            <w:tcW w:w="6804" w:type="dxa"/>
            <w:shd w:val="clear" w:color="auto" w:fill="FFFFFF"/>
          </w:tcPr>
          <w:p w:rsidR="00836D95" w:rsidRDefault="00836D95" w:rsidP="005D5C21">
            <w:pPr>
              <w:rPr>
                <w:sz w:val="24"/>
                <w:szCs w:val="24"/>
              </w:rPr>
            </w:pP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>Kan de bunkeruitloop geborgd worden?</w:t>
            </w:r>
          </w:p>
          <w:p w:rsidR="00836D95" w:rsidRDefault="00836D95" w:rsidP="005D5C21"/>
          <w:p w:rsidR="00836D95" w:rsidRDefault="00836D95" w:rsidP="00836D95">
            <w:r>
              <w:t>Wat is de functie van deze borging?</w:t>
            </w:r>
          </w:p>
          <w:p w:rsidR="00836D95" w:rsidRDefault="00836D95" w:rsidP="00836D95"/>
          <w:p w:rsidR="00836D95" w:rsidRDefault="00836D95" w:rsidP="00836D95"/>
        </w:tc>
        <w:tc>
          <w:tcPr>
            <w:tcW w:w="6804" w:type="dxa"/>
            <w:shd w:val="clear" w:color="auto" w:fill="FFFFFF"/>
          </w:tcPr>
          <w:p w:rsidR="00836D95" w:rsidRDefault="00836D95" w:rsidP="005D5C21">
            <w:pPr>
              <w:rPr>
                <w:sz w:val="24"/>
                <w:szCs w:val="24"/>
              </w:rPr>
            </w:pP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>Deze rooier is voorzien van asbesturing.</w:t>
            </w:r>
          </w:p>
          <w:p w:rsidR="00836D95" w:rsidRDefault="00836D95" w:rsidP="005D5C21">
            <w:r>
              <w:t>Op welke stand staat deze bij werk op het veld en op welke stand tijdens transport?</w:t>
            </w:r>
          </w:p>
        </w:tc>
        <w:tc>
          <w:tcPr>
            <w:tcW w:w="6804" w:type="dxa"/>
            <w:shd w:val="clear" w:color="auto" w:fill="FFFFFF"/>
          </w:tcPr>
          <w:p w:rsidR="00836D95" w:rsidRDefault="00836D95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 het veld:</w:t>
            </w:r>
          </w:p>
          <w:p w:rsidR="00836D95" w:rsidRDefault="00836D95" w:rsidP="005D5C21">
            <w:pPr>
              <w:rPr>
                <w:sz w:val="24"/>
                <w:szCs w:val="24"/>
              </w:rPr>
            </w:pPr>
          </w:p>
          <w:p w:rsidR="00836D95" w:rsidRDefault="00836D95" w:rsidP="005D5C21">
            <w:pPr>
              <w:rPr>
                <w:sz w:val="24"/>
                <w:szCs w:val="24"/>
              </w:rPr>
            </w:pPr>
          </w:p>
          <w:p w:rsidR="00836D95" w:rsidRDefault="00836D95" w:rsidP="005D5C21">
            <w:pPr>
              <w:rPr>
                <w:sz w:val="24"/>
                <w:szCs w:val="24"/>
              </w:rPr>
            </w:pPr>
          </w:p>
          <w:p w:rsidR="00836D95" w:rsidRDefault="00836D95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Tijdens transport:</w:t>
            </w:r>
          </w:p>
          <w:p w:rsidR="00836D95" w:rsidRDefault="00836D95" w:rsidP="005D5C21">
            <w:pPr>
              <w:rPr>
                <w:sz w:val="24"/>
                <w:szCs w:val="24"/>
              </w:rPr>
            </w:pPr>
          </w:p>
          <w:p w:rsidR="00836D95" w:rsidRDefault="00836D95" w:rsidP="005D5C21">
            <w:pPr>
              <w:rPr>
                <w:sz w:val="24"/>
                <w:szCs w:val="24"/>
              </w:rPr>
            </w:pPr>
          </w:p>
        </w:tc>
      </w:tr>
      <w:tr w:rsidR="00836D95" w:rsidTr="007B68FB">
        <w:tc>
          <w:tcPr>
            <w:tcW w:w="4219" w:type="dxa"/>
            <w:shd w:val="clear" w:color="auto" w:fill="auto"/>
          </w:tcPr>
          <w:p w:rsidR="00836D95" w:rsidRDefault="00836D95" w:rsidP="005D5C21">
            <w:r>
              <w:t xml:space="preserve">Kan deze machine </w:t>
            </w:r>
            <w:r w:rsidR="00A37CE4">
              <w:t>in de stand van de hellingshoek aangepast worden?</w:t>
            </w:r>
          </w:p>
          <w:p w:rsidR="00A37CE4" w:rsidRDefault="00A37CE4" w:rsidP="005D5C21"/>
          <w:p w:rsidR="00A37CE4" w:rsidRDefault="00A37CE4" w:rsidP="005D5C21"/>
          <w:p w:rsidR="00A37CE4" w:rsidRDefault="00A37CE4" w:rsidP="005D5C21">
            <w:r>
              <w:t>Zoja: wat is hiervan de functie?</w:t>
            </w:r>
          </w:p>
          <w:p w:rsidR="00A37CE4" w:rsidRDefault="00A37CE4" w:rsidP="005D5C21"/>
          <w:p w:rsidR="00A37CE4" w:rsidRDefault="00A37CE4" w:rsidP="005D5C21"/>
          <w:p w:rsidR="00A37CE4" w:rsidRDefault="00A37CE4" w:rsidP="005D5C21">
            <w:r>
              <w:t>Wanneer gebruik je deze functie wel en wanneer niet? Denk hierbij ook aan transport over de weg.</w:t>
            </w:r>
          </w:p>
        </w:tc>
        <w:tc>
          <w:tcPr>
            <w:tcW w:w="6804" w:type="dxa"/>
            <w:shd w:val="clear" w:color="auto" w:fill="FFFFFF"/>
          </w:tcPr>
          <w:p w:rsidR="00836D95" w:rsidRDefault="00A37CE4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Ja/nee</w:t>
            </w: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Functie:</w:t>
            </w: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</w:tc>
      </w:tr>
      <w:tr w:rsidR="00A37CE4" w:rsidTr="007B68FB">
        <w:tc>
          <w:tcPr>
            <w:tcW w:w="4219" w:type="dxa"/>
            <w:shd w:val="clear" w:color="auto" w:fill="auto"/>
          </w:tcPr>
          <w:p w:rsidR="00A37CE4" w:rsidRDefault="00A37CE4" w:rsidP="005D5C21">
            <w:r>
              <w:t>Wat is de functie van de loofrollen?</w:t>
            </w:r>
          </w:p>
          <w:p w:rsidR="00A37CE4" w:rsidRDefault="00A37CE4" w:rsidP="005D5C21"/>
          <w:p w:rsidR="00A37CE4" w:rsidRDefault="00A37CE4" w:rsidP="005D5C21"/>
          <w:p w:rsidR="00A37CE4" w:rsidRDefault="00A37CE4" w:rsidP="005D5C21">
            <w:r>
              <w:t>Hoe werken deze rollen?</w:t>
            </w:r>
          </w:p>
          <w:p w:rsidR="00A37CE4" w:rsidRDefault="00A37CE4" w:rsidP="005D5C21"/>
          <w:p w:rsidR="00A37CE4" w:rsidRDefault="00A37CE4" w:rsidP="005D5C21"/>
          <w:p w:rsidR="00A37CE4" w:rsidRDefault="00A37CE4" w:rsidP="005D5C21">
            <w:r>
              <w:t>Geef aan wat de draairichting is van deze rollen?</w:t>
            </w:r>
          </w:p>
          <w:p w:rsidR="00A37CE4" w:rsidRDefault="00A37CE4" w:rsidP="005D5C21"/>
          <w:p w:rsidR="00A37CE4" w:rsidRDefault="00A37CE4" w:rsidP="005D5C21"/>
        </w:tc>
        <w:tc>
          <w:tcPr>
            <w:tcW w:w="6804" w:type="dxa"/>
            <w:shd w:val="clear" w:color="auto" w:fill="FFFFFF"/>
          </w:tcPr>
          <w:p w:rsidR="00A37CE4" w:rsidRDefault="00A37CE4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Functie:</w:t>
            </w: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Werking:</w:t>
            </w: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</w:p>
          <w:p w:rsidR="00A37CE4" w:rsidRDefault="00A37CE4" w:rsidP="005D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Draairichting:</w:t>
            </w:r>
          </w:p>
        </w:tc>
      </w:tr>
    </w:tbl>
    <w:p w:rsidR="0083286C" w:rsidRPr="00CB27D3" w:rsidRDefault="0083286C" w:rsidP="005D5C21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</w:p>
    <w:p w:rsidR="0083286C" w:rsidRDefault="00A37CE4">
      <w:pPr>
        <w:rPr>
          <w:sz w:val="24"/>
          <w:szCs w:val="24"/>
        </w:rPr>
      </w:pPr>
      <w:r>
        <w:rPr>
          <w:sz w:val="24"/>
          <w:szCs w:val="24"/>
        </w:rPr>
        <w:t>Opdracht 4 Instellingen</w:t>
      </w:r>
    </w:p>
    <w:p w:rsidR="0083286C" w:rsidRDefault="0083286C">
      <w:pPr>
        <w:rPr>
          <w:sz w:val="24"/>
          <w:szCs w:val="24"/>
        </w:rPr>
      </w:pPr>
    </w:p>
    <w:p w:rsidR="0083286C" w:rsidRDefault="0083286C">
      <w:pPr>
        <w:rPr>
          <w:sz w:val="24"/>
          <w:szCs w:val="24"/>
        </w:rPr>
      </w:pPr>
      <w:r>
        <w:rPr>
          <w:sz w:val="24"/>
          <w:szCs w:val="24"/>
        </w:rPr>
        <w:t>Lees de handleiding door over hoe je een aardappelrooier moet afstellen.</w:t>
      </w:r>
    </w:p>
    <w:p w:rsidR="0083286C" w:rsidRDefault="0083286C">
      <w:pPr>
        <w:rPr>
          <w:sz w:val="24"/>
          <w:szCs w:val="24"/>
        </w:rPr>
      </w:pPr>
    </w:p>
    <w:p w:rsidR="0083286C" w:rsidRDefault="0083286C">
      <w:pPr>
        <w:rPr>
          <w:sz w:val="24"/>
          <w:szCs w:val="24"/>
        </w:rPr>
      </w:pPr>
      <w:r>
        <w:rPr>
          <w:sz w:val="24"/>
          <w:szCs w:val="24"/>
        </w:rPr>
        <w:t>Vul de instellingen en hoe jij dit zou controleren in de onderstaande tabel in.</w:t>
      </w: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  <w:r>
        <w:rPr>
          <w:sz w:val="24"/>
          <w:szCs w:val="24"/>
        </w:rPr>
        <w:t>Maak hierbij ook gebruik van de handleiding van de bedieningsterminal die op deze rooier aanwezig is. Zie hoofdstuk 9 handleiding.</w:t>
      </w: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  <w:r>
        <w:rPr>
          <w:sz w:val="24"/>
          <w:szCs w:val="24"/>
        </w:rPr>
        <w:t>Tip: doorloop de weg die de aardappel aflegt in de rooier vanaf opname tot aan uitvoer bunker.</w:t>
      </w:r>
      <w:r w:rsidR="00BE6B2B">
        <w:rPr>
          <w:sz w:val="24"/>
          <w:szCs w:val="24"/>
        </w:rPr>
        <w:t xml:space="preserve"> Tel hierbij het aantal zeefbanden</w:t>
      </w:r>
      <w:r w:rsidR="00DF52D0">
        <w:rPr>
          <w:sz w:val="24"/>
          <w:szCs w:val="24"/>
        </w:rPr>
        <w:t>, transfer, ringelevator, tegenloop en afvoer</w:t>
      </w:r>
      <w:r w:rsidR="00BE6B2B">
        <w:rPr>
          <w:sz w:val="24"/>
          <w:szCs w:val="24"/>
        </w:rPr>
        <w:t>banden!!!</w:t>
      </w:r>
    </w:p>
    <w:p w:rsidR="00A37CE4" w:rsidRDefault="00A37CE4">
      <w:pPr>
        <w:rPr>
          <w:sz w:val="24"/>
          <w:szCs w:val="24"/>
        </w:rPr>
      </w:pPr>
    </w:p>
    <w:p w:rsidR="00A37CE4" w:rsidRDefault="00A37CE4">
      <w:pPr>
        <w:rPr>
          <w:sz w:val="24"/>
          <w:szCs w:val="24"/>
        </w:rPr>
      </w:pPr>
      <w:r>
        <w:rPr>
          <w:sz w:val="24"/>
          <w:szCs w:val="24"/>
        </w:rPr>
        <w:t>De tabel dien je onderaan zelf uit te breiden.</w:t>
      </w:r>
    </w:p>
    <w:p w:rsidR="0083286C" w:rsidRDefault="0083286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3402"/>
        <w:gridCol w:w="6096"/>
      </w:tblGrid>
      <w:tr w:rsidR="0083286C" w:rsidTr="00A37CE4">
        <w:tc>
          <w:tcPr>
            <w:tcW w:w="4077" w:type="dxa"/>
            <w:shd w:val="clear" w:color="auto" w:fill="A6A6A6"/>
          </w:tcPr>
          <w:p w:rsidR="0083286C" w:rsidRPr="0071719E" w:rsidRDefault="0083286C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Instelling</w:t>
            </w:r>
          </w:p>
        </w:tc>
        <w:tc>
          <w:tcPr>
            <w:tcW w:w="3402" w:type="dxa"/>
            <w:shd w:val="clear" w:color="auto" w:fill="A6A6A6"/>
          </w:tcPr>
          <w:p w:rsidR="0083286C" w:rsidRPr="0071719E" w:rsidRDefault="0083286C">
            <w:pPr>
              <w:rPr>
                <w:sz w:val="24"/>
                <w:szCs w:val="24"/>
              </w:rPr>
            </w:pPr>
            <w:r w:rsidRPr="0071719E">
              <w:rPr>
                <w:sz w:val="24"/>
                <w:szCs w:val="24"/>
              </w:rPr>
              <w:t>Controleren tijdens het rooien</w:t>
            </w:r>
          </w:p>
        </w:tc>
        <w:tc>
          <w:tcPr>
            <w:tcW w:w="6096" w:type="dxa"/>
            <w:shd w:val="clear" w:color="auto" w:fill="A6A6A6"/>
          </w:tcPr>
          <w:p w:rsidR="0083286C" w:rsidRPr="0071719E" w:rsidRDefault="00A37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Functie op bedieningsterminal (afbeelding symbool)</w:t>
            </w:r>
            <w:r w:rsidR="007917ED">
              <w:rPr>
                <w:sz w:val="24"/>
                <w:szCs w:val="24"/>
              </w:rPr>
              <w:t xml:space="preserve"> indien mogelijk</w:t>
            </w:r>
          </w:p>
        </w:tc>
      </w:tr>
      <w:tr w:rsidR="0083286C" w:rsidTr="00A37CE4">
        <w:tc>
          <w:tcPr>
            <w:tcW w:w="4077" w:type="dxa"/>
          </w:tcPr>
          <w:p w:rsidR="0083286C" w:rsidRDefault="00791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 rooischaren</w:t>
            </w:r>
          </w:p>
          <w:p w:rsidR="007917ED" w:rsidRDefault="007917ED">
            <w:pPr>
              <w:rPr>
                <w:sz w:val="24"/>
                <w:szCs w:val="24"/>
              </w:rPr>
            </w:pPr>
          </w:p>
          <w:p w:rsidR="007917ED" w:rsidRDefault="007917ED">
            <w:pPr>
              <w:rPr>
                <w:sz w:val="24"/>
                <w:szCs w:val="24"/>
              </w:rPr>
            </w:pPr>
          </w:p>
          <w:p w:rsidR="007917ED" w:rsidRPr="0071719E" w:rsidRDefault="007917E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</w:tr>
      <w:tr w:rsidR="0083286C" w:rsidTr="00A37CE4">
        <w:tc>
          <w:tcPr>
            <w:tcW w:w="4077" w:type="dxa"/>
          </w:tcPr>
          <w:p w:rsidR="0083286C" w:rsidRPr="0071719E" w:rsidRDefault="00BE6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 kouterschijven</w:t>
            </w: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</w:tr>
      <w:tr w:rsidR="0083286C" w:rsidTr="00A37CE4">
        <w:tc>
          <w:tcPr>
            <w:tcW w:w="4077" w:type="dxa"/>
          </w:tcPr>
          <w:p w:rsidR="0083286C" w:rsidRPr="0071719E" w:rsidRDefault="00BE6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Instelling eerste zeefband</w:t>
            </w: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</w:tr>
      <w:tr w:rsidR="0083286C" w:rsidTr="00A37CE4">
        <w:tc>
          <w:tcPr>
            <w:tcW w:w="4077" w:type="dxa"/>
          </w:tcPr>
          <w:p w:rsidR="0083286C" w:rsidRPr="0071719E" w:rsidRDefault="00BE6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Enz. enz.</w:t>
            </w: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</w:tr>
      <w:tr w:rsidR="0083286C" w:rsidTr="00A37CE4">
        <w:tc>
          <w:tcPr>
            <w:tcW w:w="4077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3286C" w:rsidRPr="0071719E" w:rsidRDefault="0083286C">
            <w:pPr>
              <w:rPr>
                <w:sz w:val="24"/>
                <w:szCs w:val="24"/>
              </w:rPr>
            </w:pPr>
          </w:p>
        </w:tc>
      </w:tr>
    </w:tbl>
    <w:p w:rsidR="0083286C" w:rsidRDefault="0083286C">
      <w:pPr>
        <w:rPr>
          <w:b/>
          <w:sz w:val="24"/>
          <w:szCs w:val="24"/>
        </w:rPr>
      </w:pPr>
    </w:p>
    <w:p w:rsidR="0083286C" w:rsidRDefault="0083286C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7917ED" w:rsidRDefault="007917ED">
      <w:pPr>
        <w:rPr>
          <w:sz w:val="24"/>
          <w:szCs w:val="24"/>
        </w:rPr>
      </w:pPr>
    </w:p>
    <w:p w:rsidR="0083286C" w:rsidRDefault="0083286C">
      <w:pPr>
        <w:rPr>
          <w:sz w:val="24"/>
          <w:szCs w:val="24"/>
        </w:rPr>
      </w:pPr>
    </w:p>
    <w:p w:rsidR="007917ED" w:rsidRDefault="007917ED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Kan de stand van de eerste zeefband in hoogte aangepast worden?</w:t>
      </w:r>
    </w:p>
    <w:p w:rsidR="007917ED" w:rsidRDefault="007917ED" w:rsidP="007917ED">
      <w:pPr>
        <w:ind w:left="720"/>
        <w:rPr>
          <w:sz w:val="24"/>
          <w:szCs w:val="24"/>
        </w:rPr>
      </w:pPr>
    </w:p>
    <w:p w:rsidR="007917ED" w:rsidRDefault="007917ED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Waarom is de stand van deze band belangrijk?</w:t>
      </w:r>
    </w:p>
    <w:p w:rsidR="007917ED" w:rsidRDefault="007917ED" w:rsidP="007917ED">
      <w:pPr>
        <w:pStyle w:val="Lijstalinea"/>
        <w:rPr>
          <w:sz w:val="24"/>
          <w:szCs w:val="24"/>
        </w:rPr>
      </w:pPr>
    </w:p>
    <w:p w:rsidR="007917ED" w:rsidRDefault="007917ED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Waarom is de diepteregeling van de kouterschijven belangrijk?</w:t>
      </w:r>
    </w:p>
    <w:p w:rsidR="007917ED" w:rsidRDefault="007917ED" w:rsidP="007917ED">
      <w:pPr>
        <w:pStyle w:val="Lijstalinea"/>
        <w:rPr>
          <w:sz w:val="24"/>
          <w:szCs w:val="24"/>
        </w:rPr>
      </w:pPr>
    </w:p>
    <w:p w:rsidR="007917ED" w:rsidRDefault="007917ED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functie van de kouterschijven?</w:t>
      </w:r>
    </w:p>
    <w:p w:rsidR="007917ED" w:rsidRDefault="007917ED" w:rsidP="007917ED">
      <w:pPr>
        <w:pStyle w:val="Lijstalinea"/>
        <w:rPr>
          <w:sz w:val="24"/>
          <w:szCs w:val="24"/>
        </w:rPr>
      </w:pPr>
    </w:p>
    <w:p w:rsidR="007917ED" w:rsidRDefault="007917ED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Waarvoor dienen de loofintrekrollen?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zijn de voordelen en nadelen van een hogere stand van de loofrollen?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zijn de voordelen en nadelen van een lagere stand van de loofrollen?</w:t>
      </w:r>
    </w:p>
    <w:p w:rsidR="007917ED" w:rsidRDefault="007917ED" w:rsidP="007917ED">
      <w:pPr>
        <w:pStyle w:val="Lijstalinea"/>
        <w:rPr>
          <w:sz w:val="24"/>
          <w:szCs w:val="24"/>
        </w:rPr>
      </w:pPr>
    </w:p>
    <w:p w:rsidR="007917ED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Waarom moet de druk op de diabolorollen aangepast kunnen worden?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word bedoeld met een “oscillerende klopper”?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functie van deze klopper en waar zit deze op de machine gemonteerd?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Waarom is een juiste spanning op de zeefbanden belangrijk?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het gevaar bij te strakke stand op de zeefbanden?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het gevaar van te losse stand op de zeefbanden?</w:t>
      </w:r>
    </w:p>
    <w:p w:rsidR="00BE6B2B" w:rsidRDefault="00BE6B2B" w:rsidP="00BE6B2B">
      <w:pPr>
        <w:pStyle w:val="Lijstalinea"/>
        <w:rPr>
          <w:sz w:val="24"/>
          <w:szCs w:val="24"/>
        </w:rPr>
      </w:pPr>
    </w:p>
    <w:p w:rsidR="00BE6B2B" w:rsidRDefault="00BE6B2B" w:rsidP="000C0D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functie van de reiniger MultiSep?</w:t>
      </w:r>
    </w:p>
    <w:p w:rsidR="0083286C" w:rsidRPr="00AB2158" w:rsidRDefault="0083286C" w:rsidP="00AD122C"/>
    <w:sectPr w:rsidR="0083286C" w:rsidRPr="00AB2158" w:rsidSect="00C1490A">
      <w:footerReference w:type="even" r:id="rId10"/>
      <w:footerReference w:type="default" r:id="rId11"/>
      <w:type w:val="continuous"/>
      <w:pgSz w:w="16838" w:h="11906" w:orient="landscape" w:code="9"/>
      <w:pgMar w:top="851" w:right="1134" w:bottom="851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DF4" w:rsidRDefault="000C0DF4">
      <w:r>
        <w:separator/>
      </w:r>
    </w:p>
  </w:endnote>
  <w:endnote w:type="continuationSeparator" w:id="0">
    <w:p w:rsidR="000C0DF4" w:rsidRDefault="000C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6C" w:rsidRDefault="0083286C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3286C" w:rsidRDefault="008328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6C" w:rsidRDefault="0083286C">
    <w:pPr>
      <w:tabs>
        <w:tab w:val="left" w:pos="7797"/>
      </w:tabs>
      <w:rPr>
        <w:i/>
      </w:rPr>
    </w:pPr>
    <w:r>
      <w:rPr>
        <w:i/>
      </w:rPr>
      <w:tab/>
    </w:r>
  </w:p>
  <w:p w:rsidR="0083286C" w:rsidRDefault="0083286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DF4" w:rsidRDefault="000C0DF4">
      <w:r>
        <w:separator/>
      </w:r>
    </w:p>
  </w:footnote>
  <w:footnote w:type="continuationSeparator" w:id="0">
    <w:p w:rsidR="000C0DF4" w:rsidRDefault="000C0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D333B"/>
    <w:multiLevelType w:val="hybridMultilevel"/>
    <w:tmpl w:val="3A24F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609EF"/>
    <w:multiLevelType w:val="hybridMultilevel"/>
    <w:tmpl w:val="A47CAE14"/>
    <w:lvl w:ilvl="0" w:tplc="DFE279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26277F1"/>
    <w:multiLevelType w:val="hybridMultilevel"/>
    <w:tmpl w:val="FF503F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0B"/>
    <w:rsid w:val="00000D46"/>
    <w:rsid w:val="00042639"/>
    <w:rsid w:val="00046978"/>
    <w:rsid w:val="00046DC5"/>
    <w:rsid w:val="00051CA9"/>
    <w:rsid w:val="00052E26"/>
    <w:rsid w:val="00080721"/>
    <w:rsid w:val="00091212"/>
    <w:rsid w:val="000A2013"/>
    <w:rsid w:val="000A4FB8"/>
    <w:rsid w:val="000A5008"/>
    <w:rsid w:val="000B2E6F"/>
    <w:rsid w:val="000C0A8D"/>
    <w:rsid w:val="000C0DF4"/>
    <w:rsid w:val="000E3BD6"/>
    <w:rsid w:val="00100215"/>
    <w:rsid w:val="00103879"/>
    <w:rsid w:val="00113AAF"/>
    <w:rsid w:val="001151B7"/>
    <w:rsid w:val="001232C5"/>
    <w:rsid w:val="0013526A"/>
    <w:rsid w:val="0013671B"/>
    <w:rsid w:val="00137F13"/>
    <w:rsid w:val="00144155"/>
    <w:rsid w:val="001473B5"/>
    <w:rsid w:val="00154577"/>
    <w:rsid w:val="0016792E"/>
    <w:rsid w:val="0017383A"/>
    <w:rsid w:val="00184196"/>
    <w:rsid w:val="00184F07"/>
    <w:rsid w:val="00191924"/>
    <w:rsid w:val="001C6701"/>
    <w:rsid w:val="001E6998"/>
    <w:rsid w:val="001E6B84"/>
    <w:rsid w:val="001F1E18"/>
    <w:rsid w:val="00210E0C"/>
    <w:rsid w:val="00211C6D"/>
    <w:rsid w:val="00215A8B"/>
    <w:rsid w:val="00255BE2"/>
    <w:rsid w:val="0027469C"/>
    <w:rsid w:val="00276606"/>
    <w:rsid w:val="002775E0"/>
    <w:rsid w:val="0029522D"/>
    <w:rsid w:val="00296DBA"/>
    <w:rsid w:val="002A0441"/>
    <w:rsid w:val="002A6C24"/>
    <w:rsid w:val="002C2263"/>
    <w:rsid w:val="002C2CE8"/>
    <w:rsid w:val="002C3936"/>
    <w:rsid w:val="002D2BAA"/>
    <w:rsid w:val="002E1D2E"/>
    <w:rsid w:val="002F04B2"/>
    <w:rsid w:val="002F2A80"/>
    <w:rsid w:val="0030665E"/>
    <w:rsid w:val="00311C33"/>
    <w:rsid w:val="003151C5"/>
    <w:rsid w:val="00315346"/>
    <w:rsid w:val="003261BB"/>
    <w:rsid w:val="003265E6"/>
    <w:rsid w:val="003279DE"/>
    <w:rsid w:val="00335238"/>
    <w:rsid w:val="00337D6D"/>
    <w:rsid w:val="00341952"/>
    <w:rsid w:val="003456AA"/>
    <w:rsid w:val="0036667A"/>
    <w:rsid w:val="00367C4D"/>
    <w:rsid w:val="0037224D"/>
    <w:rsid w:val="00374F18"/>
    <w:rsid w:val="00384B18"/>
    <w:rsid w:val="00385689"/>
    <w:rsid w:val="00397092"/>
    <w:rsid w:val="003B71A5"/>
    <w:rsid w:val="003C43D9"/>
    <w:rsid w:val="003C50B4"/>
    <w:rsid w:val="003D0426"/>
    <w:rsid w:val="003D1085"/>
    <w:rsid w:val="003D3868"/>
    <w:rsid w:val="003E79E1"/>
    <w:rsid w:val="003F34A4"/>
    <w:rsid w:val="003F66CE"/>
    <w:rsid w:val="0040539A"/>
    <w:rsid w:val="00412FC7"/>
    <w:rsid w:val="004140AF"/>
    <w:rsid w:val="00414B35"/>
    <w:rsid w:val="00430CDE"/>
    <w:rsid w:val="004335D0"/>
    <w:rsid w:val="004562B4"/>
    <w:rsid w:val="004649F4"/>
    <w:rsid w:val="00480493"/>
    <w:rsid w:val="00481965"/>
    <w:rsid w:val="00483B8B"/>
    <w:rsid w:val="00486D64"/>
    <w:rsid w:val="004947C8"/>
    <w:rsid w:val="004A3B6E"/>
    <w:rsid w:val="004B3235"/>
    <w:rsid w:val="004B352F"/>
    <w:rsid w:val="004B4670"/>
    <w:rsid w:val="004C1BFD"/>
    <w:rsid w:val="004C1FC5"/>
    <w:rsid w:val="004C2782"/>
    <w:rsid w:val="004D3F93"/>
    <w:rsid w:val="004D6A93"/>
    <w:rsid w:val="004E66C1"/>
    <w:rsid w:val="004F31CB"/>
    <w:rsid w:val="00504C5F"/>
    <w:rsid w:val="005075FA"/>
    <w:rsid w:val="00511446"/>
    <w:rsid w:val="0051175A"/>
    <w:rsid w:val="00512A79"/>
    <w:rsid w:val="0051744F"/>
    <w:rsid w:val="00521526"/>
    <w:rsid w:val="00523570"/>
    <w:rsid w:val="00527681"/>
    <w:rsid w:val="00543EF4"/>
    <w:rsid w:val="00561A37"/>
    <w:rsid w:val="00576234"/>
    <w:rsid w:val="0058250A"/>
    <w:rsid w:val="005A7DCD"/>
    <w:rsid w:val="005C1A5B"/>
    <w:rsid w:val="005C2E65"/>
    <w:rsid w:val="005C35FC"/>
    <w:rsid w:val="005D5C21"/>
    <w:rsid w:val="005E4C94"/>
    <w:rsid w:val="005E5617"/>
    <w:rsid w:val="005E6897"/>
    <w:rsid w:val="005F4D86"/>
    <w:rsid w:val="005F5299"/>
    <w:rsid w:val="00625EE9"/>
    <w:rsid w:val="0063772D"/>
    <w:rsid w:val="00644372"/>
    <w:rsid w:val="00665937"/>
    <w:rsid w:val="00670BDC"/>
    <w:rsid w:val="00682319"/>
    <w:rsid w:val="00692A3A"/>
    <w:rsid w:val="006A089D"/>
    <w:rsid w:val="006A7038"/>
    <w:rsid w:val="006E0128"/>
    <w:rsid w:val="00705FE4"/>
    <w:rsid w:val="0071181D"/>
    <w:rsid w:val="00713024"/>
    <w:rsid w:val="0071719E"/>
    <w:rsid w:val="007264DC"/>
    <w:rsid w:val="00755C2B"/>
    <w:rsid w:val="00766A0C"/>
    <w:rsid w:val="0077265C"/>
    <w:rsid w:val="0077306D"/>
    <w:rsid w:val="007875ED"/>
    <w:rsid w:val="007917ED"/>
    <w:rsid w:val="00791F6A"/>
    <w:rsid w:val="007A32D3"/>
    <w:rsid w:val="007A49CC"/>
    <w:rsid w:val="007A6C57"/>
    <w:rsid w:val="007B28FB"/>
    <w:rsid w:val="007B3694"/>
    <w:rsid w:val="007B4ED7"/>
    <w:rsid w:val="007B68FB"/>
    <w:rsid w:val="007C7910"/>
    <w:rsid w:val="007D2B16"/>
    <w:rsid w:val="007D7B92"/>
    <w:rsid w:val="007F715C"/>
    <w:rsid w:val="008047BE"/>
    <w:rsid w:val="00812B15"/>
    <w:rsid w:val="00825B49"/>
    <w:rsid w:val="0083286C"/>
    <w:rsid w:val="008361E9"/>
    <w:rsid w:val="00836D95"/>
    <w:rsid w:val="00841754"/>
    <w:rsid w:val="0085453E"/>
    <w:rsid w:val="00856705"/>
    <w:rsid w:val="0086509F"/>
    <w:rsid w:val="008670F4"/>
    <w:rsid w:val="00883BD7"/>
    <w:rsid w:val="0088464E"/>
    <w:rsid w:val="00887FF2"/>
    <w:rsid w:val="008913A5"/>
    <w:rsid w:val="008A2B33"/>
    <w:rsid w:val="008A2ED4"/>
    <w:rsid w:val="008B7469"/>
    <w:rsid w:val="008E2BD2"/>
    <w:rsid w:val="008E3CCA"/>
    <w:rsid w:val="008F1059"/>
    <w:rsid w:val="00916AF6"/>
    <w:rsid w:val="00925EBA"/>
    <w:rsid w:val="0092757F"/>
    <w:rsid w:val="009309F4"/>
    <w:rsid w:val="009420D0"/>
    <w:rsid w:val="0094390F"/>
    <w:rsid w:val="00947236"/>
    <w:rsid w:val="00952647"/>
    <w:rsid w:val="00983064"/>
    <w:rsid w:val="00992E5C"/>
    <w:rsid w:val="00996C99"/>
    <w:rsid w:val="009A5030"/>
    <w:rsid w:val="009B2E51"/>
    <w:rsid w:val="009B4162"/>
    <w:rsid w:val="009C5879"/>
    <w:rsid w:val="009D141D"/>
    <w:rsid w:val="009D2EA8"/>
    <w:rsid w:val="009D32D9"/>
    <w:rsid w:val="009D3B1D"/>
    <w:rsid w:val="009D549F"/>
    <w:rsid w:val="009E0FC8"/>
    <w:rsid w:val="009E1EFC"/>
    <w:rsid w:val="009E3C3F"/>
    <w:rsid w:val="009F3202"/>
    <w:rsid w:val="00A02284"/>
    <w:rsid w:val="00A04010"/>
    <w:rsid w:val="00A1304E"/>
    <w:rsid w:val="00A13480"/>
    <w:rsid w:val="00A1747B"/>
    <w:rsid w:val="00A278C5"/>
    <w:rsid w:val="00A3042A"/>
    <w:rsid w:val="00A3072A"/>
    <w:rsid w:val="00A37CE4"/>
    <w:rsid w:val="00A508D1"/>
    <w:rsid w:val="00A55C8F"/>
    <w:rsid w:val="00A57D25"/>
    <w:rsid w:val="00A615EF"/>
    <w:rsid w:val="00A6203D"/>
    <w:rsid w:val="00A75263"/>
    <w:rsid w:val="00A76495"/>
    <w:rsid w:val="00A76862"/>
    <w:rsid w:val="00A834F4"/>
    <w:rsid w:val="00A94923"/>
    <w:rsid w:val="00AA49E5"/>
    <w:rsid w:val="00AB2158"/>
    <w:rsid w:val="00AB4A0F"/>
    <w:rsid w:val="00AB600D"/>
    <w:rsid w:val="00AB7884"/>
    <w:rsid w:val="00AC79F3"/>
    <w:rsid w:val="00AD0E3A"/>
    <w:rsid w:val="00AD122C"/>
    <w:rsid w:val="00AD1559"/>
    <w:rsid w:val="00AE7044"/>
    <w:rsid w:val="00AF1C88"/>
    <w:rsid w:val="00AF5568"/>
    <w:rsid w:val="00B00BAF"/>
    <w:rsid w:val="00B03E8A"/>
    <w:rsid w:val="00B22753"/>
    <w:rsid w:val="00B3095E"/>
    <w:rsid w:val="00B32AFA"/>
    <w:rsid w:val="00B36293"/>
    <w:rsid w:val="00B374CA"/>
    <w:rsid w:val="00B42791"/>
    <w:rsid w:val="00B717A6"/>
    <w:rsid w:val="00B72EA8"/>
    <w:rsid w:val="00B83B0C"/>
    <w:rsid w:val="00B87D19"/>
    <w:rsid w:val="00B9019F"/>
    <w:rsid w:val="00B904DA"/>
    <w:rsid w:val="00BA48B8"/>
    <w:rsid w:val="00BB55A3"/>
    <w:rsid w:val="00BB79DF"/>
    <w:rsid w:val="00BC28A4"/>
    <w:rsid w:val="00BC68CE"/>
    <w:rsid w:val="00BE5084"/>
    <w:rsid w:val="00BE55D9"/>
    <w:rsid w:val="00BE5D28"/>
    <w:rsid w:val="00BE6B2B"/>
    <w:rsid w:val="00BF0E6A"/>
    <w:rsid w:val="00C00D1B"/>
    <w:rsid w:val="00C13A68"/>
    <w:rsid w:val="00C1490A"/>
    <w:rsid w:val="00C15B26"/>
    <w:rsid w:val="00C16F4D"/>
    <w:rsid w:val="00C278F1"/>
    <w:rsid w:val="00C37B8D"/>
    <w:rsid w:val="00C4250A"/>
    <w:rsid w:val="00C51441"/>
    <w:rsid w:val="00C51F8A"/>
    <w:rsid w:val="00C56DD3"/>
    <w:rsid w:val="00C56F2D"/>
    <w:rsid w:val="00C6080D"/>
    <w:rsid w:val="00C6234A"/>
    <w:rsid w:val="00C63043"/>
    <w:rsid w:val="00C66C4A"/>
    <w:rsid w:val="00C7131B"/>
    <w:rsid w:val="00C75AC8"/>
    <w:rsid w:val="00C75DBC"/>
    <w:rsid w:val="00C77011"/>
    <w:rsid w:val="00C807BF"/>
    <w:rsid w:val="00C84352"/>
    <w:rsid w:val="00C85EBE"/>
    <w:rsid w:val="00C86403"/>
    <w:rsid w:val="00CA0415"/>
    <w:rsid w:val="00CA1DD1"/>
    <w:rsid w:val="00CA7D9E"/>
    <w:rsid w:val="00CB27D3"/>
    <w:rsid w:val="00CC14EE"/>
    <w:rsid w:val="00CC2244"/>
    <w:rsid w:val="00CF0A43"/>
    <w:rsid w:val="00D0298E"/>
    <w:rsid w:val="00D06232"/>
    <w:rsid w:val="00D136F2"/>
    <w:rsid w:val="00D13840"/>
    <w:rsid w:val="00D23E71"/>
    <w:rsid w:val="00D276F4"/>
    <w:rsid w:val="00D3271F"/>
    <w:rsid w:val="00D339A3"/>
    <w:rsid w:val="00D40AC6"/>
    <w:rsid w:val="00D4148D"/>
    <w:rsid w:val="00D43B10"/>
    <w:rsid w:val="00D56C82"/>
    <w:rsid w:val="00D578E4"/>
    <w:rsid w:val="00D6009D"/>
    <w:rsid w:val="00D67F0B"/>
    <w:rsid w:val="00D67F94"/>
    <w:rsid w:val="00D7474A"/>
    <w:rsid w:val="00D87564"/>
    <w:rsid w:val="00D93C38"/>
    <w:rsid w:val="00DA1449"/>
    <w:rsid w:val="00DA3F6E"/>
    <w:rsid w:val="00DA41B0"/>
    <w:rsid w:val="00DB00EC"/>
    <w:rsid w:val="00DB1D26"/>
    <w:rsid w:val="00DC4DF9"/>
    <w:rsid w:val="00DE2042"/>
    <w:rsid w:val="00DE7AFF"/>
    <w:rsid w:val="00DF47F3"/>
    <w:rsid w:val="00DF52D0"/>
    <w:rsid w:val="00DF6D46"/>
    <w:rsid w:val="00E0063F"/>
    <w:rsid w:val="00E05248"/>
    <w:rsid w:val="00E10702"/>
    <w:rsid w:val="00E15C85"/>
    <w:rsid w:val="00E22CB0"/>
    <w:rsid w:val="00E413BB"/>
    <w:rsid w:val="00E500DA"/>
    <w:rsid w:val="00E51A0A"/>
    <w:rsid w:val="00E53847"/>
    <w:rsid w:val="00E56C31"/>
    <w:rsid w:val="00E62883"/>
    <w:rsid w:val="00E646FB"/>
    <w:rsid w:val="00E7088D"/>
    <w:rsid w:val="00E72FA0"/>
    <w:rsid w:val="00E87A04"/>
    <w:rsid w:val="00EA3C12"/>
    <w:rsid w:val="00EA7675"/>
    <w:rsid w:val="00EB530A"/>
    <w:rsid w:val="00EC0E0B"/>
    <w:rsid w:val="00EC1EC9"/>
    <w:rsid w:val="00EC20F6"/>
    <w:rsid w:val="00EC2815"/>
    <w:rsid w:val="00EC3D67"/>
    <w:rsid w:val="00ED37D3"/>
    <w:rsid w:val="00ED6340"/>
    <w:rsid w:val="00EE7C8D"/>
    <w:rsid w:val="00F038A8"/>
    <w:rsid w:val="00F15596"/>
    <w:rsid w:val="00F179A3"/>
    <w:rsid w:val="00F20B52"/>
    <w:rsid w:val="00F24CCC"/>
    <w:rsid w:val="00F60D6E"/>
    <w:rsid w:val="00F73341"/>
    <w:rsid w:val="00F843C8"/>
    <w:rsid w:val="00F90700"/>
    <w:rsid w:val="00F91CA3"/>
    <w:rsid w:val="00F92534"/>
    <w:rsid w:val="00F95A51"/>
    <w:rsid w:val="00FA120F"/>
    <w:rsid w:val="00FB0826"/>
    <w:rsid w:val="00FC47AD"/>
    <w:rsid w:val="00FD0290"/>
    <w:rsid w:val="00FE31F1"/>
    <w:rsid w:val="00FF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9E138-EAB0-485B-9A45-E4C9FCAA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C2CE8"/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9"/>
    <w:qFormat/>
    <w:rsid w:val="003F66CE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3F66CE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uiPriority w:val="99"/>
    <w:qFormat/>
    <w:rsid w:val="003F66CE"/>
    <w:pPr>
      <w:keepNext/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uiPriority w:val="99"/>
    <w:qFormat/>
    <w:rsid w:val="003F66CE"/>
    <w:pPr>
      <w:keepNext/>
      <w:outlineLvl w:val="3"/>
    </w:pPr>
    <w:rPr>
      <w:b/>
      <w:sz w:val="22"/>
      <w:lang w:val="en-US"/>
    </w:rPr>
  </w:style>
  <w:style w:type="paragraph" w:styleId="Kop5">
    <w:name w:val="heading 5"/>
    <w:basedOn w:val="Standaard"/>
    <w:next w:val="Standaard"/>
    <w:link w:val="Kop5Char"/>
    <w:uiPriority w:val="99"/>
    <w:qFormat/>
    <w:rsid w:val="003F66CE"/>
    <w:pPr>
      <w:keepNext/>
      <w:outlineLvl w:val="4"/>
    </w:pPr>
    <w:rPr>
      <w:b/>
      <w:sz w:val="22"/>
    </w:rPr>
  </w:style>
  <w:style w:type="paragraph" w:styleId="Kop6">
    <w:name w:val="heading 6"/>
    <w:basedOn w:val="Standaard"/>
    <w:next w:val="Standaard"/>
    <w:link w:val="Kop6Char"/>
    <w:uiPriority w:val="99"/>
    <w:qFormat/>
    <w:rsid w:val="003F66CE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uiPriority w:val="99"/>
    <w:qFormat/>
    <w:rsid w:val="003F66CE"/>
    <w:pPr>
      <w:keepNext/>
      <w:outlineLvl w:val="6"/>
    </w:pPr>
    <w:rPr>
      <w:i/>
      <w:sz w:val="22"/>
    </w:rPr>
  </w:style>
  <w:style w:type="paragraph" w:styleId="Kop8">
    <w:name w:val="heading 8"/>
    <w:basedOn w:val="Standaard"/>
    <w:next w:val="Standaard"/>
    <w:link w:val="Kop8Char"/>
    <w:uiPriority w:val="99"/>
    <w:qFormat/>
    <w:rsid w:val="003F66CE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uiPriority w:val="99"/>
    <w:qFormat/>
    <w:rsid w:val="003F66CE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5AD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35A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5AD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5AD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5AD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5AD3"/>
    <w:rPr>
      <w:rFonts w:asciiTheme="minorHAnsi" w:eastAsiaTheme="minorEastAsia" w:hAnsiTheme="minorHAnsi" w:cstheme="min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5AD3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5AD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5AD3"/>
    <w:rPr>
      <w:rFonts w:asciiTheme="majorHAnsi" w:eastAsiaTheme="majorEastAsia" w:hAnsiTheme="majorHAnsi" w:cstheme="majorBidi"/>
    </w:rPr>
  </w:style>
  <w:style w:type="paragraph" w:styleId="Plattetekst">
    <w:name w:val="Body Text"/>
    <w:basedOn w:val="Standaard"/>
    <w:link w:val="PlattetekstChar"/>
    <w:uiPriority w:val="99"/>
    <w:rsid w:val="003F66CE"/>
    <w:rPr>
      <w:sz w:val="22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F35AD3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rsid w:val="003F66C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35AD3"/>
    <w:rPr>
      <w:rFonts w:ascii="Arial" w:hAnsi="Arial"/>
      <w:sz w:val="20"/>
      <w:szCs w:val="20"/>
    </w:rPr>
  </w:style>
  <w:style w:type="paragraph" w:styleId="Plattetekst2">
    <w:name w:val="Body Text 2"/>
    <w:basedOn w:val="Standaard"/>
    <w:link w:val="Plattetekst2Char"/>
    <w:uiPriority w:val="99"/>
    <w:rsid w:val="003F66CE"/>
    <w:rPr>
      <w:sz w:val="22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F35AD3"/>
    <w:rPr>
      <w:rFonts w:ascii="Arial" w:hAnsi="Arial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3F66C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35AD3"/>
    <w:rPr>
      <w:rFonts w:ascii="Arial" w:hAnsi="Arial"/>
      <w:sz w:val="20"/>
      <w:szCs w:val="20"/>
    </w:rPr>
  </w:style>
  <w:style w:type="character" w:styleId="Paginanummer">
    <w:name w:val="page number"/>
    <w:basedOn w:val="Standaardalinea-lettertype"/>
    <w:uiPriority w:val="99"/>
    <w:rsid w:val="003F66CE"/>
    <w:rPr>
      <w:rFonts w:cs="Times New Roman"/>
    </w:rPr>
  </w:style>
  <w:style w:type="paragraph" w:styleId="Documentstructuur">
    <w:name w:val="Document Map"/>
    <w:basedOn w:val="Standaard"/>
    <w:link w:val="DocumentstructuurChar"/>
    <w:uiPriority w:val="99"/>
    <w:semiHidden/>
    <w:rsid w:val="003F66CE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F35AD3"/>
    <w:rPr>
      <w:sz w:val="0"/>
      <w:szCs w:val="0"/>
    </w:rPr>
  </w:style>
  <w:style w:type="paragraph" w:styleId="Plattetekst3">
    <w:name w:val="Body Text 3"/>
    <w:basedOn w:val="Standaard"/>
    <w:link w:val="Plattetekst3Char"/>
    <w:uiPriority w:val="99"/>
    <w:rsid w:val="003F66CE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F35AD3"/>
    <w:rPr>
      <w:rFonts w:ascii="Arial" w:hAnsi="Arial"/>
      <w:sz w:val="16"/>
      <w:szCs w:val="16"/>
    </w:rPr>
  </w:style>
  <w:style w:type="paragraph" w:styleId="Plattetekstinspringen">
    <w:name w:val="Body Text Indent"/>
    <w:basedOn w:val="Standaard"/>
    <w:link w:val="PlattetekstinspringenChar"/>
    <w:uiPriority w:val="99"/>
    <w:rsid w:val="003F66CE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F35AD3"/>
    <w:rPr>
      <w:rFonts w:ascii="Arial" w:hAnsi="Arial"/>
      <w:sz w:val="20"/>
      <w:szCs w:val="20"/>
    </w:rPr>
  </w:style>
  <w:style w:type="character" w:styleId="Hyperlink">
    <w:name w:val="Hyperlink"/>
    <w:basedOn w:val="Standaardalinea-lettertype"/>
    <w:uiPriority w:val="99"/>
    <w:rsid w:val="003F66CE"/>
    <w:rPr>
      <w:rFonts w:cs="Times New Roman"/>
      <w:color w:val="0000FF"/>
      <w:u w:val="single"/>
    </w:rPr>
  </w:style>
  <w:style w:type="paragraph" w:styleId="Plattetekstinspringen2">
    <w:name w:val="Body Text Indent 2"/>
    <w:basedOn w:val="Standaard"/>
    <w:link w:val="Plattetekstinspringen2Char"/>
    <w:uiPriority w:val="99"/>
    <w:rsid w:val="003F66CE"/>
    <w:pPr>
      <w:ind w:left="284" w:hanging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F35AD3"/>
    <w:rPr>
      <w:rFonts w:ascii="Arial" w:hAnsi="Arial"/>
      <w:sz w:val="20"/>
      <w:szCs w:val="20"/>
    </w:rPr>
  </w:style>
  <w:style w:type="paragraph" w:customStyle="1" w:styleId="opsomming">
    <w:name w:val="opsomming"/>
    <w:basedOn w:val="Standaard"/>
    <w:uiPriority w:val="99"/>
    <w:rsid w:val="003F66CE"/>
  </w:style>
  <w:style w:type="paragraph" w:customStyle="1" w:styleId="bundelsoort">
    <w:name w:val="bundelsoort"/>
    <w:basedOn w:val="Kop4"/>
    <w:uiPriority w:val="99"/>
    <w:rsid w:val="003F66CE"/>
    <w:rPr>
      <w:b w:val="0"/>
      <w:i/>
      <w:sz w:val="32"/>
      <w:lang w:val="nl-NL"/>
    </w:rPr>
  </w:style>
  <w:style w:type="paragraph" w:customStyle="1" w:styleId="bundeltitel">
    <w:name w:val="bundeltitel"/>
    <w:basedOn w:val="Standaard"/>
    <w:uiPriority w:val="99"/>
    <w:rsid w:val="003F66CE"/>
    <w:rPr>
      <w:b/>
      <w:sz w:val="48"/>
    </w:rPr>
  </w:style>
  <w:style w:type="paragraph" w:customStyle="1" w:styleId="inhoud">
    <w:name w:val="inhoud"/>
    <w:basedOn w:val="Kop4"/>
    <w:uiPriority w:val="99"/>
    <w:rsid w:val="003F66CE"/>
    <w:pPr>
      <w:tabs>
        <w:tab w:val="right" w:pos="5670"/>
        <w:tab w:val="left" w:pos="7088"/>
      </w:tabs>
    </w:pPr>
    <w:rPr>
      <w:b w:val="0"/>
      <w:sz w:val="20"/>
      <w:lang w:val="nl-NL"/>
    </w:rPr>
  </w:style>
  <w:style w:type="paragraph" w:customStyle="1" w:styleId="s">
    <w:name w:val="s"/>
    <w:basedOn w:val="Standaard"/>
    <w:uiPriority w:val="99"/>
    <w:rsid w:val="003F66CE"/>
  </w:style>
  <w:style w:type="character" w:styleId="Verwijzingopmerking">
    <w:name w:val="annotation reference"/>
    <w:basedOn w:val="Standaardalinea-lettertype"/>
    <w:uiPriority w:val="99"/>
    <w:semiHidden/>
    <w:rsid w:val="003F66CE"/>
    <w:rPr>
      <w:rFonts w:cs="Times New Roman"/>
      <w:sz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F66CE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35AD3"/>
    <w:rPr>
      <w:rFonts w:ascii="Arial" w:hAnsi="Arial"/>
      <w:sz w:val="20"/>
      <w:szCs w:val="20"/>
    </w:rPr>
  </w:style>
  <w:style w:type="table" w:styleId="Tabelraster">
    <w:name w:val="Table Grid"/>
    <w:basedOn w:val="Standaardtabel"/>
    <w:uiPriority w:val="99"/>
    <w:rsid w:val="00C623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rsid w:val="001002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locked/>
    <w:rsid w:val="0010021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99"/>
    <w:qFormat/>
    <w:rsid w:val="00100215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A278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na.nl/hst/z12n09a/zonna.nsf/0/AA2530D494801722C12577D90050533C?opendocu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ek\LOCALS~1\Temp\XPgrpwise\sjabloon%20Boxtel%20Projectbundel%2030-06-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sjabloon Boxtel Projectbundel 30-06-10.dot</Template>
  <TotalTime>0</TotalTime>
  <Pages>1</Pages>
  <Words>1552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Trainersinstructie origineel</vt:lpstr>
    </vt:vector>
  </TitlesOfParts>
  <Company>Helicon Opleidingen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Trainersinstructie origineel</dc:title>
  <dc:subject/>
  <dc:creator>hek</dc:creator>
  <cp:keywords/>
  <dc:description/>
  <cp:lastModifiedBy>Anno Brandsma</cp:lastModifiedBy>
  <cp:revision>3</cp:revision>
  <cp:lastPrinted>2011-05-12T11:46:00Z</cp:lastPrinted>
  <dcterms:created xsi:type="dcterms:W3CDTF">2017-05-16T11:45:00Z</dcterms:created>
  <dcterms:modified xsi:type="dcterms:W3CDTF">2017-05-16T11:45:00Z</dcterms:modified>
</cp:coreProperties>
</file>