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Goede morgen Henry,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Naar aanleiding van onderstaande heb ik in je versie gekeken.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 xml:space="preserve">Er is een instelling niet goed. 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Ik heb het bij jouw aangepast en het werkt weer zoals het hoort.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Omdat deze instelling bij alle huidige studenten ook doorlopen moet worden zal ik even aangeven wat je moet wijzigen bij hun.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Ga onder &lt; onderhoud &gt; naar &lt; instellingen &gt;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Kies hier op &lt; systeeminstellingen &gt;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Nu gaat het om de instelling op regel GG015</w:t>
      </w:r>
    </w:p>
    <w:p w:rsidR="004E128D" w:rsidRPr="004E128D" w:rsidRDefault="004E128D" w:rsidP="004E12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467475" cy="2990850"/>
            <wp:effectExtent l="0" t="0" r="9525" b="0"/>
            <wp:docPr id="1" name="Afbeelding 1" descr="C:\Users\hso\AppData\Local\Temp\XPgrpwise\549207D0Do_Helmondmh10013134721634F1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C:\Users\hso\AppData\Local\Temp\XPgrpwise\549207D0Do_Helmondmh10013134721634F1\IMAGE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Klik op het wijzig icoon vooraan in de regel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 xml:space="preserve">Je ziet hier een 1 staan ( </w:t>
      </w:r>
      <w:proofErr w:type="spellStart"/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ipv</w:t>
      </w:r>
      <w:proofErr w:type="spellEnd"/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 xml:space="preserve"> 1| BTW hoog)  Bij jou is dit nu al goed.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Klik in het gele veld en kies nu voor 1|BTW hoog.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Sla de instelling op.</w:t>
      </w:r>
    </w:p>
    <w:p w:rsidR="004E128D" w:rsidRPr="004E128D" w:rsidRDefault="004E128D" w:rsidP="004E128D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-</w:t>
      </w:r>
      <w:r w:rsidRPr="004E128D">
        <w:rPr>
          <w:rFonts w:ascii="Times New Roman" w:eastAsia="Times New Roman" w:hAnsi="Times New Roman" w:cs="Times New Roman"/>
          <w:color w:val="1F497D"/>
          <w:sz w:val="14"/>
          <w:szCs w:val="14"/>
          <w:lang w:eastAsia="nl-NL"/>
        </w:rPr>
        <w:t xml:space="preserve">          </w:t>
      </w: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Ga vervolgens onder &lt; project &gt; &lt; standaardwerkpakket &gt; &lt; arbeid &gt; en kies hier eerst een andere code en daarna weer 1|btw hoog.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Daarna is het weer zoals het hoort.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 xml:space="preserve">Er is een aanpassing voor gemaakt, maar dat geldt pas weer voor nieuwe studenten. 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NB! de reden dat het “huisje” niks doet, is dat je al op de startpagina stond. Daar kom je normaal gesproken als je op het huisje klikt.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In vertrouwen je hiermee voldoende te hebben geïnformeerd.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Zijn er nog vragen dan horen we het wel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Met vriendelijke groet,</w:t>
      </w:r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 xml:space="preserve">Karin </w:t>
      </w:r>
      <w:proofErr w:type="spellStart"/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>Verbaanderd</w:t>
      </w:r>
      <w:proofErr w:type="spellEnd"/>
    </w:p>
    <w:p w:rsidR="004E128D" w:rsidRPr="004E128D" w:rsidRDefault="004E128D" w:rsidP="004E1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128D">
        <w:rPr>
          <w:rFonts w:ascii="Calibri" w:eastAsia="Times New Roman" w:hAnsi="Calibri" w:cs="Times New Roman"/>
          <w:color w:val="1F497D"/>
          <w:sz w:val="22"/>
          <w:lang w:eastAsia="nl-NL"/>
        </w:rPr>
        <w:t xml:space="preserve">Servicedesk Infogroen Software 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8D"/>
    <w:rsid w:val="002D2448"/>
    <w:rsid w:val="004E128D"/>
    <w:rsid w:val="009F6B95"/>
    <w:rsid w:val="00A15873"/>
    <w:rsid w:val="00A601A1"/>
    <w:rsid w:val="00B8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F4619-5C7A-43A1-9A0B-7E8D6EFD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4E128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7C537FA1.dotm</Template>
  <TotalTime>3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2014-12-18T07:20:00Z</dcterms:created>
  <dcterms:modified xsi:type="dcterms:W3CDTF">2014-12-18T07:22:00Z</dcterms:modified>
</cp:coreProperties>
</file>