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E05" w:rsidRPr="007975CB" w:rsidRDefault="004A1A04">
      <w:pPr>
        <w:pBdr>
          <w:bottom w:val="single" w:sz="6" w:space="1" w:color="auto"/>
        </w:pBdr>
        <w:rPr>
          <w:b/>
        </w:rPr>
      </w:pPr>
      <w:r>
        <w:rPr>
          <w:b/>
        </w:rPr>
        <w:t>Rekenen 3</w:t>
      </w:r>
      <w:r w:rsidR="0010136D" w:rsidRPr="007975CB">
        <w:rPr>
          <w:b/>
        </w:rPr>
        <w:t xml:space="preserve">F: </w:t>
      </w:r>
      <w:r w:rsidR="003A4F5F">
        <w:rPr>
          <w:b/>
        </w:rPr>
        <w:t>Meten en meetkunde</w:t>
      </w:r>
      <w:r w:rsidR="00795AD5">
        <w:rPr>
          <w:b/>
        </w:rPr>
        <w:t>: Lengte</w:t>
      </w:r>
      <w:r w:rsidR="0096075F">
        <w:rPr>
          <w:b/>
        </w:rPr>
        <w:t xml:space="preserve">, oppervlakte, </w:t>
      </w:r>
      <w:r w:rsidR="00653898">
        <w:rPr>
          <w:b/>
        </w:rPr>
        <w:t>inhoud</w:t>
      </w:r>
      <w:r w:rsidR="0096075F">
        <w:rPr>
          <w:b/>
        </w:rPr>
        <w:t>, gewicht</w:t>
      </w:r>
    </w:p>
    <w:p w:rsidR="007B1804" w:rsidRDefault="0010136D" w:rsidP="009E4CD7">
      <w:r w:rsidRPr="007975CB">
        <w:rPr>
          <w:b/>
        </w:rPr>
        <w:t>Starter</w:t>
      </w:r>
      <w:r w:rsidR="00140968">
        <w:t xml:space="preserve">: </w:t>
      </w:r>
      <w:hyperlink r:id="rId7" w:anchor="hl=nl&amp;site=imghp&amp;tbm=isch&amp;sa=1&amp;q=inhoud+kubieke+meter&amp;oq=inhoud+kubie&amp;gs_l=img.1.0.0i24l2.14478.22441.8.24553.23.13.4.2.2.4.159.968.11j2.13.0...0.0...1c.1.5.img.3Q5x1SmfCWk&amp;bav=on.2,or.r_qf.&amp;bvm=bv.43287494,d.d2k&amp;fp=f7fd0124f8cd2bea&amp;biw=1280&amp;bih=906" w:history="1">
        <w:r w:rsidR="009E4CD7" w:rsidRPr="00F87E12">
          <w:rPr>
            <w:rStyle w:val="Hyperlink"/>
          </w:rPr>
          <w:t>http://www.google.nl/search?hl=nl&amp;site=imghp&amp;tbm=isch&amp;source=hp&amp;biw=1280&amp;bih=906&amp;q=inhoudsmaten&amp;oq=inhoud&amp;gs_l=img.1.4.0l10.1502.2819.0.8680.6.4.0.2.2.0.87.326.4.4.0...0.0...1ac.1.5.img.DFUeuNKTDuw#hl=nl&amp;site=imghp&amp;tbm=isch&amp;sa=1&amp;q=inhoud+kubieke+meter&amp;oq=inhoud+kubie&amp;gs_l=img.1.0.0i24l2.14478.22441.8.24553.23.13.4.2.2.4.159.968.11j2.13.0...0.0...1c.1.5.img.3Q5x1SmfCWk&amp;bav=on.2,or.r_qf.&amp;bvm=bv.43287494,d.d2k&amp;fp=f7fd0124f8cd2bea&amp;biw=1280&amp;bih=906</w:t>
        </w:r>
      </w:hyperlink>
    </w:p>
    <w:p w:rsidR="00547D2A" w:rsidRDefault="00547D2A">
      <w:pPr>
        <w:pBdr>
          <w:bottom w:val="single" w:sz="6" w:space="1" w:color="auto"/>
        </w:pBdr>
      </w:pPr>
    </w:p>
    <w:p w:rsidR="0006673F" w:rsidRDefault="000A4F66">
      <w:r>
        <w:rPr>
          <w:b/>
        </w:rPr>
        <w:t>Instructie metriek stelsel</w:t>
      </w:r>
    </w:p>
    <w:p w:rsidR="001C0A08" w:rsidRDefault="00653898" w:rsidP="00653898">
      <w:pPr>
        <w:tabs>
          <w:tab w:val="left" w:pos="5387"/>
        </w:tabs>
        <w:spacing w:after="0"/>
      </w:pPr>
      <w:r>
        <w:t>Boek Deviant 3</w:t>
      </w:r>
      <w:r w:rsidRPr="00653898">
        <w:t>F</w:t>
      </w:r>
      <w:r w:rsidR="003B119E">
        <w:t xml:space="preserve"> deel B 2013 Derde druk </w:t>
      </w:r>
      <w:r w:rsidRPr="00653898">
        <w:t xml:space="preserve">: </w:t>
      </w:r>
    </w:p>
    <w:p w:rsidR="001C0A08" w:rsidRDefault="007E4CD0" w:rsidP="00653898">
      <w:pPr>
        <w:tabs>
          <w:tab w:val="left" w:pos="5387"/>
        </w:tabs>
        <w:spacing w:after="0"/>
      </w:pPr>
      <w:r>
        <w:t>Rekenen met eenheden</w:t>
      </w:r>
      <w:r w:rsidR="008503F3">
        <w:t xml:space="preserve">: </w:t>
      </w:r>
      <w:r w:rsidR="003B119E">
        <w:t>hoofdstuk 8</w:t>
      </w:r>
      <w:r w:rsidR="008503F3">
        <w:t xml:space="preserve"> Theorie 1, 2,</w:t>
      </w:r>
      <w:r w:rsidR="00220524">
        <w:t xml:space="preserve"> 3,</w:t>
      </w:r>
    </w:p>
    <w:p w:rsidR="00653898" w:rsidRDefault="00DF1B61" w:rsidP="00653898">
      <w:pPr>
        <w:tabs>
          <w:tab w:val="left" w:pos="5387"/>
        </w:tabs>
        <w:spacing w:after="0"/>
      </w:pPr>
      <w:r>
        <w:t>Leng</w:t>
      </w:r>
      <w:r w:rsidR="00B0507F">
        <w:t>te</w:t>
      </w:r>
      <w:r w:rsidR="00BB7F25">
        <w:t>:</w:t>
      </w:r>
      <w:r w:rsidR="00653898">
        <w:t xml:space="preserve"> </w:t>
      </w:r>
      <w:r w:rsidR="00E02078">
        <w:t xml:space="preserve">hoofdstuk </w:t>
      </w:r>
      <w:r w:rsidR="00B0507F">
        <w:t>9.1</w:t>
      </w:r>
      <w:r w:rsidR="00E42295">
        <w:t xml:space="preserve"> Theorie 1,2</w:t>
      </w:r>
    </w:p>
    <w:p w:rsidR="00653898" w:rsidRDefault="00B0507F" w:rsidP="00653898">
      <w:pPr>
        <w:tabs>
          <w:tab w:val="left" w:pos="5387"/>
        </w:tabs>
        <w:spacing w:after="0"/>
      </w:pPr>
      <w:r>
        <w:t>Oppervlakte: hoofdstuk 9.2</w:t>
      </w:r>
      <w:r w:rsidR="00E42295">
        <w:t xml:space="preserve"> Theorie 3, 4, 5 </w:t>
      </w:r>
    </w:p>
    <w:p w:rsidR="00E42295" w:rsidRDefault="00E42295" w:rsidP="00653898">
      <w:pPr>
        <w:tabs>
          <w:tab w:val="left" w:pos="5387"/>
        </w:tabs>
        <w:spacing w:after="0"/>
      </w:pPr>
      <w:r>
        <w:t>Driedimensionale figuren: hoofdstuk 10.1 Theorie 1, 2</w:t>
      </w:r>
    </w:p>
    <w:p w:rsidR="00E42295" w:rsidRDefault="00B0507F" w:rsidP="00653898">
      <w:pPr>
        <w:tabs>
          <w:tab w:val="left" w:pos="5387"/>
        </w:tabs>
        <w:spacing w:after="0"/>
      </w:pPr>
      <w:r>
        <w:t xml:space="preserve">Inhoud: hoofdstuk </w:t>
      </w:r>
      <w:r w:rsidR="00E42295">
        <w:t>10.2 Theorie 3, 4</w:t>
      </w:r>
    </w:p>
    <w:p w:rsidR="00B0507F" w:rsidRDefault="00E42295" w:rsidP="00653898">
      <w:pPr>
        <w:tabs>
          <w:tab w:val="left" w:pos="5387"/>
        </w:tabs>
        <w:spacing w:after="0"/>
      </w:pPr>
      <w:r>
        <w:t>Toegepast rekenen: hoofdstuk 10.3 Theorie 5</w:t>
      </w:r>
    </w:p>
    <w:p w:rsidR="0096075F" w:rsidRDefault="0096075F" w:rsidP="00653898">
      <w:pPr>
        <w:tabs>
          <w:tab w:val="left" w:pos="5387"/>
        </w:tabs>
        <w:spacing w:after="0"/>
      </w:pPr>
      <w:r>
        <w:t>Gewicht: hoofdstuk 8.1</w:t>
      </w:r>
      <w:r w:rsidR="00E42295">
        <w:t xml:space="preserve"> Theorie 2</w:t>
      </w:r>
    </w:p>
    <w:p w:rsidR="00F87E12" w:rsidRDefault="00F87E12" w:rsidP="00653898">
      <w:pPr>
        <w:tabs>
          <w:tab w:val="left" w:pos="5387"/>
        </w:tabs>
        <w:spacing w:after="0"/>
      </w:pPr>
    </w:p>
    <w:p w:rsidR="00B0507F" w:rsidRDefault="00EF01ED" w:rsidP="00653898">
      <w:pPr>
        <w:tabs>
          <w:tab w:val="left" w:pos="5387"/>
        </w:tabs>
        <w:spacing w:after="0"/>
      </w:pPr>
      <w:hyperlink r:id="rId8" w:history="1">
        <w:r w:rsidR="00F87E12" w:rsidRPr="0071362E">
          <w:rPr>
            <w:rStyle w:val="Hyperlink"/>
          </w:rPr>
          <w:t>http://www.dr-aart.nl/Meetkunde-eenheden-omrekenen.html</w:t>
        </w:r>
      </w:hyperlink>
    </w:p>
    <w:p w:rsidR="00A1405E" w:rsidRDefault="00A1405E" w:rsidP="00653898">
      <w:pPr>
        <w:tabs>
          <w:tab w:val="left" w:pos="5387"/>
        </w:tabs>
        <w:spacing w:after="0"/>
      </w:pPr>
    </w:p>
    <w:p w:rsidR="00A1405E" w:rsidRDefault="00EF01ED" w:rsidP="00653898">
      <w:pPr>
        <w:tabs>
          <w:tab w:val="left" w:pos="5387"/>
        </w:tabs>
        <w:spacing w:after="0"/>
      </w:pPr>
      <w:hyperlink r:id="rId9" w:history="1">
        <w:r w:rsidR="00EB68DB" w:rsidRPr="0071362E">
          <w:rPr>
            <w:rStyle w:val="Hyperlink"/>
          </w:rPr>
          <w:t>http://www.dr-aart.nl/Meetkunde-vierhoeken.html</w:t>
        </w:r>
      </w:hyperlink>
    </w:p>
    <w:p w:rsidR="00EB68DB" w:rsidRDefault="00EB68DB" w:rsidP="00653898">
      <w:pPr>
        <w:tabs>
          <w:tab w:val="left" w:pos="5387"/>
        </w:tabs>
        <w:spacing w:after="0"/>
      </w:pPr>
    </w:p>
    <w:p w:rsidR="00653898" w:rsidRDefault="00EB68DB" w:rsidP="00653898">
      <w:pPr>
        <w:pBdr>
          <w:bottom w:val="single" w:sz="6" w:space="3" w:color="auto"/>
        </w:pBdr>
        <w:tabs>
          <w:tab w:val="left" w:pos="5387"/>
        </w:tabs>
        <w:rPr>
          <w:color w:val="0000FF" w:themeColor="hyperlink"/>
          <w:u w:val="single"/>
        </w:rPr>
      </w:pPr>
      <w:r w:rsidRPr="00EB68DB">
        <w:rPr>
          <w:color w:val="0000FF" w:themeColor="hyperlink"/>
          <w:u w:val="single"/>
        </w:rPr>
        <w:t>http://www.dr-aart.nl/Meetkunde-ruimtefiguren.html</w:t>
      </w:r>
    </w:p>
    <w:p w:rsidR="00EB68DB" w:rsidRDefault="00EB68DB" w:rsidP="00653898">
      <w:pPr>
        <w:pBdr>
          <w:bottom w:val="single" w:sz="6" w:space="3" w:color="auto"/>
        </w:pBdr>
        <w:tabs>
          <w:tab w:val="left" w:pos="5387"/>
        </w:tabs>
        <w:rPr>
          <w:color w:val="0000FF" w:themeColor="hyperlink"/>
          <w:u w:val="single"/>
        </w:rPr>
      </w:pPr>
    </w:p>
    <w:p w:rsidR="00EB68DB" w:rsidRPr="00D87664" w:rsidRDefault="00EB68DB" w:rsidP="00653898">
      <w:pPr>
        <w:pBdr>
          <w:bottom w:val="single" w:sz="6" w:space="3" w:color="auto"/>
        </w:pBdr>
        <w:tabs>
          <w:tab w:val="left" w:pos="5387"/>
        </w:tabs>
        <w:rPr>
          <w:color w:val="0000FF" w:themeColor="hyperlink"/>
          <w:u w:val="single"/>
        </w:rPr>
        <w:sectPr w:rsidR="00EB68DB" w:rsidRPr="00D8766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A232B" w:rsidRDefault="00EA232B" w:rsidP="00A26EB9">
      <w:pPr>
        <w:tabs>
          <w:tab w:val="left" w:pos="5387"/>
        </w:tabs>
        <w:spacing w:after="0"/>
      </w:pPr>
      <w:r w:rsidRPr="007975CB">
        <w:rPr>
          <w:b/>
        </w:rPr>
        <w:lastRenderedPageBreak/>
        <w:t>Oefeningen boek</w:t>
      </w:r>
      <w:r w:rsidR="00796F6B">
        <w:t xml:space="preserve"> </w:t>
      </w:r>
      <w:r>
        <w:t>Deviant</w:t>
      </w:r>
      <w:r w:rsidR="00796F6B">
        <w:t xml:space="preserve"> 3F deel B</w:t>
      </w:r>
      <w:r>
        <w:t>:</w:t>
      </w:r>
    </w:p>
    <w:p w:rsidR="00B6483A" w:rsidRDefault="00516B90" w:rsidP="00A26EB9">
      <w:pPr>
        <w:tabs>
          <w:tab w:val="left" w:pos="5387"/>
        </w:tabs>
        <w:spacing w:after="0"/>
      </w:pPr>
      <w:r>
        <w:t>H8.1</w:t>
      </w:r>
      <w:r w:rsidR="00DD0F64">
        <w:t xml:space="preserve"> </w:t>
      </w:r>
      <w:r>
        <w:t xml:space="preserve"> Rekenen met eenheden</w:t>
      </w:r>
    </w:p>
    <w:p w:rsidR="002A5333" w:rsidRDefault="00516B90" w:rsidP="00A26EB9">
      <w:pPr>
        <w:tabs>
          <w:tab w:val="left" w:pos="5387"/>
        </w:tabs>
        <w:spacing w:after="0"/>
      </w:pPr>
      <w:r>
        <w:t>H8.2</w:t>
      </w:r>
      <w:r w:rsidR="00DD0F64">
        <w:t xml:space="preserve"> </w:t>
      </w:r>
      <w:r>
        <w:t xml:space="preserve"> Toegepast rekenen</w:t>
      </w:r>
    </w:p>
    <w:p w:rsidR="00516B90" w:rsidRDefault="00516B90" w:rsidP="00A26EB9">
      <w:pPr>
        <w:tabs>
          <w:tab w:val="left" w:pos="5387"/>
        </w:tabs>
        <w:spacing w:after="0"/>
      </w:pPr>
      <w:r>
        <w:t xml:space="preserve">        </w:t>
      </w:r>
      <w:r w:rsidR="00DD0F64">
        <w:t xml:space="preserve"> </w:t>
      </w:r>
      <w:r>
        <w:t xml:space="preserve"> </w:t>
      </w:r>
      <w:r w:rsidR="00DD0F64">
        <w:t xml:space="preserve"> </w:t>
      </w:r>
      <w:proofErr w:type="spellStart"/>
      <w:r>
        <w:t>Zelftest</w:t>
      </w:r>
      <w:proofErr w:type="spellEnd"/>
    </w:p>
    <w:p w:rsidR="00CC7469" w:rsidRDefault="00516B90" w:rsidP="00A26EB9">
      <w:pPr>
        <w:tabs>
          <w:tab w:val="left" w:pos="5387"/>
        </w:tabs>
        <w:spacing w:after="0"/>
      </w:pPr>
      <w:r>
        <w:t xml:space="preserve">H9.1 </w:t>
      </w:r>
      <w:r w:rsidR="00DD0F64">
        <w:t xml:space="preserve"> </w:t>
      </w:r>
      <w:r>
        <w:t>Tweedimensionale figuren</w:t>
      </w:r>
    </w:p>
    <w:p w:rsidR="009C7860" w:rsidRDefault="00516B90" w:rsidP="00A26EB9">
      <w:pPr>
        <w:tabs>
          <w:tab w:val="left" w:pos="5387"/>
        </w:tabs>
        <w:spacing w:after="0"/>
      </w:pPr>
      <w:r>
        <w:t xml:space="preserve">H9.2 </w:t>
      </w:r>
      <w:r w:rsidR="00DD0F64">
        <w:t xml:space="preserve"> </w:t>
      </w:r>
      <w:r>
        <w:t>Oppervlakte</w:t>
      </w:r>
    </w:p>
    <w:p w:rsidR="001E1280" w:rsidRDefault="00516B90" w:rsidP="00A26EB9">
      <w:pPr>
        <w:tabs>
          <w:tab w:val="left" w:pos="5387"/>
        </w:tabs>
        <w:spacing w:after="0"/>
      </w:pPr>
      <w:r>
        <w:t xml:space="preserve">H9.3 </w:t>
      </w:r>
      <w:r w:rsidR="00DD0F64">
        <w:t xml:space="preserve"> </w:t>
      </w:r>
      <w:r>
        <w:t>Toegepast rekenen</w:t>
      </w:r>
    </w:p>
    <w:p w:rsidR="00516B90" w:rsidRDefault="00516B90" w:rsidP="00A26EB9">
      <w:pPr>
        <w:tabs>
          <w:tab w:val="left" w:pos="5387"/>
        </w:tabs>
        <w:spacing w:after="0"/>
      </w:pPr>
      <w:r>
        <w:t xml:space="preserve">         </w:t>
      </w:r>
      <w:r w:rsidR="00DD0F64">
        <w:t xml:space="preserve">  </w:t>
      </w:r>
      <w:proofErr w:type="spellStart"/>
      <w:r>
        <w:t>Zelftest</w:t>
      </w:r>
      <w:proofErr w:type="spellEnd"/>
    </w:p>
    <w:p w:rsidR="00C77DF0" w:rsidRDefault="00C77DF0" w:rsidP="00A26EB9">
      <w:pPr>
        <w:tabs>
          <w:tab w:val="left" w:pos="5387"/>
        </w:tabs>
        <w:spacing w:after="0"/>
      </w:pPr>
      <w:r>
        <w:t>H10.1 Driedimensionale figuren</w:t>
      </w:r>
    </w:p>
    <w:p w:rsidR="00C77DF0" w:rsidRDefault="00C77DF0" w:rsidP="00A26EB9">
      <w:pPr>
        <w:tabs>
          <w:tab w:val="left" w:pos="5387"/>
        </w:tabs>
        <w:spacing w:after="0"/>
      </w:pPr>
      <w:r>
        <w:t>H10.2 Inhoud</w:t>
      </w:r>
    </w:p>
    <w:p w:rsidR="00C77DF0" w:rsidRDefault="00C77DF0" w:rsidP="00A26EB9">
      <w:pPr>
        <w:tabs>
          <w:tab w:val="left" w:pos="5387"/>
        </w:tabs>
        <w:spacing w:after="0"/>
      </w:pPr>
      <w:r>
        <w:t>H10.3 Toegepast rekenen</w:t>
      </w:r>
    </w:p>
    <w:p w:rsidR="00C77DF0" w:rsidRDefault="00C77DF0" w:rsidP="00A26EB9">
      <w:pPr>
        <w:tabs>
          <w:tab w:val="left" w:pos="5387"/>
        </w:tabs>
        <w:spacing w:after="0"/>
      </w:pPr>
      <w:r>
        <w:t xml:space="preserve">           </w:t>
      </w:r>
      <w:r w:rsidR="00DD0F64">
        <w:t xml:space="preserve"> </w:t>
      </w:r>
      <w:proofErr w:type="spellStart"/>
      <w:r>
        <w:t>Zelftest</w:t>
      </w:r>
      <w:proofErr w:type="spellEnd"/>
    </w:p>
    <w:p w:rsidR="003F6DE6" w:rsidRDefault="001D759F" w:rsidP="00A26EB9">
      <w:pPr>
        <w:tabs>
          <w:tab w:val="left" w:pos="5387"/>
        </w:tabs>
        <w:spacing w:after="0"/>
      </w:pPr>
      <w:r>
        <w:br w:type="column"/>
      </w:r>
      <w:r w:rsidRPr="007975CB">
        <w:rPr>
          <w:b/>
        </w:rPr>
        <w:lastRenderedPageBreak/>
        <w:t>Oefeningen Studiemeter</w:t>
      </w:r>
      <w:r w:rsidR="002B52BF" w:rsidRPr="002B52BF">
        <w:t xml:space="preserve"> Niveau SR 3F –mbo (oranje</w:t>
      </w:r>
      <w:r w:rsidR="00E173AF">
        <w:t xml:space="preserve"> leerw</w:t>
      </w:r>
      <w:r w:rsidR="004361D3">
        <w:t>erkboek</w:t>
      </w:r>
      <w:r w:rsidR="002B52BF" w:rsidRPr="002B52BF">
        <w:t>)</w:t>
      </w:r>
    </w:p>
    <w:p w:rsidR="00C47D27" w:rsidRPr="002B52BF" w:rsidRDefault="00C47D27" w:rsidP="00B6483A">
      <w:pPr>
        <w:tabs>
          <w:tab w:val="left" w:pos="5387"/>
        </w:tabs>
        <w:spacing w:after="0"/>
      </w:pPr>
      <w:r w:rsidRPr="002B52BF">
        <w:t xml:space="preserve">Domein 3 meten en meetkunde, oefeningen </w:t>
      </w:r>
      <w:r w:rsidR="002A5333" w:rsidRPr="002B52BF">
        <w:t>Meetkunde</w:t>
      </w:r>
      <w:r w:rsidR="00B6483A" w:rsidRPr="002B52BF">
        <w:t>:</w:t>
      </w:r>
    </w:p>
    <w:p w:rsidR="00B6483A" w:rsidRPr="002B52BF" w:rsidRDefault="002A5333" w:rsidP="002A5333">
      <w:pPr>
        <w:pStyle w:val="Lijstalinea"/>
        <w:numPr>
          <w:ilvl w:val="0"/>
          <w:numId w:val="2"/>
        </w:numPr>
        <w:tabs>
          <w:tab w:val="left" w:pos="5387"/>
        </w:tabs>
        <w:spacing w:after="0"/>
      </w:pPr>
      <w:r w:rsidRPr="002B52BF">
        <w:t>Rekenen met rechthoekige vormen 1</w:t>
      </w:r>
    </w:p>
    <w:p w:rsidR="002A5333" w:rsidRPr="002B52BF" w:rsidRDefault="002A5333" w:rsidP="002A5333">
      <w:pPr>
        <w:pStyle w:val="Lijstalinea"/>
        <w:numPr>
          <w:ilvl w:val="0"/>
          <w:numId w:val="2"/>
        </w:numPr>
        <w:tabs>
          <w:tab w:val="left" w:pos="5387"/>
        </w:tabs>
        <w:spacing w:after="0"/>
      </w:pPr>
      <w:r w:rsidRPr="002B52BF">
        <w:t>Rekenen met rechthoekige vormen 2</w:t>
      </w:r>
    </w:p>
    <w:p w:rsidR="002A5333" w:rsidRPr="002B52BF" w:rsidRDefault="002A5333" w:rsidP="002A5333">
      <w:pPr>
        <w:pStyle w:val="Lijstalinea"/>
        <w:numPr>
          <w:ilvl w:val="0"/>
          <w:numId w:val="2"/>
        </w:numPr>
        <w:tabs>
          <w:tab w:val="left" w:pos="5387"/>
        </w:tabs>
        <w:spacing w:after="0"/>
      </w:pPr>
      <w:r w:rsidRPr="002B52BF">
        <w:t>Vergroten en verkleinen</w:t>
      </w:r>
    </w:p>
    <w:p w:rsidR="002A5333" w:rsidRPr="002B52BF" w:rsidRDefault="002A5333" w:rsidP="00672250">
      <w:pPr>
        <w:pStyle w:val="Lijstalinea"/>
        <w:numPr>
          <w:ilvl w:val="0"/>
          <w:numId w:val="2"/>
        </w:numPr>
        <w:tabs>
          <w:tab w:val="left" w:pos="5387"/>
        </w:tabs>
        <w:spacing w:after="0"/>
      </w:pPr>
      <w:r w:rsidRPr="002B52BF">
        <w:t>Rekenen met driehoeken</w:t>
      </w:r>
    </w:p>
    <w:p w:rsidR="002B52BF" w:rsidRDefault="002B52BF" w:rsidP="003B680B">
      <w:pPr>
        <w:tabs>
          <w:tab w:val="left" w:pos="5387"/>
        </w:tabs>
        <w:spacing w:after="0"/>
        <w:rPr>
          <w:highlight w:val="yellow"/>
        </w:rPr>
      </w:pPr>
    </w:p>
    <w:p w:rsidR="003B680B" w:rsidRPr="005E4651" w:rsidRDefault="003B680B" w:rsidP="005E4651">
      <w:pPr>
        <w:tabs>
          <w:tab w:val="left" w:pos="5387"/>
        </w:tabs>
        <w:spacing w:after="0"/>
        <w:rPr>
          <w:highlight w:val="yellow"/>
        </w:rPr>
        <w:sectPr w:rsidR="003B680B" w:rsidRPr="005E4651" w:rsidSect="001D759F">
          <w:type w:val="continuous"/>
          <w:pgSz w:w="11906" w:h="16838"/>
          <w:pgMar w:top="1417" w:right="1417" w:bottom="1417" w:left="1417" w:header="708" w:footer="708" w:gutter="0"/>
          <w:cols w:num="2" w:space="286"/>
          <w:docGrid w:linePitch="360"/>
        </w:sectPr>
      </w:pPr>
    </w:p>
    <w:p w:rsidR="0096075F" w:rsidRDefault="0096075F"/>
    <w:p w:rsidR="00BC0954" w:rsidRDefault="00BC0954" w:rsidP="00726BEC">
      <w:pPr>
        <w:pBdr>
          <w:bottom w:val="single" w:sz="6" w:space="1" w:color="auto"/>
        </w:pBdr>
        <w:tabs>
          <w:tab w:val="left" w:pos="5387"/>
        </w:tabs>
      </w:pPr>
    </w:p>
    <w:p w:rsidR="00985D03" w:rsidRDefault="00985D03" w:rsidP="00726BEC">
      <w:pPr>
        <w:pBdr>
          <w:bottom w:val="single" w:sz="6" w:space="1" w:color="auto"/>
        </w:pBdr>
        <w:tabs>
          <w:tab w:val="left" w:pos="5387"/>
        </w:tabs>
      </w:pPr>
    </w:p>
    <w:p w:rsidR="00985D03" w:rsidRDefault="00726BEC" w:rsidP="00EF01ED">
      <w:pPr>
        <w:pStyle w:val="Lijstalinea"/>
        <w:pBdr>
          <w:bottom w:val="single" w:sz="6" w:space="17" w:color="auto"/>
        </w:pBdr>
        <w:tabs>
          <w:tab w:val="left" w:pos="5387"/>
        </w:tabs>
        <w:ind w:left="0"/>
      </w:pPr>
      <w:r w:rsidRPr="007975CB">
        <w:rPr>
          <w:b/>
        </w:rPr>
        <w:lastRenderedPageBreak/>
        <w:t>Alternatieve opdrachten</w:t>
      </w:r>
      <w:r w:rsidR="00E02078">
        <w:t xml:space="preserve">: </w:t>
      </w:r>
    </w:p>
    <w:p w:rsidR="00985D03" w:rsidRDefault="00985D03" w:rsidP="00EF01ED">
      <w:pPr>
        <w:pStyle w:val="Lijstalinea"/>
        <w:pBdr>
          <w:bottom w:val="single" w:sz="6" w:space="17" w:color="auto"/>
        </w:pBdr>
        <w:tabs>
          <w:tab w:val="left" w:pos="5387"/>
        </w:tabs>
        <w:ind w:left="0"/>
      </w:pPr>
      <w:hyperlink r:id="rId10" w:history="1">
        <w:r w:rsidRPr="00747C77">
          <w:rPr>
            <w:rStyle w:val="Hyperlink"/>
          </w:rPr>
          <w:t>http://www.reken-bijles.nl/rekensom-niveau-3f</w:t>
        </w:r>
        <w:r w:rsidRPr="00747C77">
          <w:rPr>
            <w:rStyle w:val="Hyperlink"/>
          </w:rPr>
          <w:t>/</w:t>
        </w:r>
      </w:hyperlink>
    </w:p>
    <w:p w:rsidR="00985D03" w:rsidRDefault="00985D03" w:rsidP="00EF01ED">
      <w:pPr>
        <w:pStyle w:val="Lijstalinea"/>
        <w:pBdr>
          <w:bottom w:val="single" w:sz="6" w:space="17" w:color="auto"/>
        </w:pBdr>
        <w:tabs>
          <w:tab w:val="left" w:pos="5387"/>
        </w:tabs>
        <w:ind w:left="0"/>
      </w:pPr>
    </w:p>
    <w:p w:rsidR="00726BEC" w:rsidRDefault="00985D03" w:rsidP="00EF01ED">
      <w:pPr>
        <w:pStyle w:val="Lijstalinea"/>
        <w:pBdr>
          <w:bottom w:val="single" w:sz="6" w:space="17" w:color="auto"/>
        </w:pBdr>
        <w:tabs>
          <w:tab w:val="left" w:pos="5387"/>
        </w:tabs>
        <w:ind w:left="0"/>
      </w:pPr>
      <w:hyperlink r:id="rId11" w:history="1">
        <w:r w:rsidRPr="00747C77">
          <w:rPr>
            <w:rStyle w:val="Hyperlink"/>
          </w:rPr>
          <w:t>http://www.reken-bijles.nl/rekensom-grootheden-maten-niveau-3f/</w:t>
        </w:r>
      </w:hyperlink>
      <w:bookmarkStart w:id="0" w:name="_GoBack"/>
      <w:bookmarkEnd w:id="0"/>
    </w:p>
    <w:p w:rsidR="00726BEC" w:rsidRDefault="00726BEC" w:rsidP="00726BEC">
      <w:pPr>
        <w:pStyle w:val="Lijstalinea"/>
        <w:tabs>
          <w:tab w:val="left" w:pos="5387"/>
        </w:tabs>
        <w:ind w:left="0"/>
        <w:rPr>
          <w:b/>
        </w:rPr>
      </w:pPr>
      <w:r w:rsidRPr="007975CB">
        <w:rPr>
          <w:b/>
        </w:rPr>
        <w:t>Verdiepingsstof</w:t>
      </w:r>
    </w:p>
    <w:p w:rsidR="0036379B" w:rsidRDefault="0036379B" w:rsidP="00726BEC">
      <w:pPr>
        <w:pStyle w:val="Lijstalinea"/>
        <w:pBdr>
          <w:bottom w:val="single" w:sz="6" w:space="1" w:color="auto"/>
        </w:pBdr>
        <w:tabs>
          <w:tab w:val="left" w:pos="5387"/>
        </w:tabs>
        <w:ind w:left="0"/>
      </w:pPr>
    </w:p>
    <w:p w:rsidR="00D83A1B" w:rsidRDefault="00985D03" w:rsidP="00726BEC">
      <w:pPr>
        <w:pStyle w:val="Lijstalinea"/>
        <w:pBdr>
          <w:bottom w:val="single" w:sz="6" w:space="1" w:color="auto"/>
        </w:pBdr>
        <w:tabs>
          <w:tab w:val="left" w:pos="5387"/>
        </w:tabs>
        <w:ind w:left="0"/>
      </w:pPr>
      <w:hyperlink r:id="rId12" w:history="1">
        <w:r w:rsidRPr="00747C77">
          <w:rPr>
            <w:rStyle w:val="Hyperlink"/>
          </w:rPr>
          <w:t>http://www.frankdeboosere.be/zonnepanelen/zonnepanelen.php</w:t>
        </w:r>
      </w:hyperlink>
    </w:p>
    <w:p w:rsidR="00985D03" w:rsidRDefault="00985D03" w:rsidP="00726BEC">
      <w:pPr>
        <w:pStyle w:val="Lijstalinea"/>
        <w:pBdr>
          <w:bottom w:val="single" w:sz="6" w:space="1" w:color="auto"/>
        </w:pBdr>
        <w:tabs>
          <w:tab w:val="left" w:pos="5387"/>
        </w:tabs>
        <w:ind w:left="0"/>
      </w:pPr>
    </w:p>
    <w:p w:rsidR="00C81E65" w:rsidRDefault="00C81E65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br w:type="page"/>
      </w:r>
    </w:p>
    <w:p w:rsidR="002122E4" w:rsidRPr="00B341F5" w:rsidRDefault="002122E4" w:rsidP="00002E6A">
      <w:pPr>
        <w:pBdr>
          <w:bottom w:val="single" w:sz="6" w:space="1" w:color="auto"/>
        </w:pBdr>
        <w:rPr>
          <w:rFonts w:cstheme="minorHAnsi"/>
          <w:b/>
          <w:bCs/>
        </w:rPr>
      </w:pPr>
      <w:r w:rsidRPr="00B341F5">
        <w:rPr>
          <w:rFonts w:cstheme="minorHAnsi"/>
          <w:b/>
          <w:bCs/>
        </w:rPr>
        <w:lastRenderedPageBreak/>
        <w:t>Referentiekader 3F:</w:t>
      </w:r>
      <w:r w:rsidRPr="00B341F5">
        <w:rPr>
          <w:rFonts w:cstheme="minorHAnsi"/>
        </w:rPr>
        <w:t xml:space="preserve"> </w:t>
      </w:r>
    </w:p>
    <w:p w:rsidR="002122E4" w:rsidRPr="00B341F5" w:rsidRDefault="002122E4" w:rsidP="002122E4">
      <w:pPr>
        <w:autoSpaceDE w:val="0"/>
        <w:autoSpaceDN w:val="0"/>
        <w:adjustRightInd w:val="0"/>
        <w:spacing w:after="0" w:line="240" w:lineRule="auto"/>
        <w:ind w:left="2127" w:hanging="2127"/>
        <w:rPr>
          <w:rFonts w:cstheme="minorHAnsi"/>
          <w:b/>
          <w:bCs/>
        </w:rPr>
      </w:pPr>
    </w:p>
    <w:p w:rsidR="002122E4" w:rsidRPr="00B341F5" w:rsidRDefault="002122E4" w:rsidP="002122E4">
      <w:pPr>
        <w:autoSpaceDE w:val="0"/>
        <w:autoSpaceDN w:val="0"/>
        <w:adjustRightInd w:val="0"/>
        <w:spacing w:after="0" w:line="240" w:lineRule="auto"/>
        <w:ind w:left="2130" w:hanging="2130"/>
        <w:rPr>
          <w:rFonts w:cstheme="minorHAnsi"/>
          <w:sz w:val="18"/>
          <w:szCs w:val="18"/>
        </w:rPr>
      </w:pPr>
      <w:r w:rsidRPr="00B341F5">
        <w:rPr>
          <w:rFonts w:cstheme="minorHAnsi"/>
          <w:b/>
          <w:bCs/>
        </w:rPr>
        <w:t xml:space="preserve">Paraat hebben:   </w:t>
      </w:r>
      <w:r w:rsidRPr="008E110B">
        <w:rPr>
          <w:rFonts w:ascii="Arial" w:hAnsi="Arial" w:cs="Arial"/>
          <w:b/>
          <w:bCs/>
          <w:sz w:val="16"/>
          <w:szCs w:val="16"/>
        </w:rPr>
        <w:tab/>
      </w:r>
      <w:r w:rsidRPr="00B341F5">
        <w:rPr>
          <w:rFonts w:cstheme="minorHAnsi"/>
          <w:sz w:val="18"/>
          <w:szCs w:val="18"/>
        </w:rPr>
        <w:t>METEN</w:t>
      </w:r>
      <w:r w:rsidRPr="00B341F5">
        <w:rPr>
          <w:rFonts w:cstheme="minorHAnsi"/>
          <w:sz w:val="18"/>
          <w:szCs w:val="18"/>
        </w:rPr>
        <w:tab/>
        <w:t xml:space="preserve">– in bekende situaties notatie, naam (ook voorvoegsels) en betekenis van </w:t>
      </w:r>
    </w:p>
    <w:p w:rsidR="002122E4" w:rsidRPr="00B341F5" w:rsidRDefault="002122E4" w:rsidP="002122E4">
      <w:pPr>
        <w:autoSpaceDE w:val="0"/>
        <w:autoSpaceDN w:val="0"/>
        <w:adjustRightInd w:val="0"/>
        <w:spacing w:after="0" w:line="240" w:lineRule="auto"/>
        <w:ind w:left="2130" w:hanging="2130"/>
        <w:rPr>
          <w:rFonts w:cstheme="minorHAnsi"/>
          <w:sz w:val="18"/>
          <w:szCs w:val="18"/>
        </w:rPr>
      </w:pPr>
      <w:r w:rsidRPr="00B341F5">
        <w:rPr>
          <w:rFonts w:cstheme="minorHAnsi"/>
          <w:b/>
          <w:bCs/>
          <w:sz w:val="18"/>
          <w:szCs w:val="18"/>
        </w:rPr>
        <w:tab/>
      </w:r>
      <w:r w:rsidRPr="00B341F5">
        <w:rPr>
          <w:rFonts w:cstheme="minorHAnsi"/>
          <w:b/>
          <w:bCs/>
          <w:sz w:val="18"/>
          <w:szCs w:val="18"/>
        </w:rPr>
        <w:tab/>
      </w:r>
      <w:r>
        <w:rPr>
          <w:rFonts w:cstheme="minorHAnsi"/>
          <w:b/>
          <w:bCs/>
          <w:sz w:val="18"/>
          <w:szCs w:val="18"/>
        </w:rPr>
        <w:t xml:space="preserve">   </w:t>
      </w:r>
      <w:r w:rsidRPr="00B341F5">
        <w:rPr>
          <w:rFonts w:cstheme="minorHAnsi"/>
          <w:sz w:val="18"/>
          <w:szCs w:val="18"/>
        </w:rPr>
        <w:t>(eenheden en grootheden) paraat hebben.</w:t>
      </w:r>
    </w:p>
    <w:p w:rsidR="002122E4" w:rsidRPr="00B341F5" w:rsidRDefault="002122E4" w:rsidP="002122E4">
      <w:pPr>
        <w:autoSpaceDE w:val="0"/>
        <w:autoSpaceDN w:val="0"/>
        <w:adjustRightInd w:val="0"/>
        <w:spacing w:after="0" w:line="240" w:lineRule="auto"/>
        <w:ind w:left="2832" w:firstLine="3"/>
        <w:rPr>
          <w:rFonts w:cstheme="minorHAnsi"/>
          <w:sz w:val="18"/>
          <w:szCs w:val="18"/>
        </w:rPr>
      </w:pPr>
      <w:r w:rsidRPr="00B341F5">
        <w:rPr>
          <w:rFonts w:cstheme="minorHAnsi"/>
          <w:sz w:val="18"/>
          <w:szCs w:val="18"/>
        </w:rPr>
        <w:t>– in functionele situaties vaardig veelvoorkomende maten aan elkaar relateren.</w:t>
      </w:r>
    </w:p>
    <w:p w:rsidR="002122E4" w:rsidRPr="00B341F5" w:rsidRDefault="002122E4" w:rsidP="002122E4">
      <w:pPr>
        <w:autoSpaceDE w:val="0"/>
        <w:autoSpaceDN w:val="0"/>
        <w:adjustRightInd w:val="0"/>
        <w:spacing w:after="0" w:line="240" w:lineRule="auto"/>
        <w:ind w:left="2124" w:firstLine="708"/>
        <w:rPr>
          <w:rFonts w:cstheme="minorHAnsi"/>
          <w:sz w:val="18"/>
          <w:szCs w:val="18"/>
        </w:rPr>
      </w:pPr>
      <w:r w:rsidRPr="00B341F5">
        <w:rPr>
          <w:rFonts w:cstheme="minorHAnsi"/>
          <w:sz w:val="18"/>
          <w:szCs w:val="18"/>
        </w:rPr>
        <w:t>– in veelvoorkomende situaties afmetingen (afstand, lengte, hoogte,</w:t>
      </w:r>
    </w:p>
    <w:p w:rsidR="002122E4" w:rsidRPr="00B341F5" w:rsidRDefault="002122E4" w:rsidP="002122E4">
      <w:pPr>
        <w:autoSpaceDE w:val="0"/>
        <w:autoSpaceDN w:val="0"/>
        <w:adjustRightInd w:val="0"/>
        <w:spacing w:after="0" w:line="240" w:lineRule="auto"/>
        <w:ind w:left="2832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   </w:t>
      </w:r>
      <w:r w:rsidRPr="00B341F5">
        <w:rPr>
          <w:rFonts w:cstheme="minorHAnsi"/>
          <w:sz w:val="18"/>
          <w:szCs w:val="18"/>
        </w:rPr>
        <w:t xml:space="preserve">oppervlakte ) schatten en meten; </w:t>
      </w:r>
    </w:p>
    <w:p w:rsidR="002122E4" w:rsidRDefault="002122E4" w:rsidP="002122E4">
      <w:pPr>
        <w:autoSpaceDE w:val="0"/>
        <w:autoSpaceDN w:val="0"/>
        <w:adjustRightInd w:val="0"/>
        <w:spacing w:after="0" w:line="240" w:lineRule="auto"/>
        <w:ind w:left="2832"/>
        <w:rPr>
          <w:rFonts w:cstheme="minorHAnsi"/>
          <w:sz w:val="18"/>
          <w:szCs w:val="18"/>
        </w:rPr>
      </w:pPr>
      <w:r w:rsidRPr="00B341F5">
        <w:rPr>
          <w:rFonts w:cstheme="minorHAnsi"/>
          <w:sz w:val="18"/>
          <w:szCs w:val="18"/>
        </w:rPr>
        <w:t xml:space="preserve">– in eenvoudige vertrouwde en eenduidige situaties en wanneer dat functioneel is </w:t>
      </w:r>
      <w:r>
        <w:rPr>
          <w:rFonts w:cstheme="minorHAnsi"/>
          <w:sz w:val="18"/>
          <w:szCs w:val="18"/>
        </w:rPr>
        <w:t xml:space="preserve"> </w:t>
      </w:r>
    </w:p>
    <w:p w:rsidR="002122E4" w:rsidRPr="00B341F5" w:rsidRDefault="002122E4" w:rsidP="002122E4">
      <w:pPr>
        <w:autoSpaceDE w:val="0"/>
        <w:autoSpaceDN w:val="0"/>
        <w:adjustRightInd w:val="0"/>
        <w:spacing w:after="0" w:line="240" w:lineRule="auto"/>
        <w:ind w:left="2832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   </w:t>
      </w:r>
      <w:r w:rsidRPr="00B341F5">
        <w:rPr>
          <w:rFonts w:cstheme="minorHAnsi"/>
          <w:sz w:val="18"/>
          <w:szCs w:val="18"/>
        </w:rPr>
        <w:t>omtrek, oppervlakte of inhoud schatten of berekenen.</w:t>
      </w:r>
    </w:p>
    <w:p w:rsidR="002122E4" w:rsidRPr="00B341F5" w:rsidRDefault="002122E4" w:rsidP="002122E4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</w:p>
    <w:p w:rsidR="002122E4" w:rsidRPr="00346511" w:rsidRDefault="002122E4" w:rsidP="002122E4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346511">
        <w:rPr>
          <w:rFonts w:cstheme="minorHAnsi"/>
          <w:sz w:val="18"/>
          <w:szCs w:val="18"/>
        </w:rPr>
        <w:t>MEETKUNDE</w:t>
      </w:r>
    </w:p>
    <w:p w:rsidR="002122E4" w:rsidRPr="00346511" w:rsidRDefault="002122E4" w:rsidP="002122E4">
      <w:pPr>
        <w:autoSpaceDE w:val="0"/>
        <w:autoSpaceDN w:val="0"/>
        <w:adjustRightInd w:val="0"/>
        <w:spacing w:after="0" w:line="240" w:lineRule="auto"/>
        <w:ind w:left="2124" w:firstLine="708"/>
        <w:rPr>
          <w:rFonts w:cstheme="minorHAnsi"/>
          <w:sz w:val="18"/>
          <w:szCs w:val="18"/>
        </w:rPr>
      </w:pPr>
      <w:r w:rsidRPr="00346511">
        <w:rPr>
          <w:rFonts w:cstheme="minorHAnsi"/>
          <w:sz w:val="18"/>
          <w:szCs w:val="18"/>
        </w:rPr>
        <w:t xml:space="preserve">– in authentieke situaties veelgebruikte meetkundige begrippen kennen (haaks, </w:t>
      </w:r>
    </w:p>
    <w:p w:rsidR="002122E4" w:rsidRPr="00346511" w:rsidRDefault="002122E4" w:rsidP="002122E4">
      <w:pPr>
        <w:autoSpaceDE w:val="0"/>
        <w:autoSpaceDN w:val="0"/>
        <w:adjustRightInd w:val="0"/>
        <w:spacing w:after="0" w:line="240" w:lineRule="auto"/>
        <w:ind w:left="2124" w:firstLine="708"/>
        <w:rPr>
          <w:rFonts w:cstheme="minorHAnsi"/>
          <w:sz w:val="18"/>
          <w:szCs w:val="18"/>
        </w:rPr>
      </w:pPr>
      <w:r w:rsidRPr="00346511">
        <w:rPr>
          <w:rFonts w:cstheme="minorHAnsi"/>
          <w:sz w:val="18"/>
          <w:szCs w:val="18"/>
        </w:rPr>
        <w:t xml:space="preserve">   evenwijdig, richting aanduidingen, ...) en veelgebruikte symbolen </w:t>
      </w:r>
      <w:r w:rsidRPr="00346511">
        <w:rPr>
          <w:rFonts w:cstheme="minorHAnsi"/>
          <w:sz w:val="18"/>
          <w:szCs w:val="18"/>
        </w:rPr>
        <w:tab/>
        <w:t>kunnen lezen.</w:t>
      </w:r>
    </w:p>
    <w:p w:rsidR="002122E4" w:rsidRPr="00346511" w:rsidRDefault="002122E4" w:rsidP="002122E4">
      <w:pPr>
        <w:autoSpaceDE w:val="0"/>
        <w:autoSpaceDN w:val="0"/>
        <w:adjustRightInd w:val="0"/>
        <w:spacing w:after="0" w:line="240" w:lineRule="auto"/>
        <w:ind w:left="2832"/>
        <w:rPr>
          <w:rFonts w:cstheme="minorHAnsi"/>
          <w:sz w:val="18"/>
          <w:szCs w:val="18"/>
        </w:rPr>
      </w:pPr>
      <w:r w:rsidRPr="00346511">
        <w:rPr>
          <w:rFonts w:cstheme="minorHAnsi"/>
          <w:sz w:val="18"/>
          <w:szCs w:val="18"/>
        </w:rPr>
        <w:t>– namen van (in situaties) veel voorkomende vlakke en ruimtelijke vormen kennen</w:t>
      </w:r>
    </w:p>
    <w:p w:rsidR="002122E4" w:rsidRPr="00346511" w:rsidRDefault="002122E4" w:rsidP="002122E4">
      <w:pPr>
        <w:autoSpaceDE w:val="0"/>
        <w:autoSpaceDN w:val="0"/>
        <w:adjustRightInd w:val="0"/>
        <w:spacing w:after="0" w:line="240" w:lineRule="auto"/>
        <w:ind w:left="2832"/>
        <w:rPr>
          <w:rFonts w:cstheme="minorHAnsi"/>
          <w:sz w:val="18"/>
          <w:szCs w:val="18"/>
        </w:rPr>
      </w:pPr>
      <w:r w:rsidRPr="00346511">
        <w:rPr>
          <w:rFonts w:cstheme="minorHAnsi"/>
          <w:sz w:val="18"/>
          <w:szCs w:val="18"/>
        </w:rPr>
        <w:t xml:space="preserve">– in functionele situaties 3D objecten en de 2D representaties ervan interpreteren en </w:t>
      </w:r>
    </w:p>
    <w:p w:rsidR="002122E4" w:rsidRPr="00B341F5" w:rsidRDefault="002122E4" w:rsidP="002122E4">
      <w:pPr>
        <w:autoSpaceDE w:val="0"/>
        <w:autoSpaceDN w:val="0"/>
        <w:adjustRightInd w:val="0"/>
        <w:spacing w:after="0" w:line="240" w:lineRule="auto"/>
        <w:ind w:left="2832"/>
        <w:rPr>
          <w:rFonts w:cstheme="minorHAnsi"/>
          <w:sz w:val="18"/>
          <w:szCs w:val="18"/>
        </w:rPr>
      </w:pPr>
      <w:r w:rsidRPr="00346511">
        <w:rPr>
          <w:rFonts w:cstheme="minorHAnsi"/>
          <w:sz w:val="18"/>
          <w:szCs w:val="18"/>
        </w:rPr>
        <w:t xml:space="preserve">   met elkaar in verband brengen.</w:t>
      </w:r>
    </w:p>
    <w:p w:rsidR="002122E4" w:rsidRPr="00545F0B" w:rsidRDefault="002122E4" w:rsidP="002122E4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Arial" w:hAnsi="Arial" w:cs="Arial"/>
          <w:b/>
          <w:bCs/>
          <w:sz w:val="18"/>
          <w:szCs w:val="18"/>
        </w:rPr>
      </w:pPr>
    </w:p>
    <w:p w:rsidR="002122E4" w:rsidRDefault="002122E4" w:rsidP="002122E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B341F5">
        <w:rPr>
          <w:rFonts w:cstheme="minorHAnsi"/>
          <w:b/>
          <w:bCs/>
        </w:rPr>
        <w:t>Functioneel gebruiken:</w:t>
      </w:r>
      <w:r w:rsidRPr="00B341F5">
        <w:rPr>
          <w:rFonts w:cstheme="minorHAnsi"/>
          <w:b/>
          <w:bCs/>
        </w:rPr>
        <w:tab/>
      </w:r>
    </w:p>
    <w:p w:rsidR="002122E4" w:rsidRDefault="002122E4" w:rsidP="002122E4">
      <w:pPr>
        <w:autoSpaceDE w:val="0"/>
        <w:autoSpaceDN w:val="0"/>
        <w:adjustRightInd w:val="0"/>
        <w:spacing w:after="0" w:line="240" w:lineRule="auto"/>
        <w:ind w:left="2832" w:hanging="708"/>
        <w:rPr>
          <w:rFonts w:cstheme="minorHAnsi"/>
          <w:sz w:val="18"/>
          <w:szCs w:val="18"/>
        </w:rPr>
      </w:pPr>
      <w:r w:rsidRPr="00B341F5">
        <w:rPr>
          <w:rFonts w:cstheme="minorHAnsi"/>
          <w:sz w:val="18"/>
          <w:szCs w:val="18"/>
        </w:rPr>
        <w:t xml:space="preserve">METEN </w:t>
      </w:r>
      <w:r w:rsidRPr="00B341F5">
        <w:rPr>
          <w:rFonts w:cstheme="minorHAnsi"/>
          <w:sz w:val="18"/>
          <w:szCs w:val="18"/>
        </w:rPr>
        <w:tab/>
        <w:t>– allerlei schalen van meetinstrumenten aflezen, de aanduidingen correct</w:t>
      </w:r>
      <w:r>
        <w:rPr>
          <w:rFonts w:cstheme="minorHAnsi"/>
          <w:sz w:val="18"/>
          <w:szCs w:val="18"/>
        </w:rPr>
        <w:t xml:space="preserve"> </w:t>
      </w:r>
    </w:p>
    <w:p w:rsidR="002122E4" w:rsidRDefault="002122E4" w:rsidP="00346511">
      <w:pPr>
        <w:autoSpaceDE w:val="0"/>
        <w:autoSpaceDN w:val="0"/>
        <w:adjustRightInd w:val="0"/>
        <w:spacing w:after="0" w:line="240" w:lineRule="auto"/>
        <w:ind w:left="2832" w:hanging="708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ab/>
        <w:t xml:space="preserve">    </w:t>
      </w:r>
      <w:r w:rsidRPr="00B341F5">
        <w:rPr>
          <w:rFonts w:cstheme="minorHAnsi"/>
          <w:sz w:val="18"/>
          <w:szCs w:val="18"/>
        </w:rPr>
        <w:t xml:space="preserve">interpreteren. </w:t>
      </w:r>
    </w:p>
    <w:p w:rsidR="00346511" w:rsidRPr="00B341F5" w:rsidRDefault="00346511" w:rsidP="00346511">
      <w:pPr>
        <w:autoSpaceDE w:val="0"/>
        <w:autoSpaceDN w:val="0"/>
        <w:adjustRightInd w:val="0"/>
        <w:spacing w:after="0" w:line="240" w:lineRule="auto"/>
        <w:ind w:left="2832" w:hanging="708"/>
        <w:rPr>
          <w:rFonts w:cstheme="minorHAnsi"/>
          <w:sz w:val="18"/>
          <w:szCs w:val="18"/>
        </w:rPr>
      </w:pPr>
    </w:p>
    <w:p w:rsidR="002122E4" w:rsidRPr="00545F0B" w:rsidRDefault="002122E4" w:rsidP="002122E4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ArialMT" w:hAnsi="ArialMT" w:cs="ArialMT"/>
          <w:sz w:val="16"/>
          <w:szCs w:val="16"/>
        </w:rPr>
      </w:pPr>
    </w:p>
    <w:p w:rsidR="00696700" w:rsidRDefault="00696700">
      <w:pPr>
        <w:rPr>
          <w:rFonts w:ascii="ArialMT" w:hAnsi="ArialMT" w:cs="ArialMT"/>
          <w:sz w:val="16"/>
          <w:szCs w:val="16"/>
        </w:rPr>
      </w:pPr>
    </w:p>
    <w:sectPr w:rsidR="00696700" w:rsidSect="002122E4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MS Gothic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433A4"/>
    <w:multiLevelType w:val="hybridMultilevel"/>
    <w:tmpl w:val="AB52E054"/>
    <w:lvl w:ilvl="0" w:tplc="43F0DB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1F348B"/>
    <w:multiLevelType w:val="hybridMultilevel"/>
    <w:tmpl w:val="C7E679D8"/>
    <w:lvl w:ilvl="0" w:tplc="493C1A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36D"/>
    <w:rsid w:val="00002E6A"/>
    <w:rsid w:val="0005343F"/>
    <w:rsid w:val="0006673F"/>
    <w:rsid w:val="00071A16"/>
    <w:rsid w:val="000A3BC0"/>
    <w:rsid w:val="000A4F66"/>
    <w:rsid w:val="000A598A"/>
    <w:rsid w:val="000C2A57"/>
    <w:rsid w:val="000D0120"/>
    <w:rsid w:val="0010136D"/>
    <w:rsid w:val="0013531C"/>
    <w:rsid w:val="00140968"/>
    <w:rsid w:val="001A6D9B"/>
    <w:rsid w:val="001C0A08"/>
    <w:rsid w:val="001D759F"/>
    <w:rsid w:val="001E1280"/>
    <w:rsid w:val="001E18FD"/>
    <w:rsid w:val="002122E4"/>
    <w:rsid w:val="00212514"/>
    <w:rsid w:val="00220524"/>
    <w:rsid w:val="0022170F"/>
    <w:rsid w:val="00221F8C"/>
    <w:rsid w:val="0022271A"/>
    <w:rsid w:val="00276938"/>
    <w:rsid w:val="0029686F"/>
    <w:rsid w:val="002A5333"/>
    <w:rsid w:val="002B2086"/>
    <w:rsid w:val="002B52BF"/>
    <w:rsid w:val="002D79CB"/>
    <w:rsid w:val="002E2B80"/>
    <w:rsid w:val="0030592D"/>
    <w:rsid w:val="0032102C"/>
    <w:rsid w:val="00346511"/>
    <w:rsid w:val="00360D84"/>
    <w:rsid w:val="0036379B"/>
    <w:rsid w:val="00363FC1"/>
    <w:rsid w:val="003907B5"/>
    <w:rsid w:val="003933A6"/>
    <w:rsid w:val="00394840"/>
    <w:rsid w:val="0039710B"/>
    <w:rsid w:val="003A2E80"/>
    <w:rsid w:val="003A4F5F"/>
    <w:rsid w:val="003A5C7A"/>
    <w:rsid w:val="003B119E"/>
    <w:rsid w:val="003B680B"/>
    <w:rsid w:val="003D3924"/>
    <w:rsid w:val="003D64D8"/>
    <w:rsid w:val="003E43C4"/>
    <w:rsid w:val="003F6DE6"/>
    <w:rsid w:val="00425E66"/>
    <w:rsid w:val="004265C7"/>
    <w:rsid w:val="004361D3"/>
    <w:rsid w:val="004458F3"/>
    <w:rsid w:val="00476FA7"/>
    <w:rsid w:val="00490613"/>
    <w:rsid w:val="00492228"/>
    <w:rsid w:val="004A1A04"/>
    <w:rsid w:val="004B0840"/>
    <w:rsid w:val="004C3074"/>
    <w:rsid w:val="004C3DCA"/>
    <w:rsid w:val="004E2A5D"/>
    <w:rsid w:val="00505878"/>
    <w:rsid w:val="00516B90"/>
    <w:rsid w:val="00545F0B"/>
    <w:rsid w:val="00547D2A"/>
    <w:rsid w:val="0057606F"/>
    <w:rsid w:val="0058183E"/>
    <w:rsid w:val="005B1E8D"/>
    <w:rsid w:val="005C6455"/>
    <w:rsid w:val="005E4651"/>
    <w:rsid w:val="005E66F8"/>
    <w:rsid w:val="00606B25"/>
    <w:rsid w:val="00616502"/>
    <w:rsid w:val="0064104F"/>
    <w:rsid w:val="00653898"/>
    <w:rsid w:val="00672250"/>
    <w:rsid w:val="00694A56"/>
    <w:rsid w:val="00696700"/>
    <w:rsid w:val="006A27C6"/>
    <w:rsid w:val="006A287E"/>
    <w:rsid w:val="006B3566"/>
    <w:rsid w:val="00713718"/>
    <w:rsid w:val="00726BEC"/>
    <w:rsid w:val="00752832"/>
    <w:rsid w:val="00756316"/>
    <w:rsid w:val="00761255"/>
    <w:rsid w:val="00761B0E"/>
    <w:rsid w:val="00771062"/>
    <w:rsid w:val="00780597"/>
    <w:rsid w:val="00795AD5"/>
    <w:rsid w:val="00795CF7"/>
    <w:rsid w:val="00796F6B"/>
    <w:rsid w:val="007971AB"/>
    <w:rsid w:val="007975CB"/>
    <w:rsid w:val="007A2649"/>
    <w:rsid w:val="007B1804"/>
    <w:rsid w:val="007C07AF"/>
    <w:rsid w:val="007E4CD0"/>
    <w:rsid w:val="0081003A"/>
    <w:rsid w:val="0082030F"/>
    <w:rsid w:val="00822715"/>
    <w:rsid w:val="00830674"/>
    <w:rsid w:val="00836760"/>
    <w:rsid w:val="00842788"/>
    <w:rsid w:val="008503F3"/>
    <w:rsid w:val="008547B3"/>
    <w:rsid w:val="008A5C76"/>
    <w:rsid w:val="008D6B85"/>
    <w:rsid w:val="008E110B"/>
    <w:rsid w:val="008F167F"/>
    <w:rsid w:val="00917690"/>
    <w:rsid w:val="00924663"/>
    <w:rsid w:val="009267FF"/>
    <w:rsid w:val="0094162E"/>
    <w:rsid w:val="00957033"/>
    <w:rsid w:val="0096075F"/>
    <w:rsid w:val="00971660"/>
    <w:rsid w:val="00985D03"/>
    <w:rsid w:val="009B6B5E"/>
    <w:rsid w:val="009C302E"/>
    <w:rsid w:val="009C7860"/>
    <w:rsid w:val="009E4CD7"/>
    <w:rsid w:val="009F1F93"/>
    <w:rsid w:val="00A11C26"/>
    <w:rsid w:val="00A12341"/>
    <w:rsid w:val="00A1405E"/>
    <w:rsid w:val="00A26EB9"/>
    <w:rsid w:val="00A31DF2"/>
    <w:rsid w:val="00A612F0"/>
    <w:rsid w:val="00A7258D"/>
    <w:rsid w:val="00A87BFD"/>
    <w:rsid w:val="00A959B1"/>
    <w:rsid w:val="00AA6D32"/>
    <w:rsid w:val="00AD688A"/>
    <w:rsid w:val="00AE24AD"/>
    <w:rsid w:val="00AE6ECC"/>
    <w:rsid w:val="00B0507F"/>
    <w:rsid w:val="00B17933"/>
    <w:rsid w:val="00B315C3"/>
    <w:rsid w:val="00B341F5"/>
    <w:rsid w:val="00B40462"/>
    <w:rsid w:val="00B40FA0"/>
    <w:rsid w:val="00B63A20"/>
    <w:rsid w:val="00B6483A"/>
    <w:rsid w:val="00BA64FF"/>
    <w:rsid w:val="00BB7F25"/>
    <w:rsid w:val="00BC0954"/>
    <w:rsid w:val="00BC2B80"/>
    <w:rsid w:val="00BE5096"/>
    <w:rsid w:val="00C15D88"/>
    <w:rsid w:val="00C22175"/>
    <w:rsid w:val="00C3416B"/>
    <w:rsid w:val="00C47D27"/>
    <w:rsid w:val="00C71432"/>
    <w:rsid w:val="00C77DF0"/>
    <w:rsid w:val="00C81E65"/>
    <w:rsid w:val="00C96D2C"/>
    <w:rsid w:val="00CC7469"/>
    <w:rsid w:val="00CF1157"/>
    <w:rsid w:val="00D00668"/>
    <w:rsid w:val="00D07553"/>
    <w:rsid w:val="00D71883"/>
    <w:rsid w:val="00D72E56"/>
    <w:rsid w:val="00D73F06"/>
    <w:rsid w:val="00D83A1B"/>
    <w:rsid w:val="00D87664"/>
    <w:rsid w:val="00DC6E77"/>
    <w:rsid w:val="00DD0F64"/>
    <w:rsid w:val="00DF1B61"/>
    <w:rsid w:val="00E02078"/>
    <w:rsid w:val="00E173AF"/>
    <w:rsid w:val="00E42295"/>
    <w:rsid w:val="00E57015"/>
    <w:rsid w:val="00E61310"/>
    <w:rsid w:val="00E70409"/>
    <w:rsid w:val="00E70B49"/>
    <w:rsid w:val="00E76398"/>
    <w:rsid w:val="00EA232B"/>
    <w:rsid w:val="00EB68DB"/>
    <w:rsid w:val="00EF01ED"/>
    <w:rsid w:val="00F15AA5"/>
    <w:rsid w:val="00F60C4B"/>
    <w:rsid w:val="00F87E12"/>
    <w:rsid w:val="00FA6E53"/>
    <w:rsid w:val="00FB129B"/>
    <w:rsid w:val="00FC3D30"/>
    <w:rsid w:val="00FD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0136D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1D759F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7975CB"/>
    <w:rPr>
      <w:color w:val="800080" w:themeColor="followed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81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818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0136D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1D759F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7975CB"/>
    <w:rPr>
      <w:color w:val="800080" w:themeColor="followed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81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818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9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0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598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54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35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970946">
                          <w:marLeft w:val="-4362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080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5584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5867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10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-aart.nl/Meetkunde-eenheden-omrekenen.html" TargetMode="External"/><Relationship Id="rId13" Type="http://schemas.openxmlformats.org/officeDocument/2006/relationships/fontTable" Target="fontTable.xml"/><Relationship Id="rId18" Type="http://schemas.openxmlformats.org/officeDocument/2006/relationships/customXml" Target="../customXml/item5.xml"/><Relationship Id="rId3" Type="http://schemas.openxmlformats.org/officeDocument/2006/relationships/styles" Target="styles.xml"/><Relationship Id="rId7" Type="http://schemas.openxmlformats.org/officeDocument/2006/relationships/hyperlink" Target="http://www.google.nl/search?hl=nl&amp;site=imghp&amp;tbm=isch&amp;source=hp&amp;biw=1280&amp;bih=906&amp;q=inhoudsmaten&amp;oq=inhoud&amp;gs_l=img.1.4.0l10.1502.2819.0.8680.6.4.0.2.2.0.87.326.4.4.0...0.0...1ac.1.5.img.DFUeuNKTDuw" TargetMode="External"/><Relationship Id="rId12" Type="http://schemas.openxmlformats.org/officeDocument/2006/relationships/hyperlink" Target="http://www.frankdeboosere.be/zonnepanelen/zonnepanelen.php" TargetMode="Externa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eken-bijles.nl/rekensom-grootheden-maten-niveau-3f/" TargetMode="Externa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hyperlink" Target="http://www.reken-bijles.nl/rekensom-niveau-3f/" TargetMode="External"/><Relationship Id="rId19" Type="http://schemas.openxmlformats.org/officeDocument/2006/relationships/customXml" Target="../customXml/item6.xml"/><Relationship Id="rId4" Type="http://schemas.microsoft.com/office/2007/relationships/stylesWithEffects" Target="stylesWithEffects.xml"/><Relationship Id="rId9" Type="http://schemas.openxmlformats.org/officeDocument/2006/relationships/hyperlink" Target="http://www.dr-aart.nl/Meetkunde-vierhoeken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?mso-contentType ?>
<SharedContentType xmlns="Microsoft.SharePoint.Taxonomy.ContentTypeSync" SourceId="0620027c-625f-40d9-9ed0-ff23b5bfde26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DEFC9CAE7D2241A960046184269618" ma:contentTypeVersion="6" ma:contentTypeDescription="Een nieuw document maken." ma:contentTypeScope="" ma:versionID="39b557e45be175c386d6dc9e436f4387">
  <xsd:schema xmlns:xsd="http://www.w3.org/2001/XMLSchema" xmlns:xs="http://www.w3.org/2001/XMLSchema" xmlns:p="http://schemas.microsoft.com/office/2006/metadata/properties" xmlns:ns2="e5473280-2023-4bf4-9037-6d2bf238c180" targetNamespace="http://schemas.microsoft.com/office/2006/metadata/properties" ma:root="true" ma:fieldsID="db28e7ed6f10819dc2995b5169140a85" ns2:_="">
    <xsd:import namespace="e5473280-2023-4bf4-9037-6d2bf238c18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73280-2023-4bf4-9037-6d2bf238c180" elementFormDefault="qualified">
    <xsd:import namespace="http://schemas.microsoft.com/office/2006/documentManagement/types"/>
    <xsd:import namespace="http://schemas.microsoft.com/office/infopath/2007/PartnerControls"/>
    <xsd:element name="_dlc_DocId" ma:index="6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7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1794C5-F866-43DE-90C0-08AD58A7C90E}"/>
</file>

<file path=customXml/itemProps2.xml><?xml version="1.0" encoding="utf-8"?>
<ds:datastoreItem xmlns:ds="http://schemas.openxmlformats.org/officeDocument/2006/customXml" ds:itemID="{DC2FA631-6484-4713-8A78-4665887132F6}"/>
</file>

<file path=customXml/itemProps3.xml><?xml version="1.0" encoding="utf-8"?>
<ds:datastoreItem xmlns:ds="http://schemas.openxmlformats.org/officeDocument/2006/customXml" ds:itemID="{8D5FDA93-2F20-4B77-874D-E78E84330B07}"/>
</file>

<file path=customXml/itemProps4.xml><?xml version="1.0" encoding="utf-8"?>
<ds:datastoreItem xmlns:ds="http://schemas.openxmlformats.org/officeDocument/2006/customXml" ds:itemID="{1729DBF3-1E44-4D23-A5FD-7357F1725767}"/>
</file>

<file path=customXml/itemProps5.xml><?xml version="1.0" encoding="utf-8"?>
<ds:datastoreItem xmlns:ds="http://schemas.openxmlformats.org/officeDocument/2006/customXml" ds:itemID="{BB759A13-077B-4957-B6BB-A67ACA96E991}"/>
</file>

<file path=customXml/itemProps6.xml><?xml version="1.0" encoding="utf-8"?>
<ds:datastoreItem xmlns:ds="http://schemas.openxmlformats.org/officeDocument/2006/customXml" ds:itemID="{D19886E6-36F5-452D-A46D-2DCE1E018E0D}"/>
</file>

<file path=docProps/app.xml><?xml version="1.0" encoding="utf-8"?>
<Properties xmlns="http://schemas.openxmlformats.org/officeDocument/2006/extended-properties" xmlns:vt="http://schemas.openxmlformats.org/officeDocument/2006/docPropsVTypes">
  <Template>DF64AE88</Template>
  <TotalTime>82</TotalTime>
  <Pages>3</Pages>
  <Words>555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Nijmegen</Company>
  <LinksUpToDate>false</LinksUpToDate>
  <CharactersWithSpaces>3601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Marcel Peeters</dc:creator>
  <cp:lastModifiedBy>Harry Janssen</cp:lastModifiedBy>
  <cp:revision>24</cp:revision>
  <cp:lastPrinted>2012-12-14T11:21:00Z</cp:lastPrinted>
  <dcterms:created xsi:type="dcterms:W3CDTF">2013-12-10T12:03:00Z</dcterms:created>
  <dcterms:modified xsi:type="dcterms:W3CDTF">2014-01-10T13:16:00Z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0x0101002BDEFC9CAE7D2241A960046184269618</vt:lpwstr>
  </property>
  <property fmtid="{D5CDD505-2E9C-101B-9397-08002B2CF9AE}" pid="3" name="Order">
    <vt:r8>32600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