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E05" w:rsidRPr="007975CB" w:rsidRDefault="00894273">
      <w:pPr>
        <w:pBdr>
          <w:bottom w:val="single" w:sz="6" w:space="1" w:color="auto"/>
        </w:pBdr>
        <w:rPr>
          <w:b/>
        </w:rPr>
      </w:pPr>
      <w:r>
        <w:rPr>
          <w:b/>
        </w:rPr>
        <w:t>Rekenen 3</w:t>
      </w:r>
      <w:r w:rsidR="0010136D" w:rsidRPr="007975CB">
        <w:rPr>
          <w:b/>
        </w:rPr>
        <w:t xml:space="preserve">F: </w:t>
      </w:r>
      <w:r w:rsidR="00C65FD6">
        <w:rPr>
          <w:b/>
        </w:rPr>
        <w:t>Verbanden</w:t>
      </w:r>
    </w:p>
    <w:p w:rsidR="00BE6F1F" w:rsidRDefault="0010136D" w:rsidP="00C477A9">
      <w:r w:rsidRPr="007975CB">
        <w:rPr>
          <w:b/>
        </w:rPr>
        <w:t>Starter</w:t>
      </w:r>
      <w:r w:rsidR="00140968">
        <w:t xml:space="preserve">: </w:t>
      </w:r>
      <w:r w:rsidR="00BE6F1F">
        <w:t xml:space="preserve"> Ga naar de link Jaarverslag 2011 en open deze. Ga naar pagina 13.</w:t>
      </w:r>
      <w:r w:rsidR="00CF52A4">
        <w:t xml:space="preserve"> Bekijk de tabel en leg uit wat je hieruit kunt halen.</w:t>
      </w:r>
    </w:p>
    <w:p w:rsidR="007B1804" w:rsidRDefault="00D837DA" w:rsidP="00C477A9">
      <w:hyperlink r:id="rId7" w:history="1">
        <w:r w:rsidR="00BE6F1F" w:rsidRPr="007618EA">
          <w:rPr>
            <w:rStyle w:val="Hyperlink"/>
          </w:rPr>
          <w:t>http://huisartsenlent.praktijkinfo.nl/pagina/61/jaarverslag/</w:t>
        </w:r>
      </w:hyperlink>
    </w:p>
    <w:p w:rsidR="00547D2A" w:rsidRDefault="00D837DA">
      <w:pPr>
        <w:pBdr>
          <w:bottom w:val="single" w:sz="6" w:space="1" w:color="auto"/>
        </w:pBdr>
      </w:pPr>
      <w:hyperlink r:id="rId8" w:history="1">
        <w:r w:rsidR="00C6279A" w:rsidRPr="007618EA">
          <w:rPr>
            <w:rStyle w:val="Hyperlink"/>
          </w:rPr>
          <w:t>http://www.mijnkinderarts.nl/baby/geboortegewicht/geboortegewicht-jongens-volgend-kind.htm</w:t>
        </w:r>
      </w:hyperlink>
    </w:p>
    <w:p w:rsidR="00C6279A" w:rsidRDefault="00C6279A">
      <w:pPr>
        <w:pBdr>
          <w:bottom w:val="single" w:sz="6" w:space="1" w:color="auto"/>
        </w:pBdr>
      </w:pPr>
    </w:p>
    <w:p w:rsidR="0006673F" w:rsidRDefault="00025D31">
      <w:r>
        <w:rPr>
          <w:b/>
        </w:rPr>
        <w:t>Instructie Verbanden</w:t>
      </w:r>
    </w:p>
    <w:p w:rsidR="00025D31" w:rsidRDefault="00025D31" w:rsidP="00025D31">
      <w:pPr>
        <w:tabs>
          <w:tab w:val="left" w:pos="5387"/>
        </w:tabs>
        <w:spacing w:after="0"/>
      </w:pPr>
      <w:r>
        <w:t>Boek Deviant 3</w:t>
      </w:r>
      <w:r w:rsidRPr="00653898">
        <w:t>F</w:t>
      </w:r>
      <w:r w:rsidR="00042D67">
        <w:t xml:space="preserve"> deel B 2013 Derde druk:</w:t>
      </w:r>
    </w:p>
    <w:p w:rsidR="00042D67" w:rsidRDefault="00042D67" w:rsidP="00042D67">
      <w:pPr>
        <w:tabs>
          <w:tab w:val="left" w:pos="5387"/>
        </w:tabs>
        <w:spacing w:after="0"/>
      </w:pPr>
      <w:r>
        <w:t>Rekenen met tabellen: hoofdstuk 13.1</w:t>
      </w:r>
      <w:r w:rsidR="0016206B">
        <w:t xml:space="preserve"> Theorie 1, 2, 3</w:t>
      </w:r>
    </w:p>
    <w:p w:rsidR="00042D67" w:rsidRDefault="00042D67" w:rsidP="00025D31">
      <w:pPr>
        <w:tabs>
          <w:tab w:val="left" w:pos="5387"/>
        </w:tabs>
        <w:spacing w:after="0"/>
      </w:pPr>
      <w:r>
        <w:t>Toegepast rekenen: hoofdstuk 13.2</w:t>
      </w:r>
      <w:r w:rsidR="0016206B">
        <w:t xml:space="preserve"> Theorie 4</w:t>
      </w:r>
    </w:p>
    <w:p w:rsidR="00042D67" w:rsidRDefault="00042D67" w:rsidP="00025D31">
      <w:pPr>
        <w:tabs>
          <w:tab w:val="left" w:pos="5387"/>
        </w:tabs>
        <w:spacing w:after="0"/>
      </w:pPr>
      <w:r>
        <w:t>Diagrammen aflezen: hoofdstuk 14.1</w:t>
      </w:r>
      <w:r w:rsidR="0016206B">
        <w:t xml:space="preserve"> Theorie 1, 2, 3</w:t>
      </w:r>
    </w:p>
    <w:p w:rsidR="00042D67" w:rsidRDefault="00042D67" w:rsidP="00025D31">
      <w:pPr>
        <w:tabs>
          <w:tab w:val="left" w:pos="5387"/>
        </w:tabs>
        <w:spacing w:after="0"/>
      </w:pPr>
      <w:r>
        <w:t>Diagrammen maken: hoofdstuk 14.2</w:t>
      </w:r>
      <w:r w:rsidR="0016206B">
        <w:t xml:space="preserve"> Theorie 4, 5</w:t>
      </w:r>
    </w:p>
    <w:p w:rsidR="00042D67" w:rsidRDefault="00042D67" w:rsidP="00025D31">
      <w:pPr>
        <w:tabs>
          <w:tab w:val="left" w:pos="5387"/>
        </w:tabs>
        <w:spacing w:after="0"/>
      </w:pPr>
      <w:r>
        <w:t>Toegepast rekenen: hoofdstuk 14.3 Theorie 6</w:t>
      </w:r>
    </w:p>
    <w:p w:rsidR="00042D67" w:rsidRDefault="0016206B" w:rsidP="00025D31">
      <w:pPr>
        <w:tabs>
          <w:tab w:val="left" w:pos="5387"/>
        </w:tabs>
        <w:spacing w:after="0"/>
      </w:pPr>
      <w:r>
        <w:t>Formules</w:t>
      </w:r>
      <w:r w:rsidR="00042D67">
        <w:t>: hoofdstuk 15.1 Theorie 1</w:t>
      </w:r>
      <w:r>
        <w:t>, 2</w:t>
      </w:r>
    </w:p>
    <w:p w:rsidR="0016206B" w:rsidRDefault="0016206B" w:rsidP="00025D31">
      <w:pPr>
        <w:tabs>
          <w:tab w:val="left" w:pos="5387"/>
        </w:tabs>
        <w:spacing w:after="0"/>
      </w:pPr>
      <w:r>
        <w:t>Grafieken: hoofdstuk 15.2 Theorie 3, 4, 5</w:t>
      </w:r>
    </w:p>
    <w:p w:rsidR="0035591A" w:rsidRDefault="0035591A" w:rsidP="00025D31">
      <w:pPr>
        <w:tabs>
          <w:tab w:val="left" w:pos="5387"/>
        </w:tabs>
        <w:spacing w:after="0"/>
      </w:pPr>
    </w:p>
    <w:p w:rsidR="0082030F" w:rsidRDefault="0064104F" w:rsidP="00025D31">
      <w:pPr>
        <w:pBdr>
          <w:bottom w:val="single" w:sz="6" w:space="3" w:color="auto"/>
        </w:pBdr>
        <w:tabs>
          <w:tab w:val="left" w:pos="5387"/>
        </w:tabs>
        <w:rPr>
          <w:rStyle w:val="Hyperlink"/>
        </w:rPr>
      </w:pPr>
      <w:r>
        <w:t xml:space="preserve">Video: </w:t>
      </w:r>
      <w:hyperlink r:id="rId9" w:history="1">
        <w:r w:rsidR="00894273" w:rsidRPr="00E9282C">
          <w:rPr>
            <w:rStyle w:val="Hyperlink"/>
          </w:rPr>
          <w:t>http://www.ffrekenen.nl/versie1/content/theorie/verbanden/r01_th_vb_011</w:t>
        </w:r>
      </w:hyperlink>
    </w:p>
    <w:p w:rsidR="000961C5" w:rsidRDefault="00D837DA" w:rsidP="00025D31">
      <w:pPr>
        <w:pBdr>
          <w:bottom w:val="single" w:sz="6" w:space="3" w:color="auto"/>
        </w:pBdr>
        <w:tabs>
          <w:tab w:val="left" w:pos="5387"/>
        </w:tabs>
        <w:rPr>
          <w:rStyle w:val="Hyperlink"/>
        </w:rPr>
      </w:pPr>
      <w:hyperlink r:id="rId10" w:history="1">
        <w:r w:rsidR="000961C5" w:rsidRPr="0071362E">
          <w:rPr>
            <w:rStyle w:val="Hyperlink"/>
          </w:rPr>
          <w:t>http://www.dr-aart.nl/Statistiek-lijndiagram.html</w:t>
        </w:r>
      </w:hyperlink>
    </w:p>
    <w:p w:rsidR="000961C5" w:rsidRDefault="00D837DA" w:rsidP="00025D31">
      <w:pPr>
        <w:pBdr>
          <w:bottom w:val="single" w:sz="6" w:space="3" w:color="auto"/>
        </w:pBdr>
        <w:tabs>
          <w:tab w:val="left" w:pos="5387"/>
        </w:tabs>
        <w:rPr>
          <w:rStyle w:val="Hyperlink"/>
        </w:rPr>
      </w:pPr>
      <w:hyperlink r:id="rId11" w:history="1">
        <w:r w:rsidR="000961C5" w:rsidRPr="0071362E">
          <w:rPr>
            <w:rStyle w:val="Hyperlink"/>
          </w:rPr>
          <w:t>http://www.dr-aart.nl/Statistiek-staafdiagram.html</w:t>
        </w:r>
      </w:hyperlink>
    </w:p>
    <w:p w:rsidR="000961C5" w:rsidRDefault="00D837DA" w:rsidP="00025D31">
      <w:pPr>
        <w:pBdr>
          <w:bottom w:val="single" w:sz="6" w:space="3" w:color="auto"/>
        </w:pBdr>
        <w:tabs>
          <w:tab w:val="left" w:pos="5387"/>
        </w:tabs>
      </w:pPr>
      <w:hyperlink r:id="rId12" w:history="1">
        <w:r w:rsidR="000961C5" w:rsidRPr="0071362E">
          <w:rPr>
            <w:rStyle w:val="Hyperlink"/>
          </w:rPr>
          <w:t>http://www.dr-aart.nl/Statistiek-cirkeldiagram.html</w:t>
        </w:r>
      </w:hyperlink>
    </w:p>
    <w:p w:rsidR="000961C5" w:rsidRDefault="00D837DA" w:rsidP="00025D31">
      <w:pPr>
        <w:pBdr>
          <w:bottom w:val="single" w:sz="6" w:space="3" w:color="auto"/>
        </w:pBdr>
        <w:tabs>
          <w:tab w:val="left" w:pos="5387"/>
        </w:tabs>
      </w:pPr>
      <w:hyperlink r:id="rId13" w:history="1">
        <w:r w:rsidR="002B40CA" w:rsidRPr="0071362E">
          <w:rPr>
            <w:rStyle w:val="Hyperlink"/>
          </w:rPr>
          <w:t>http://www.dr-aart.nl/Statistiek-modus-mediaan-gemiddelde.html</w:t>
        </w:r>
      </w:hyperlink>
    </w:p>
    <w:p w:rsidR="002B40CA" w:rsidRDefault="002B40CA" w:rsidP="00025D31">
      <w:pPr>
        <w:pBdr>
          <w:bottom w:val="single" w:sz="6" w:space="3" w:color="auto"/>
        </w:pBdr>
        <w:tabs>
          <w:tab w:val="left" w:pos="5387"/>
        </w:tabs>
      </w:pPr>
    </w:p>
    <w:p w:rsidR="001D759F" w:rsidRPr="00D87664" w:rsidRDefault="007C07AF" w:rsidP="00A26EB9">
      <w:pPr>
        <w:pBdr>
          <w:bottom w:val="single" w:sz="6" w:space="1" w:color="auto"/>
        </w:pBdr>
        <w:tabs>
          <w:tab w:val="left" w:pos="5387"/>
        </w:tabs>
        <w:spacing w:after="0"/>
        <w:rPr>
          <w:color w:val="0000FF" w:themeColor="hyperlink"/>
          <w:u w:val="single"/>
        </w:rPr>
        <w:sectPr w:rsidR="001D759F" w:rsidRPr="00D87664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br/>
      </w:r>
    </w:p>
    <w:p w:rsidR="00FF36DC" w:rsidRDefault="00EA232B" w:rsidP="00A26EB9">
      <w:pPr>
        <w:tabs>
          <w:tab w:val="left" w:pos="5387"/>
        </w:tabs>
        <w:spacing w:after="0"/>
      </w:pPr>
      <w:r w:rsidRPr="007975CB">
        <w:rPr>
          <w:b/>
        </w:rPr>
        <w:lastRenderedPageBreak/>
        <w:t>Oefeningen boek</w:t>
      </w:r>
      <w:r>
        <w:t xml:space="preserve"> </w:t>
      </w:r>
      <w:r w:rsidR="00496A3D">
        <w:t xml:space="preserve"> </w:t>
      </w:r>
      <w:r>
        <w:t>Deviant:</w:t>
      </w:r>
    </w:p>
    <w:p w:rsidR="00100566" w:rsidRDefault="00100566" w:rsidP="00100566">
      <w:pPr>
        <w:tabs>
          <w:tab w:val="left" w:pos="5387"/>
        </w:tabs>
        <w:spacing w:after="0"/>
      </w:pPr>
      <w:r>
        <w:t>H13.1 Rekenen met tabellen</w:t>
      </w:r>
    </w:p>
    <w:p w:rsidR="00100566" w:rsidRDefault="00100566" w:rsidP="00100566">
      <w:pPr>
        <w:tabs>
          <w:tab w:val="left" w:pos="5387"/>
        </w:tabs>
        <w:spacing w:after="0"/>
      </w:pPr>
      <w:r>
        <w:t>H13.2 Toegepast rekenen</w:t>
      </w:r>
    </w:p>
    <w:p w:rsidR="00100566" w:rsidRDefault="00100566" w:rsidP="00100566">
      <w:pPr>
        <w:tabs>
          <w:tab w:val="left" w:pos="5387"/>
        </w:tabs>
        <w:spacing w:after="0"/>
      </w:pPr>
      <w:r>
        <w:t xml:space="preserve">            </w:t>
      </w:r>
      <w:proofErr w:type="spellStart"/>
      <w:r>
        <w:t>Zelftest</w:t>
      </w:r>
      <w:proofErr w:type="spellEnd"/>
    </w:p>
    <w:p w:rsidR="00100566" w:rsidRDefault="00100566" w:rsidP="00100566">
      <w:pPr>
        <w:tabs>
          <w:tab w:val="left" w:pos="5387"/>
        </w:tabs>
        <w:spacing w:after="0"/>
      </w:pPr>
      <w:r>
        <w:t>H14.1 Diagrammen</w:t>
      </w:r>
      <w:r w:rsidR="001D18AD">
        <w:t xml:space="preserve"> </w:t>
      </w:r>
      <w:r>
        <w:t>aflezen</w:t>
      </w:r>
    </w:p>
    <w:p w:rsidR="00100566" w:rsidRDefault="00100566" w:rsidP="00100566">
      <w:pPr>
        <w:tabs>
          <w:tab w:val="left" w:pos="5387"/>
        </w:tabs>
        <w:spacing w:after="0"/>
      </w:pPr>
      <w:r>
        <w:t>H</w:t>
      </w:r>
      <w:r w:rsidR="001A0335">
        <w:t>1</w:t>
      </w:r>
      <w:r>
        <w:t>4.2 Diagrammen maken</w:t>
      </w:r>
    </w:p>
    <w:p w:rsidR="00100566" w:rsidRDefault="00100566" w:rsidP="00100566">
      <w:pPr>
        <w:tabs>
          <w:tab w:val="left" w:pos="5387"/>
        </w:tabs>
        <w:spacing w:after="0"/>
      </w:pPr>
      <w:r>
        <w:t>H14.3 Toegepast rekenen</w:t>
      </w:r>
    </w:p>
    <w:p w:rsidR="00100566" w:rsidRDefault="00100566" w:rsidP="00100566">
      <w:pPr>
        <w:tabs>
          <w:tab w:val="left" w:pos="5387"/>
        </w:tabs>
        <w:spacing w:after="0"/>
      </w:pPr>
      <w:r>
        <w:t xml:space="preserve">            </w:t>
      </w:r>
      <w:proofErr w:type="spellStart"/>
      <w:r>
        <w:t>Zelftest</w:t>
      </w:r>
      <w:proofErr w:type="spellEnd"/>
    </w:p>
    <w:p w:rsidR="00100566" w:rsidRDefault="001A0335" w:rsidP="00A26EB9">
      <w:pPr>
        <w:tabs>
          <w:tab w:val="left" w:pos="5387"/>
        </w:tabs>
        <w:spacing w:after="0"/>
      </w:pPr>
      <w:r>
        <w:t>H15.1 Formules</w:t>
      </w:r>
    </w:p>
    <w:p w:rsidR="001A0335" w:rsidRDefault="0016206B" w:rsidP="00A26EB9">
      <w:pPr>
        <w:tabs>
          <w:tab w:val="left" w:pos="5387"/>
        </w:tabs>
        <w:spacing w:after="0"/>
      </w:pPr>
      <w:r>
        <w:t>H15.2 G</w:t>
      </w:r>
      <w:r w:rsidR="001A0335">
        <w:t>rafieken</w:t>
      </w:r>
    </w:p>
    <w:p w:rsidR="001A0335" w:rsidRDefault="001A0335" w:rsidP="00A26EB9">
      <w:pPr>
        <w:tabs>
          <w:tab w:val="left" w:pos="5387"/>
        </w:tabs>
        <w:spacing w:after="0"/>
      </w:pPr>
      <w:r>
        <w:t>H15.3 Toegepast rekenen</w:t>
      </w:r>
    </w:p>
    <w:p w:rsidR="001A0335" w:rsidRDefault="001A0335" w:rsidP="00A26EB9">
      <w:pPr>
        <w:tabs>
          <w:tab w:val="left" w:pos="5387"/>
        </w:tabs>
        <w:spacing w:after="0"/>
      </w:pPr>
      <w:r>
        <w:t xml:space="preserve">            </w:t>
      </w:r>
      <w:proofErr w:type="spellStart"/>
      <w:r>
        <w:t>Zelftest</w:t>
      </w:r>
      <w:proofErr w:type="spellEnd"/>
    </w:p>
    <w:p w:rsidR="001A0335" w:rsidRDefault="001A0335" w:rsidP="00A26EB9">
      <w:pPr>
        <w:tabs>
          <w:tab w:val="left" w:pos="5387"/>
        </w:tabs>
        <w:spacing w:after="0"/>
      </w:pPr>
    </w:p>
    <w:p w:rsidR="00100566" w:rsidRDefault="00100566" w:rsidP="00A26EB9">
      <w:pPr>
        <w:tabs>
          <w:tab w:val="left" w:pos="5387"/>
        </w:tabs>
        <w:spacing w:after="0"/>
      </w:pPr>
    </w:p>
    <w:p w:rsidR="00100566" w:rsidRDefault="00100566" w:rsidP="00A26EB9">
      <w:pPr>
        <w:tabs>
          <w:tab w:val="left" w:pos="5387"/>
        </w:tabs>
        <w:spacing w:after="0"/>
      </w:pPr>
    </w:p>
    <w:p w:rsidR="00100566" w:rsidRDefault="00100566" w:rsidP="00A26EB9">
      <w:pPr>
        <w:tabs>
          <w:tab w:val="left" w:pos="5387"/>
        </w:tabs>
        <w:spacing w:after="0"/>
      </w:pPr>
    </w:p>
    <w:p w:rsidR="00F4089B" w:rsidRDefault="00F4089B" w:rsidP="00A26EB9">
      <w:pPr>
        <w:tabs>
          <w:tab w:val="left" w:pos="5387"/>
        </w:tabs>
        <w:spacing w:after="0"/>
      </w:pPr>
    </w:p>
    <w:p w:rsidR="00F4089B" w:rsidRDefault="00F4089B" w:rsidP="00A26EB9">
      <w:pPr>
        <w:tabs>
          <w:tab w:val="left" w:pos="5387"/>
        </w:tabs>
        <w:spacing w:after="0"/>
      </w:pPr>
    </w:p>
    <w:p w:rsidR="00F4089B" w:rsidRDefault="00F4089B" w:rsidP="00A26EB9">
      <w:pPr>
        <w:tabs>
          <w:tab w:val="left" w:pos="5387"/>
        </w:tabs>
        <w:spacing w:after="0"/>
      </w:pPr>
    </w:p>
    <w:p w:rsidR="00F4089B" w:rsidRDefault="00F4089B" w:rsidP="00A26EB9">
      <w:pPr>
        <w:tabs>
          <w:tab w:val="left" w:pos="5387"/>
        </w:tabs>
        <w:spacing w:after="0"/>
      </w:pPr>
    </w:p>
    <w:p w:rsidR="00777679" w:rsidRDefault="00777679" w:rsidP="00A26EB9">
      <w:pPr>
        <w:tabs>
          <w:tab w:val="left" w:pos="5387"/>
        </w:tabs>
        <w:spacing w:after="0"/>
      </w:pPr>
    </w:p>
    <w:p w:rsidR="00777679" w:rsidRDefault="00777679" w:rsidP="00A26EB9">
      <w:pPr>
        <w:tabs>
          <w:tab w:val="left" w:pos="5387"/>
        </w:tabs>
        <w:spacing w:after="0"/>
      </w:pPr>
    </w:p>
    <w:p w:rsidR="00440A80" w:rsidRPr="00440A80" w:rsidRDefault="001D759F" w:rsidP="00440A80">
      <w:pPr>
        <w:tabs>
          <w:tab w:val="left" w:pos="5387"/>
        </w:tabs>
        <w:spacing w:after="0"/>
        <w:rPr>
          <w:highlight w:val="yellow"/>
        </w:rPr>
      </w:pPr>
      <w:r>
        <w:br w:type="column"/>
      </w:r>
      <w:r w:rsidR="00440A80" w:rsidRPr="007975CB">
        <w:rPr>
          <w:b/>
        </w:rPr>
        <w:lastRenderedPageBreak/>
        <w:t>Oefeningen Studiemeter</w:t>
      </w:r>
      <w:r w:rsidR="00440A80" w:rsidRPr="002B52BF">
        <w:t xml:space="preserve"> Niveau SR 3F –mbo (oranje</w:t>
      </w:r>
      <w:r w:rsidR="00440A80">
        <w:t xml:space="preserve"> leerwerkboek</w:t>
      </w:r>
      <w:r w:rsidR="00440A80" w:rsidRPr="002B52BF">
        <w:t>)</w:t>
      </w:r>
    </w:p>
    <w:p w:rsidR="00440A80" w:rsidRPr="002B52BF" w:rsidRDefault="00440A80" w:rsidP="00440A80">
      <w:pPr>
        <w:tabs>
          <w:tab w:val="left" w:pos="5387"/>
        </w:tabs>
        <w:spacing w:after="0"/>
      </w:pPr>
      <w:r>
        <w:t>Domein 4 verbanden:</w:t>
      </w:r>
    </w:p>
    <w:p w:rsidR="00E61310" w:rsidRPr="00440A80" w:rsidRDefault="008C1FE1" w:rsidP="00E61310">
      <w:pPr>
        <w:tabs>
          <w:tab w:val="left" w:pos="5387"/>
        </w:tabs>
        <w:spacing w:after="0"/>
      </w:pPr>
      <w:r w:rsidRPr="00440A80">
        <w:t>Tabellen, grafieken en diagrammen</w:t>
      </w:r>
      <w:r w:rsidR="006503FE" w:rsidRPr="00440A80">
        <w:t>:</w:t>
      </w:r>
    </w:p>
    <w:p w:rsidR="001D033B" w:rsidRPr="00440A80" w:rsidRDefault="008C1FE1" w:rsidP="00B73F77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Tabellen</w:t>
      </w:r>
    </w:p>
    <w:p w:rsidR="008C1FE1" w:rsidRPr="00440A80" w:rsidRDefault="008C1FE1" w:rsidP="00B73F77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Diagrammen</w:t>
      </w:r>
    </w:p>
    <w:p w:rsidR="008C1FE1" w:rsidRPr="00440A80" w:rsidRDefault="008C1FE1" w:rsidP="00B73F77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Grafieken</w:t>
      </w:r>
    </w:p>
    <w:p w:rsidR="008C1FE1" w:rsidRDefault="008C1FE1" w:rsidP="008C1FE1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Formules</w:t>
      </w:r>
    </w:p>
    <w:p w:rsidR="00992076" w:rsidRPr="00440A80" w:rsidRDefault="00992076" w:rsidP="00992076">
      <w:pPr>
        <w:pStyle w:val="Lijstalinea"/>
        <w:tabs>
          <w:tab w:val="left" w:pos="5387"/>
        </w:tabs>
        <w:spacing w:after="0"/>
      </w:pPr>
    </w:p>
    <w:p w:rsidR="008C1FE1" w:rsidRPr="00440A80" w:rsidRDefault="008C1FE1" w:rsidP="008C1FE1">
      <w:pPr>
        <w:tabs>
          <w:tab w:val="left" w:pos="5387"/>
        </w:tabs>
        <w:spacing w:after="0"/>
      </w:pPr>
      <w:r w:rsidRPr="00440A80">
        <w:t>Meten, meetfouten en gemiddelde</w:t>
      </w:r>
      <w:r w:rsidR="006503FE" w:rsidRPr="00440A80">
        <w:t>:</w:t>
      </w:r>
    </w:p>
    <w:p w:rsidR="008C1FE1" w:rsidRPr="00440A80" w:rsidRDefault="008C1FE1" w:rsidP="008C1FE1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lastRenderedPageBreak/>
        <w:t>Gemiddelde</w:t>
      </w:r>
    </w:p>
    <w:p w:rsidR="008C1FE1" w:rsidRPr="00440A80" w:rsidRDefault="008C1FE1" w:rsidP="008C1FE1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Mediaan</w:t>
      </w:r>
    </w:p>
    <w:p w:rsidR="008C1FE1" w:rsidRPr="00440A80" w:rsidRDefault="008C1FE1" w:rsidP="008C1FE1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Modus</w:t>
      </w:r>
    </w:p>
    <w:p w:rsidR="008C1FE1" w:rsidRPr="00440A80" w:rsidRDefault="008C1FE1" w:rsidP="008C1FE1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Spreiding</w:t>
      </w:r>
    </w:p>
    <w:p w:rsidR="008C1FE1" w:rsidRPr="00440A80" w:rsidRDefault="008C1FE1" w:rsidP="008C1FE1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Meetfouten</w:t>
      </w:r>
    </w:p>
    <w:p w:rsidR="008C1FE1" w:rsidRPr="00440A80" w:rsidRDefault="008C1FE1" w:rsidP="008C1FE1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Gemengde oefeningen</w:t>
      </w:r>
    </w:p>
    <w:p w:rsidR="008C1FE1" w:rsidRPr="00440A80" w:rsidRDefault="008C1FE1" w:rsidP="001D033B">
      <w:pPr>
        <w:tabs>
          <w:tab w:val="left" w:pos="5387"/>
        </w:tabs>
        <w:spacing w:after="0"/>
      </w:pPr>
    </w:p>
    <w:p w:rsidR="006503FE" w:rsidRPr="00440A80" w:rsidRDefault="006503FE" w:rsidP="001D033B">
      <w:pPr>
        <w:tabs>
          <w:tab w:val="left" w:pos="5387"/>
        </w:tabs>
        <w:spacing w:after="0"/>
      </w:pPr>
      <w:r w:rsidRPr="00440A80">
        <w:t>Probleemoplossend rekenen met verbanden:</w:t>
      </w:r>
    </w:p>
    <w:p w:rsidR="006503FE" w:rsidRPr="00440A80" w:rsidRDefault="006503FE" w:rsidP="006503FE">
      <w:pPr>
        <w:pStyle w:val="Lijstalinea"/>
        <w:numPr>
          <w:ilvl w:val="0"/>
          <w:numId w:val="3"/>
        </w:numPr>
        <w:tabs>
          <w:tab w:val="left" w:pos="5387"/>
        </w:tabs>
        <w:spacing w:after="0"/>
      </w:pPr>
      <w:r w:rsidRPr="00440A80">
        <w:t>Probleemoplossend rekenen</w:t>
      </w:r>
    </w:p>
    <w:p w:rsidR="00E61310" w:rsidRDefault="00E61310" w:rsidP="00E61310">
      <w:pPr>
        <w:tabs>
          <w:tab w:val="left" w:pos="5387"/>
        </w:tabs>
        <w:spacing w:after="0"/>
        <w:sectPr w:rsidR="00E61310" w:rsidSect="001D759F">
          <w:type w:val="continuous"/>
          <w:pgSz w:w="11906" w:h="16838"/>
          <w:pgMar w:top="1417" w:right="1417" w:bottom="1417" w:left="1417" w:header="708" w:footer="708" w:gutter="0"/>
          <w:cols w:num="2" w:space="286"/>
          <w:docGrid w:linePitch="360"/>
        </w:sectPr>
      </w:pPr>
    </w:p>
    <w:p w:rsidR="00BC0954" w:rsidRDefault="00BC0954" w:rsidP="00726BEC">
      <w:pPr>
        <w:pBdr>
          <w:bottom w:val="single" w:sz="6" w:space="1" w:color="auto"/>
        </w:pBdr>
        <w:tabs>
          <w:tab w:val="left" w:pos="5387"/>
        </w:tabs>
      </w:pPr>
    </w:p>
    <w:p w:rsidR="00726BEC" w:rsidRDefault="00726BEC" w:rsidP="00726BEC">
      <w:pPr>
        <w:pStyle w:val="Lijstalinea"/>
        <w:tabs>
          <w:tab w:val="left" w:pos="5387"/>
        </w:tabs>
        <w:ind w:left="0"/>
      </w:pPr>
    </w:p>
    <w:p w:rsidR="00830674" w:rsidRDefault="00726BEC" w:rsidP="00726BEC">
      <w:pPr>
        <w:pStyle w:val="Lijstalinea"/>
        <w:tabs>
          <w:tab w:val="left" w:pos="5387"/>
        </w:tabs>
        <w:ind w:left="0"/>
        <w:rPr>
          <w:rStyle w:val="Hyperlink"/>
        </w:rPr>
      </w:pPr>
      <w:r w:rsidRPr="007975CB">
        <w:rPr>
          <w:b/>
        </w:rPr>
        <w:t>Alternatieve opdrachten</w:t>
      </w:r>
      <w:r w:rsidR="00623733">
        <w:t xml:space="preserve">: </w:t>
      </w:r>
    </w:p>
    <w:p w:rsidR="00F42BE4" w:rsidRDefault="00D837DA" w:rsidP="00F42BE4">
      <w:pPr>
        <w:pStyle w:val="Lijstalinea"/>
        <w:tabs>
          <w:tab w:val="left" w:pos="5387"/>
        </w:tabs>
        <w:ind w:left="0"/>
      </w:pPr>
      <w:hyperlink r:id="rId14" w:history="1">
        <w:r w:rsidR="00F42BE4" w:rsidRPr="007618EA">
          <w:rPr>
            <w:rStyle w:val="Hyperlink"/>
          </w:rPr>
          <w:t>http://www.123test.nl/cijferreeksen/</w:t>
        </w:r>
      </w:hyperlink>
    </w:p>
    <w:p w:rsidR="00726BEC" w:rsidRDefault="00726BEC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726BEC" w:rsidRDefault="00726BEC" w:rsidP="00726BEC">
      <w:pPr>
        <w:pStyle w:val="Lijstalinea"/>
        <w:tabs>
          <w:tab w:val="left" w:pos="5387"/>
        </w:tabs>
        <w:ind w:left="0"/>
        <w:rPr>
          <w:b/>
        </w:rPr>
      </w:pPr>
      <w:r w:rsidRPr="007975CB">
        <w:rPr>
          <w:b/>
        </w:rPr>
        <w:t>Verdiepingsstof</w:t>
      </w:r>
      <w:r w:rsidR="00C477A9">
        <w:rPr>
          <w:b/>
        </w:rPr>
        <w:t>:</w:t>
      </w:r>
    </w:p>
    <w:p w:rsidR="00867325" w:rsidRDefault="00867325" w:rsidP="00726BEC">
      <w:pPr>
        <w:pStyle w:val="Lijstalinea"/>
        <w:tabs>
          <w:tab w:val="left" w:pos="5387"/>
        </w:tabs>
        <w:ind w:left="0"/>
        <w:rPr>
          <w:b/>
        </w:rPr>
      </w:pPr>
    </w:p>
    <w:p w:rsidR="00D837DA" w:rsidRDefault="00D837DA" w:rsidP="00726BEC">
      <w:pPr>
        <w:pStyle w:val="Lijstalinea"/>
        <w:tabs>
          <w:tab w:val="left" w:pos="5387"/>
        </w:tabs>
        <w:ind w:left="0"/>
      </w:pPr>
      <w:hyperlink r:id="rId15" w:history="1">
        <w:r w:rsidR="00867325" w:rsidRPr="00867325">
          <w:rPr>
            <w:rStyle w:val="Hyperlink"/>
          </w:rPr>
          <w:t>http://www.dr-aart.nl/Statistiek-frequentie.html</w:t>
        </w:r>
      </w:hyperlink>
      <w:r w:rsidRPr="00D837DA">
        <w:t xml:space="preserve"> </w:t>
      </w:r>
    </w:p>
    <w:p w:rsidR="00D837DA" w:rsidRDefault="00D837DA" w:rsidP="00726BEC">
      <w:pPr>
        <w:pStyle w:val="Lijstalinea"/>
        <w:tabs>
          <w:tab w:val="left" w:pos="5387"/>
        </w:tabs>
        <w:ind w:left="0"/>
      </w:pPr>
    </w:p>
    <w:p w:rsidR="00F42BE4" w:rsidRDefault="00D837DA" w:rsidP="00726BEC">
      <w:pPr>
        <w:pStyle w:val="Lijstalinea"/>
        <w:tabs>
          <w:tab w:val="left" w:pos="5387"/>
        </w:tabs>
        <w:ind w:left="0"/>
        <w:rPr>
          <w:rStyle w:val="Hyperlink"/>
        </w:rPr>
      </w:pPr>
      <w:r w:rsidRPr="00D837DA">
        <w:rPr>
          <w:rStyle w:val="Hyperlink"/>
        </w:rPr>
        <w:t>http://www.cijfers.net/vandaag.html</w:t>
      </w:r>
    </w:p>
    <w:p w:rsidR="00867325" w:rsidRPr="007975CB" w:rsidRDefault="00867325" w:rsidP="00726BEC">
      <w:pPr>
        <w:pStyle w:val="Lijstalinea"/>
        <w:tabs>
          <w:tab w:val="left" w:pos="5387"/>
        </w:tabs>
        <w:ind w:left="0"/>
        <w:rPr>
          <w:b/>
        </w:rPr>
      </w:pPr>
      <w:bookmarkStart w:id="0" w:name="_GoBack"/>
      <w:bookmarkEnd w:id="0"/>
    </w:p>
    <w:p w:rsidR="00623733" w:rsidRDefault="00623733" w:rsidP="00726BEC">
      <w:pPr>
        <w:pStyle w:val="Lijstalinea"/>
        <w:pBdr>
          <w:bottom w:val="single" w:sz="6" w:space="1" w:color="auto"/>
        </w:pBdr>
        <w:tabs>
          <w:tab w:val="left" w:pos="5387"/>
        </w:tabs>
        <w:ind w:left="0"/>
      </w:pPr>
    </w:p>
    <w:p w:rsidR="00F42BE4" w:rsidRDefault="00F42BE4">
      <w:pPr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br w:type="page"/>
      </w:r>
    </w:p>
    <w:p w:rsidR="007F491E" w:rsidRDefault="007F491E" w:rsidP="007A26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:rsidR="00606B25" w:rsidRPr="007F491E" w:rsidRDefault="00606B25" w:rsidP="007A2649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7F491E">
        <w:rPr>
          <w:rFonts w:cstheme="minorHAnsi"/>
          <w:b/>
          <w:bCs/>
        </w:rPr>
        <w:t>Referentiekader 2F:</w:t>
      </w:r>
      <w:r w:rsidR="007A2649" w:rsidRPr="007F491E">
        <w:rPr>
          <w:rFonts w:cstheme="minorHAnsi"/>
        </w:rPr>
        <w:t xml:space="preserve"> </w:t>
      </w:r>
    </w:p>
    <w:p w:rsidR="00780597" w:rsidRPr="007F491E" w:rsidRDefault="00780597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7A3AC4" w:rsidRPr="009871F1" w:rsidRDefault="0022170F" w:rsidP="00340519">
      <w:pPr>
        <w:autoSpaceDE w:val="0"/>
        <w:autoSpaceDN w:val="0"/>
        <w:adjustRightInd w:val="0"/>
        <w:spacing w:after="0" w:line="240" w:lineRule="auto"/>
        <w:ind w:left="2124" w:hanging="2124"/>
        <w:rPr>
          <w:rFonts w:cstheme="minorHAnsi"/>
          <w:sz w:val="18"/>
          <w:szCs w:val="18"/>
        </w:rPr>
      </w:pPr>
      <w:r w:rsidRPr="007F491E">
        <w:rPr>
          <w:rFonts w:cstheme="minorHAnsi"/>
          <w:b/>
          <w:bCs/>
        </w:rPr>
        <w:t>Paraat hebben</w:t>
      </w:r>
      <w:r w:rsidR="00606B25" w:rsidRPr="007F491E">
        <w:rPr>
          <w:rFonts w:cstheme="minorHAnsi"/>
          <w:b/>
          <w:bCs/>
        </w:rPr>
        <w:t>:</w:t>
      </w:r>
      <w:r w:rsidR="007F491E" w:rsidRPr="007F491E">
        <w:rPr>
          <w:rFonts w:ascii="ArialMT" w:hAnsi="ArialMT" w:cs="ArialMT"/>
          <w:sz w:val="16"/>
          <w:szCs w:val="16"/>
        </w:rPr>
        <w:t xml:space="preserve"> </w:t>
      </w:r>
      <w:r w:rsidR="00340519">
        <w:rPr>
          <w:rFonts w:ascii="ArialMT" w:hAnsi="ArialMT" w:cs="ArialMT"/>
          <w:sz w:val="16"/>
          <w:szCs w:val="16"/>
        </w:rPr>
        <w:tab/>
      </w:r>
      <w:r w:rsidR="007F491E" w:rsidRPr="009871F1">
        <w:rPr>
          <w:rFonts w:cstheme="minorHAnsi"/>
          <w:sz w:val="18"/>
          <w:szCs w:val="18"/>
        </w:rPr>
        <w:t xml:space="preserve">– analyseren, interpreteren en kritisch beoordelen van numerieke informatie uit </w:t>
      </w:r>
    </w:p>
    <w:p w:rsidR="007A3AC4" w:rsidRPr="009871F1" w:rsidRDefault="007A3AC4" w:rsidP="007A3AC4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b/>
          <w:bCs/>
          <w:sz w:val="18"/>
          <w:szCs w:val="18"/>
        </w:rPr>
        <w:t xml:space="preserve">  </w:t>
      </w:r>
      <w:r w:rsidR="007F491E" w:rsidRPr="009871F1">
        <w:rPr>
          <w:rFonts w:cstheme="minorHAnsi"/>
          <w:sz w:val="18"/>
          <w:szCs w:val="18"/>
        </w:rPr>
        <w:t xml:space="preserve">diverse formulieren, schema’s, tabellen en andere grafische voorstellingen </w:t>
      </w:r>
    </w:p>
    <w:p w:rsidR="007F491E" w:rsidRPr="009871F1" w:rsidRDefault="007A3AC4" w:rsidP="007A3AC4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b/>
          <w:bCs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  </w:t>
      </w:r>
      <w:r w:rsidR="007F491E" w:rsidRPr="009871F1">
        <w:rPr>
          <w:rFonts w:cstheme="minorHAnsi"/>
          <w:sz w:val="18"/>
          <w:szCs w:val="18"/>
        </w:rPr>
        <w:t>diagrammen).</w:t>
      </w:r>
    </w:p>
    <w:p w:rsidR="007A3AC4" w:rsidRPr="009871F1" w:rsidRDefault="007A3AC4" w:rsidP="0034051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>–+</w:t>
      </w:r>
      <w:r w:rsidR="007F491E" w:rsidRPr="009871F1">
        <w:rPr>
          <w:rFonts w:cstheme="minorHAnsi"/>
          <w:sz w:val="18"/>
          <w:szCs w:val="18"/>
        </w:rPr>
        <w:t xml:space="preserve"> vuistregels en alledaagse formules (horend bij specifieke situaties) begrijpen en er </w:t>
      </w:r>
    </w:p>
    <w:p w:rsidR="007F491E" w:rsidRPr="009871F1" w:rsidRDefault="007A3AC4" w:rsidP="0034051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b/>
          <w:bCs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  </w:t>
      </w:r>
      <w:r w:rsidR="007F491E" w:rsidRPr="009871F1">
        <w:rPr>
          <w:rFonts w:cstheme="minorHAnsi"/>
          <w:sz w:val="18"/>
          <w:szCs w:val="18"/>
        </w:rPr>
        <w:t>eenvoudige berekeningen mee uitvoeren.</w:t>
      </w:r>
    </w:p>
    <w:p w:rsidR="007A3AC4" w:rsidRPr="009871F1" w:rsidRDefault="00FC0B36" w:rsidP="0034051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– numerieke informatie uit diverse formulieren, schema’s, tabellen, diagrammen en </w:t>
      </w:r>
    </w:p>
    <w:p w:rsidR="007A3AC4" w:rsidRPr="009871F1" w:rsidRDefault="007A3AC4" w:rsidP="0034051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   </w:t>
      </w:r>
      <w:r w:rsidR="00FC0B36" w:rsidRPr="009871F1">
        <w:rPr>
          <w:rFonts w:cstheme="minorHAnsi"/>
          <w:sz w:val="18"/>
          <w:szCs w:val="18"/>
        </w:rPr>
        <w:t xml:space="preserve">grafieken interpreteren en gebruiken er als nodig berekeningen mee uit voeren en </w:t>
      </w:r>
    </w:p>
    <w:p w:rsidR="00780597" w:rsidRPr="009871F1" w:rsidRDefault="007A3AC4" w:rsidP="00340519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   </w:t>
      </w:r>
      <w:r w:rsidR="00FC0B36" w:rsidRPr="009871F1">
        <w:rPr>
          <w:rFonts w:cstheme="minorHAnsi"/>
          <w:sz w:val="18"/>
          <w:szCs w:val="18"/>
        </w:rPr>
        <w:t>conclusies trekken.</w:t>
      </w:r>
    </w:p>
    <w:p w:rsidR="00780597" w:rsidRPr="007F491E" w:rsidRDefault="00780597" w:rsidP="005B1E8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</w:rPr>
      </w:pPr>
    </w:p>
    <w:p w:rsidR="00A26C5B" w:rsidRDefault="00492228" w:rsidP="00340519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  <w:sz w:val="18"/>
          <w:szCs w:val="18"/>
        </w:rPr>
      </w:pPr>
      <w:r w:rsidRPr="007F491E">
        <w:rPr>
          <w:rFonts w:cstheme="minorHAnsi"/>
          <w:b/>
          <w:bCs/>
        </w:rPr>
        <w:t>Functioneel gebruiken</w:t>
      </w:r>
      <w:r w:rsidRPr="009871F1">
        <w:rPr>
          <w:rFonts w:cstheme="minorHAnsi"/>
          <w:b/>
          <w:bCs/>
          <w:sz w:val="18"/>
          <w:szCs w:val="18"/>
        </w:rPr>
        <w:t>:</w:t>
      </w:r>
    </w:p>
    <w:p w:rsidR="001B25FD" w:rsidRPr="009871F1" w:rsidRDefault="00340519" w:rsidP="00A26C5B">
      <w:pPr>
        <w:autoSpaceDE w:val="0"/>
        <w:autoSpaceDN w:val="0"/>
        <w:adjustRightInd w:val="0"/>
        <w:spacing w:after="0" w:line="240" w:lineRule="auto"/>
        <w:ind w:left="2127" w:hanging="3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− in situaties numerieke informatie uit diverse formulieren, schema’s, tabellen, </w:t>
      </w:r>
    </w:p>
    <w:p w:rsidR="001B25FD" w:rsidRPr="009871F1" w:rsidRDefault="001B25FD" w:rsidP="001B25F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sz w:val="18"/>
          <w:szCs w:val="18"/>
        </w:rPr>
      </w:pPr>
      <w:r w:rsidRPr="009871F1">
        <w:rPr>
          <w:rFonts w:cstheme="minorHAnsi"/>
          <w:b/>
          <w:bCs/>
          <w:sz w:val="18"/>
          <w:szCs w:val="18"/>
        </w:rPr>
        <w:tab/>
        <w:t xml:space="preserve">  </w:t>
      </w:r>
      <w:r w:rsidR="00340519" w:rsidRPr="009871F1">
        <w:rPr>
          <w:rFonts w:cstheme="minorHAnsi"/>
          <w:sz w:val="18"/>
          <w:szCs w:val="18"/>
        </w:rPr>
        <w:t xml:space="preserve">diagrammen en grafieken combineren ook wanneer er verbanden tussen meer dan </w:t>
      </w:r>
      <w:r w:rsidRPr="009871F1">
        <w:rPr>
          <w:rFonts w:cstheme="minorHAnsi"/>
          <w:sz w:val="18"/>
          <w:szCs w:val="18"/>
        </w:rPr>
        <w:t xml:space="preserve"> </w:t>
      </w:r>
    </w:p>
    <w:p w:rsidR="00492228" w:rsidRPr="009871F1" w:rsidRDefault="001B25FD" w:rsidP="001B25FD">
      <w:pPr>
        <w:autoSpaceDE w:val="0"/>
        <w:autoSpaceDN w:val="0"/>
        <w:adjustRightInd w:val="0"/>
        <w:spacing w:after="0" w:line="240" w:lineRule="auto"/>
        <w:ind w:left="2127" w:hanging="2127"/>
        <w:rPr>
          <w:rFonts w:cstheme="minorHAnsi"/>
          <w:b/>
          <w:bCs/>
          <w:sz w:val="18"/>
          <w:szCs w:val="18"/>
        </w:rPr>
      </w:pPr>
      <w:r w:rsidRPr="009871F1">
        <w:rPr>
          <w:rFonts w:cstheme="minorHAnsi"/>
          <w:sz w:val="18"/>
          <w:szCs w:val="18"/>
        </w:rPr>
        <w:tab/>
        <w:t xml:space="preserve">  </w:t>
      </w:r>
      <w:r w:rsidR="00340519" w:rsidRPr="009871F1">
        <w:rPr>
          <w:rFonts w:cstheme="minorHAnsi"/>
          <w:sz w:val="18"/>
          <w:szCs w:val="18"/>
        </w:rPr>
        <w:t>twee</w:t>
      </w:r>
      <w:r w:rsidRPr="009871F1">
        <w:rPr>
          <w:rFonts w:cstheme="minorHAnsi"/>
          <w:sz w:val="18"/>
          <w:szCs w:val="18"/>
        </w:rPr>
        <w:t xml:space="preserve"> </w:t>
      </w:r>
      <w:r w:rsidR="00340519" w:rsidRPr="009871F1">
        <w:rPr>
          <w:rFonts w:cstheme="minorHAnsi"/>
          <w:sz w:val="18"/>
          <w:szCs w:val="18"/>
        </w:rPr>
        <w:t>variabelen in beeld zijn gebracht.</w:t>
      </w:r>
    </w:p>
    <w:p w:rsidR="001B25FD" w:rsidRPr="009871F1" w:rsidRDefault="00197830" w:rsidP="00197830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– grafieken en diagrammen (gesitueerd in een authentieke context) interpreteren in </w:t>
      </w:r>
    </w:p>
    <w:p w:rsidR="00197830" w:rsidRPr="009871F1" w:rsidRDefault="001B25FD" w:rsidP="00197830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   </w:t>
      </w:r>
      <w:r w:rsidR="00197830" w:rsidRPr="009871F1">
        <w:rPr>
          <w:rFonts w:cstheme="minorHAnsi"/>
          <w:sz w:val="18"/>
          <w:szCs w:val="18"/>
        </w:rPr>
        <w:t>termen van de situatie en uit het verloop, de vorm, en de plaats van punten</w:t>
      </w:r>
    </w:p>
    <w:p w:rsidR="00197830" w:rsidRPr="009871F1" w:rsidRDefault="001B25FD" w:rsidP="00197830">
      <w:pPr>
        <w:autoSpaceDE w:val="0"/>
        <w:autoSpaceDN w:val="0"/>
        <w:adjustRightInd w:val="0"/>
        <w:spacing w:after="0" w:line="240" w:lineRule="auto"/>
        <w:ind w:left="1416" w:firstLine="708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   </w:t>
      </w:r>
      <w:r w:rsidR="00197830" w:rsidRPr="009871F1">
        <w:rPr>
          <w:rFonts w:cstheme="minorHAnsi"/>
          <w:sz w:val="18"/>
          <w:szCs w:val="18"/>
        </w:rPr>
        <w:t xml:space="preserve">conclusies trekken over de situatie; </w:t>
      </w:r>
    </w:p>
    <w:p w:rsidR="001B25FD" w:rsidRPr="009871F1" w:rsidRDefault="00197830" w:rsidP="00197830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– numerieke gegevens verzamelen en verwerken, samenvatten en op diverse </w:t>
      </w:r>
    </w:p>
    <w:p w:rsidR="001B25FD" w:rsidRPr="009871F1" w:rsidRDefault="001B25FD" w:rsidP="00197830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   </w:t>
      </w:r>
      <w:r w:rsidR="00197830" w:rsidRPr="009871F1">
        <w:rPr>
          <w:rFonts w:cstheme="minorHAnsi"/>
          <w:sz w:val="18"/>
          <w:szCs w:val="18"/>
        </w:rPr>
        <w:t xml:space="preserve">manieren weergeven passend bij de situatie, ook met gebruik van ICT (bijv. </w:t>
      </w:r>
    </w:p>
    <w:p w:rsidR="00197830" w:rsidRPr="009871F1" w:rsidRDefault="001B25FD" w:rsidP="00197830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b/>
          <w:bCs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   </w:t>
      </w:r>
      <w:r w:rsidR="00197830" w:rsidRPr="009871F1">
        <w:rPr>
          <w:rFonts w:cstheme="minorHAnsi"/>
          <w:sz w:val="18"/>
          <w:szCs w:val="18"/>
        </w:rPr>
        <w:t>spreadsheet).</w:t>
      </w:r>
    </w:p>
    <w:p w:rsidR="001B25FD" w:rsidRPr="009871F1" w:rsidRDefault="007A3AC4" w:rsidP="007A3AC4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– numerieke gegevens uit gecompliceerde tabellen, diagrammen en grafieken </w:t>
      </w:r>
    </w:p>
    <w:p w:rsidR="00696700" w:rsidRPr="009871F1" w:rsidRDefault="001B25FD" w:rsidP="007A3AC4">
      <w:pPr>
        <w:autoSpaceDE w:val="0"/>
        <w:autoSpaceDN w:val="0"/>
        <w:adjustRightInd w:val="0"/>
        <w:spacing w:after="0" w:line="240" w:lineRule="auto"/>
        <w:ind w:left="2124"/>
        <w:rPr>
          <w:rFonts w:cstheme="minorHAnsi"/>
          <w:b/>
          <w:bCs/>
          <w:sz w:val="18"/>
          <w:szCs w:val="18"/>
        </w:rPr>
      </w:pPr>
      <w:r w:rsidRPr="009871F1">
        <w:rPr>
          <w:rFonts w:cstheme="minorHAnsi"/>
          <w:sz w:val="18"/>
          <w:szCs w:val="18"/>
        </w:rPr>
        <w:t xml:space="preserve">   </w:t>
      </w:r>
      <w:r w:rsidR="007A3AC4" w:rsidRPr="009871F1">
        <w:rPr>
          <w:rFonts w:cstheme="minorHAnsi"/>
          <w:sz w:val="18"/>
          <w:szCs w:val="18"/>
        </w:rPr>
        <w:t>aflezen, combineren en gebruiken bij het oplossen van problemen.</w:t>
      </w:r>
    </w:p>
    <w:sectPr w:rsidR="00696700" w:rsidRPr="009871F1" w:rsidSect="001D759F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433A4"/>
    <w:multiLevelType w:val="hybridMultilevel"/>
    <w:tmpl w:val="AB52E054"/>
    <w:lvl w:ilvl="0" w:tplc="43F0DB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BE3B71"/>
    <w:multiLevelType w:val="hybridMultilevel"/>
    <w:tmpl w:val="6DF827B8"/>
    <w:lvl w:ilvl="0" w:tplc="A02E793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1F348B"/>
    <w:multiLevelType w:val="hybridMultilevel"/>
    <w:tmpl w:val="C7E679D8"/>
    <w:lvl w:ilvl="0" w:tplc="493C1A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36D"/>
    <w:rsid w:val="00025D31"/>
    <w:rsid w:val="00042D67"/>
    <w:rsid w:val="0006673F"/>
    <w:rsid w:val="00071A16"/>
    <w:rsid w:val="000961C5"/>
    <w:rsid w:val="000A3BC0"/>
    <w:rsid w:val="000A4549"/>
    <w:rsid w:val="000A55B8"/>
    <w:rsid w:val="000A598A"/>
    <w:rsid w:val="00100566"/>
    <w:rsid w:val="0010136D"/>
    <w:rsid w:val="00140968"/>
    <w:rsid w:val="0016206B"/>
    <w:rsid w:val="00193A3A"/>
    <w:rsid w:val="00197830"/>
    <w:rsid w:val="001A0335"/>
    <w:rsid w:val="001B25FD"/>
    <w:rsid w:val="001D033B"/>
    <w:rsid w:val="001D18AD"/>
    <w:rsid w:val="001D759F"/>
    <w:rsid w:val="001E3936"/>
    <w:rsid w:val="0022170F"/>
    <w:rsid w:val="002B2086"/>
    <w:rsid w:val="002B40CA"/>
    <w:rsid w:val="002B50DD"/>
    <w:rsid w:val="002D79CB"/>
    <w:rsid w:val="002E2B80"/>
    <w:rsid w:val="00307078"/>
    <w:rsid w:val="0032102C"/>
    <w:rsid w:val="00340519"/>
    <w:rsid w:val="0035591A"/>
    <w:rsid w:val="00355AA6"/>
    <w:rsid w:val="00360D84"/>
    <w:rsid w:val="0036365A"/>
    <w:rsid w:val="003A5C7A"/>
    <w:rsid w:val="003F6DE6"/>
    <w:rsid w:val="00425E66"/>
    <w:rsid w:val="00432CC3"/>
    <w:rsid w:val="00440A80"/>
    <w:rsid w:val="00490613"/>
    <w:rsid w:val="00492228"/>
    <w:rsid w:val="00496A3D"/>
    <w:rsid w:val="004B0840"/>
    <w:rsid w:val="004C3DCA"/>
    <w:rsid w:val="00505878"/>
    <w:rsid w:val="00547D2A"/>
    <w:rsid w:val="0058183E"/>
    <w:rsid w:val="005B1E8D"/>
    <w:rsid w:val="005C6455"/>
    <w:rsid w:val="005E66F8"/>
    <w:rsid w:val="005F1326"/>
    <w:rsid w:val="00606B25"/>
    <w:rsid w:val="00616502"/>
    <w:rsid w:val="00623733"/>
    <w:rsid w:val="0064104F"/>
    <w:rsid w:val="006503FE"/>
    <w:rsid w:val="00694A56"/>
    <w:rsid w:val="00696700"/>
    <w:rsid w:val="006A287E"/>
    <w:rsid w:val="00726BEC"/>
    <w:rsid w:val="00761B0E"/>
    <w:rsid w:val="00777679"/>
    <w:rsid w:val="00780597"/>
    <w:rsid w:val="007971AB"/>
    <w:rsid w:val="007975CB"/>
    <w:rsid w:val="007A2649"/>
    <w:rsid w:val="007A3AC4"/>
    <w:rsid w:val="007B1804"/>
    <w:rsid w:val="007C07AF"/>
    <w:rsid w:val="007D7BFF"/>
    <w:rsid w:val="007F491E"/>
    <w:rsid w:val="0081003A"/>
    <w:rsid w:val="0082030F"/>
    <w:rsid w:val="00822715"/>
    <w:rsid w:val="00830674"/>
    <w:rsid w:val="00836760"/>
    <w:rsid w:val="008547B3"/>
    <w:rsid w:val="00867325"/>
    <w:rsid w:val="00894273"/>
    <w:rsid w:val="008C1FE1"/>
    <w:rsid w:val="008D6B85"/>
    <w:rsid w:val="008F167F"/>
    <w:rsid w:val="008F2B37"/>
    <w:rsid w:val="00917690"/>
    <w:rsid w:val="00924663"/>
    <w:rsid w:val="009267FF"/>
    <w:rsid w:val="0094162E"/>
    <w:rsid w:val="009871F1"/>
    <w:rsid w:val="00992076"/>
    <w:rsid w:val="009C302E"/>
    <w:rsid w:val="00A11C26"/>
    <w:rsid w:val="00A26C5B"/>
    <w:rsid w:val="00A26EB9"/>
    <w:rsid w:val="00A31DF2"/>
    <w:rsid w:val="00A87BFD"/>
    <w:rsid w:val="00AA6D32"/>
    <w:rsid w:val="00AD688A"/>
    <w:rsid w:val="00AE6ECC"/>
    <w:rsid w:val="00B17933"/>
    <w:rsid w:val="00B40FA0"/>
    <w:rsid w:val="00B6483A"/>
    <w:rsid w:val="00B73F77"/>
    <w:rsid w:val="00B77E35"/>
    <w:rsid w:val="00B84BB8"/>
    <w:rsid w:val="00BC0954"/>
    <w:rsid w:val="00BE6F1F"/>
    <w:rsid w:val="00C411CB"/>
    <w:rsid w:val="00C477A9"/>
    <w:rsid w:val="00C47D27"/>
    <w:rsid w:val="00C62252"/>
    <w:rsid w:val="00C6279A"/>
    <w:rsid w:val="00C65FD6"/>
    <w:rsid w:val="00CC7469"/>
    <w:rsid w:val="00CF1157"/>
    <w:rsid w:val="00CF52A4"/>
    <w:rsid w:val="00D07553"/>
    <w:rsid w:val="00D73F06"/>
    <w:rsid w:val="00D837DA"/>
    <w:rsid w:val="00D87664"/>
    <w:rsid w:val="00E2750C"/>
    <w:rsid w:val="00E57015"/>
    <w:rsid w:val="00E60DD4"/>
    <w:rsid w:val="00E61310"/>
    <w:rsid w:val="00E76398"/>
    <w:rsid w:val="00EA232B"/>
    <w:rsid w:val="00ED76FC"/>
    <w:rsid w:val="00F4089B"/>
    <w:rsid w:val="00F42BE4"/>
    <w:rsid w:val="00F60C4B"/>
    <w:rsid w:val="00FB129B"/>
    <w:rsid w:val="00FC0B36"/>
    <w:rsid w:val="00FC3D30"/>
    <w:rsid w:val="00F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0136D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1D759F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7975CB"/>
    <w:rPr>
      <w:color w:val="800080" w:themeColor="followed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818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818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7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095980">
              <w:marLeft w:val="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54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3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970946">
                          <w:marLeft w:val="-4362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8080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558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586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jnkinderarts.nl/baby/geboortegewicht/geboortegewicht-jongens-volgend-kind.htm" TargetMode="External"/><Relationship Id="rId13" Type="http://schemas.openxmlformats.org/officeDocument/2006/relationships/hyperlink" Target="http://www.dr-aart.nl/Statistiek-modus-mediaan-gemiddelde.html" TargetMode="Externa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hyperlink" Target="http://huisartsenlent.praktijkinfo.nl/pagina/61/jaarverslag/" TargetMode="External"/><Relationship Id="rId12" Type="http://schemas.openxmlformats.org/officeDocument/2006/relationships/hyperlink" Target="http://www.dr-aart.nl/Statistiek-cirkeldiagram.htm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r-aart.nl/Statistiek-staafdiagram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r-aart.nl/Statistiek-frequentie.html" TargetMode="External"/><Relationship Id="rId10" Type="http://schemas.openxmlformats.org/officeDocument/2006/relationships/hyperlink" Target="http://www.dr-aart.nl/Statistiek-lijndiagram.html" TargetMode="Externa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yperlink" Target="http://www.ffrekenen.nl/versie1/content/theorie/verbanden/r01_th_vb_011" TargetMode="External"/><Relationship Id="rId14" Type="http://schemas.openxmlformats.org/officeDocument/2006/relationships/hyperlink" Target="http://www.123test.nl/cijferreeksen/" TargetMode="External"/><Relationship Id="rId22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haredContentType xmlns="Microsoft.SharePoint.Taxonomy.ContentTypeSync" SourceId="0620027c-625f-40d9-9ed0-ff23b5bfde26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DEFC9CAE7D2241A960046184269618" ma:contentTypeVersion="6" ma:contentTypeDescription="Een nieuw document maken." ma:contentTypeScope="" ma:versionID="39b557e45be175c386d6dc9e436f4387">
  <xsd:schema xmlns:xsd="http://www.w3.org/2001/XMLSchema" xmlns:xs="http://www.w3.org/2001/XMLSchema" xmlns:p="http://schemas.microsoft.com/office/2006/metadata/properties" xmlns:ns2="e5473280-2023-4bf4-9037-6d2bf238c180" targetNamespace="http://schemas.microsoft.com/office/2006/metadata/properties" ma:root="true" ma:fieldsID="db28e7ed6f10819dc2995b5169140a85" ns2:_="">
    <xsd:import namespace="e5473280-2023-4bf4-9037-6d2bf238c18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73280-2023-4bf4-9037-6d2bf238c180" elementFormDefault="qualified">
    <xsd:import namespace="http://schemas.microsoft.com/office/2006/documentManagement/types"/>
    <xsd:import namespace="http://schemas.microsoft.com/office/infopath/2007/PartnerControls"/>
    <xsd:element name="_dlc_DocId" ma:index="6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7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26F230-BAE4-4BA6-9928-16E74439A4F8}"/>
</file>

<file path=customXml/itemProps2.xml><?xml version="1.0" encoding="utf-8"?>
<ds:datastoreItem xmlns:ds="http://schemas.openxmlformats.org/officeDocument/2006/customXml" ds:itemID="{892F607A-67D0-4AB4-B41E-4FED7C0A8900}"/>
</file>

<file path=customXml/itemProps3.xml><?xml version="1.0" encoding="utf-8"?>
<ds:datastoreItem xmlns:ds="http://schemas.openxmlformats.org/officeDocument/2006/customXml" ds:itemID="{000CC14F-FD6D-410C-9DCC-DC35A5D5CD8B}"/>
</file>

<file path=customXml/itemProps4.xml><?xml version="1.0" encoding="utf-8"?>
<ds:datastoreItem xmlns:ds="http://schemas.openxmlformats.org/officeDocument/2006/customXml" ds:itemID="{C7F8292A-FA08-4C6E-B8DE-CE4D8F22F17E}"/>
</file>

<file path=customXml/itemProps5.xml><?xml version="1.0" encoding="utf-8"?>
<ds:datastoreItem xmlns:ds="http://schemas.openxmlformats.org/officeDocument/2006/customXml" ds:itemID="{640D9863-E5C4-4801-AFCC-26E77A0663A3}"/>
</file>

<file path=customXml/itemProps6.xml><?xml version="1.0" encoding="utf-8"?>
<ds:datastoreItem xmlns:ds="http://schemas.openxmlformats.org/officeDocument/2006/customXml" ds:itemID="{02839B48-2240-4BB4-9898-43C9BA3DC708}"/>
</file>

<file path=docProps/app.xml><?xml version="1.0" encoding="utf-8"?>
<Properties xmlns="http://schemas.openxmlformats.org/officeDocument/2006/extended-properties" xmlns:vt="http://schemas.openxmlformats.org/officeDocument/2006/docPropsVTypes">
  <Template>DF64AE88</Template>
  <TotalTime>36</TotalTime>
  <Pages>3</Pages>
  <Words>571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Nijmegen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Marcel Peeters</dc:creator>
  <cp:lastModifiedBy>Harry Janssen</cp:lastModifiedBy>
  <cp:revision>15</cp:revision>
  <cp:lastPrinted>2012-12-14T11:21:00Z</cp:lastPrinted>
  <dcterms:created xsi:type="dcterms:W3CDTF">2013-12-10T13:06:00Z</dcterms:created>
  <dcterms:modified xsi:type="dcterms:W3CDTF">2014-01-10T13:25:00Z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0x0101002BDEFC9CAE7D2241A960046184269618</vt:lpwstr>
  </property>
  <property fmtid="{D5CDD505-2E9C-101B-9397-08002B2CF9AE}" pid="3" name="Order">
    <vt:r8>32700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