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C067" w14:textId="77777777" w:rsidR="00F86D8B" w:rsidRDefault="00F86D8B" w:rsidP="00F86D8B">
      <w:pPr>
        <w:pStyle w:val="Geenafstand"/>
        <w:rPr>
          <w:b/>
          <w:sz w:val="32"/>
          <w:szCs w:val="32"/>
        </w:rPr>
      </w:pPr>
      <w:bookmarkStart w:id="0" w:name="_GoBack"/>
      <w:bookmarkEnd w:id="0"/>
      <w:r w:rsidRPr="00F86D8B">
        <w:rPr>
          <w:b/>
          <w:sz w:val="32"/>
          <w:szCs w:val="32"/>
        </w:rPr>
        <w:t>Product Backlog</w:t>
      </w:r>
      <w:r>
        <w:rPr>
          <w:b/>
          <w:sz w:val="32"/>
          <w:szCs w:val="32"/>
        </w:rPr>
        <w:t xml:space="preserve"> – </w:t>
      </w:r>
      <w:r w:rsidR="00D366D9">
        <w:rPr>
          <w:b/>
          <w:sz w:val="32"/>
          <w:szCs w:val="32"/>
        </w:rPr>
        <w:t>PIT Expressie 1</w:t>
      </w:r>
    </w:p>
    <w:p w14:paraId="4635C068" w14:textId="77777777" w:rsidR="00F86D8B" w:rsidRDefault="00F86D8B" w:rsidP="00F86D8B">
      <w:pPr>
        <w:pStyle w:val="Geenafstand"/>
        <w:rPr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A474B" w14:paraId="4635C070" w14:textId="77777777" w:rsidTr="008A474B">
        <w:tc>
          <w:tcPr>
            <w:tcW w:w="3070" w:type="dxa"/>
          </w:tcPr>
          <w:p w14:paraId="4635C069" w14:textId="77777777" w:rsidR="008A474B" w:rsidRDefault="008A474B" w:rsidP="00F86D8B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Titel</w:t>
            </w:r>
          </w:p>
          <w:p w14:paraId="4635C06A" w14:textId="77777777" w:rsidR="008A474B" w:rsidRP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en hoe moet ik zijn als pedagogisch medewerker/maatschappelijk verzorgende?</w:t>
            </w:r>
          </w:p>
        </w:tc>
        <w:tc>
          <w:tcPr>
            <w:tcW w:w="3071" w:type="dxa"/>
          </w:tcPr>
          <w:p w14:paraId="4635C06B" w14:textId="77777777" w:rsidR="008A474B" w:rsidRDefault="008A474B" w:rsidP="00F86D8B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Vak</w:t>
            </w:r>
          </w:p>
          <w:p w14:paraId="4635C06C" w14:textId="77777777" w:rsidR="008A474B" w:rsidRP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PIT Expressie</w:t>
            </w:r>
          </w:p>
        </w:tc>
        <w:tc>
          <w:tcPr>
            <w:tcW w:w="3071" w:type="dxa"/>
          </w:tcPr>
          <w:p w14:paraId="4635C06D" w14:textId="77777777" w:rsidR="008A474B" w:rsidRDefault="008A474B" w:rsidP="00F86D8B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Docent</w:t>
            </w:r>
          </w:p>
          <w:p w14:paraId="4635C06E" w14:textId="77777777" w:rsid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Annemiek Warris</w:t>
            </w:r>
          </w:p>
          <w:p w14:paraId="4635C06F" w14:textId="77777777" w:rsidR="008A474B" w:rsidRP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Monique Blik</w:t>
            </w:r>
          </w:p>
        </w:tc>
      </w:tr>
      <w:tr w:rsidR="008A474B" w14:paraId="4635C077" w14:textId="77777777" w:rsidTr="008A474B">
        <w:tc>
          <w:tcPr>
            <w:tcW w:w="3070" w:type="dxa"/>
          </w:tcPr>
          <w:p w14:paraId="4635C071" w14:textId="77777777" w:rsidR="008A474B" w:rsidRDefault="008A474B" w:rsidP="00F86D8B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Leerjaar, Niveau</w:t>
            </w:r>
          </w:p>
          <w:p w14:paraId="4635C072" w14:textId="77777777" w:rsidR="008A474B" w:rsidRP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Niveau 3&amp;4 PW, MZ &amp; MVZ</w:t>
            </w:r>
          </w:p>
        </w:tc>
        <w:tc>
          <w:tcPr>
            <w:tcW w:w="3071" w:type="dxa"/>
          </w:tcPr>
          <w:p w14:paraId="4635C073" w14:textId="77777777" w:rsidR="008A474B" w:rsidRDefault="008A474B" w:rsidP="00F86D8B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Klas</w:t>
            </w:r>
          </w:p>
          <w:p w14:paraId="4635C074" w14:textId="77777777" w:rsidR="008A474B" w:rsidRP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Leerjaar 1 PW, MZ &amp; MVZ</w:t>
            </w:r>
          </w:p>
        </w:tc>
        <w:tc>
          <w:tcPr>
            <w:tcW w:w="3071" w:type="dxa"/>
          </w:tcPr>
          <w:p w14:paraId="4635C075" w14:textId="77777777" w:rsidR="008A474B" w:rsidRDefault="008A474B" w:rsidP="00F86D8B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Aantal lessen</w:t>
            </w:r>
          </w:p>
          <w:p w14:paraId="4635C076" w14:textId="77777777" w:rsidR="008A474B" w:rsidRPr="008A474B" w:rsidRDefault="008A474B" w:rsidP="00F86D8B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lessen</w:t>
            </w:r>
          </w:p>
        </w:tc>
      </w:tr>
    </w:tbl>
    <w:p w14:paraId="4635C078" w14:textId="77777777" w:rsidR="00152FC5" w:rsidRDefault="00152FC5" w:rsidP="00F86D8B">
      <w:pPr>
        <w:pStyle w:val="Geenafstand"/>
      </w:pPr>
    </w:p>
    <w:p w14:paraId="4635C079" w14:textId="77777777" w:rsidR="0036753E" w:rsidRDefault="0036753E" w:rsidP="00F86D8B">
      <w:pPr>
        <w:pStyle w:val="Geenafstand"/>
      </w:pPr>
    </w:p>
    <w:p w14:paraId="4635C07A" w14:textId="77777777" w:rsidR="0036753E" w:rsidRPr="0036753E" w:rsidRDefault="0036753E" w:rsidP="00F86D8B">
      <w:pPr>
        <w:pStyle w:val="Geenafstand"/>
        <w:rPr>
          <w:b/>
        </w:rPr>
      </w:pPr>
      <w:r>
        <w:rPr>
          <w:b/>
        </w:rPr>
        <w:t xml:space="preserve">Tijdens de Release Planning geeft de Product </w:t>
      </w:r>
      <w:proofErr w:type="spellStart"/>
      <w:r>
        <w:rPr>
          <w:b/>
        </w:rPr>
        <w:t>Owner</w:t>
      </w:r>
      <w:proofErr w:type="spellEnd"/>
      <w:r>
        <w:rPr>
          <w:b/>
        </w:rPr>
        <w:t xml:space="preserve"> de teams visie en perspectief: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36753E" w14:paraId="4635C091" w14:textId="77777777" w:rsidTr="0060007A">
        <w:tc>
          <w:tcPr>
            <w:tcW w:w="9464" w:type="dxa"/>
          </w:tcPr>
          <w:p w14:paraId="4635C07B" w14:textId="77777777" w:rsidR="0036753E" w:rsidRPr="0036753E" w:rsidRDefault="0036753E" w:rsidP="0036753E">
            <w:pPr>
              <w:pStyle w:val="Geenafstand"/>
            </w:pPr>
            <w:r w:rsidRPr="0036753E">
              <w:rPr>
                <w:b/>
              </w:rPr>
              <w:t>WAT</w:t>
            </w:r>
            <w:r w:rsidRPr="0036753E">
              <w:t xml:space="preserve"> zijn de leerdoelen?</w:t>
            </w:r>
          </w:p>
          <w:p w14:paraId="4635C07C" w14:textId="77777777" w:rsidR="0036753E" w:rsidRDefault="00D366D9" w:rsidP="00D366D9">
            <w:pPr>
              <w:pStyle w:val="Geenafstand"/>
            </w:pPr>
            <w:r>
              <w:t xml:space="preserve">Deze PIT is gericht op de “ik” in beeld te krijgen. Je weet na deze PIT: </w:t>
            </w:r>
          </w:p>
          <w:p w14:paraId="4635C07D" w14:textId="77777777" w:rsidR="00C85073" w:rsidRDefault="00C85073" w:rsidP="00C85073">
            <w:pPr>
              <w:pStyle w:val="Geenafstand"/>
              <w:numPr>
                <w:ilvl w:val="0"/>
                <w:numId w:val="1"/>
              </w:numPr>
            </w:pPr>
            <w:r w:rsidRPr="00613839">
              <w:rPr>
                <w:rStyle w:val="Nadruk"/>
                <w:i w:val="0"/>
              </w:rPr>
              <w:t xml:space="preserve">Wat is mijn plek binnen de groep? </w:t>
            </w:r>
            <w:r w:rsidR="00613839">
              <w:t>(Sprint 1)</w:t>
            </w:r>
          </w:p>
          <w:p w14:paraId="4635C07E" w14:textId="77777777" w:rsidR="00D366D9" w:rsidRDefault="00C85073" w:rsidP="00C85073">
            <w:pPr>
              <w:pStyle w:val="Geenafstand"/>
              <w:numPr>
                <w:ilvl w:val="0"/>
                <w:numId w:val="1"/>
              </w:numPr>
            </w:pPr>
            <w:r w:rsidRPr="00C85073">
              <w:rPr>
                <w:rStyle w:val="Nadruk"/>
                <w:i w:val="0"/>
              </w:rPr>
              <w:t xml:space="preserve">Wat zijn mijn talenten? </w:t>
            </w:r>
            <w:r w:rsidR="00613839">
              <w:t>(Sprint 2)</w:t>
            </w:r>
          </w:p>
          <w:p w14:paraId="4635C07F" w14:textId="77777777" w:rsidR="00D366D9" w:rsidRDefault="00C85073" w:rsidP="00C85073">
            <w:pPr>
              <w:pStyle w:val="Geenafstand"/>
              <w:numPr>
                <w:ilvl w:val="0"/>
                <w:numId w:val="1"/>
              </w:numPr>
            </w:pPr>
            <w:r w:rsidRPr="00613839">
              <w:rPr>
                <w:rStyle w:val="Nadruk"/>
                <w:i w:val="0"/>
              </w:rPr>
              <w:t>Hoe kan ik mijn talenten inzetten bij mijn beroep?</w:t>
            </w:r>
            <w:r w:rsidR="00613839">
              <w:t xml:space="preserve"> (Sprint 3)</w:t>
            </w:r>
          </w:p>
          <w:p w14:paraId="4635C080" w14:textId="77777777" w:rsidR="0036753E" w:rsidRPr="0036753E" w:rsidRDefault="0036753E" w:rsidP="0036753E">
            <w:pPr>
              <w:pStyle w:val="Geenafstand"/>
            </w:pPr>
          </w:p>
          <w:p w14:paraId="4635C081" w14:textId="77777777" w:rsidR="0036753E" w:rsidRDefault="0036753E" w:rsidP="0036753E">
            <w:pPr>
              <w:pStyle w:val="Geenafstand"/>
            </w:pPr>
            <w:r w:rsidRPr="0036753E">
              <w:rPr>
                <w:b/>
              </w:rPr>
              <w:t>WAT</w:t>
            </w:r>
            <w:r w:rsidRPr="0036753E">
              <w:t xml:space="preserve"> is het belan</w:t>
            </w:r>
            <w:r>
              <w:t xml:space="preserve">g hiervan (voor andere vakken,  </w:t>
            </w:r>
            <w:r w:rsidRPr="0036753E">
              <w:t xml:space="preserve">voor examen, voor studie, voor later)? </w:t>
            </w:r>
          </w:p>
          <w:p w14:paraId="4635C082" w14:textId="77777777" w:rsidR="0007232F" w:rsidRDefault="0007232F" w:rsidP="0036753E">
            <w:pPr>
              <w:pStyle w:val="Geenafstand"/>
            </w:pPr>
            <w:r>
              <w:t>Dat je jezelf leert kennen</w:t>
            </w:r>
            <w:r w:rsidR="008A474B">
              <w:t xml:space="preserve"> op expressief vlak,</w:t>
            </w:r>
            <w:r>
              <w:t xml:space="preserve"> voordat je de ander kunt begeleiden/verzorgen. </w:t>
            </w:r>
          </w:p>
          <w:p w14:paraId="4635C083" w14:textId="77777777" w:rsidR="0036753E" w:rsidRPr="0036753E" w:rsidRDefault="0036753E" w:rsidP="0036753E">
            <w:pPr>
              <w:pStyle w:val="Geenafstand"/>
            </w:pPr>
          </w:p>
          <w:p w14:paraId="4635C084" w14:textId="77777777" w:rsidR="0036753E" w:rsidRDefault="0036753E" w:rsidP="0036753E">
            <w:pPr>
              <w:pStyle w:val="Geenafstand"/>
            </w:pPr>
            <w:r w:rsidRPr="0036753E">
              <w:rPr>
                <w:b/>
              </w:rPr>
              <w:t>WAT</w:t>
            </w:r>
            <w:r w:rsidRPr="0036753E">
              <w:t xml:space="preserve"> hebben jullie geleerd, als dit af is?</w:t>
            </w:r>
          </w:p>
          <w:p w14:paraId="4635C085" w14:textId="77777777" w:rsidR="0007232F" w:rsidRDefault="0007232F" w:rsidP="0036753E">
            <w:pPr>
              <w:pStyle w:val="Geenafstand"/>
            </w:pPr>
            <w:r>
              <w:t>Na dit project weet ik wie ik ben, wat ik kan en wat ik wil als pedagogisch medewerker/maatschappelijk verzorgende</w:t>
            </w:r>
            <w:r w:rsidR="00A309EC">
              <w:t xml:space="preserve"> op expressief vlak</w:t>
            </w:r>
            <w:r>
              <w:t>.</w:t>
            </w:r>
          </w:p>
          <w:p w14:paraId="4635C086" w14:textId="77777777" w:rsidR="0036753E" w:rsidRPr="0036753E" w:rsidRDefault="0036753E" w:rsidP="0036753E">
            <w:pPr>
              <w:pStyle w:val="Geenafstand"/>
            </w:pPr>
          </w:p>
          <w:p w14:paraId="4635C087" w14:textId="77777777" w:rsidR="0036753E" w:rsidRPr="0036753E" w:rsidRDefault="0036753E" w:rsidP="0036753E">
            <w:pPr>
              <w:pStyle w:val="Geenafstand"/>
            </w:pPr>
            <w:r w:rsidRPr="0036753E">
              <w:rPr>
                <w:b/>
              </w:rPr>
              <w:t>WAT</w:t>
            </w:r>
            <w:r w:rsidRPr="0036753E">
              <w:t xml:space="preserve"> gaan jullie aan het einde van de </w:t>
            </w:r>
            <w:r w:rsidR="00613839">
              <w:t>PIT expressie</w:t>
            </w:r>
            <w:r w:rsidRPr="0036753E">
              <w:t xml:space="preserve"> opleveren, als team en individueel?</w:t>
            </w:r>
          </w:p>
          <w:p w14:paraId="4635C088" w14:textId="77777777" w:rsidR="0036753E" w:rsidRDefault="0036753E" w:rsidP="0036753E">
            <w:pPr>
              <w:pStyle w:val="Geenafstand"/>
            </w:pPr>
            <w:r w:rsidRPr="00A309EC">
              <w:rPr>
                <w:i/>
              </w:rPr>
              <w:t xml:space="preserve">Product </w:t>
            </w:r>
            <w:r w:rsidR="0007232F" w:rsidRPr="00A309EC">
              <w:rPr>
                <w:i/>
              </w:rPr>
              <w:t>–</w:t>
            </w:r>
            <w:r w:rsidRPr="00A309EC">
              <w:rPr>
                <w:i/>
              </w:rPr>
              <w:t xml:space="preserve"> team</w:t>
            </w:r>
            <w:r w:rsidR="0007232F">
              <w:t>: Trailer van het team: wie zijn wij?</w:t>
            </w:r>
          </w:p>
          <w:p w14:paraId="4635C089" w14:textId="77777777" w:rsidR="00A309EC" w:rsidRPr="0036753E" w:rsidRDefault="00A309EC" w:rsidP="0036753E">
            <w:pPr>
              <w:pStyle w:val="Geenafstand"/>
            </w:pPr>
          </w:p>
          <w:p w14:paraId="4635C08A" w14:textId="77777777" w:rsidR="0036753E" w:rsidRPr="0036753E" w:rsidRDefault="0036753E" w:rsidP="0036753E">
            <w:pPr>
              <w:pStyle w:val="Geenafstand"/>
            </w:pPr>
            <w:r w:rsidRPr="00A309EC">
              <w:rPr>
                <w:i/>
              </w:rPr>
              <w:t>Product - individueel</w:t>
            </w:r>
            <w:r w:rsidRPr="0036753E">
              <w:t>:</w:t>
            </w:r>
            <w:r w:rsidR="0060007A">
              <w:t xml:space="preserve"> </w:t>
            </w:r>
            <w:r w:rsidR="00A309EC">
              <w:t>Puzzel van jezelf.</w:t>
            </w:r>
            <w:r w:rsidR="0007232F">
              <w:t xml:space="preserve"> </w:t>
            </w:r>
          </w:p>
          <w:p w14:paraId="4635C08B" w14:textId="77777777" w:rsidR="0036753E" w:rsidRDefault="0036753E" w:rsidP="0036753E">
            <w:pPr>
              <w:pStyle w:val="Geenafstand"/>
            </w:pPr>
          </w:p>
          <w:p w14:paraId="4635C08C" w14:textId="77777777" w:rsidR="00A309EC" w:rsidRPr="0036753E" w:rsidRDefault="00A309EC" w:rsidP="0036753E">
            <w:pPr>
              <w:pStyle w:val="Geenafstand"/>
            </w:pPr>
          </w:p>
          <w:p w14:paraId="4635C08D" w14:textId="77777777" w:rsidR="00A309EC" w:rsidRDefault="0036753E" w:rsidP="0036753E">
            <w:pPr>
              <w:pStyle w:val="Geenafstand"/>
            </w:pPr>
            <w:r w:rsidRPr="00A309EC">
              <w:rPr>
                <w:i/>
              </w:rPr>
              <w:t>Proces - team</w:t>
            </w:r>
            <w:r w:rsidRPr="0036753E">
              <w:t xml:space="preserve">: </w:t>
            </w:r>
            <w:r w:rsidR="0007232F">
              <w:t>Tijdens de sprintrelease (oplevering product)verwerk je de feedback</w:t>
            </w:r>
            <w:r w:rsidR="00613839">
              <w:t xml:space="preserve"> van de andere groepen</w:t>
            </w:r>
            <w:r w:rsidR="0007232F">
              <w:t xml:space="preserve"> in een verslag. </w:t>
            </w:r>
            <w:r w:rsidR="00A309EC">
              <w:t>(wat ging goed, wat kan beter?)</w:t>
            </w:r>
          </w:p>
          <w:p w14:paraId="4635C08E" w14:textId="77777777" w:rsidR="00A309EC" w:rsidRDefault="00A309EC" w:rsidP="0036753E">
            <w:pPr>
              <w:pStyle w:val="Geenafstand"/>
            </w:pPr>
          </w:p>
          <w:p w14:paraId="4635C08F" w14:textId="77777777" w:rsidR="00A309EC" w:rsidRDefault="0036753E" w:rsidP="0036753E">
            <w:pPr>
              <w:pStyle w:val="Geenafstand"/>
            </w:pPr>
            <w:r w:rsidRPr="00A309EC">
              <w:rPr>
                <w:i/>
              </w:rPr>
              <w:t>Proces - individueel</w:t>
            </w:r>
            <w:r w:rsidRPr="0036753E">
              <w:t xml:space="preserve">: </w:t>
            </w:r>
            <w:r w:rsidR="00A309EC">
              <w:t>Tijdens de sprintrelease verwerk je de volgende vragen in een verslag:</w:t>
            </w:r>
          </w:p>
          <w:p w14:paraId="4635C090" w14:textId="77777777" w:rsidR="0036753E" w:rsidRDefault="00613839" w:rsidP="0036753E">
            <w:pPr>
              <w:pStyle w:val="Geenafstand"/>
            </w:pPr>
            <w:r>
              <w:t>Hoe vond jij het zelf</w:t>
            </w:r>
            <w:r w:rsidR="0007232F">
              <w:t xml:space="preserve"> gaan</w:t>
            </w:r>
            <w:r w:rsidR="00A309EC">
              <w:t>:</w:t>
            </w:r>
            <w:r>
              <w:t xml:space="preserve"> wat ging bij jou goed, wat vond je moeilijk en wat ga je d</w:t>
            </w:r>
            <w:r w:rsidR="00A309EC">
              <w:t>e volgende keer anders doen.</w:t>
            </w:r>
            <w:r w:rsidR="00BD61B3">
              <w:t xml:space="preserve"> Je bent 80% aanwezig geweest tijdens dit project.</w:t>
            </w:r>
          </w:p>
        </w:tc>
      </w:tr>
    </w:tbl>
    <w:p w14:paraId="4635C092" w14:textId="77777777" w:rsidR="00A309EC" w:rsidRDefault="00A309EC" w:rsidP="00F86D8B">
      <w:pPr>
        <w:pStyle w:val="Geenafstand"/>
      </w:pPr>
    </w:p>
    <w:p w14:paraId="4635C093" w14:textId="77777777" w:rsidR="00A309EC" w:rsidRDefault="00A309EC" w:rsidP="00F86D8B">
      <w:pPr>
        <w:pStyle w:val="Geenafstand"/>
      </w:pPr>
    </w:p>
    <w:p w14:paraId="4635C094" w14:textId="77777777" w:rsidR="00C85073" w:rsidRDefault="00C85073" w:rsidP="00C85073">
      <w:pPr>
        <w:pStyle w:val="Geenafstand"/>
        <w:rPr>
          <w:b/>
          <w:sz w:val="32"/>
          <w:szCs w:val="32"/>
        </w:rPr>
      </w:pPr>
      <w:r w:rsidRPr="00F86D8B">
        <w:rPr>
          <w:b/>
          <w:sz w:val="32"/>
          <w:szCs w:val="32"/>
        </w:rPr>
        <w:t>Product Backlog</w:t>
      </w:r>
      <w:r>
        <w:rPr>
          <w:b/>
          <w:sz w:val="32"/>
          <w:szCs w:val="32"/>
        </w:rPr>
        <w:t xml:space="preserve"> – Indeling in Sprints</w:t>
      </w:r>
    </w:p>
    <w:p w14:paraId="4635C095" w14:textId="77777777" w:rsidR="0060007A" w:rsidRDefault="0060007A" w:rsidP="00F86D8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6486"/>
      </w:tblGrid>
      <w:tr w:rsidR="00613839" w:rsidRPr="004277CB" w14:paraId="4635C099" w14:textId="77777777" w:rsidTr="00613839">
        <w:tc>
          <w:tcPr>
            <w:tcW w:w="1384" w:type="dxa"/>
          </w:tcPr>
          <w:p w14:paraId="4635C096" w14:textId="77777777" w:rsidR="00613839" w:rsidRPr="00613839" w:rsidRDefault="00613839" w:rsidP="00613839">
            <w:pPr>
              <w:pStyle w:val="Geenafstand"/>
              <w:rPr>
                <w:rStyle w:val="Nadruk"/>
                <w:b/>
                <w:i w:val="0"/>
              </w:rPr>
            </w:pPr>
            <w:r w:rsidRPr="00613839">
              <w:rPr>
                <w:rStyle w:val="Nadruk"/>
                <w:b/>
                <w:i w:val="0"/>
              </w:rPr>
              <w:t>Sprint 0</w:t>
            </w:r>
          </w:p>
        </w:tc>
        <w:tc>
          <w:tcPr>
            <w:tcW w:w="1418" w:type="dxa"/>
          </w:tcPr>
          <w:p w14:paraId="4635C097" w14:textId="77777777" w:rsidR="00613839" w:rsidRPr="00613839" w:rsidRDefault="00A309EC" w:rsidP="00613839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2 lessen</w:t>
            </w:r>
          </w:p>
        </w:tc>
        <w:tc>
          <w:tcPr>
            <w:tcW w:w="6486" w:type="dxa"/>
          </w:tcPr>
          <w:p w14:paraId="4635C098" w14:textId="77777777" w:rsidR="00613839" w:rsidRPr="00613839" w:rsidRDefault="00A309EC" w:rsidP="00613839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Introductie docent &amp; vak</w:t>
            </w:r>
          </w:p>
        </w:tc>
      </w:tr>
      <w:tr w:rsidR="00613839" w:rsidRPr="004277CB" w14:paraId="4635C09D" w14:textId="77777777" w:rsidTr="00613839">
        <w:tc>
          <w:tcPr>
            <w:tcW w:w="1384" w:type="dxa"/>
          </w:tcPr>
          <w:p w14:paraId="4635C09A" w14:textId="77777777" w:rsidR="00613839" w:rsidRPr="00613839" w:rsidRDefault="00613839" w:rsidP="00613839">
            <w:pPr>
              <w:pStyle w:val="Geenafstand"/>
              <w:rPr>
                <w:rStyle w:val="Nadruk"/>
                <w:b/>
                <w:i w:val="0"/>
              </w:rPr>
            </w:pPr>
            <w:r w:rsidRPr="00613839">
              <w:rPr>
                <w:rStyle w:val="Nadruk"/>
                <w:b/>
                <w:i w:val="0"/>
              </w:rPr>
              <w:t>Sprint 1</w:t>
            </w:r>
            <w:r w:rsidR="00C30568">
              <w:rPr>
                <w:rStyle w:val="Nadruk"/>
                <w:b/>
                <w:i w:val="0"/>
              </w:rPr>
              <w:t>A</w:t>
            </w:r>
          </w:p>
        </w:tc>
        <w:tc>
          <w:tcPr>
            <w:tcW w:w="1418" w:type="dxa"/>
          </w:tcPr>
          <w:p w14:paraId="4635C09B" w14:textId="77777777" w:rsidR="00613839" w:rsidRPr="00613839" w:rsidRDefault="00C30568" w:rsidP="00C30568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4 lessen</w:t>
            </w:r>
          </w:p>
        </w:tc>
        <w:tc>
          <w:tcPr>
            <w:tcW w:w="6486" w:type="dxa"/>
          </w:tcPr>
          <w:p w14:paraId="4635C09C" w14:textId="77777777" w:rsidR="00613839" w:rsidRPr="00613839" w:rsidRDefault="00613839" w:rsidP="00613839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Wie ben ik / Waar kom ik vandaan?</w:t>
            </w:r>
          </w:p>
        </w:tc>
      </w:tr>
      <w:tr w:rsidR="00C30568" w:rsidRPr="004277CB" w14:paraId="4635C0A1" w14:textId="77777777" w:rsidTr="00613839">
        <w:tc>
          <w:tcPr>
            <w:tcW w:w="1384" w:type="dxa"/>
          </w:tcPr>
          <w:p w14:paraId="4635C09E" w14:textId="77777777" w:rsidR="00C30568" w:rsidRPr="00613839" w:rsidRDefault="00C30568" w:rsidP="00613839">
            <w:pPr>
              <w:pStyle w:val="Geenafstand"/>
              <w:rPr>
                <w:rStyle w:val="Nadruk"/>
                <w:b/>
                <w:i w:val="0"/>
              </w:rPr>
            </w:pPr>
            <w:r>
              <w:rPr>
                <w:rStyle w:val="Nadruk"/>
                <w:b/>
                <w:i w:val="0"/>
              </w:rPr>
              <w:t>Sprint 1B</w:t>
            </w:r>
          </w:p>
        </w:tc>
        <w:tc>
          <w:tcPr>
            <w:tcW w:w="1418" w:type="dxa"/>
          </w:tcPr>
          <w:p w14:paraId="4635C09F" w14:textId="77777777" w:rsidR="00C30568" w:rsidRPr="00613839" w:rsidRDefault="00C30568" w:rsidP="00C30568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4 lessen</w:t>
            </w:r>
          </w:p>
        </w:tc>
        <w:tc>
          <w:tcPr>
            <w:tcW w:w="6486" w:type="dxa"/>
          </w:tcPr>
          <w:p w14:paraId="4635C0A0" w14:textId="77777777" w:rsidR="00C30568" w:rsidRDefault="00C30568" w:rsidP="00613839">
            <w:pPr>
              <w:pStyle w:val="Geenafstand"/>
              <w:rPr>
                <w:rStyle w:val="Nadruk"/>
                <w:i w:val="0"/>
              </w:rPr>
            </w:pPr>
            <w:r w:rsidRPr="00613839">
              <w:rPr>
                <w:rStyle w:val="Nadruk"/>
                <w:i w:val="0"/>
              </w:rPr>
              <w:t>Wat is mijn plek binnen de groep?</w:t>
            </w:r>
          </w:p>
        </w:tc>
      </w:tr>
      <w:tr w:rsidR="00C85073" w:rsidRPr="004277CB" w14:paraId="4635C0A5" w14:textId="77777777" w:rsidTr="00613839">
        <w:tc>
          <w:tcPr>
            <w:tcW w:w="1384" w:type="dxa"/>
          </w:tcPr>
          <w:p w14:paraId="4635C0A2" w14:textId="77777777" w:rsidR="00C85073" w:rsidRPr="00613839" w:rsidRDefault="00C85073" w:rsidP="00613839">
            <w:pPr>
              <w:pStyle w:val="Geenafstand"/>
              <w:rPr>
                <w:rStyle w:val="Nadruk"/>
                <w:b/>
                <w:i w:val="0"/>
              </w:rPr>
            </w:pPr>
            <w:r w:rsidRPr="00613839">
              <w:rPr>
                <w:rStyle w:val="Nadruk"/>
                <w:b/>
                <w:i w:val="0"/>
              </w:rPr>
              <w:t>Sprint 2</w:t>
            </w:r>
            <w:r w:rsidR="00C30568">
              <w:rPr>
                <w:rStyle w:val="Nadruk"/>
                <w:b/>
                <w:i w:val="0"/>
              </w:rPr>
              <w:t>A</w:t>
            </w:r>
          </w:p>
        </w:tc>
        <w:tc>
          <w:tcPr>
            <w:tcW w:w="1418" w:type="dxa"/>
          </w:tcPr>
          <w:p w14:paraId="4635C0A3" w14:textId="77777777" w:rsidR="00C85073" w:rsidRPr="00613839" w:rsidRDefault="00C30568" w:rsidP="00C30568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4 lessen</w:t>
            </w:r>
          </w:p>
        </w:tc>
        <w:tc>
          <w:tcPr>
            <w:tcW w:w="6486" w:type="dxa"/>
          </w:tcPr>
          <w:p w14:paraId="4635C0A4" w14:textId="77777777" w:rsidR="00C85073" w:rsidRPr="00C85073" w:rsidRDefault="00C85073" w:rsidP="00613839">
            <w:pPr>
              <w:pStyle w:val="Geenafstand"/>
              <w:rPr>
                <w:rStyle w:val="Nadruk"/>
                <w:i w:val="0"/>
                <w:iCs w:val="0"/>
              </w:rPr>
            </w:pPr>
            <w:r>
              <w:t>Wat kan ik / wat zijn mijn kwaliteiten?</w:t>
            </w:r>
          </w:p>
        </w:tc>
      </w:tr>
      <w:tr w:rsidR="00C85073" w:rsidRPr="004277CB" w14:paraId="4635C0A9" w14:textId="77777777" w:rsidTr="00613839">
        <w:tc>
          <w:tcPr>
            <w:tcW w:w="1384" w:type="dxa"/>
          </w:tcPr>
          <w:p w14:paraId="4635C0A6" w14:textId="77777777" w:rsidR="00C85073" w:rsidRPr="00613839" w:rsidRDefault="00C30568" w:rsidP="00613839">
            <w:pPr>
              <w:pStyle w:val="Geenafstand"/>
              <w:rPr>
                <w:rStyle w:val="Nadruk"/>
                <w:b/>
                <w:i w:val="0"/>
              </w:rPr>
            </w:pPr>
            <w:r>
              <w:rPr>
                <w:rStyle w:val="Nadruk"/>
                <w:b/>
                <w:i w:val="0"/>
              </w:rPr>
              <w:t>Sprint 2B</w:t>
            </w:r>
          </w:p>
        </w:tc>
        <w:tc>
          <w:tcPr>
            <w:tcW w:w="1418" w:type="dxa"/>
          </w:tcPr>
          <w:p w14:paraId="4635C0A7" w14:textId="77777777" w:rsidR="00C85073" w:rsidRPr="00613839" w:rsidRDefault="00C30568" w:rsidP="00613839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4 lessen</w:t>
            </w:r>
          </w:p>
        </w:tc>
        <w:tc>
          <w:tcPr>
            <w:tcW w:w="6486" w:type="dxa"/>
          </w:tcPr>
          <w:p w14:paraId="4635C0A8" w14:textId="77777777" w:rsidR="00C85073" w:rsidRPr="00613839" w:rsidRDefault="00C85073" w:rsidP="00613839">
            <w:pPr>
              <w:pStyle w:val="Geenafstand"/>
              <w:rPr>
                <w:rStyle w:val="Nadruk"/>
                <w:i w:val="0"/>
              </w:rPr>
            </w:pPr>
            <w:r w:rsidRPr="00613839">
              <w:rPr>
                <w:rStyle w:val="Nadruk"/>
                <w:i w:val="0"/>
              </w:rPr>
              <w:t>Wat zijn mijn ta</w:t>
            </w:r>
            <w:r>
              <w:rPr>
                <w:rStyle w:val="Nadruk"/>
                <w:i w:val="0"/>
              </w:rPr>
              <w:t xml:space="preserve">lenten? </w:t>
            </w:r>
          </w:p>
        </w:tc>
      </w:tr>
      <w:tr w:rsidR="00C85073" w:rsidRPr="004277CB" w14:paraId="4635C0AD" w14:textId="77777777" w:rsidTr="00613839">
        <w:tc>
          <w:tcPr>
            <w:tcW w:w="1384" w:type="dxa"/>
          </w:tcPr>
          <w:p w14:paraId="4635C0AA" w14:textId="77777777" w:rsidR="00C85073" w:rsidRPr="00613839" w:rsidRDefault="00C85073" w:rsidP="00613839">
            <w:pPr>
              <w:pStyle w:val="Geenafstand"/>
              <w:rPr>
                <w:rStyle w:val="Nadruk"/>
                <w:b/>
                <w:i w:val="0"/>
              </w:rPr>
            </w:pPr>
            <w:r w:rsidRPr="00613839">
              <w:rPr>
                <w:rStyle w:val="Nadruk"/>
                <w:b/>
                <w:i w:val="0"/>
              </w:rPr>
              <w:t>Sprint 3</w:t>
            </w:r>
            <w:r w:rsidR="00C30568">
              <w:rPr>
                <w:rStyle w:val="Nadruk"/>
                <w:b/>
                <w:i w:val="0"/>
              </w:rPr>
              <w:t>A</w:t>
            </w:r>
          </w:p>
        </w:tc>
        <w:tc>
          <w:tcPr>
            <w:tcW w:w="1418" w:type="dxa"/>
          </w:tcPr>
          <w:p w14:paraId="4635C0AB" w14:textId="77777777" w:rsidR="00C85073" w:rsidRPr="00613839" w:rsidRDefault="00C85073" w:rsidP="00613839">
            <w:pPr>
              <w:pStyle w:val="Geenafstand"/>
              <w:rPr>
                <w:rStyle w:val="Nadruk"/>
                <w:i w:val="0"/>
              </w:rPr>
            </w:pPr>
            <w:r w:rsidRPr="00613839">
              <w:rPr>
                <w:rStyle w:val="Nadruk"/>
                <w:i w:val="0"/>
              </w:rPr>
              <w:t>4 lessen</w:t>
            </w:r>
          </w:p>
        </w:tc>
        <w:tc>
          <w:tcPr>
            <w:tcW w:w="6486" w:type="dxa"/>
          </w:tcPr>
          <w:p w14:paraId="4635C0AC" w14:textId="77777777" w:rsidR="00C85073" w:rsidRPr="00613839" w:rsidRDefault="00C85073" w:rsidP="00613839">
            <w:pPr>
              <w:pStyle w:val="Geenafstand"/>
              <w:rPr>
                <w:rStyle w:val="Nadruk"/>
                <w:i w:val="0"/>
              </w:rPr>
            </w:pPr>
            <w:r>
              <w:t>Wat wil ik nu / wat wil ik in de toekomst?</w:t>
            </w:r>
          </w:p>
        </w:tc>
      </w:tr>
      <w:tr w:rsidR="00C85073" w:rsidRPr="004277CB" w14:paraId="4635C0B1" w14:textId="77777777" w:rsidTr="00613839">
        <w:tc>
          <w:tcPr>
            <w:tcW w:w="1384" w:type="dxa"/>
          </w:tcPr>
          <w:p w14:paraId="4635C0AE" w14:textId="77777777" w:rsidR="00C85073" w:rsidRPr="00613839" w:rsidRDefault="00C30568" w:rsidP="00613839">
            <w:pPr>
              <w:pStyle w:val="Geenafstand"/>
              <w:rPr>
                <w:rStyle w:val="Nadruk"/>
                <w:b/>
                <w:i w:val="0"/>
              </w:rPr>
            </w:pPr>
            <w:r>
              <w:rPr>
                <w:rStyle w:val="Nadruk"/>
                <w:b/>
                <w:i w:val="0"/>
              </w:rPr>
              <w:t>Sprint 3B</w:t>
            </w:r>
          </w:p>
        </w:tc>
        <w:tc>
          <w:tcPr>
            <w:tcW w:w="1418" w:type="dxa"/>
          </w:tcPr>
          <w:p w14:paraId="4635C0AF" w14:textId="77777777" w:rsidR="00C85073" w:rsidRPr="00613839" w:rsidRDefault="00C30568" w:rsidP="00613839">
            <w:pPr>
              <w:pStyle w:val="Geenafstand"/>
              <w:rPr>
                <w:rStyle w:val="Nadruk"/>
                <w:i w:val="0"/>
              </w:rPr>
            </w:pPr>
            <w:r>
              <w:rPr>
                <w:rStyle w:val="Nadruk"/>
                <w:i w:val="0"/>
              </w:rPr>
              <w:t>4 lessen</w:t>
            </w:r>
          </w:p>
        </w:tc>
        <w:tc>
          <w:tcPr>
            <w:tcW w:w="6486" w:type="dxa"/>
          </w:tcPr>
          <w:p w14:paraId="4635C0B0" w14:textId="77777777" w:rsidR="00C85073" w:rsidRPr="00613839" w:rsidRDefault="00C85073" w:rsidP="00613839">
            <w:pPr>
              <w:pStyle w:val="Geenafstand"/>
              <w:rPr>
                <w:rStyle w:val="Nadruk"/>
                <w:i w:val="0"/>
              </w:rPr>
            </w:pPr>
            <w:r w:rsidRPr="00613839">
              <w:rPr>
                <w:rStyle w:val="Nadruk"/>
                <w:i w:val="0"/>
              </w:rPr>
              <w:t xml:space="preserve">Hoe kan ik mijn talenten inzetten bij mijn beroep? </w:t>
            </w:r>
          </w:p>
        </w:tc>
      </w:tr>
    </w:tbl>
    <w:p w14:paraId="4635C0B2" w14:textId="77777777" w:rsidR="00A309EC" w:rsidRDefault="00A309EC" w:rsidP="00A309EC">
      <w:pPr>
        <w:pStyle w:val="Geenafstand"/>
      </w:pPr>
    </w:p>
    <w:sectPr w:rsidR="00A30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71649"/>
    <w:multiLevelType w:val="hybridMultilevel"/>
    <w:tmpl w:val="23BAE494"/>
    <w:lvl w:ilvl="0" w:tplc="5C5CA7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8B"/>
    <w:rsid w:val="0007232F"/>
    <w:rsid w:val="00152FC5"/>
    <w:rsid w:val="0036753E"/>
    <w:rsid w:val="0060007A"/>
    <w:rsid w:val="00613839"/>
    <w:rsid w:val="00711F9D"/>
    <w:rsid w:val="00731CCE"/>
    <w:rsid w:val="0084611C"/>
    <w:rsid w:val="008A474B"/>
    <w:rsid w:val="008E67A5"/>
    <w:rsid w:val="00A309EC"/>
    <w:rsid w:val="00BB2B99"/>
    <w:rsid w:val="00BD61B3"/>
    <w:rsid w:val="00C30568"/>
    <w:rsid w:val="00C45F0A"/>
    <w:rsid w:val="00C85073"/>
    <w:rsid w:val="00D366D9"/>
    <w:rsid w:val="00DE775E"/>
    <w:rsid w:val="00F8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13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8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86D8B"/>
    <w:pPr>
      <w:spacing w:after="0" w:line="240" w:lineRule="auto"/>
    </w:pPr>
  </w:style>
  <w:style w:type="character" w:styleId="Nadruk">
    <w:name w:val="Emphasis"/>
    <w:basedOn w:val="Standaardalinea-lettertype"/>
    <w:qFormat/>
    <w:rsid w:val="006138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13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8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86D8B"/>
    <w:pPr>
      <w:spacing w:after="0" w:line="240" w:lineRule="auto"/>
    </w:pPr>
  </w:style>
  <w:style w:type="character" w:styleId="Nadruk">
    <w:name w:val="Emphasis"/>
    <w:basedOn w:val="Standaardalinea-lettertype"/>
    <w:qFormat/>
    <w:rsid w:val="006138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0" ma:contentTypeDescription="Een nieuw document maken." ma:contentTypeScope="" ma:versionID="0bb1656d41c07e116437a04f04cadb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e4edde9ce98d2e215d3fd6c49e08e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9E619-C448-40BB-8C46-DF536C8BF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5135A6-1A11-4EE1-A853-E7B95EACE723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090A8C-BBB4-4D24-AE5E-550A14BBF7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A1114396</Template>
  <TotalTime>1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A. Warris</cp:lastModifiedBy>
  <cp:revision>2</cp:revision>
  <dcterms:created xsi:type="dcterms:W3CDTF">2016-09-04T06:47:00Z</dcterms:created>
  <dcterms:modified xsi:type="dcterms:W3CDTF">2016-09-04T06:47:00Z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