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8"/>
        <w:gridCol w:w="11866"/>
      </w:tblGrid>
      <w:tr w:rsidR="00F67016" w:rsidRPr="00D53B22" w14:paraId="383F9C8B" w14:textId="77777777" w:rsidTr="00D53B22">
        <w:tc>
          <w:tcPr>
            <w:tcW w:w="2128" w:type="dxa"/>
          </w:tcPr>
          <w:p w14:paraId="031543EC" w14:textId="77777777" w:rsidR="00F67016" w:rsidRPr="00D53B22" w:rsidRDefault="00F67016" w:rsidP="00D53B22">
            <w:pPr>
              <w:rPr>
                <w:rFonts w:ascii="Verdana" w:hAnsi="Verdana"/>
              </w:rPr>
            </w:pPr>
            <w:bookmarkStart w:id="0" w:name="_GoBack"/>
            <w:bookmarkEnd w:id="0"/>
          </w:p>
        </w:tc>
        <w:tc>
          <w:tcPr>
            <w:tcW w:w="11866" w:type="dxa"/>
            <w:shd w:val="clear" w:color="auto" w:fill="1F4E79" w:themeFill="accent1" w:themeFillShade="80"/>
          </w:tcPr>
          <w:p w14:paraId="61DB61B1" w14:textId="77777777" w:rsidR="00F67016" w:rsidRPr="00D53B22" w:rsidRDefault="00687574" w:rsidP="00687574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color w:val="FFFFFF" w:themeColor="background1"/>
                <w:sz w:val="48"/>
                <w:szCs w:val="48"/>
              </w:rPr>
              <w:t>Draaiboek</w:t>
            </w:r>
          </w:p>
        </w:tc>
      </w:tr>
      <w:tr w:rsidR="00F67016" w:rsidRPr="00D53B22" w14:paraId="7AE9E81D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7B6557C9" w14:textId="77777777" w:rsidR="00F67016" w:rsidRPr="0059691E" w:rsidRDefault="00687574" w:rsidP="00D53B22">
            <w:pPr>
              <w:rPr>
                <w:rFonts w:ascii="Verdana" w:hAnsi="Verdana"/>
                <w:b/>
              </w:rPr>
            </w:pPr>
            <w:r w:rsidRPr="0059691E">
              <w:rPr>
                <w:rFonts w:ascii="Verdana" w:hAnsi="Verdana"/>
                <w:b/>
              </w:rPr>
              <w:t>Evenement</w:t>
            </w:r>
          </w:p>
        </w:tc>
        <w:tc>
          <w:tcPr>
            <w:tcW w:w="11866" w:type="dxa"/>
          </w:tcPr>
          <w:p w14:paraId="79E5AB4F" w14:textId="4612A7A6" w:rsidR="00F67016" w:rsidRPr="00D53B22" w:rsidRDefault="0015625C" w:rsidP="00F67016">
            <w:pPr>
              <w:rPr>
                <w:rFonts w:ascii="Verdana" w:eastAsia="Calibri" w:hAnsi="Verdana" w:cs="Calibri"/>
              </w:rPr>
            </w:pPr>
            <w:proofErr w:type="spellStart"/>
            <w:r>
              <w:rPr>
                <w:rFonts w:ascii="Verdana" w:eastAsia="Calibri" w:hAnsi="Verdana" w:cs="Calibri"/>
              </w:rPr>
              <w:t>Beroependoedagen</w:t>
            </w:r>
            <w:proofErr w:type="spellEnd"/>
          </w:p>
        </w:tc>
      </w:tr>
      <w:tr w:rsidR="00F67016" w:rsidRPr="00D53B22" w14:paraId="15B025A4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7A7A8875" w14:textId="77777777" w:rsidR="00F67016" w:rsidRPr="0059691E" w:rsidRDefault="00687574" w:rsidP="00D53B22">
            <w:pPr>
              <w:rPr>
                <w:rFonts w:ascii="Verdana" w:hAnsi="Verdana"/>
                <w:b/>
              </w:rPr>
            </w:pPr>
            <w:r w:rsidRPr="0059691E">
              <w:rPr>
                <w:rFonts w:ascii="Verdana" w:hAnsi="Verdana"/>
                <w:b/>
              </w:rPr>
              <w:t>Tijd</w:t>
            </w:r>
          </w:p>
        </w:tc>
        <w:tc>
          <w:tcPr>
            <w:tcW w:w="11866" w:type="dxa"/>
          </w:tcPr>
          <w:p w14:paraId="49D1EE4F" w14:textId="7330BB2C" w:rsidR="00F67016" w:rsidRPr="00D53B22" w:rsidRDefault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 november en 1 december 2016</w:t>
            </w:r>
          </w:p>
        </w:tc>
      </w:tr>
      <w:tr w:rsidR="00F67016" w:rsidRPr="00D53B22" w14:paraId="74E409DC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21A0CF5C" w14:textId="77777777" w:rsidR="00F67016" w:rsidRPr="0059691E" w:rsidRDefault="00687574" w:rsidP="00D53B22">
            <w:pPr>
              <w:rPr>
                <w:rFonts w:ascii="Verdana" w:hAnsi="Verdana"/>
                <w:b/>
              </w:rPr>
            </w:pPr>
            <w:r w:rsidRPr="0059691E">
              <w:rPr>
                <w:rFonts w:ascii="Verdana" w:hAnsi="Verdana"/>
                <w:b/>
              </w:rPr>
              <w:t>Locatie</w:t>
            </w:r>
          </w:p>
        </w:tc>
        <w:tc>
          <w:tcPr>
            <w:tcW w:w="11866" w:type="dxa"/>
          </w:tcPr>
          <w:p w14:paraId="313FBA8A" w14:textId="492578D8" w:rsidR="00F67016" w:rsidRPr="00D53B22" w:rsidRDefault="0015625C" w:rsidP="00D53B22">
            <w:pPr>
              <w:rPr>
                <w:rFonts w:ascii="Verdana" w:eastAsia="Calibri" w:hAnsi="Verdana" w:cs="Calibri"/>
              </w:rPr>
            </w:pPr>
            <w:r>
              <w:rPr>
                <w:rFonts w:ascii="Verdana" w:eastAsia="Calibri" w:hAnsi="Verdana" w:cs="Calibri"/>
              </w:rPr>
              <w:t>Evenementenhal Hardenberg</w:t>
            </w:r>
          </w:p>
        </w:tc>
      </w:tr>
      <w:tr w:rsidR="00F67016" w:rsidRPr="00D53B22" w14:paraId="1B8965BC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6B5B32EE" w14:textId="22DB03E1" w:rsidR="00F67016" w:rsidRPr="0059691E" w:rsidRDefault="0015625C" w:rsidP="00D53B22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Algemene coördinatie</w:t>
            </w:r>
          </w:p>
        </w:tc>
        <w:tc>
          <w:tcPr>
            <w:tcW w:w="11866" w:type="dxa"/>
          </w:tcPr>
          <w:p w14:paraId="24BDD7F6" w14:textId="192AA0FE" w:rsidR="00F67016" w:rsidRDefault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Mariëlle Boerman en Hannie Kwant</w:t>
            </w:r>
          </w:p>
          <w:p w14:paraId="45D51B69" w14:textId="136EF2BD" w:rsidR="00687574" w:rsidRPr="00D53B22" w:rsidRDefault="00687574">
            <w:pPr>
              <w:rPr>
                <w:rFonts w:ascii="Verdana" w:hAnsi="Verdana"/>
              </w:rPr>
            </w:pPr>
          </w:p>
        </w:tc>
      </w:tr>
    </w:tbl>
    <w:p w14:paraId="0110A7EE" w14:textId="77777777" w:rsidR="0059691E" w:rsidRDefault="0059691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8"/>
        <w:gridCol w:w="2403"/>
        <w:gridCol w:w="3828"/>
        <w:gridCol w:w="3260"/>
        <w:gridCol w:w="2375"/>
      </w:tblGrid>
      <w:tr w:rsidR="00D53B22" w:rsidRPr="00D53B22" w14:paraId="46E43A89" w14:textId="77777777" w:rsidTr="004B46A0">
        <w:trPr>
          <w:trHeight w:val="285"/>
        </w:trPr>
        <w:tc>
          <w:tcPr>
            <w:tcW w:w="2128" w:type="dxa"/>
            <w:shd w:val="clear" w:color="auto" w:fill="FFFFFF" w:themeFill="background1"/>
          </w:tcPr>
          <w:p w14:paraId="770705A3" w14:textId="77777777" w:rsidR="00D53B22" w:rsidRPr="0059691E" w:rsidRDefault="00D53B22" w:rsidP="00D53B22">
            <w:pPr>
              <w:rPr>
                <w:rFonts w:ascii="Verdana" w:hAnsi="Verdana"/>
                <w:b/>
              </w:rPr>
            </w:pPr>
          </w:p>
        </w:tc>
        <w:tc>
          <w:tcPr>
            <w:tcW w:w="2403" w:type="dxa"/>
            <w:shd w:val="clear" w:color="auto" w:fill="1F3864" w:themeFill="accent5" w:themeFillShade="80"/>
          </w:tcPr>
          <w:p w14:paraId="6370368D" w14:textId="77777777" w:rsidR="00D53B22" w:rsidRPr="00D53B22" w:rsidRDefault="0059691E" w:rsidP="0015625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Tijd</w:t>
            </w:r>
          </w:p>
        </w:tc>
        <w:tc>
          <w:tcPr>
            <w:tcW w:w="3828" w:type="dxa"/>
            <w:shd w:val="clear" w:color="auto" w:fill="1F3864" w:themeFill="accent5" w:themeFillShade="80"/>
          </w:tcPr>
          <w:p w14:paraId="62E999A9" w14:textId="77777777" w:rsidR="00D53B22" w:rsidRPr="00D53B22" w:rsidRDefault="0059691E" w:rsidP="0015625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Activiteit</w:t>
            </w:r>
          </w:p>
        </w:tc>
        <w:tc>
          <w:tcPr>
            <w:tcW w:w="3260" w:type="dxa"/>
            <w:shd w:val="clear" w:color="auto" w:fill="1F3864" w:themeFill="accent5" w:themeFillShade="80"/>
          </w:tcPr>
          <w:p w14:paraId="36B8CB73" w14:textId="77777777" w:rsidR="00D53B22" w:rsidRPr="00D53B22" w:rsidRDefault="0059691E" w:rsidP="0015625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Wie</w:t>
            </w:r>
          </w:p>
        </w:tc>
        <w:tc>
          <w:tcPr>
            <w:tcW w:w="2375" w:type="dxa"/>
            <w:shd w:val="clear" w:color="auto" w:fill="1F3864" w:themeFill="accent5" w:themeFillShade="80"/>
          </w:tcPr>
          <w:p w14:paraId="6A61D98F" w14:textId="77777777" w:rsidR="00D53B22" w:rsidRPr="00D53B22" w:rsidRDefault="0059691E" w:rsidP="0015625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Waar</w:t>
            </w:r>
          </w:p>
        </w:tc>
      </w:tr>
      <w:tr w:rsidR="00163BFB" w:rsidRPr="00D53B22" w14:paraId="683E7A09" w14:textId="77777777" w:rsidTr="004B46A0">
        <w:trPr>
          <w:trHeight w:val="240"/>
        </w:trPr>
        <w:tc>
          <w:tcPr>
            <w:tcW w:w="2128" w:type="dxa"/>
            <w:vMerge w:val="restart"/>
            <w:shd w:val="clear" w:color="auto" w:fill="DBDBDB" w:themeFill="accent3" w:themeFillTint="66"/>
          </w:tcPr>
          <w:p w14:paraId="2B6D81A4" w14:textId="6D108422" w:rsidR="00163BFB" w:rsidRDefault="00163BFB" w:rsidP="0059691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  <w:r>
              <w:rPr>
                <w:rFonts w:ascii="Verdana" w:eastAsia="Calibri" w:hAnsi="Verdana" w:cs="Calibri"/>
                <w:b/>
                <w:spacing w:val="-1"/>
              </w:rPr>
              <w:t>Voor het evenement</w:t>
            </w:r>
          </w:p>
        </w:tc>
        <w:tc>
          <w:tcPr>
            <w:tcW w:w="2403" w:type="dxa"/>
          </w:tcPr>
          <w:p w14:paraId="23134147" w14:textId="77777777" w:rsidR="00163BFB" w:rsidRPr="00D53B22" w:rsidRDefault="00163BFB" w:rsidP="0015625C">
            <w:pPr>
              <w:rPr>
                <w:rFonts w:ascii="Verdana" w:hAnsi="Verdana"/>
              </w:rPr>
            </w:pPr>
          </w:p>
        </w:tc>
        <w:tc>
          <w:tcPr>
            <w:tcW w:w="3828" w:type="dxa"/>
          </w:tcPr>
          <w:p w14:paraId="34BC0C52" w14:textId="0D3E692A" w:rsidR="00163BFB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 verzoek bijwerken brochure </w:t>
            </w:r>
          </w:p>
        </w:tc>
        <w:tc>
          <w:tcPr>
            <w:tcW w:w="3260" w:type="dxa"/>
          </w:tcPr>
          <w:p w14:paraId="2D31833A" w14:textId="2E553006" w:rsidR="00163BFB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Hannie</w:t>
            </w:r>
          </w:p>
        </w:tc>
        <w:tc>
          <w:tcPr>
            <w:tcW w:w="2375" w:type="dxa"/>
          </w:tcPr>
          <w:p w14:paraId="5F840EF3" w14:textId="77777777" w:rsidR="00163BFB" w:rsidRDefault="00163BFB" w:rsidP="0015625C">
            <w:pPr>
              <w:rPr>
                <w:rFonts w:ascii="Verdana" w:hAnsi="Verdana"/>
              </w:rPr>
            </w:pPr>
          </w:p>
        </w:tc>
      </w:tr>
      <w:tr w:rsidR="00163BFB" w:rsidRPr="00D53B22" w14:paraId="3B9DF55E" w14:textId="77777777" w:rsidTr="004B46A0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3CA66FB6" w14:textId="1A4F3E2A" w:rsidR="00163BFB" w:rsidRPr="0059691E" w:rsidRDefault="00163BFB" w:rsidP="0059691E">
            <w:pPr>
              <w:spacing w:before="13"/>
              <w:ind w:left="93"/>
              <w:rPr>
                <w:rFonts w:ascii="Verdana" w:eastAsia="Calibri" w:hAnsi="Verdana" w:cs="Calibri"/>
                <w:spacing w:val="-1"/>
              </w:rPr>
            </w:pPr>
          </w:p>
        </w:tc>
        <w:tc>
          <w:tcPr>
            <w:tcW w:w="2403" w:type="dxa"/>
          </w:tcPr>
          <w:p w14:paraId="58188011" w14:textId="77777777" w:rsidR="00163BFB" w:rsidRPr="00D53B22" w:rsidRDefault="00163BFB" w:rsidP="0015625C">
            <w:pPr>
              <w:rPr>
                <w:rFonts w:ascii="Verdana" w:hAnsi="Verdana"/>
              </w:rPr>
            </w:pPr>
          </w:p>
        </w:tc>
        <w:tc>
          <w:tcPr>
            <w:tcW w:w="3828" w:type="dxa"/>
          </w:tcPr>
          <w:p w14:paraId="3EF5FC0B" w14:textId="2262F48F" w:rsidR="00163BFB" w:rsidRPr="00D53B22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Overleg met deelnemende scholen</w:t>
            </w:r>
          </w:p>
        </w:tc>
        <w:tc>
          <w:tcPr>
            <w:tcW w:w="3260" w:type="dxa"/>
          </w:tcPr>
          <w:p w14:paraId="7DD3131A" w14:textId="494CD8C2" w:rsidR="00163BFB" w:rsidRPr="00D53B22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Hannie </w:t>
            </w:r>
          </w:p>
        </w:tc>
        <w:tc>
          <w:tcPr>
            <w:tcW w:w="2375" w:type="dxa"/>
          </w:tcPr>
          <w:p w14:paraId="2126C040" w14:textId="77777777" w:rsidR="00163BFB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Nieuwe Veste</w:t>
            </w:r>
          </w:p>
          <w:p w14:paraId="2590B5DF" w14:textId="242456E8" w:rsidR="00163BFB" w:rsidRPr="00D53B22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Piet Heinstraat Hardenberg</w:t>
            </w:r>
          </w:p>
        </w:tc>
      </w:tr>
      <w:tr w:rsidR="00163BFB" w:rsidRPr="00D53B22" w14:paraId="5F6F988D" w14:textId="77777777" w:rsidTr="004B46A0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35DAEA52" w14:textId="66AA130A" w:rsidR="00163BFB" w:rsidRPr="00D53B22" w:rsidRDefault="00163BFB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03" w:type="dxa"/>
          </w:tcPr>
          <w:p w14:paraId="2A5C1718" w14:textId="5BD5E100" w:rsidR="00163BFB" w:rsidRPr="00D53B22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mei ’16</w:t>
            </w:r>
          </w:p>
        </w:tc>
        <w:tc>
          <w:tcPr>
            <w:tcW w:w="3828" w:type="dxa"/>
          </w:tcPr>
          <w:p w14:paraId="29EEBC40" w14:textId="25A964E4" w:rsidR="00163BFB" w:rsidRPr="00D53B22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Vaststellen eilanden </w:t>
            </w:r>
            <w:proofErr w:type="spellStart"/>
            <w:r>
              <w:rPr>
                <w:rFonts w:ascii="Verdana" w:hAnsi="Verdana"/>
              </w:rPr>
              <w:t>GroeneWelle</w:t>
            </w:r>
            <w:proofErr w:type="spellEnd"/>
          </w:p>
        </w:tc>
        <w:tc>
          <w:tcPr>
            <w:tcW w:w="3260" w:type="dxa"/>
          </w:tcPr>
          <w:p w14:paraId="46B8B67F" w14:textId="754ABF54" w:rsidR="00163BFB" w:rsidRPr="00D53B22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Mariëlle en Hannie</w:t>
            </w:r>
          </w:p>
        </w:tc>
        <w:tc>
          <w:tcPr>
            <w:tcW w:w="2375" w:type="dxa"/>
          </w:tcPr>
          <w:p w14:paraId="373DF869" w14:textId="77777777" w:rsidR="00163BFB" w:rsidRPr="00D53B22" w:rsidRDefault="00163BFB" w:rsidP="0015625C">
            <w:pPr>
              <w:rPr>
                <w:rFonts w:ascii="Verdana" w:hAnsi="Verdana"/>
              </w:rPr>
            </w:pPr>
          </w:p>
        </w:tc>
      </w:tr>
      <w:tr w:rsidR="00777791" w:rsidRPr="00D53B22" w14:paraId="5E0263AC" w14:textId="77777777" w:rsidTr="004B46A0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46648559" w14:textId="77777777" w:rsidR="00777791" w:rsidRPr="00D53B22" w:rsidRDefault="00777791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03" w:type="dxa"/>
          </w:tcPr>
          <w:p w14:paraId="689E24AD" w14:textId="77777777" w:rsidR="00777791" w:rsidRDefault="004B46A0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Mei ‘16</w:t>
            </w:r>
          </w:p>
          <w:p w14:paraId="195C884B" w14:textId="083EB478" w:rsidR="004B46A0" w:rsidRDefault="004B46A0" w:rsidP="0015625C">
            <w:pPr>
              <w:rPr>
                <w:rFonts w:ascii="Verdana" w:hAnsi="Verdana"/>
              </w:rPr>
            </w:pPr>
          </w:p>
        </w:tc>
        <w:tc>
          <w:tcPr>
            <w:tcW w:w="3828" w:type="dxa"/>
          </w:tcPr>
          <w:p w14:paraId="0DE55A60" w14:textId="7AC0C2E7" w:rsidR="00777791" w:rsidRDefault="00777791" w:rsidP="004B46A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Budget vaststellen</w:t>
            </w:r>
          </w:p>
        </w:tc>
        <w:tc>
          <w:tcPr>
            <w:tcW w:w="3260" w:type="dxa"/>
          </w:tcPr>
          <w:p w14:paraId="32C8C009" w14:textId="2DD04CBD" w:rsidR="00777791" w:rsidRDefault="004B46A0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Mariëlle</w:t>
            </w:r>
          </w:p>
        </w:tc>
        <w:tc>
          <w:tcPr>
            <w:tcW w:w="2375" w:type="dxa"/>
          </w:tcPr>
          <w:p w14:paraId="5A7BE4B9" w14:textId="77777777" w:rsidR="00777791" w:rsidRPr="00D53B22" w:rsidRDefault="00777791" w:rsidP="0015625C">
            <w:pPr>
              <w:rPr>
                <w:rFonts w:ascii="Verdana" w:hAnsi="Verdana"/>
              </w:rPr>
            </w:pPr>
          </w:p>
        </w:tc>
      </w:tr>
      <w:tr w:rsidR="00163BFB" w:rsidRPr="00D53B22" w14:paraId="6DD7F9A0" w14:textId="77777777" w:rsidTr="004B46A0">
        <w:trPr>
          <w:trHeight w:val="22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573C5334" w14:textId="15F1ECD2" w:rsidR="00163BFB" w:rsidRPr="00D53B22" w:rsidRDefault="00163BFB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03" w:type="dxa"/>
          </w:tcPr>
          <w:p w14:paraId="4050E701" w14:textId="5C3161F0" w:rsidR="00163BFB" w:rsidRPr="00D53B22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mei ’16</w:t>
            </w:r>
          </w:p>
        </w:tc>
        <w:tc>
          <w:tcPr>
            <w:tcW w:w="3828" w:type="dxa"/>
          </w:tcPr>
          <w:p w14:paraId="7ABAE787" w14:textId="4F9AEE54" w:rsidR="00163BFB" w:rsidRPr="00D53B22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Vastleggen data in jaaragenda</w:t>
            </w:r>
          </w:p>
        </w:tc>
        <w:tc>
          <w:tcPr>
            <w:tcW w:w="3260" w:type="dxa"/>
          </w:tcPr>
          <w:p w14:paraId="6F5121E6" w14:textId="2F5B76D5" w:rsidR="00163BFB" w:rsidRPr="00D53B22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Mariëlle</w:t>
            </w:r>
          </w:p>
        </w:tc>
        <w:tc>
          <w:tcPr>
            <w:tcW w:w="2375" w:type="dxa"/>
          </w:tcPr>
          <w:p w14:paraId="168E5823" w14:textId="77777777" w:rsidR="00163BFB" w:rsidRPr="00D53B22" w:rsidRDefault="00163BFB" w:rsidP="0015625C">
            <w:pPr>
              <w:rPr>
                <w:rFonts w:ascii="Verdana" w:hAnsi="Verdana"/>
                <w:i/>
              </w:rPr>
            </w:pPr>
          </w:p>
        </w:tc>
      </w:tr>
      <w:tr w:rsidR="00163BFB" w:rsidRPr="00D53B22" w14:paraId="3F352145" w14:textId="77777777" w:rsidTr="004B46A0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5608A8A9" w14:textId="77777777" w:rsidR="00163BFB" w:rsidRPr="00D53B22" w:rsidRDefault="00163BFB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03" w:type="dxa"/>
          </w:tcPr>
          <w:p w14:paraId="253B2F77" w14:textId="056BD2F6" w:rsidR="00163BFB" w:rsidRPr="00D53B22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Mei ‘16</w:t>
            </w:r>
          </w:p>
        </w:tc>
        <w:tc>
          <w:tcPr>
            <w:tcW w:w="3828" w:type="dxa"/>
          </w:tcPr>
          <w:p w14:paraId="6A98BA6D" w14:textId="051F1E9C" w:rsidR="00163BFB" w:rsidRPr="00D53B22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Informeren en aanwijzen contactpersonen per eiland</w:t>
            </w:r>
          </w:p>
        </w:tc>
        <w:tc>
          <w:tcPr>
            <w:tcW w:w="3260" w:type="dxa"/>
          </w:tcPr>
          <w:p w14:paraId="0034CB68" w14:textId="6FC5300F" w:rsidR="00163BFB" w:rsidRPr="00D53B22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Hannie (voor Hardenberg) en Mariëlle (voor Zwolle)</w:t>
            </w:r>
          </w:p>
        </w:tc>
        <w:tc>
          <w:tcPr>
            <w:tcW w:w="2375" w:type="dxa"/>
          </w:tcPr>
          <w:p w14:paraId="046C062A" w14:textId="77777777" w:rsidR="00163BFB" w:rsidRPr="00D53B22" w:rsidRDefault="00163BFB" w:rsidP="0015625C">
            <w:pPr>
              <w:rPr>
                <w:rFonts w:ascii="Verdana" w:hAnsi="Verdana"/>
              </w:rPr>
            </w:pPr>
          </w:p>
        </w:tc>
      </w:tr>
      <w:tr w:rsidR="00163BFB" w:rsidRPr="00D53B22" w14:paraId="2FF9BEA2" w14:textId="77777777" w:rsidTr="004B46A0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744A3C20" w14:textId="77777777" w:rsidR="00163BFB" w:rsidRPr="00D53B22" w:rsidRDefault="00163BFB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03" w:type="dxa"/>
          </w:tcPr>
          <w:p w14:paraId="5EF18C70" w14:textId="0171B2BF" w:rsidR="00163BFB" w:rsidRPr="00D53B22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Juni ‘16</w:t>
            </w:r>
          </w:p>
        </w:tc>
        <w:tc>
          <w:tcPr>
            <w:tcW w:w="3828" w:type="dxa"/>
          </w:tcPr>
          <w:p w14:paraId="50020CE1" w14:textId="77777777" w:rsidR="00163BFB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Plan van aanpak naar MT</w:t>
            </w:r>
          </w:p>
          <w:p w14:paraId="73A5856B" w14:textId="01E30A94" w:rsidR="004B46A0" w:rsidRPr="00D53B22" w:rsidRDefault="004B46A0" w:rsidP="0015625C">
            <w:pPr>
              <w:rPr>
                <w:rFonts w:ascii="Verdana" w:hAnsi="Verdana"/>
              </w:rPr>
            </w:pPr>
          </w:p>
        </w:tc>
        <w:tc>
          <w:tcPr>
            <w:tcW w:w="3260" w:type="dxa"/>
          </w:tcPr>
          <w:p w14:paraId="2FFC46D1" w14:textId="33F4FCE3" w:rsidR="00163BFB" w:rsidRPr="00D53B22" w:rsidRDefault="00163BFB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Anton en Mariëlle</w:t>
            </w:r>
          </w:p>
        </w:tc>
        <w:tc>
          <w:tcPr>
            <w:tcW w:w="2375" w:type="dxa"/>
          </w:tcPr>
          <w:p w14:paraId="7C359DF5" w14:textId="77777777" w:rsidR="00163BFB" w:rsidRPr="00D53B22" w:rsidRDefault="00163BFB" w:rsidP="0015625C">
            <w:pPr>
              <w:rPr>
                <w:rFonts w:ascii="Verdana" w:hAnsi="Verdana"/>
              </w:rPr>
            </w:pPr>
          </w:p>
        </w:tc>
      </w:tr>
      <w:tr w:rsidR="00221AA7" w:rsidRPr="00D53B22" w14:paraId="5BD770CF" w14:textId="77777777" w:rsidTr="004B46A0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655BBC41" w14:textId="77777777" w:rsidR="00221AA7" w:rsidRPr="00D53B22" w:rsidRDefault="00221AA7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03" w:type="dxa"/>
          </w:tcPr>
          <w:p w14:paraId="0B51FD88" w14:textId="32E566E3" w:rsidR="00221AA7" w:rsidRDefault="004B46A0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16</w:t>
            </w:r>
            <w:r w:rsidR="00C94AF3">
              <w:rPr>
                <w:rFonts w:ascii="Verdana" w:hAnsi="Verdana"/>
              </w:rPr>
              <w:t xml:space="preserve"> </w:t>
            </w:r>
            <w:r w:rsidR="00221AA7">
              <w:rPr>
                <w:rFonts w:ascii="Verdana" w:hAnsi="Verdana"/>
              </w:rPr>
              <w:t>sept</w:t>
            </w:r>
            <w:r>
              <w:rPr>
                <w:rFonts w:ascii="Verdana" w:hAnsi="Verdana"/>
              </w:rPr>
              <w:t>ember</w:t>
            </w:r>
          </w:p>
        </w:tc>
        <w:tc>
          <w:tcPr>
            <w:tcW w:w="3828" w:type="dxa"/>
          </w:tcPr>
          <w:p w14:paraId="6377FDCE" w14:textId="271AE4E9" w:rsidR="00221AA7" w:rsidRDefault="00221AA7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Doorgeven randvoorwaarden workshops aan contactpersonen</w:t>
            </w:r>
          </w:p>
        </w:tc>
        <w:tc>
          <w:tcPr>
            <w:tcW w:w="3260" w:type="dxa"/>
          </w:tcPr>
          <w:p w14:paraId="0D50B8E8" w14:textId="73F9A01E" w:rsidR="00221AA7" w:rsidRDefault="00221AA7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Hannie (voor Hardenberg) en Mariëlle (voor Zwolle)</w:t>
            </w:r>
          </w:p>
        </w:tc>
        <w:tc>
          <w:tcPr>
            <w:tcW w:w="2375" w:type="dxa"/>
          </w:tcPr>
          <w:p w14:paraId="6CD2536D" w14:textId="77777777" w:rsidR="00221AA7" w:rsidRPr="00D53B22" w:rsidRDefault="00221AA7" w:rsidP="0015625C">
            <w:pPr>
              <w:rPr>
                <w:rFonts w:ascii="Verdana" w:hAnsi="Verdana"/>
              </w:rPr>
            </w:pPr>
          </w:p>
        </w:tc>
      </w:tr>
      <w:tr w:rsidR="00163BFB" w:rsidRPr="00D53B22" w14:paraId="57039FFD" w14:textId="77777777" w:rsidTr="004B46A0">
        <w:trPr>
          <w:trHeight w:val="22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1B1325CB" w14:textId="77777777" w:rsidR="00163BFB" w:rsidRPr="00D53B22" w:rsidRDefault="00163BFB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03" w:type="dxa"/>
          </w:tcPr>
          <w:p w14:paraId="489DA786" w14:textId="53D0D5A5" w:rsidR="00163BFB" w:rsidRPr="00D53B22" w:rsidRDefault="004B46A0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27 september</w:t>
            </w:r>
          </w:p>
        </w:tc>
        <w:tc>
          <w:tcPr>
            <w:tcW w:w="3828" w:type="dxa"/>
          </w:tcPr>
          <w:p w14:paraId="6330A428" w14:textId="44ED62DB" w:rsidR="00163BFB" w:rsidRPr="00D53B22" w:rsidRDefault="004B46A0" w:rsidP="004B46A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Bestelling per eiland doorgeven</w:t>
            </w:r>
            <w:r w:rsidR="00777791">
              <w:rPr>
                <w:rFonts w:ascii="Verdana" w:hAnsi="Verdana"/>
              </w:rPr>
              <w:t xml:space="preserve"> </w:t>
            </w:r>
          </w:p>
        </w:tc>
        <w:tc>
          <w:tcPr>
            <w:tcW w:w="3260" w:type="dxa"/>
          </w:tcPr>
          <w:p w14:paraId="5C16829F" w14:textId="25A8E869" w:rsidR="00163BFB" w:rsidRPr="00D53B22" w:rsidRDefault="00221AA7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Contactpersonen</w:t>
            </w:r>
            <w:r w:rsidR="004B46A0">
              <w:rPr>
                <w:rFonts w:ascii="Verdana" w:hAnsi="Verdana"/>
              </w:rPr>
              <w:t xml:space="preserve"> van de</w:t>
            </w:r>
            <w:r>
              <w:rPr>
                <w:rFonts w:ascii="Verdana" w:hAnsi="Verdana"/>
              </w:rPr>
              <w:t xml:space="preserve"> opleidingen</w:t>
            </w:r>
            <w:r w:rsidR="004B46A0">
              <w:rPr>
                <w:rFonts w:ascii="Verdana" w:hAnsi="Verdana"/>
              </w:rPr>
              <w:t xml:space="preserve"> aan Hannie</w:t>
            </w:r>
          </w:p>
        </w:tc>
        <w:tc>
          <w:tcPr>
            <w:tcW w:w="2375" w:type="dxa"/>
          </w:tcPr>
          <w:p w14:paraId="669E03C6" w14:textId="77777777" w:rsidR="00163BFB" w:rsidRPr="00D53B22" w:rsidRDefault="00163BFB" w:rsidP="0015625C">
            <w:pPr>
              <w:rPr>
                <w:rFonts w:ascii="Verdana" w:hAnsi="Verdana"/>
              </w:rPr>
            </w:pPr>
          </w:p>
        </w:tc>
      </w:tr>
      <w:tr w:rsidR="004B46A0" w:rsidRPr="00D53B22" w14:paraId="2581647F" w14:textId="77777777" w:rsidTr="004B46A0">
        <w:trPr>
          <w:trHeight w:val="225"/>
        </w:trPr>
        <w:tc>
          <w:tcPr>
            <w:tcW w:w="2128" w:type="dxa"/>
            <w:shd w:val="clear" w:color="auto" w:fill="DBDBDB" w:themeFill="accent3" w:themeFillTint="66"/>
          </w:tcPr>
          <w:p w14:paraId="38840891" w14:textId="77777777" w:rsidR="004B46A0" w:rsidRPr="00D53B22" w:rsidRDefault="004B46A0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03" w:type="dxa"/>
          </w:tcPr>
          <w:p w14:paraId="3C4983DC" w14:textId="0DA0F323" w:rsidR="004B46A0" w:rsidRDefault="004B46A0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 oktober</w:t>
            </w:r>
          </w:p>
        </w:tc>
        <w:tc>
          <w:tcPr>
            <w:tcW w:w="3828" w:type="dxa"/>
          </w:tcPr>
          <w:p w14:paraId="6B5458F3" w14:textId="729C312C" w:rsidR="004B46A0" w:rsidRDefault="004B46A0" w:rsidP="0097113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Deadline bestellingen naar centrale organisatie</w:t>
            </w:r>
          </w:p>
        </w:tc>
        <w:tc>
          <w:tcPr>
            <w:tcW w:w="3260" w:type="dxa"/>
          </w:tcPr>
          <w:p w14:paraId="1DE54DCD" w14:textId="6D174C4F" w:rsidR="004B46A0" w:rsidRDefault="004B46A0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Hannie</w:t>
            </w:r>
          </w:p>
        </w:tc>
        <w:tc>
          <w:tcPr>
            <w:tcW w:w="2375" w:type="dxa"/>
          </w:tcPr>
          <w:p w14:paraId="00E67E21" w14:textId="77777777" w:rsidR="004B46A0" w:rsidRPr="00D53B22" w:rsidRDefault="004B46A0" w:rsidP="0015625C">
            <w:pPr>
              <w:rPr>
                <w:rFonts w:ascii="Verdana" w:hAnsi="Verdana"/>
              </w:rPr>
            </w:pPr>
          </w:p>
        </w:tc>
      </w:tr>
      <w:tr w:rsidR="00C94AF3" w:rsidRPr="00D53B22" w14:paraId="0BCD31C4" w14:textId="77777777" w:rsidTr="004B46A0">
        <w:trPr>
          <w:trHeight w:val="225"/>
        </w:trPr>
        <w:tc>
          <w:tcPr>
            <w:tcW w:w="2128" w:type="dxa"/>
            <w:shd w:val="clear" w:color="auto" w:fill="DBDBDB" w:themeFill="accent3" w:themeFillTint="66"/>
          </w:tcPr>
          <w:p w14:paraId="4C7CE352" w14:textId="77777777" w:rsidR="00C94AF3" w:rsidRPr="00D53B22" w:rsidRDefault="00C94AF3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03" w:type="dxa"/>
          </w:tcPr>
          <w:p w14:paraId="6E29B0E2" w14:textId="59FAF4F5" w:rsidR="00C94AF3" w:rsidRDefault="00C94AF3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 oktober</w:t>
            </w:r>
          </w:p>
        </w:tc>
        <w:tc>
          <w:tcPr>
            <w:tcW w:w="3828" w:type="dxa"/>
          </w:tcPr>
          <w:p w14:paraId="4F4DB9FD" w14:textId="5BE8C4BB" w:rsidR="00C94AF3" w:rsidRDefault="00C94AF3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Algemene aankleding eilanden</w:t>
            </w:r>
            <w:r w:rsidR="00777791">
              <w:rPr>
                <w:rFonts w:ascii="Verdana" w:hAnsi="Verdana"/>
              </w:rPr>
              <w:t xml:space="preserve"> </w:t>
            </w:r>
            <w:r w:rsidR="004B46A0">
              <w:rPr>
                <w:rFonts w:ascii="Verdana" w:hAnsi="Verdana"/>
              </w:rPr>
              <w:t>vaststellen</w:t>
            </w:r>
          </w:p>
          <w:p w14:paraId="5073B4C1" w14:textId="606CDE82" w:rsidR="004B46A0" w:rsidRDefault="004B46A0" w:rsidP="0015625C">
            <w:pPr>
              <w:rPr>
                <w:rFonts w:ascii="Verdana" w:hAnsi="Verdana"/>
              </w:rPr>
            </w:pPr>
          </w:p>
        </w:tc>
        <w:tc>
          <w:tcPr>
            <w:tcW w:w="3260" w:type="dxa"/>
          </w:tcPr>
          <w:p w14:paraId="01EA2443" w14:textId="2732B466" w:rsidR="00C94AF3" w:rsidRDefault="00C94AF3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Hannie en Mariëlle</w:t>
            </w:r>
            <w:r w:rsidR="004B46A0">
              <w:rPr>
                <w:rFonts w:ascii="Verdana" w:hAnsi="Verdana"/>
              </w:rPr>
              <w:t xml:space="preserve"> in overleg met contactpersonen</w:t>
            </w:r>
          </w:p>
        </w:tc>
        <w:tc>
          <w:tcPr>
            <w:tcW w:w="2375" w:type="dxa"/>
          </w:tcPr>
          <w:p w14:paraId="0E7DD125" w14:textId="77777777" w:rsidR="00C94AF3" w:rsidRPr="00D53B22" w:rsidRDefault="00C94AF3" w:rsidP="0015625C">
            <w:pPr>
              <w:rPr>
                <w:rFonts w:ascii="Verdana" w:hAnsi="Verdana"/>
              </w:rPr>
            </w:pPr>
          </w:p>
        </w:tc>
      </w:tr>
      <w:tr w:rsidR="00C94AF3" w:rsidRPr="00D53B22" w14:paraId="255B16D8" w14:textId="77777777" w:rsidTr="004B46A0">
        <w:trPr>
          <w:trHeight w:val="225"/>
        </w:trPr>
        <w:tc>
          <w:tcPr>
            <w:tcW w:w="2128" w:type="dxa"/>
            <w:shd w:val="clear" w:color="auto" w:fill="DBDBDB" w:themeFill="accent3" w:themeFillTint="66"/>
          </w:tcPr>
          <w:p w14:paraId="6C1CBDF2" w14:textId="77777777" w:rsidR="00C94AF3" w:rsidRPr="00D53B22" w:rsidRDefault="00C94AF3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03" w:type="dxa"/>
          </w:tcPr>
          <w:p w14:paraId="25AFEFE4" w14:textId="32882D51" w:rsidR="00C94AF3" w:rsidRDefault="00C94AF3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 november</w:t>
            </w:r>
          </w:p>
        </w:tc>
        <w:tc>
          <w:tcPr>
            <w:tcW w:w="3828" w:type="dxa"/>
          </w:tcPr>
          <w:p w14:paraId="6992C4C8" w14:textId="2CD865B2" w:rsidR="00C94AF3" w:rsidRDefault="004B46A0" w:rsidP="00B812B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Doorgeven deelnemende studenten die afwezig zijn tijdens een deel van de BDD</w:t>
            </w:r>
          </w:p>
        </w:tc>
        <w:tc>
          <w:tcPr>
            <w:tcW w:w="3260" w:type="dxa"/>
          </w:tcPr>
          <w:p w14:paraId="3E942D62" w14:textId="26418567" w:rsidR="00C94AF3" w:rsidRDefault="004B46A0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C94AF3">
              <w:rPr>
                <w:rFonts w:ascii="Verdana" w:hAnsi="Verdana"/>
              </w:rPr>
              <w:t>ontactpersonen</w:t>
            </w:r>
            <w:r>
              <w:rPr>
                <w:rFonts w:ascii="Verdana" w:hAnsi="Verdana"/>
              </w:rPr>
              <w:t xml:space="preserve"> aan docenten en teamleider</w:t>
            </w:r>
          </w:p>
        </w:tc>
        <w:tc>
          <w:tcPr>
            <w:tcW w:w="2375" w:type="dxa"/>
          </w:tcPr>
          <w:p w14:paraId="559DE4B0" w14:textId="77777777" w:rsidR="00C94AF3" w:rsidRPr="00D53B22" w:rsidRDefault="00C94AF3" w:rsidP="0015625C">
            <w:pPr>
              <w:rPr>
                <w:rFonts w:ascii="Verdana" w:hAnsi="Verdana"/>
              </w:rPr>
            </w:pPr>
          </w:p>
        </w:tc>
      </w:tr>
      <w:tr w:rsidR="007040DD" w:rsidRPr="00D53B22" w14:paraId="468DCEC3" w14:textId="77777777" w:rsidTr="004B46A0">
        <w:trPr>
          <w:trHeight w:val="225"/>
        </w:trPr>
        <w:tc>
          <w:tcPr>
            <w:tcW w:w="2128" w:type="dxa"/>
            <w:shd w:val="clear" w:color="auto" w:fill="DBDBDB" w:themeFill="accent3" w:themeFillTint="66"/>
          </w:tcPr>
          <w:p w14:paraId="59643640" w14:textId="77777777" w:rsidR="007040DD" w:rsidRPr="00D53B22" w:rsidRDefault="007040DD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03" w:type="dxa"/>
          </w:tcPr>
          <w:p w14:paraId="74822DCF" w14:textId="7CDE75C3" w:rsidR="007040DD" w:rsidRDefault="007040DD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 november</w:t>
            </w:r>
          </w:p>
        </w:tc>
        <w:tc>
          <w:tcPr>
            <w:tcW w:w="3828" w:type="dxa"/>
          </w:tcPr>
          <w:p w14:paraId="41244201" w14:textId="5F3F7E5A" w:rsidR="007040DD" w:rsidRDefault="004B46A0" w:rsidP="004B46A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Aantal lunch- en dinerbonnen per eiland doorgeven </w:t>
            </w:r>
          </w:p>
        </w:tc>
        <w:tc>
          <w:tcPr>
            <w:tcW w:w="3260" w:type="dxa"/>
          </w:tcPr>
          <w:p w14:paraId="2704F81B" w14:textId="4FF1D349" w:rsidR="007040DD" w:rsidRDefault="004B46A0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7040DD">
              <w:rPr>
                <w:rFonts w:ascii="Verdana" w:hAnsi="Verdana"/>
              </w:rPr>
              <w:t>ontactpersonen</w:t>
            </w:r>
            <w:r>
              <w:rPr>
                <w:rFonts w:ascii="Verdana" w:hAnsi="Verdana"/>
              </w:rPr>
              <w:t xml:space="preserve"> aan Hannie / Mariëlle</w:t>
            </w:r>
          </w:p>
        </w:tc>
        <w:tc>
          <w:tcPr>
            <w:tcW w:w="2375" w:type="dxa"/>
          </w:tcPr>
          <w:p w14:paraId="04AEF230" w14:textId="77777777" w:rsidR="007040DD" w:rsidRPr="00D53B22" w:rsidRDefault="007040DD" w:rsidP="0015625C">
            <w:pPr>
              <w:rPr>
                <w:rFonts w:ascii="Verdana" w:hAnsi="Verdana"/>
              </w:rPr>
            </w:pPr>
          </w:p>
        </w:tc>
      </w:tr>
      <w:tr w:rsidR="00C94AF3" w:rsidRPr="00D53B22" w14:paraId="0602EE0D" w14:textId="77777777" w:rsidTr="004B46A0">
        <w:trPr>
          <w:trHeight w:val="225"/>
        </w:trPr>
        <w:tc>
          <w:tcPr>
            <w:tcW w:w="2128" w:type="dxa"/>
            <w:shd w:val="clear" w:color="auto" w:fill="DBDBDB" w:themeFill="accent3" w:themeFillTint="66"/>
          </w:tcPr>
          <w:p w14:paraId="429BD1C5" w14:textId="77777777" w:rsidR="00C94AF3" w:rsidRPr="00D53B22" w:rsidRDefault="00C94AF3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03" w:type="dxa"/>
          </w:tcPr>
          <w:p w14:paraId="6ECB5CBD" w14:textId="39730AF7" w:rsidR="00C94AF3" w:rsidRDefault="00C94AF3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 november</w:t>
            </w:r>
          </w:p>
        </w:tc>
        <w:tc>
          <w:tcPr>
            <w:tcW w:w="3828" w:type="dxa"/>
          </w:tcPr>
          <w:p w14:paraId="0AB1A743" w14:textId="4B055A77" w:rsidR="00C94AF3" w:rsidRDefault="00C94AF3" w:rsidP="00C94A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Vermelding website en intranet</w:t>
            </w:r>
          </w:p>
        </w:tc>
        <w:tc>
          <w:tcPr>
            <w:tcW w:w="3260" w:type="dxa"/>
          </w:tcPr>
          <w:p w14:paraId="5C6A7EB1" w14:textId="04D495B4" w:rsidR="00C94AF3" w:rsidRDefault="00C94AF3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Mariëlle</w:t>
            </w:r>
          </w:p>
        </w:tc>
        <w:tc>
          <w:tcPr>
            <w:tcW w:w="2375" w:type="dxa"/>
          </w:tcPr>
          <w:p w14:paraId="7C8B45D5" w14:textId="77777777" w:rsidR="00C94AF3" w:rsidRPr="00D53B22" w:rsidRDefault="00C94AF3" w:rsidP="0015625C">
            <w:pPr>
              <w:rPr>
                <w:rFonts w:ascii="Verdana" w:hAnsi="Verdana"/>
              </w:rPr>
            </w:pPr>
          </w:p>
        </w:tc>
      </w:tr>
      <w:tr w:rsidR="007040DD" w:rsidRPr="00D53B22" w14:paraId="18F7464F" w14:textId="77777777" w:rsidTr="004B46A0">
        <w:trPr>
          <w:trHeight w:val="225"/>
        </w:trPr>
        <w:tc>
          <w:tcPr>
            <w:tcW w:w="2128" w:type="dxa"/>
            <w:shd w:val="clear" w:color="auto" w:fill="DBDBDB" w:themeFill="accent3" w:themeFillTint="66"/>
          </w:tcPr>
          <w:p w14:paraId="63A45024" w14:textId="77777777" w:rsidR="007040DD" w:rsidRPr="00D53B22" w:rsidRDefault="007040DD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03" w:type="dxa"/>
          </w:tcPr>
          <w:p w14:paraId="31A35E81" w14:textId="1454CD0F" w:rsidR="007040DD" w:rsidRDefault="007040DD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29 november</w:t>
            </w:r>
          </w:p>
        </w:tc>
        <w:tc>
          <w:tcPr>
            <w:tcW w:w="3828" w:type="dxa"/>
          </w:tcPr>
          <w:p w14:paraId="636D4424" w14:textId="7FDEF15E" w:rsidR="007040DD" w:rsidRDefault="007040DD" w:rsidP="00C94A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Opbouwen stands</w:t>
            </w:r>
          </w:p>
        </w:tc>
        <w:tc>
          <w:tcPr>
            <w:tcW w:w="3260" w:type="dxa"/>
          </w:tcPr>
          <w:p w14:paraId="71DC0BA4" w14:textId="65D35CB1" w:rsidR="007040DD" w:rsidRDefault="007040DD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Contactpersonen en studenten</w:t>
            </w:r>
          </w:p>
        </w:tc>
        <w:tc>
          <w:tcPr>
            <w:tcW w:w="2375" w:type="dxa"/>
          </w:tcPr>
          <w:p w14:paraId="21B7885E" w14:textId="77777777" w:rsidR="007040DD" w:rsidRPr="00D53B22" w:rsidRDefault="007040DD" w:rsidP="0015625C">
            <w:pPr>
              <w:rPr>
                <w:rFonts w:ascii="Verdana" w:hAnsi="Verdana"/>
              </w:rPr>
            </w:pPr>
          </w:p>
        </w:tc>
      </w:tr>
    </w:tbl>
    <w:p w14:paraId="411D9DAD" w14:textId="684707AF" w:rsidR="0059691E" w:rsidRDefault="0059691E">
      <w:pPr>
        <w:rPr>
          <w:rFonts w:ascii="Verdana" w:hAnsi="Verdana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076"/>
        <w:gridCol w:w="2430"/>
        <w:gridCol w:w="3853"/>
        <w:gridCol w:w="3260"/>
        <w:gridCol w:w="2375"/>
      </w:tblGrid>
      <w:tr w:rsidR="007040DD" w:rsidRPr="00D53B22" w14:paraId="25BEE043" w14:textId="77777777" w:rsidTr="00B812B2">
        <w:trPr>
          <w:trHeight w:val="285"/>
        </w:trPr>
        <w:tc>
          <w:tcPr>
            <w:tcW w:w="2076" w:type="dxa"/>
            <w:shd w:val="clear" w:color="auto" w:fill="FFFFFF" w:themeFill="background1"/>
          </w:tcPr>
          <w:p w14:paraId="2836DDDA" w14:textId="77777777" w:rsidR="0059691E" w:rsidRPr="0059691E" w:rsidRDefault="0059691E" w:rsidP="0015625C">
            <w:pPr>
              <w:rPr>
                <w:rFonts w:ascii="Verdana" w:hAnsi="Verdana"/>
                <w:b/>
              </w:rPr>
            </w:pPr>
          </w:p>
        </w:tc>
        <w:tc>
          <w:tcPr>
            <w:tcW w:w="2430" w:type="dxa"/>
            <w:shd w:val="clear" w:color="auto" w:fill="1F3864" w:themeFill="accent5" w:themeFillShade="80"/>
          </w:tcPr>
          <w:p w14:paraId="5BE9AC2A" w14:textId="77777777" w:rsidR="0059691E" w:rsidRPr="00D53B22" w:rsidRDefault="0059691E" w:rsidP="0015625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Tijd</w:t>
            </w:r>
          </w:p>
        </w:tc>
        <w:tc>
          <w:tcPr>
            <w:tcW w:w="3853" w:type="dxa"/>
            <w:shd w:val="clear" w:color="auto" w:fill="1F3864" w:themeFill="accent5" w:themeFillShade="80"/>
          </w:tcPr>
          <w:p w14:paraId="2E7EBB66" w14:textId="77777777" w:rsidR="0059691E" w:rsidRPr="00D53B22" w:rsidRDefault="0059691E" w:rsidP="0015625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Activiteit</w:t>
            </w:r>
          </w:p>
        </w:tc>
        <w:tc>
          <w:tcPr>
            <w:tcW w:w="3260" w:type="dxa"/>
            <w:shd w:val="clear" w:color="auto" w:fill="1F3864" w:themeFill="accent5" w:themeFillShade="80"/>
          </w:tcPr>
          <w:p w14:paraId="4EE8005C" w14:textId="77777777" w:rsidR="0059691E" w:rsidRPr="00D53B22" w:rsidRDefault="0059691E" w:rsidP="0015625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Wie</w:t>
            </w:r>
          </w:p>
        </w:tc>
        <w:tc>
          <w:tcPr>
            <w:tcW w:w="2375" w:type="dxa"/>
            <w:shd w:val="clear" w:color="auto" w:fill="1F3864" w:themeFill="accent5" w:themeFillShade="80"/>
          </w:tcPr>
          <w:p w14:paraId="3562AE20" w14:textId="77777777" w:rsidR="0059691E" w:rsidRPr="00D53B22" w:rsidRDefault="0059691E" w:rsidP="0015625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Waar</w:t>
            </w:r>
          </w:p>
        </w:tc>
      </w:tr>
      <w:tr w:rsidR="007040DD" w:rsidRPr="00D53B22" w14:paraId="71AC8884" w14:textId="77777777" w:rsidTr="00B812B2">
        <w:trPr>
          <w:trHeight w:val="225"/>
        </w:trPr>
        <w:tc>
          <w:tcPr>
            <w:tcW w:w="2076" w:type="dxa"/>
            <w:vMerge w:val="restart"/>
            <w:shd w:val="clear" w:color="auto" w:fill="DBDBDB" w:themeFill="accent3" w:themeFillTint="66"/>
          </w:tcPr>
          <w:p w14:paraId="304A1416" w14:textId="4077B2E7" w:rsidR="0059691E" w:rsidRPr="00D53B22" w:rsidRDefault="008B0CBE" w:rsidP="0015625C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  <w:r>
              <w:rPr>
                <w:rFonts w:ascii="Verdana" w:eastAsia="Calibri" w:hAnsi="Verdana" w:cs="Calibri"/>
                <w:b/>
                <w:spacing w:val="-1"/>
              </w:rPr>
              <w:t>Tijdens het evenement</w:t>
            </w:r>
          </w:p>
        </w:tc>
        <w:tc>
          <w:tcPr>
            <w:tcW w:w="2430" w:type="dxa"/>
          </w:tcPr>
          <w:p w14:paraId="24F15B1C" w14:textId="578D1579" w:rsidR="0059691E" w:rsidRPr="00D53B22" w:rsidRDefault="004B46A0" w:rsidP="004B46A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 november en 1 december</w:t>
            </w:r>
          </w:p>
        </w:tc>
        <w:tc>
          <w:tcPr>
            <w:tcW w:w="3853" w:type="dxa"/>
          </w:tcPr>
          <w:p w14:paraId="5A410B76" w14:textId="1D078526" w:rsidR="0059691E" w:rsidRPr="00D53B22" w:rsidRDefault="007040DD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Workshops begeleiden</w:t>
            </w:r>
          </w:p>
        </w:tc>
        <w:tc>
          <w:tcPr>
            <w:tcW w:w="3260" w:type="dxa"/>
          </w:tcPr>
          <w:p w14:paraId="0C619E9A" w14:textId="03C2297C" w:rsidR="0059691E" w:rsidRPr="00D53B22" w:rsidRDefault="00B812B2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Max. 2 studenten per activiteit plus 1 docent per eiland</w:t>
            </w:r>
          </w:p>
        </w:tc>
        <w:tc>
          <w:tcPr>
            <w:tcW w:w="2375" w:type="dxa"/>
          </w:tcPr>
          <w:p w14:paraId="180E24F5" w14:textId="77777777" w:rsidR="0059691E" w:rsidRPr="00D53B22" w:rsidRDefault="0059691E" w:rsidP="0015625C">
            <w:pPr>
              <w:rPr>
                <w:rFonts w:ascii="Verdana" w:hAnsi="Verdana"/>
                <w:i/>
              </w:rPr>
            </w:pPr>
          </w:p>
        </w:tc>
      </w:tr>
      <w:tr w:rsidR="007040DD" w:rsidRPr="00D53B22" w14:paraId="389EA07D" w14:textId="77777777" w:rsidTr="00B812B2">
        <w:trPr>
          <w:trHeight w:val="240"/>
        </w:trPr>
        <w:tc>
          <w:tcPr>
            <w:tcW w:w="2076" w:type="dxa"/>
            <w:vMerge/>
            <w:shd w:val="clear" w:color="auto" w:fill="DBDBDB" w:themeFill="accent3" w:themeFillTint="66"/>
          </w:tcPr>
          <w:p w14:paraId="1AA384A5" w14:textId="77777777" w:rsidR="0059691E" w:rsidRPr="00D53B22" w:rsidRDefault="0059691E" w:rsidP="0015625C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30" w:type="dxa"/>
          </w:tcPr>
          <w:p w14:paraId="0E247E58" w14:textId="77777777" w:rsidR="0059691E" w:rsidRPr="00D53B22" w:rsidRDefault="0059691E" w:rsidP="0015625C">
            <w:pPr>
              <w:rPr>
                <w:rFonts w:ascii="Verdana" w:hAnsi="Verdana"/>
              </w:rPr>
            </w:pPr>
          </w:p>
        </w:tc>
        <w:tc>
          <w:tcPr>
            <w:tcW w:w="3853" w:type="dxa"/>
          </w:tcPr>
          <w:p w14:paraId="290FA5A0" w14:textId="47627477" w:rsidR="0059691E" w:rsidRPr="00D53B22" w:rsidRDefault="007040DD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Overdracht naar andere </w:t>
            </w:r>
            <w:proofErr w:type="spellStart"/>
            <w:r>
              <w:rPr>
                <w:rFonts w:ascii="Verdana" w:hAnsi="Verdana"/>
              </w:rPr>
              <w:t>standwaarnemers</w:t>
            </w:r>
            <w:proofErr w:type="spellEnd"/>
            <w:r>
              <w:rPr>
                <w:rFonts w:ascii="Verdana" w:hAnsi="Verdana"/>
              </w:rPr>
              <w:t>/studenten</w:t>
            </w:r>
          </w:p>
        </w:tc>
        <w:tc>
          <w:tcPr>
            <w:tcW w:w="3260" w:type="dxa"/>
          </w:tcPr>
          <w:p w14:paraId="5851B2AE" w14:textId="569C61B0" w:rsidR="0059691E" w:rsidRPr="00D53B22" w:rsidRDefault="007040DD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Vakdocenten/studenten</w:t>
            </w:r>
          </w:p>
        </w:tc>
        <w:tc>
          <w:tcPr>
            <w:tcW w:w="2375" w:type="dxa"/>
          </w:tcPr>
          <w:p w14:paraId="5140A8F5" w14:textId="77777777" w:rsidR="0059691E" w:rsidRPr="00D53B22" w:rsidRDefault="0059691E" w:rsidP="0015625C">
            <w:pPr>
              <w:rPr>
                <w:rFonts w:ascii="Verdana" w:hAnsi="Verdana"/>
              </w:rPr>
            </w:pPr>
          </w:p>
        </w:tc>
      </w:tr>
      <w:tr w:rsidR="007040DD" w:rsidRPr="00D53B22" w14:paraId="5BC5873D" w14:textId="77777777" w:rsidTr="00B812B2">
        <w:trPr>
          <w:trHeight w:val="225"/>
        </w:trPr>
        <w:tc>
          <w:tcPr>
            <w:tcW w:w="2076" w:type="dxa"/>
            <w:vMerge/>
            <w:shd w:val="clear" w:color="auto" w:fill="DBDBDB" w:themeFill="accent3" w:themeFillTint="66"/>
          </w:tcPr>
          <w:p w14:paraId="5C5C4548" w14:textId="77777777" w:rsidR="0059691E" w:rsidRPr="00D53B22" w:rsidRDefault="0059691E" w:rsidP="0015625C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30" w:type="dxa"/>
          </w:tcPr>
          <w:p w14:paraId="5ADAB3A5" w14:textId="5A7DA689" w:rsidR="0059691E" w:rsidRPr="00D53B22" w:rsidRDefault="004B46A0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 december</w:t>
            </w:r>
          </w:p>
        </w:tc>
        <w:tc>
          <w:tcPr>
            <w:tcW w:w="3853" w:type="dxa"/>
          </w:tcPr>
          <w:p w14:paraId="132AAEA4" w14:textId="12F214CD" w:rsidR="0059691E" w:rsidRPr="00D53B22" w:rsidRDefault="007040DD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Info aan ouders op donderdagavond</w:t>
            </w:r>
          </w:p>
        </w:tc>
        <w:tc>
          <w:tcPr>
            <w:tcW w:w="3260" w:type="dxa"/>
          </w:tcPr>
          <w:p w14:paraId="677A7A0E" w14:textId="48F3C118" w:rsidR="0059691E" w:rsidRPr="00D53B22" w:rsidRDefault="00B812B2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Vakdocenten en eventueel studenten</w:t>
            </w:r>
          </w:p>
        </w:tc>
        <w:tc>
          <w:tcPr>
            <w:tcW w:w="2375" w:type="dxa"/>
          </w:tcPr>
          <w:p w14:paraId="60A958EE" w14:textId="77777777" w:rsidR="0059691E" w:rsidRPr="00D53B22" w:rsidRDefault="0059691E" w:rsidP="0015625C">
            <w:pPr>
              <w:rPr>
                <w:rFonts w:ascii="Verdana" w:hAnsi="Verdana"/>
              </w:rPr>
            </w:pPr>
          </w:p>
        </w:tc>
      </w:tr>
    </w:tbl>
    <w:p w14:paraId="16991AD5" w14:textId="77777777" w:rsidR="0059691E" w:rsidRDefault="0059691E">
      <w:pPr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8"/>
        <w:gridCol w:w="2403"/>
        <w:gridCol w:w="3828"/>
        <w:gridCol w:w="3260"/>
        <w:gridCol w:w="2375"/>
      </w:tblGrid>
      <w:tr w:rsidR="0059691E" w:rsidRPr="00D53B22" w14:paraId="69487FFF" w14:textId="77777777" w:rsidTr="008B0CBE">
        <w:trPr>
          <w:trHeight w:val="285"/>
        </w:trPr>
        <w:tc>
          <w:tcPr>
            <w:tcW w:w="2128" w:type="dxa"/>
            <w:shd w:val="clear" w:color="auto" w:fill="FFFFFF" w:themeFill="background1"/>
          </w:tcPr>
          <w:p w14:paraId="0AA728AF" w14:textId="77777777" w:rsidR="0059691E" w:rsidRPr="0059691E" w:rsidRDefault="0059691E" w:rsidP="0015625C">
            <w:pPr>
              <w:rPr>
                <w:rFonts w:ascii="Verdana" w:hAnsi="Verdana"/>
                <w:b/>
              </w:rPr>
            </w:pPr>
          </w:p>
        </w:tc>
        <w:tc>
          <w:tcPr>
            <w:tcW w:w="2403" w:type="dxa"/>
            <w:shd w:val="clear" w:color="auto" w:fill="1F3864" w:themeFill="accent5" w:themeFillShade="80"/>
          </w:tcPr>
          <w:p w14:paraId="49D08A1B" w14:textId="77777777" w:rsidR="0059691E" w:rsidRPr="00D53B22" w:rsidRDefault="0059691E" w:rsidP="0015625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Tijd</w:t>
            </w:r>
          </w:p>
        </w:tc>
        <w:tc>
          <w:tcPr>
            <w:tcW w:w="3828" w:type="dxa"/>
            <w:shd w:val="clear" w:color="auto" w:fill="1F3864" w:themeFill="accent5" w:themeFillShade="80"/>
          </w:tcPr>
          <w:p w14:paraId="604F010D" w14:textId="77777777" w:rsidR="0059691E" w:rsidRPr="00D53B22" w:rsidRDefault="0059691E" w:rsidP="0015625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Activiteit</w:t>
            </w:r>
          </w:p>
        </w:tc>
        <w:tc>
          <w:tcPr>
            <w:tcW w:w="3260" w:type="dxa"/>
            <w:shd w:val="clear" w:color="auto" w:fill="1F3864" w:themeFill="accent5" w:themeFillShade="80"/>
          </w:tcPr>
          <w:p w14:paraId="51E8485B" w14:textId="77777777" w:rsidR="0059691E" w:rsidRPr="00D53B22" w:rsidRDefault="0059691E" w:rsidP="0015625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Wie</w:t>
            </w:r>
          </w:p>
        </w:tc>
        <w:tc>
          <w:tcPr>
            <w:tcW w:w="2375" w:type="dxa"/>
            <w:shd w:val="clear" w:color="auto" w:fill="1F3864" w:themeFill="accent5" w:themeFillShade="80"/>
          </w:tcPr>
          <w:p w14:paraId="572CB5D5" w14:textId="77777777" w:rsidR="0059691E" w:rsidRPr="00D53B22" w:rsidRDefault="0059691E" w:rsidP="0015625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Waar</w:t>
            </w:r>
          </w:p>
        </w:tc>
      </w:tr>
      <w:tr w:rsidR="0059691E" w:rsidRPr="00D53B22" w14:paraId="545356E5" w14:textId="77777777" w:rsidTr="008B0CBE">
        <w:trPr>
          <w:trHeight w:val="240"/>
        </w:trPr>
        <w:tc>
          <w:tcPr>
            <w:tcW w:w="2128" w:type="dxa"/>
            <w:vMerge w:val="restart"/>
            <w:shd w:val="clear" w:color="auto" w:fill="DBDBDB" w:themeFill="accent3" w:themeFillTint="66"/>
          </w:tcPr>
          <w:p w14:paraId="1D634EC1" w14:textId="52FAEFB0" w:rsidR="0059691E" w:rsidRPr="0059691E" w:rsidRDefault="008B0CBE" w:rsidP="0015625C">
            <w:pPr>
              <w:spacing w:before="13"/>
              <w:rPr>
                <w:rFonts w:ascii="Verdana" w:eastAsia="Calibri" w:hAnsi="Verdana" w:cs="Calibri"/>
                <w:b/>
                <w:spacing w:val="-1"/>
              </w:rPr>
            </w:pPr>
            <w:r>
              <w:rPr>
                <w:rFonts w:ascii="Verdana" w:eastAsia="Calibri" w:hAnsi="Verdana" w:cs="Calibri"/>
                <w:b/>
                <w:spacing w:val="-1"/>
              </w:rPr>
              <w:t>Na afloop van het evenement</w:t>
            </w:r>
          </w:p>
        </w:tc>
        <w:tc>
          <w:tcPr>
            <w:tcW w:w="2403" w:type="dxa"/>
          </w:tcPr>
          <w:p w14:paraId="05D0F1EC" w14:textId="776C7341" w:rsidR="0059691E" w:rsidRPr="00D53B22" w:rsidRDefault="007040DD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 en 2 december</w:t>
            </w:r>
          </w:p>
        </w:tc>
        <w:tc>
          <w:tcPr>
            <w:tcW w:w="3828" w:type="dxa"/>
          </w:tcPr>
          <w:p w14:paraId="3BDD99DD" w14:textId="402F12C9" w:rsidR="0059691E" w:rsidRPr="00D53B22" w:rsidRDefault="007040DD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Stands afbreken</w:t>
            </w:r>
            <w:r w:rsidR="008B0CBE">
              <w:rPr>
                <w:rFonts w:ascii="Verdana" w:hAnsi="Verdana"/>
              </w:rPr>
              <w:t xml:space="preserve"> en materiaal afvoeren</w:t>
            </w:r>
          </w:p>
        </w:tc>
        <w:tc>
          <w:tcPr>
            <w:tcW w:w="3260" w:type="dxa"/>
          </w:tcPr>
          <w:p w14:paraId="3F6496CA" w14:textId="1BE5FB8E" w:rsidR="0059691E" w:rsidRPr="00D53B22" w:rsidRDefault="007040DD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Studenten </w:t>
            </w:r>
          </w:p>
        </w:tc>
        <w:tc>
          <w:tcPr>
            <w:tcW w:w="2375" w:type="dxa"/>
          </w:tcPr>
          <w:p w14:paraId="10F9A59E" w14:textId="77777777" w:rsidR="0059691E" w:rsidRPr="00D53B22" w:rsidRDefault="0059691E" w:rsidP="0015625C">
            <w:pPr>
              <w:rPr>
                <w:rFonts w:ascii="Verdana" w:hAnsi="Verdana"/>
              </w:rPr>
            </w:pPr>
          </w:p>
        </w:tc>
      </w:tr>
      <w:tr w:rsidR="0059691E" w:rsidRPr="00D53B22" w14:paraId="12A6F660" w14:textId="77777777" w:rsidTr="008B0CBE">
        <w:trPr>
          <w:trHeight w:val="22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4CB11A69" w14:textId="77777777" w:rsidR="0059691E" w:rsidRPr="00D53B22" w:rsidRDefault="0059691E" w:rsidP="0015625C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03" w:type="dxa"/>
          </w:tcPr>
          <w:p w14:paraId="414F0729" w14:textId="56560632" w:rsidR="0059691E" w:rsidRPr="00D53B22" w:rsidRDefault="008B0CBE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</w:t>
            </w:r>
            <w:r w:rsidR="007040DD">
              <w:rPr>
                <w:rFonts w:ascii="Verdana" w:hAnsi="Verdana"/>
              </w:rPr>
              <w:t>ecember</w:t>
            </w:r>
            <w:r>
              <w:rPr>
                <w:rFonts w:ascii="Verdana" w:hAnsi="Verdana"/>
              </w:rPr>
              <w:t xml:space="preserve"> ‘16</w:t>
            </w:r>
          </w:p>
        </w:tc>
        <w:tc>
          <w:tcPr>
            <w:tcW w:w="3828" w:type="dxa"/>
          </w:tcPr>
          <w:p w14:paraId="0FD281A5" w14:textId="0F741E40" w:rsidR="0059691E" w:rsidRPr="00D53B22" w:rsidRDefault="007040DD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Evaluatie binnen GW</w:t>
            </w:r>
          </w:p>
        </w:tc>
        <w:tc>
          <w:tcPr>
            <w:tcW w:w="3260" w:type="dxa"/>
          </w:tcPr>
          <w:p w14:paraId="19C450F0" w14:textId="09E1122A" w:rsidR="0059691E" w:rsidRPr="00D53B22" w:rsidRDefault="007040DD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Mariëlle</w:t>
            </w:r>
          </w:p>
        </w:tc>
        <w:tc>
          <w:tcPr>
            <w:tcW w:w="2375" w:type="dxa"/>
          </w:tcPr>
          <w:p w14:paraId="1B61D14B" w14:textId="77777777" w:rsidR="0059691E" w:rsidRPr="00D53B22" w:rsidRDefault="0059691E" w:rsidP="0015625C">
            <w:pPr>
              <w:rPr>
                <w:rFonts w:ascii="Verdana" w:hAnsi="Verdana"/>
                <w:i/>
              </w:rPr>
            </w:pPr>
          </w:p>
        </w:tc>
      </w:tr>
      <w:tr w:rsidR="0059691E" w:rsidRPr="00D53B22" w14:paraId="5C4E88FD" w14:textId="77777777" w:rsidTr="008B0CBE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57FE007C" w14:textId="77777777" w:rsidR="0059691E" w:rsidRPr="00D53B22" w:rsidRDefault="0059691E" w:rsidP="0015625C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403" w:type="dxa"/>
          </w:tcPr>
          <w:p w14:paraId="466578A0" w14:textId="43931053" w:rsidR="0059691E" w:rsidRPr="00D53B22" w:rsidRDefault="008B0CBE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J</w:t>
            </w:r>
            <w:r w:rsidR="007040DD">
              <w:rPr>
                <w:rFonts w:ascii="Verdana" w:hAnsi="Verdana"/>
              </w:rPr>
              <w:t>anuari</w:t>
            </w:r>
            <w:r>
              <w:rPr>
                <w:rFonts w:ascii="Verdana" w:hAnsi="Verdana"/>
              </w:rPr>
              <w:t xml:space="preserve"> ‘17</w:t>
            </w:r>
          </w:p>
        </w:tc>
        <w:tc>
          <w:tcPr>
            <w:tcW w:w="3828" w:type="dxa"/>
          </w:tcPr>
          <w:p w14:paraId="3DD17B53" w14:textId="486F717C" w:rsidR="0059691E" w:rsidRPr="00D53B22" w:rsidRDefault="007040DD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Evaluatie met organisatie BDD</w:t>
            </w:r>
          </w:p>
        </w:tc>
        <w:tc>
          <w:tcPr>
            <w:tcW w:w="3260" w:type="dxa"/>
          </w:tcPr>
          <w:p w14:paraId="2874F9E4" w14:textId="27F397EB" w:rsidR="0059691E" w:rsidRPr="00D53B22" w:rsidRDefault="007040DD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Hannie</w:t>
            </w:r>
          </w:p>
        </w:tc>
        <w:tc>
          <w:tcPr>
            <w:tcW w:w="2375" w:type="dxa"/>
          </w:tcPr>
          <w:p w14:paraId="2AA37865" w14:textId="2F613B5C" w:rsidR="0059691E" w:rsidRPr="00D53B22" w:rsidRDefault="008B0CBE" w:rsidP="001562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Piet Heinstraat</w:t>
            </w:r>
          </w:p>
        </w:tc>
      </w:tr>
    </w:tbl>
    <w:p w14:paraId="643469F1" w14:textId="77777777" w:rsidR="0059691E" w:rsidRPr="00D53B22" w:rsidRDefault="0059691E">
      <w:pPr>
        <w:rPr>
          <w:rFonts w:ascii="Verdana" w:hAnsi="Verdana"/>
        </w:rPr>
      </w:pPr>
    </w:p>
    <w:sectPr w:rsidR="0059691E" w:rsidRPr="00D53B22" w:rsidSect="00F670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016"/>
    <w:rsid w:val="0015625C"/>
    <w:rsid w:val="00163BFB"/>
    <w:rsid w:val="00221AA7"/>
    <w:rsid w:val="003403B0"/>
    <w:rsid w:val="00386AD8"/>
    <w:rsid w:val="004B46A0"/>
    <w:rsid w:val="004D4E90"/>
    <w:rsid w:val="00532652"/>
    <w:rsid w:val="0059691E"/>
    <w:rsid w:val="005C70AF"/>
    <w:rsid w:val="00687574"/>
    <w:rsid w:val="007040DD"/>
    <w:rsid w:val="00777791"/>
    <w:rsid w:val="008B0CBE"/>
    <w:rsid w:val="0097113E"/>
    <w:rsid w:val="009962A4"/>
    <w:rsid w:val="00A62BA3"/>
    <w:rsid w:val="00A92698"/>
    <w:rsid w:val="00B812B2"/>
    <w:rsid w:val="00C94AF3"/>
    <w:rsid w:val="00D42361"/>
    <w:rsid w:val="00D53B22"/>
    <w:rsid w:val="00F6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BF14"/>
  <w15:chartTrackingRefBased/>
  <w15:docId w15:val="{80420BE6-EBB3-4B9C-BF2F-CA38E04D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67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47027-D9EB-47A2-B085-1C4C38DDD836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0177C5-F3EF-4B6A-8E07-CB24F0F64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88DEC2-F869-4490-B8E0-7EF84F98E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13BDAA-6D28-43DB-981B-E3CA570E7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van Steenwijk</dc:creator>
  <cp:keywords/>
  <dc:description/>
  <cp:lastModifiedBy>Hannie Kwant</cp:lastModifiedBy>
  <cp:revision>2</cp:revision>
  <dcterms:created xsi:type="dcterms:W3CDTF">2016-09-13T08:30:00Z</dcterms:created>
  <dcterms:modified xsi:type="dcterms:W3CDTF">2016-09-13T08:30:00Z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