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1E" w:rsidRPr="0070773A" w:rsidRDefault="00C7291E" w:rsidP="00C7291E">
      <w:pPr>
        <w:rPr>
          <w:rFonts w:asciiTheme="minorHAnsi" w:hAnsiTheme="minorHAnsi"/>
        </w:rPr>
      </w:pPr>
    </w:p>
    <w:p w:rsidR="00C7291E" w:rsidRPr="0070773A" w:rsidRDefault="00C7291E" w:rsidP="00C7291E">
      <w:pPr>
        <w:rPr>
          <w:rFonts w:asciiTheme="minorHAnsi" w:hAnsiTheme="minorHAnsi"/>
        </w:rPr>
      </w:pPr>
    </w:p>
    <w:p w:rsidR="00C7291E" w:rsidRPr="0070773A" w:rsidRDefault="00E750C6" w:rsidP="00C7291E">
      <w:pPr>
        <w:rPr>
          <w:rFonts w:asciiTheme="minorHAnsi" w:hAnsiTheme="minorHAnsi"/>
        </w:rPr>
      </w:pPr>
      <w:r>
        <w:rPr>
          <w:rFonts w:asciiTheme="minorHAnsi" w:hAnsiTheme="minorHAnsi"/>
          <w:sz w:val="36"/>
        </w:rPr>
        <w:t>Hoe en wat periode 1</w:t>
      </w:r>
      <w:r w:rsidR="00C7291E" w:rsidRPr="0070773A">
        <w:rPr>
          <w:rFonts w:asciiTheme="minorHAnsi" w:hAnsiTheme="minorHAnsi"/>
          <w:sz w:val="36"/>
        </w:rPr>
        <w:tab/>
      </w:r>
      <w:r w:rsidR="00C7291E">
        <w:rPr>
          <w:rFonts w:asciiTheme="minorHAnsi" w:hAnsiTheme="minorHAnsi"/>
          <w:sz w:val="36"/>
        </w:rPr>
        <w:t xml:space="preserve">  </w:t>
      </w:r>
      <w:r w:rsidR="00C7291E">
        <w:rPr>
          <w:rFonts w:asciiTheme="minorHAnsi" w:hAnsiTheme="minorHAnsi"/>
        </w:rPr>
        <w:t>Naam:</w:t>
      </w:r>
      <w:r w:rsidR="00C7291E">
        <w:rPr>
          <w:rFonts w:asciiTheme="minorHAnsi" w:hAnsiTheme="minorHAnsi"/>
        </w:rPr>
        <w:tab/>
      </w:r>
      <w:r w:rsidR="00C7291E">
        <w:rPr>
          <w:rFonts w:asciiTheme="minorHAnsi" w:hAnsiTheme="minorHAnsi"/>
        </w:rPr>
        <w:tab/>
      </w:r>
      <w:r w:rsidR="00C7291E">
        <w:rPr>
          <w:rFonts w:asciiTheme="minorHAnsi" w:hAnsiTheme="minorHAnsi"/>
        </w:rPr>
        <w:tab/>
      </w:r>
      <w:r w:rsidR="00C7291E">
        <w:rPr>
          <w:rFonts w:asciiTheme="minorHAnsi" w:hAnsiTheme="minorHAnsi"/>
        </w:rPr>
        <w:tab/>
      </w:r>
      <w:r w:rsidR="00C7291E">
        <w:rPr>
          <w:rFonts w:asciiTheme="minorHAnsi" w:hAnsiTheme="minorHAnsi"/>
        </w:rPr>
        <w:tab/>
      </w:r>
      <w:r w:rsidR="00C7291E" w:rsidRPr="0070773A">
        <w:rPr>
          <w:rFonts w:asciiTheme="minorHAnsi" w:hAnsiTheme="minorHAnsi"/>
        </w:rPr>
        <w:t>Datum:</w:t>
      </w:r>
    </w:p>
    <w:p w:rsidR="00C7291E" w:rsidRPr="0070773A" w:rsidRDefault="00C7291E" w:rsidP="00C7291E">
      <w:pPr>
        <w:rPr>
          <w:rFonts w:asciiTheme="minorHAnsi" w:hAnsi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07"/>
        <w:gridCol w:w="3605"/>
        <w:gridCol w:w="1985"/>
        <w:gridCol w:w="1417"/>
      </w:tblGrid>
      <w:tr w:rsidR="00C7291E" w:rsidTr="009A088E">
        <w:tc>
          <w:tcPr>
            <w:tcW w:w="3307" w:type="dxa"/>
          </w:tcPr>
          <w:p w:rsidR="00C7291E" w:rsidRPr="0070773A" w:rsidRDefault="00C7291E" w:rsidP="009A088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7291E" w:rsidRPr="0055646D" w:rsidRDefault="00C7291E" w:rsidP="009A088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Wanneer inleveren</w:t>
            </w:r>
          </w:p>
        </w:tc>
        <w:tc>
          <w:tcPr>
            <w:tcW w:w="1985" w:type="dxa"/>
          </w:tcPr>
          <w:p w:rsidR="00C7291E" w:rsidRPr="0055646D" w:rsidRDefault="00C7291E" w:rsidP="009A088E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t>Voldoende/cijfer</w:t>
            </w:r>
          </w:p>
        </w:tc>
        <w:tc>
          <w:tcPr>
            <w:tcW w:w="1417" w:type="dxa"/>
          </w:tcPr>
          <w:p w:rsidR="00C7291E" w:rsidRPr="0055646D" w:rsidRDefault="00C7291E" w:rsidP="009A088E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t>Verbeteren / herkansen</w:t>
            </w:r>
          </w:p>
        </w:tc>
      </w:tr>
      <w:tr w:rsidR="00CB2C8F" w:rsidTr="009A088E">
        <w:tc>
          <w:tcPr>
            <w:tcW w:w="3307" w:type="dxa"/>
            <w:vMerge w:val="restart"/>
          </w:tcPr>
          <w:p w:rsidR="00CB2C8F" w:rsidRPr="0070773A" w:rsidRDefault="00CB2C8F" w:rsidP="00CB2C8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PIT</w:t>
            </w: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Pr="00D857E5" w:rsidRDefault="00CB2C8F" w:rsidP="009A088E"/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Pr="00D857E5" w:rsidRDefault="00CB2C8F" w:rsidP="009A088E"/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Pr="00D857E5" w:rsidRDefault="00CB2C8F" w:rsidP="009A088E"/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/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 w:val="restart"/>
          </w:tcPr>
          <w:p w:rsidR="00CB2C8F" w:rsidRPr="0070773A" w:rsidRDefault="00CB2C8F" w:rsidP="00CB2C8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Begeleidingskunde</w:t>
            </w: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 w:val="restart"/>
          </w:tcPr>
          <w:p w:rsidR="00C7291E" w:rsidRPr="0070773A" w:rsidRDefault="00CB2C8F" w:rsidP="009A088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Gezondheidskunde</w:t>
            </w:r>
          </w:p>
          <w:p w:rsidR="00C7291E" w:rsidRPr="0070773A" w:rsidRDefault="00C7291E" w:rsidP="009A088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 w:val="restart"/>
          </w:tcPr>
          <w:p w:rsidR="00C7291E" w:rsidRPr="0070773A" w:rsidRDefault="00CB2C8F" w:rsidP="009A088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Zorgkunde</w:t>
            </w:r>
          </w:p>
          <w:p w:rsidR="00C7291E" w:rsidRPr="0070773A" w:rsidRDefault="00C7291E" w:rsidP="009A088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 w:val="restart"/>
          </w:tcPr>
          <w:p w:rsidR="00C7291E" w:rsidRPr="0070773A" w:rsidRDefault="00CB2C8F" w:rsidP="00CB2C8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Huishoudkunde</w:t>
            </w: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 w:val="restart"/>
          </w:tcPr>
          <w:p w:rsidR="00CB2C8F" w:rsidRPr="0055646D" w:rsidRDefault="00CB2C8F" w:rsidP="00CB2C8F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lastRenderedPageBreak/>
              <w:t>ICT</w:t>
            </w:r>
            <w:r>
              <w:rPr>
                <w:rFonts w:asciiTheme="minorHAnsi" w:hAnsiTheme="minorHAnsi"/>
                <w:b/>
              </w:rPr>
              <w:t xml:space="preserve"> Studievaardigheden</w:t>
            </w:r>
          </w:p>
          <w:p w:rsidR="00C7291E" w:rsidRPr="0070773A" w:rsidRDefault="00C7291E" w:rsidP="00CB2C8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Pr="0070773A" w:rsidRDefault="00C7291E" w:rsidP="009A088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 w:val="restart"/>
          </w:tcPr>
          <w:p w:rsidR="00CB2C8F" w:rsidRPr="0055646D" w:rsidRDefault="00CB2C8F" w:rsidP="00CB2C8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SLB en </w:t>
            </w:r>
            <w:r w:rsidRPr="0055646D">
              <w:rPr>
                <w:rFonts w:asciiTheme="minorHAnsi" w:hAnsiTheme="minorHAnsi"/>
                <w:b/>
              </w:rPr>
              <w:t>Burgerschap</w:t>
            </w:r>
          </w:p>
          <w:p w:rsidR="00C7291E" w:rsidRPr="0070773A" w:rsidRDefault="00C7291E" w:rsidP="009A088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B2C8F" w:rsidRPr="00363AEC" w:rsidTr="009A088E">
        <w:tc>
          <w:tcPr>
            <w:tcW w:w="3307" w:type="dxa"/>
            <w:vMerge w:val="restart"/>
          </w:tcPr>
          <w:p w:rsidR="00CB2C8F" w:rsidRPr="0055646D" w:rsidRDefault="00CB2C8F" w:rsidP="00004C97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t>Engels</w:t>
            </w:r>
          </w:p>
          <w:p w:rsidR="00CB2C8F" w:rsidRPr="0055646D" w:rsidRDefault="00CB2C8F" w:rsidP="00CB2C8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605" w:type="dxa"/>
          </w:tcPr>
          <w:p w:rsidR="00CB2C8F" w:rsidRPr="00363AEC" w:rsidRDefault="00CB2C8F" w:rsidP="009A088E">
            <w:pPr>
              <w:rPr>
                <w:rFonts w:ascii="Aparajita" w:hAnsi="Aparajita" w:cs="Aparajita"/>
              </w:rPr>
            </w:pPr>
          </w:p>
        </w:tc>
        <w:tc>
          <w:tcPr>
            <w:tcW w:w="1985" w:type="dxa"/>
          </w:tcPr>
          <w:p w:rsidR="00CB2C8F" w:rsidRPr="00363AEC" w:rsidRDefault="00CB2C8F" w:rsidP="009A088E">
            <w:pPr>
              <w:rPr>
                <w:rFonts w:ascii="Aparajita" w:hAnsi="Aparajita" w:cs="Aparajita"/>
              </w:rPr>
            </w:pPr>
          </w:p>
        </w:tc>
        <w:tc>
          <w:tcPr>
            <w:tcW w:w="1417" w:type="dxa"/>
          </w:tcPr>
          <w:p w:rsidR="00CB2C8F" w:rsidRPr="00363AEC" w:rsidRDefault="00CB2C8F" w:rsidP="009A088E">
            <w:pPr>
              <w:rPr>
                <w:rFonts w:ascii="Aparajita" w:hAnsi="Aparajita" w:cs="Aparajita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 w:val="restart"/>
          </w:tcPr>
          <w:p w:rsidR="00CB2C8F" w:rsidRPr="0055646D" w:rsidRDefault="00CB2C8F" w:rsidP="00CB2C8F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t>Nederlands</w:t>
            </w:r>
          </w:p>
          <w:p w:rsidR="00CB2C8F" w:rsidRDefault="00CB2C8F" w:rsidP="00004C97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 w:val="restart"/>
          </w:tcPr>
          <w:p w:rsidR="00CB2C8F" w:rsidRPr="0055646D" w:rsidRDefault="00CB2C8F" w:rsidP="00004C97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t>Rekenen</w:t>
            </w:r>
          </w:p>
          <w:p w:rsidR="00CB2C8F" w:rsidRDefault="00CB2C8F" w:rsidP="00004C9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Hst 1</w:t>
            </w:r>
          </w:p>
          <w:p w:rsidR="00CB2C8F" w:rsidRDefault="00CB2C8F" w:rsidP="00004C9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Hst 2 </w:t>
            </w:r>
          </w:p>
          <w:p w:rsidR="00CB2C8F" w:rsidRPr="0055646D" w:rsidRDefault="00CB2C8F" w:rsidP="00004C9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Hst 3 </w:t>
            </w: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B2C8F" w:rsidTr="009A088E">
        <w:tc>
          <w:tcPr>
            <w:tcW w:w="3307" w:type="dxa"/>
            <w:vMerge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B2C8F" w:rsidRDefault="00CB2C8F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  <w:vMerge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  <w:tr w:rsidR="00C7291E" w:rsidTr="009A088E">
        <w:tc>
          <w:tcPr>
            <w:tcW w:w="3307" w:type="dxa"/>
          </w:tcPr>
          <w:p w:rsidR="00C7291E" w:rsidRPr="0055646D" w:rsidRDefault="00C7291E" w:rsidP="009A088E">
            <w:pPr>
              <w:rPr>
                <w:rFonts w:asciiTheme="minorHAnsi" w:hAnsiTheme="minorHAnsi"/>
                <w:b/>
              </w:rPr>
            </w:pPr>
            <w:r w:rsidRPr="0055646D">
              <w:rPr>
                <w:rFonts w:asciiTheme="minorHAnsi" w:hAnsiTheme="minorHAnsi"/>
                <w:b/>
              </w:rPr>
              <w:t>Aanwezigheid &gt; 80 %</w:t>
            </w:r>
          </w:p>
        </w:tc>
        <w:tc>
          <w:tcPr>
            <w:tcW w:w="360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7291E" w:rsidRDefault="00C7291E" w:rsidP="009A088E">
            <w:pPr>
              <w:rPr>
                <w:rFonts w:asciiTheme="minorHAnsi" w:hAnsiTheme="minorHAnsi"/>
              </w:rPr>
            </w:pPr>
          </w:p>
        </w:tc>
      </w:tr>
    </w:tbl>
    <w:p w:rsidR="00C7291E" w:rsidRPr="0070773A" w:rsidRDefault="00C7291E" w:rsidP="00C7291E">
      <w:pPr>
        <w:rPr>
          <w:rFonts w:asciiTheme="minorHAnsi" w:hAnsiTheme="minorHAnsi"/>
        </w:rPr>
      </w:pPr>
    </w:p>
    <w:p w:rsidR="00062262" w:rsidRDefault="00062262"/>
    <w:sectPr w:rsidR="00062262" w:rsidSect="0070773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1E"/>
    <w:rsid w:val="00062262"/>
    <w:rsid w:val="0048556F"/>
    <w:rsid w:val="00C7291E"/>
    <w:rsid w:val="00CB2C8F"/>
    <w:rsid w:val="00E7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7291E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7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7291E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7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520B39FB</Template>
  <TotalTime>5</TotalTime>
  <Pages>2</Pages>
  <Words>36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R.E. Broekman</dc:creator>
  <cp:lastModifiedBy>R.E. Broekman</cp:lastModifiedBy>
  <cp:revision>3</cp:revision>
  <dcterms:created xsi:type="dcterms:W3CDTF">2016-09-02T14:32:00Z</dcterms:created>
  <dcterms:modified xsi:type="dcterms:W3CDTF">2016-09-02T14:37:00Z</dcterms:modified>
</cp:coreProperties>
</file>