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2F548D" w:rsidTr="002F548D">
        <w:tc>
          <w:tcPr>
            <w:tcW w:w="9212" w:type="dxa"/>
            <w:shd w:val="clear" w:color="auto" w:fill="FF3399"/>
          </w:tcPr>
          <w:p w:rsidR="002F548D" w:rsidRDefault="002F548D" w:rsidP="002F548D">
            <w:pPr>
              <w:pStyle w:val="Geenafstand"/>
              <w:jc w:val="center"/>
              <w:rPr>
                <w:b/>
                <w:sz w:val="32"/>
                <w:szCs w:val="32"/>
              </w:rPr>
            </w:pPr>
            <w:r w:rsidRPr="00FE2D1F">
              <w:rPr>
                <w:b/>
                <w:sz w:val="32"/>
                <w:szCs w:val="32"/>
              </w:rPr>
              <w:t>Samenwerkingscontract en startdocument</w:t>
            </w:r>
          </w:p>
        </w:tc>
      </w:tr>
    </w:tbl>
    <w:p w:rsidR="002F548D" w:rsidRDefault="002F548D" w:rsidP="00FE2D1F">
      <w:pPr>
        <w:pStyle w:val="Geenafstand"/>
        <w:rPr>
          <w:b/>
          <w:sz w:val="32"/>
          <w:szCs w:val="32"/>
        </w:rPr>
      </w:pPr>
    </w:p>
    <w:p w:rsidR="005D4E76" w:rsidRPr="00FE2D1F" w:rsidRDefault="00AC056F" w:rsidP="002F548D">
      <w:pPr>
        <w:pStyle w:val="Geenafstand"/>
        <w:jc w:val="center"/>
        <w:rPr>
          <w:b/>
          <w:sz w:val="32"/>
          <w:szCs w:val="32"/>
        </w:rPr>
      </w:pPr>
      <w:r w:rsidRPr="00FE2D1F">
        <w:rPr>
          <w:b/>
          <w:sz w:val="32"/>
          <w:szCs w:val="32"/>
        </w:rPr>
        <w:t>Project</w:t>
      </w:r>
      <w:r w:rsidR="002F548D">
        <w:rPr>
          <w:b/>
          <w:sz w:val="32"/>
          <w:szCs w:val="32"/>
        </w:rPr>
        <w:t>:</w:t>
      </w:r>
      <w:r w:rsidR="00FE2D1F" w:rsidRPr="00FE2D1F">
        <w:rPr>
          <w:b/>
          <w:sz w:val="32"/>
          <w:szCs w:val="32"/>
        </w:rPr>
        <w:t xml:space="preserve"> </w:t>
      </w:r>
      <w:r w:rsidR="00D2767B">
        <w:rPr>
          <w:b/>
          <w:sz w:val="32"/>
          <w:szCs w:val="32"/>
        </w:rPr>
        <w:t xml:space="preserve">Sterven en </w:t>
      </w:r>
      <w:r w:rsidR="002F548D">
        <w:rPr>
          <w:b/>
          <w:sz w:val="32"/>
          <w:szCs w:val="32"/>
        </w:rPr>
        <w:t>rouw</w:t>
      </w:r>
    </w:p>
    <w:p w:rsidR="005D4E76" w:rsidRPr="00FE2D1F" w:rsidRDefault="005D4E76" w:rsidP="005D4E76">
      <w:pPr>
        <w:rPr>
          <w:rFonts w:cs="Arial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3060"/>
        <w:gridCol w:w="3060"/>
      </w:tblGrid>
      <w:tr w:rsidR="005D4E76" w:rsidRPr="005A018B" w:rsidTr="002F548D">
        <w:tc>
          <w:tcPr>
            <w:tcW w:w="9180" w:type="dxa"/>
            <w:gridSpan w:val="3"/>
            <w:shd w:val="clear" w:color="auto" w:fill="FF3399"/>
          </w:tcPr>
          <w:p w:rsidR="005D4E76" w:rsidRPr="005A018B" w:rsidRDefault="005D4E76" w:rsidP="00801816">
            <w:pPr>
              <w:jc w:val="center"/>
              <w:rPr>
                <w:rFonts w:cs="Arial"/>
                <w:b/>
              </w:rPr>
            </w:pPr>
          </w:p>
          <w:p w:rsidR="005D4E76" w:rsidRPr="005A018B" w:rsidRDefault="005D4E76" w:rsidP="00801816">
            <w:pPr>
              <w:jc w:val="center"/>
              <w:rPr>
                <w:rFonts w:cs="Arial"/>
                <w:b/>
              </w:rPr>
            </w:pPr>
            <w:r w:rsidRPr="005A018B">
              <w:rPr>
                <w:rFonts w:cs="Arial"/>
                <w:b/>
              </w:rPr>
              <w:t xml:space="preserve">Samenwerkingscontract </w:t>
            </w:r>
          </w:p>
          <w:p w:rsidR="005D4E76" w:rsidRPr="005A018B" w:rsidRDefault="005D4E76" w:rsidP="00801816">
            <w:pPr>
              <w:jc w:val="center"/>
              <w:rPr>
                <w:rFonts w:cs="Arial"/>
                <w:b/>
              </w:rPr>
            </w:pPr>
          </w:p>
        </w:tc>
      </w:tr>
      <w:tr w:rsidR="005D4E76" w:rsidRPr="005A018B" w:rsidTr="002F548D">
        <w:tc>
          <w:tcPr>
            <w:tcW w:w="3060" w:type="dxa"/>
          </w:tcPr>
          <w:p w:rsidR="005D4E76" w:rsidRDefault="005D4E76" w:rsidP="00801816">
            <w:pPr>
              <w:spacing w:line="360" w:lineRule="auto"/>
              <w:rPr>
                <w:rFonts w:cs="Arial"/>
                <w:b/>
              </w:rPr>
            </w:pPr>
            <w:r w:rsidRPr="005A018B">
              <w:rPr>
                <w:rFonts w:cs="Arial"/>
                <w:b/>
              </w:rPr>
              <w:t>Naam deelnemers</w:t>
            </w:r>
          </w:p>
          <w:p w:rsidR="00454758" w:rsidRDefault="00454758" w:rsidP="00801816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1.</w:t>
            </w:r>
          </w:p>
          <w:p w:rsidR="00454758" w:rsidRDefault="00454758" w:rsidP="00801816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</w:t>
            </w:r>
          </w:p>
          <w:p w:rsidR="00454758" w:rsidRDefault="00454758" w:rsidP="00801816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3.</w:t>
            </w:r>
          </w:p>
          <w:p w:rsidR="00AC056F" w:rsidRDefault="00AC056F" w:rsidP="00801816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4.</w:t>
            </w:r>
          </w:p>
          <w:p w:rsidR="006C1A5B" w:rsidRDefault="006C1A5B" w:rsidP="00801816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5.</w:t>
            </w:r>
          </w:p>
          <w:p w:rsidR="006C1A5B" w:rsidRPr="00454758" w:rsidRDefault="006C1A5B" w:rsidP="00801816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6.</w:t>
            </w:r>
          </w:p>
        </w:tc>
        <w:tc>
          <w:tcPr>
            <w:tcW w:w="3060" w:type="dxa"/>
          </w:tcPr>
          <w:p w:rsidR="005D4E76" w:rsidRPr="00D037CD" w:rsidRDefault="005D4E76" w:rsidP="00801816">
            <w:pPr>
              <w:spacing w:line="360" w:lineRule="auto"/>
              <w:rPr>
                <w:rFonts w:cs="Arial"/>
                <w:b/>
                <w:lang w:val="en-US"/>
              </w:rPr>
            </w:pPr>
            <w:r w:rsidRPr="00D037CD">
              <w:rPr>
                <w:rFonts w:cs="Arial"/>
                <w:b/>
                <w:lang w:val="en-US"/>
              </w:rPr>
              <w:t xml:space="preserve">E-mail </w:t>
            </w:r>
            <w:proofErr w:type="spellStart"/>
            <w:r w:rsidRPr="00D037CD">
              <w:rPr>
                <w:rFonts w:cs="Arial"/>
                <w:b/>
                <w:lang w:val="en-US"/>
              </w:rPr>
              <w:t>adres</w:t>
            </w:r>
            <w:proofErr w:type="spellEnd"/>
            <w:r w:rsidRPr="00D037CD">
              <w:rPr>
                <w:rFonts w:cs="Arial"/>
                <w:b/>
                <w:lang w:val="en-US"/>
              </w:rPr>
              <w:t>:</w:t>
            </w:r>
          </w:p>
          <w:p w:rsidR="00D037CD" w:rsidRPr="00D037CD" w:rsidRDefault="00D037CD" w:rsidP="00801816">
            <w:pPr>
              <w:spacing w:line="360" w:lineRule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 xml:space="preserve"> </w:t>
            </w:r>
          </w:p>
        </w:tc>
        <w:tc>
          <w:tcPr>
            <w:tcW w:w="3060" w:type="dxa"/>
          </w:tcPr>
          <w:p w:rsidR="005D4E76" w:rsidRPr="005A018B" w:rsidRDefault="005D4E76" w:rsidP="00801816">
            <w:pPr>
              <w:spacing w:line="360" w:lineRule="auto"/>
              <w:rPr>
                <w:rFonts w:cs="Arial"/>
                <w:b/>
              </w:rPr>
            </w:pPr>
            <w:r w:rsidRPr="005A018B">
              <w:rPr>
                <w:rFonts w:cs="Arial"/>
                <w:b/>
              </w:rPr>
              <w:t>Telefoonnummer:</w:t>
            </w:r>
          </w:p>
          <w:p w:rsidR="00D037CD" w:rsidRPr="005A018B" w:rsidRDefault="00D037CD" w:rsidP="00801816">
            <w:pPr>
              <w:spacing w:line="360" w:lineRule="auto"/>
              <w:rPr>
                <w:rFonts w:cs="Arial"/>
              </w:rPr>
            </w:pPr>
          </w:p>
        </w:tc>
      </w:tr>
      <w:tr w:rsidR="005D4E76" w:rsidRPr="005A018B" w:rsidTr="002F548D">
        <w:tc>
          <w:tcPr>
            <w:tcW w:w="9180" w:type="dxa"/>
            <w:gridSpan w:val="3"/>
          </w:tcPr>
          <w:p w:rsidR="002E7672" w:rsidRDefault="005D4E76" w:rsidP="002E7672">
            <w:pPr>
              <w:rPr>
                <w:rFonts w:cs="Arial"/>
                <w:b/>
              </w:rPr>
            </w:pPr>
            <w:r w:rsidRPr="005A018B">
              <w:rPr>
                <w:rFonts w:cs="Arial"/>
                <w:b/>
              </w:rPr>
              <w:t>Projectopdracht:</w:t>
            </w:r>
            <w:r w:rsidR="00D037CD">
              <w:rPr>
                <w:rFonts w:cs="Arial"/>
                <w:b/>
              </w:rPr>
              <w:t xml:space="preserve"> </w:t>
            </w:r>
          </w:p>
          <w:p w:rsidR="00ED4789" w:rsidRDefault="00ED4789" w:rsidP="002E7672">
            <w:pPr>
              <w:rPr>
                <w:rFonts w:cs="Arial"/>
                <w:b/>
                <w:color w:val="FF0000"/>
              </w:rPr>
            </w:pPr>
          </w:p>
          <w:p w:rsidR="005D4E76" w:rsidRDefault="005D4E76" w:rsidP="005D4E76">
            <w:pPr>
              <w:rPr>
                <w:rFonts w:cs="Arial"/>
              </w:rPr>
            </w:pPr>
          </w:p>
          <w:p w:rsidR="005D4E76" w:rsidRPr="005A018B" w:rsidRDefault="005D4E76" w:rsidP="005D4E76">
            <w:pPr>
              <w:rPr>
                <w:rFonts w:cs="Arial"/>
              </w:rPr>
            </w:pPr>
          </w:p>
        </w:tc>
      </w:tr>
      <w:tr w:rsidR="005D4E76" w:rsidRPr="005A018B" w:rsidTr="002F548D">
        <w:tc>
          <w:tcPr>
            <w:tcW w:w="9180" w:type="dxa"/>
            <w:gridSpan w:val="3"/>
          </w:tcPr>
          <w:p w:rsidR="005D4E76" w:rsidRPr="005A018B" w:rsidRDefault="005D4E76" w:rsidP="00801816">
            <w:pPr>
              <w:rPr>
                <w:rFonts w:cs="Arial"/>
              </w:rPr>
            </w:pPr>
          </w:p>
          <w:p w:rsidR="005D4E76" w:rsidRPr="005A018B" w:rsidRDefault="005D4E76" w:rsidP="00801816">
            <w:pPr>
              <w:rPr>
                <w:rFonts w:cs="Arial"/>
              </w:rPr>
            </w:pPr>
            <w:r w:rsidRPr="005A018B">
              <w:rPr>
                <w:rFonts w:cs="Arial"/>
                <w:b/>
              </w:rPr>
              <w:t>Contractduur</w:t>
            </w:r>
            <w:r w:rsidR="00D037CD">
              <w:rPr>
                <w:rFonts w:cs="Arial"/>
              </w:rPr>
              <w:t xml:space="preserve">:  </w:t>
            </w:r>
          </w:p>
          <w:p w:rsidR="005D4E76" w:rsidRPr="005A018B" w:rsidRDefault="005D4E76" w:rsidP="00801816">
            <w:pPr>
              <w:rPr>
                <w:rFonts w:cs="Arial"/>
              </w:rPr>
            </w:pPr>
          </w:p>
        </w:tc>
      </w:tr>
      <w:tr w:rsidR="005D4E76" w:rsidRPr="005A018B" w:rsidTr="002F548D">
        <w:tc>
          <w:tcPr>
            <w:tcW w:w="9180" w:type="dxa"/>
            <w:gridSpan w:val="3"/>
          </w:tcPr>
          <w:p w:rsidR="005D4E76" w:rsidRPr="005A018B" w:rsidRDefault="005D4E76" w:rsidP="00801816">
            <w:pPr>
              <w:pStyle w:val="Lijstopsomteken2"/>
            </w:pPr>
            <w:r w:rsidRPr="005A018B">
              <w:rPr>
                <w:b/>
              </w:rPr>
              <w:t xml:space="preserve">Samenwerkingsafspraken: </w:t>
            </w:r>
          </w:p>
          <w:p w:rsidR="005D4E76" w:rsidRPr="005A018B" w:rsidRDefault="005D4E76" w:rsidP="00801816">
            <w:pPr>
              <w:rPr>
                <w:rFonts w:cs="Arial"/>
                <w:b/>
              </w:rPr>
            </w:pPr>
          </w:p>
          <w:p w:rsidR="005D4E76" w:rsidRDefault="005D4E76" w:rsidP="002E7672">
            <w:pPr>
              <w:rPr>
                <w:rFonts w:cs="Arial"/>
              </w:rPr>
            </w:pPr>
            <w:r w:rsidRPr="005A018B">
              <w:rPr>
                <w:rFonts w:cs="Arial"/>
              </w:rPr>
              <w:t xml:space="preserve"> </w:t>
            </w:r>
            <w:r w:rsidR="002E7672">
              <w:rPr>
                <w:rFonts w:cs="Arial"/>
              </w:rPr>
              <w:t>-</w:t>
            </w:r>
          </w:p>
          <w:p w:rsidR="002E7672" w:rsidRDefault="002E7672" w:rsidP="002E7672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:rsidR="002E7672" w:rsidRDefault="002E7672" w:rsidP="002E7672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:rsidR="002E7672" w:rsidRDefault="002E7672" w:rsidP="002E7672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:rsidR="002E7672" w:rsidRDefault="002E7672" w:rsidP="002E7672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:rsidR="002E7672" w:rsidRPr="005A018B" w:rsidRDefault="002E7672" w:rsidP="002E7672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:rsidR="005D4E76" w:rsidRPr="005A018B" w:rsidRDefault="005D4E76" w:rsidP="00801816">
            <w:pPr>
              <w:rPr>
                <w:rFonts w:cs="Arial"/>
              </w:rPr>
            </w:pPr>
          </w:p>
          <w:p w:rsidR="005D4E76" w:rsidRPr="005A018B" w:rsidRDefault="005D4E76" w:rsidP="00801816">
            <w:pPr>
              <w:rPr>
                <w:rFonts w:cs="Arial"/>
              </w:rPr>
            </w:pPr>
          </w:p>
          <w:p w:rsidR="005D4E76" w:rsidRPr="005A018B" w:rsidRDefault="005D4E76" w:rsidP="00801816">
            <w:pPr>
              <w:rPr>
                <w:rFonts w:cs="Arial"/>
              </w:rPr>
            </w:pPr>
          </w:p>
          <w:p w:rsidR="005D4E76" w:rsidRPr="005A018B" w:rsidRDefault="005D4E76" w:rsidP="00801816">
            <w:pPr>
              <w:rPr>
                <w:rFonts w:cs="Arial"/>
              </w:rPr>
            </w:pPr>
          </w:p>
        </w:tc>
      </w:tr>
      <w:tr w:rsidR="005D4E76" w:rsidRPr="005A018B" w:rsidTr="002F548D">
        <w:tc>
          <w:tcPr>
            <w:tcW w:w="9180" w:type="dxa"/>
            <w:gridSpan w:val="3"/>
          </w:tcPr>
          <w:p w:rsidR="005D4E76" w:rsidRPr="005A018B" w:rsidRDefault="005D4E76" w:rsidP="00801816">
            <w:pPr>
              <w:rPr>
                <w:rFonts w:cs="Arial"/>
              </w:rPr>
            </w:pPr>
          </w:p>
          <w:p w:rsidR="005D4E76" w:rsidRPr="005A018B" w:rsidRDefault="005D4E76" w:rsidP="00801816">
            <w:pPr>
              <w:rPr>
                <w:rFonts w:cs="Arial"/>
              </w:rPr>
            </w:pPr>
            <w:r w:rsidRPr="005A018B">
              <w:rPr>
                <w:rFonts w:cs="Arial"/>
                <w:b/>
              </w:rPr>
              <w:t>Plaats:</w:t>
            </w:r>
            <w:r w:rsidR="00BA06C0">
              <w:rPr>
                <w:rFonts w:cs="Arial"/>
              </w:rPr>
              <w:t xml:space="preserve">                               </w:t>
            </w:r>
            <w:r w:rsidRPr="005A018B">
              <w:rPr>
                <w:rFonts w:cs="Arial"/>
              </w:rPr>
              <w:t xml:space="preserve">                           </w:t>
            </w:r>
            <w:r w:rsidRPr="005A018B">
              <w:rPr>
                <w:rFonts w:cs="Arial"/>
                <w:b/>
              </w:rPr>
              <w:t>Datum:</w:t>
            </w:r>
            <w:r w:rsidR="00BA06C0">
              <w:rPr>
                <w:rFonts w:cs="Arial"/>
                <w:b/>
              </w:rPr>
              <w:t xml:space="preserve"> </w:t>
            </w:r>
          </w:p>
          <w:p w:rsidR="005D4E76" w:rsidRPr="005A018B" w:rsidRDefault="005D4E76" w:rsidP="00801816">
            <w:pPr>
              <w:rPr>
                <w:rFonts w:cs="Arial"/>
              </w:rPr>
            </w:pPr>
          </w:p>
        </w:tc>
      </w:tr>
      <w:tr w:rsidR="005D4E76" w:rsidRPr="005A018B" w:rsidTr="002F548D">
        <w:tc>
          <w:tcPr>
            <w:tcW w:w="9180" w:type="dxa"/>
            <w:gridSpan w:val="3"/>
          </w:tcPr>
          <w:p w:rsidR="005D4E76" w:rsidRPr="005A018B" w:rsidRDefault="005D4E76" w:rsidP="00801816">
            <w:pPr>
              <w:rPr>
                <w:rFonts w:cs="Arial"/>
              </w:rPr>
            </w:pPr>
          </w:p>
          <w:p w:rsidR="005D4E76" w:rsidRPr="005A018B" w:rsidRDefault="005D4E76" w:rsidP="00801816">
            <w:pPr>
              <w:rPr>
                <w:rFonts w:cs="Arial"/>
                <w:b/>
              </w:rPr>
            </w:pPr>
            <w:r w:rsidRPr="005A018B">
              <w:rPr>
                <w:rFonts w:cs="Arial"/>
                <w:b/>
              </w:rPr>
              <w:t>Handtekeningen deelnemers</w:t>
            </w:r>
          </w:p>
          <w:p w:rsidR="005D4E76" w:rsidRPr="005A018B" w:rsidRDefault="005D4E76" w:rsidP="00801816">
            <w:pPr>
              <w:rPr>
                <w:rFonts w:cs="Arial"/>
              </w:rPr>
            </w:pPr>
          </w:p>
          <w:p w:rsidR="005D4E76" w:rsidRPr="005A018B" w:rsidRDefault="005D4E76" w:rsidP="00801816">
            <w:pPr>
              <w:rPr>
                <w:rFonts w:cs="Arial"/>
              </w:rPr>
            </w:pPr>
          </w:p>
          <w:p w:rsidR="005D4E76" w:rsidRPr="005A018B" w:rsidRDefault="005D4E76" w:rsidP="00801816">
            <w:pPr>
              <w:rPr>
                <w:rFonts w:cs="Arial"/>
              </w:rPr>
            </w:pPr>
          </w:p>
          <w:p w:rsidR="005D4E76" w:rsidRPr="005A018B" w:rsidRDefault="005D4E76" w:rsidP="00801816">
            <w:pPr>
              <w:rPr>
                <w:rFonts w:cs="Arial"/>
              </w:rPr>
            </w:pPr>
          </w:p>
        </w:tc>
      </w:tr>
    </w:tbl>
    <w:p w:rsidR="005D4E76" w:rsidRPr="005A018B" w:rsidRDefault="005D4E76" w:rsidP="005D4E76">
      <w:pPr>
        <w:rPr>
          <w:rFonts w:cs="Arial"/>
          <w:b/>
        </w:rPr>
      </w:pPr>
    </w:p>
    <w:p w:rsidR="005D4E76" w:rsidRPr="005A018B" w:rsidRDefault="005D4E76" w:rsidP="005D4E76">
      <w:pPr>
        <w:pStyle w:val="Plattetekst"/>
        <w:ind w:left="360"/>
        <w:rPr>
          <w:rFonts w:cs="Arial"/>
          <w:sz w:val="20"/>
          <w:szCs w:val="20"/>
        </w:rPr>
      </w:pPr>
    </w:p>
    <w:p w:rsidR="005D4E76" w:rsidRPr="005A018B" w:rsidRDefault="005D4E76" w:rsidP="005D4E76">
      <w:pPr>
        <w:pStyle w:val="Plattetekst"/>
        <w:rPr>
          <w:rFonts w:cs="Arial"/>
          <w:sz w:val="20"/>
          <w:szCs w:val="20"/>
        </w:rPr>
      </w:pPr>
    </w:p>
    <w:p w:rsidR="005D4E76" w:rsidRPr="005A018B" w:rsidRDefault="005D4E76" w:rsidP="005D4E76">
      <w:pPr>
        <w:pStyle w:val="Plattetekst"/>
        <w:rPr>
          <w:rFonts w:cs="Arial"/>
          <w:sz w:val="20"/>
          <w:szCs w:val="20"/>
        </w:rPr>
      </w:pPr>
      <w:r w:rsidRPr="005A018B">
        <w:rPr>
          <w:rFonts w:cs="Arial"/>
          <w:sz w:val="20"/>
          <w:szCs w:val="2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7"/>
        <w:gridCol w:w="2097"/>
        <w:gridCol w:w="2097"/>
        <w:gridCol w:w="2148"/>
      </w:tblGrid>
      <w:tr w:rsidR="005D4E76" w:rsidRPr="005A018B" w:rsidTr="00EE41E4">
        <w:tc>
          <w:tcPr>
            <w:tcW w:w="8439" w:type="dxa"/>
            <w:gridSpan w:val="4"/>
            <w:shd w:val="clear" w:color="auto" w:fill="FF0066"/>
          </w:tcPr>
          <w:p w:rsidR="005D4E76" w:rsidRPr="005A018B" w:rsidRDefault="005D4E76" w:rsidP="00801816">
            <w:pPr>
              <w:pStyle w:val="Plattetekst"/>
              <w:jc w:val="center"/>
              <w:rPr>
                <w:rFonts w:cs="Arial"/>
                <w:b w:val="0"/>
                <w:sz w:val="20"/>
                <w:szCs w:val="20"/>
              </w:rPr>
            </w:pPr>
          </w:p>
          <w:p w:rsidR="005D4E76" w:rsidRPr="005A018B" w:rsidRDefault="002F548D" w:rsidP="00801816">
            <w:pPr>
              <w:pStyle w:val="Plattetek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Leerdoelen</w:t>
            </w:r>
          </w:p>
          <w:p w:rsidR="005D4E76" w:rsidRPr="005A018B" w:rsidRDefault="005D4E76" w:rsidP="00801816">
            <w:pPr>
              <w:pStyle w:val="Plattetekst"/>
              <w:rPr>
                <w:rFonts w:cs="Arial"/>
                <w:sz w:val="20"/>
                <w:szCs w:val="20"/>
              </w:rPr>
            </w:pPr>
            <w:r w:rsidRPr="005A018B">
              <w:rPr>
                <w:rFonts w:cs="Arial"/>
                <w:sz w:val="20"/>
                <w:szCs w:val="20"/>
              </w:rPr>
              <w:t>Specifiek – meetbaar – aantoonbaar (gedrag)  – realistisch (haalbaar)  - toetsbaar</w:t>
            </w:r>
          </w:p>
          <w:p w:rsidR="005D4E76" w:rsidRPr="005A018B" w:rsidRDefault="005D4E76" w:rsidP="00801816">
            <w:pPr>
              <w:pStyle w:val="Plattetek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9C2A27" w:rsidRPr="005A018B" w:rsidTr="002F548D">
        <w:trPr>
          <w:trHeight w:val="1242"/>
        </w:trPr>
        <w:tc>
          <w:tcPr>
            <w:tcW w:w="8439" w:type="dxa"/>
            <w:gridSpan w:val="4"/>
          </w:tcPr>
          <w:p w:rsidR="009C2A27" w:rsidRPr="005A018B" w:rsidRDefault="009C2A27" w:rsidP="009C2A27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Leerdoelen deelnemer 1:</w:t>
            </w:r>
          </w:p>
          <w:p w:rsidR="009C2A27" w:rsidRPr="005A018B" w:rsidRDefault="009C2A27" w:rsidP="009C2A27">
            <w:pPr>
              <w:pStyle w:val="Plattetekst"/>
              <w:rPr>
                <w:rFonts w:cs="Arial"/>
                <w:sz w:val="20"/>
                <w:szCs w:val="20"/>
              </w:rPr>
            </w:pPr>
            <w:r w:rsidRPr="005A018B">
              <w:rPr>
                <w:rFonts w:cs="Arial"/>
                <w:sz w:val="20"/>
                <w:szCs w:val="20"/>
              </w:rPr>
              <w:t>-</w:t>
            </w:r>
          </w:p>
          <w:p w:rsidR="009C2A27" w:rsidRPr="009C2A27" w:rsidRDefault="009C2A27" w:rsidP="009C2A27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:rsidR="009C2A27" w:rsidRDefault="009C2A27" w:rsidP="005D4E76">
            <w:pPr>
              <w:pStyle w:val="Plattetekst21"/>
              <w:tabs>
                <w:tab w:val="left" w:pos="390"/>
              </w:tabs>
              <w:snapToGrid w:val="0"/>
              <w:rPr>
                <w:rFonts w:ascii="Arial" w:hAnsi="Arial" w:cs="Arial"/>
                <w:b w:val="0"/>
                <w:bCs/>
                <w:sz w:val="16"/>
              </w:rPr>
            </w:pPr>
          </w:p>
          <w:p w:rsidR="009C2A27" w:rsidRDefault="009C2A27" w:rsidP="005D4E76">
            <w:pPr>
              <w:pStyle w:val="Plattetekst21"/>
              <w:tabs>
                <w:tab w:val="left" w:pos="390"/>
              </w:tabs>
              <w:snapToGrid w:val="0"/>
              <w:rPr>
                <w:rFonts w:ascii="Arial" w:hAnsi="Arial" w:cs="Arial"/>
                <w:b w:val="0"/>
                <w:bCs/>
                <w:sz w:val="16"/>
              </w:rPr>
            </w:pPr>
          </w:p>
          <w:p w:rsidR="009C2A27" w:rsidRPr="005A018B" w:rsidRDefault="009C2A27" w:rsidP="00801816">
            <w:pPr>
              <w:pStyle w:val="Plattetekst21"/>
              <w:tabs>
                <w:tab w:val="left" w:pos="390"/>
              </w:tabs>
              <w:snapToGrid w:val="0"/>
              <w:rPr>
                <w:rFonts w:ascii="Arial" w:hAnsi="Arial" w:cs="Arial"/>
                <w:sz w:val="16"/>
              </w:rPr>
            </w:pPr>
          </w:p>
        </w:tc>
      </w:tr>
      <w:tr w:rsidR="005D4E76" w:rsidRPr="005A018B" w:rsidTr="002F548D">
        <w:trPr>
          <w:trHeight w:val="1242"/>
        </w:trPr>
        <w:tc>
          <w:tcPr>
            <w:tcW w:w="8439" w:type="dxa"/>
            <w:gridSpan w:val="4"/>
          </w:tcPr>
          <w:p w:rsidR="005D4E76" w:rsidRDefault="005A481E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Leerdoelen deelnemer </w:t>
            </w:r>
            <w:r w:rsidR="009C2A27">
              <w:rPr>
                <w:rFonts w:cs="Arial"/>
                <w:sz w:val="20"/>
                <w:szCs w:val="20"/>
              </w:rPr>
              <w:t>2</w:t>
            </w:r>
            <w:r w:rsidR="002E7672">
              <w:rPr>
                <w:rFonts w:cs="Arial"/>
                <w:sz w:val="20"/>
                <w:szCs w:val="20"/>
              </w:rPr>
              <w:t>:</w:t>
            </w:r>
          </w:p>
          <w:p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:rsidR="009C2A27" w:rsidRPr="005A018B" w:rsidRDefault="009C2A27" w:rsidP="002E7672">
            <w:pPr>
              <w:pStyle w:val="Plattetekst"/>
              <w:rPr>
                <w:rFonts w:cs="Arial"/>
                <w:sz w:val="20"/>
                <w:szCs w:val="20"/>
              </w:rPr>
            </w:pPr>
          </w:p>
        </w:tc>
      </w:tr>
      <w:tr w:rsidR="005D4E76" w:rsidRPr="005A018B" w:rsidTr="002F548D">
        <w:trPr>
          <w:trHeight w:val="1242"/>
        </w:trPr>
        <w:tc>
          <w:tcPr>
            <w:tcW w:w="8439" w:type="dxa"/>
            <w:gridSpan w:val="4"/>
          </w:tcPr>
          <w:p w:rsidR="005D4E76" w:rsidRDefault="009C2A27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Leerdoelen deelnemer 3</w:t>
            </w:r>
            <w:r w:rsidR="002E7672">
              <w:rPr>
                <w:rFonts w:cs="Arial"/>
                <w:sz w:val="20"/>
                <w:szCs w:val="20"/>
              </w:rPr>
              <w:t>:</w:t>
            </w:r>
            <w:r w:rsidR="005A481E">
              <w:rPr>
                <w:rFonts w:cs="Arial"/>
                <w:sz w:val="20"/>
                <w:szCs w:val="20"/>
              </w:rPr>
              <w:t xml:space="preserve"> </w:t>
            </w:r>
          </w:p>
          <w:p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:rsidR="009C2A27" w:rsidRPr="005A018B" w:rsidRDefault="009C2A27" w:rsidP="002E7672">
            <w:pPr>
              <w:pStyle w:val="Plattetekst"/>
              <w:rPr>
                <w:rFonts w:cs="Arial"/>
                <w:sz w:val="20"/>
                <w:szCs w:val="20"/>
              </w:rPr>
            </w:pPr>
          </w:p>
        </w:tc>
      </w:tr>
      <w:tr w:rsidR="005D4E76" w:rsidRPr="005A018B" w:rsidTr="002F548D">
        <w:trPr>
          <w:trHeight w:val="1242"/>
        </w:trPr>
        <w:tc>
          <w:tcPr>
            <w:tcW w:w="8439" w:type="dxa"/>
            <w:gridSpan w:val="4"/>
          </w:tcPr>
          <w:p w:rsidR="005D4E76" w:rsidRDefault="009C2A27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Leerdoelen deelnemer 4</w:t>
            </w:r>
            <w:r w:rsidR="002E7672">
              <w:rPr>
                <w:rFonts w:cs="Arial"/>
                <w:sz w:val="20"/>
                <w:szCs w:val="20"/>
              </w:rPr>
              <w:t>:</w:t>
            </w:r>
          </w:p>
          <w:p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:rsidR="009C2A27" w:rsidRPr="005A018B" w:rsidRDefault="009C2A27" w:rsidP="002E7672">
            <w:pPr>
              <w:pStyle w:val="Plattetekst"/>
              <w:rPr>
                <w:rFonts w:cs="Arial"/>
                <w:sz w:val="20"/>
                <w:szCs w:val="20"/>
              </w:rPr>
            </w:pPr>
          </w:p>
        </w:tc>
      </w:tr>
      <w:tr w:rsidR="005D4E76" w:rsidRPr="005A018B" w:rsidTr="002F548D">
        <w:trPr>
          <w:trHeight w:val="1242"/>
        </w:trPr>
        <w:tc>
          <w:tcPr>
            <w:tcW w:w="84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76" w:rsidRPr="005A018B" w:rsidRDefault="009C2A27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Leerdoelen deelnemer 5</w:t>
            </w:r>
            <w:r w:rsidR="002E7672">
              <w:rPr>
                <w:rFonts w:cs="Arial"/>
                <w:sz w:val="20"/>
                <w:szCs w:val="20"/>
              </w:rPr>
              <w:t>:</w:t>
            </w:r>
          </w:p>
          <w:p w:rsidR="005D4E76" w:rsidRPr="005A018B" w:rsidRDefault="005D4E76" w:rsidP="00801816">
            <w:pPr>
              <w:pStyle w:val="Plattetekst"/>
              <w:rPr>
                <w:rFonts w:cs="Arial"/>
                <w:sz w:val="20"/>
                <w:szCs w:val="20"/>
              </w:rPr>
            </w:pPr>
            <w:r w:rsidRPr="005A018B">
              <w:rPr>
                <w:rFonts w:cs="Arial"/>
                <w:sz w:val="20"/>
                <w:szCs w:val="20"/>
              </w:rPr>
              <w:t>-</w:t>
            </w:r>
          </w:p>
          <w:p w:rsidR="005D4E76" w:rsidRDefault="002E7672" w:rsidP="00801816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:rsidR="002E7672" w:rsidRDefault="002E7672" w:rsidP="00801816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:rsidR="009C2A27" w:rsidRPr="005A018B" w:rsidRDefault="009C2A27" w:rsidP="00801816">
            <w:pPr>
              <w:pStyle w:val="Plattetekst"/>
              <w:rPr>
                <w:rFonts w:cs="Arial"/>
                <w:sz w:val="20"/>
                <w:szCs w:val="20"/>
              </w:rPr>
            </w:pPr>
          </w:p>
        </w:tc>
      </w:tr>
      <w:tr w:rsidR="005D4E76" w:rsidRPr="005A018B" w:rsidTr="002F548D">
        <w:trPr>
          <w:trHeight w:val="1242"/>
        </w:trPr>
        <w:tc>
          <w:tcPr>
            <w:tcW w:w="84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E76" w:rsidRDefault="009C2A27" w:rsidP="00801816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Leerdoelen deelnemer 6:</w:t>
            </w:r>
          </w:p>
          <w:p w:rsidR="009C2A27" w:rsidRDefault="009C2A27" w:rsidP="00801816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:rsidR="009C2A27" w:rsidRDefault="009C2A27" w:rsidP="00801816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:rsidR="009C2A27" w:rsidRDefault="009C2A27" w:rsidP="00801816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:rsidR="009C2A27" w:rsidRPr="005A018B" w:rsidRDefault="009C2A27" w:rsidP="00801816">
            <w:pPr>
              <w:pStyle w:val="Plattetekst"/>
              <w:rPr>
                <w:rFonts w:cs="Arial"/>
                <w:sz w:val="20"/>
                <w:szCs w:val="20"/>
              </w:rPr>
            </w:pPr>
          </w:p>
        </w:tc>
      </w:tr>
      <w:tr w:rsidR="005D4E76" w:rsidRPr="005A018B" w:rsidTr="00801816">
        <w:tc>
          <w:tcPr>
            <w:tcW w:w="84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76" w:rsidRDefault="002F548D" w:rsidP="00801816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Go / N</w:t>
            </w:r>
            <w:r w:rsidR="005D4E76" w:rsidRPr="005A018B">
              <w:rPr>
                <w:rFonts w:cs="Arial"/>
                <w:sz w:val="20"/>
                <w:szCs w:val="20"/>
              </w:rPr>
              <w:t xml:space="preserve">o </w:t>
            </w:r>
            <w:r>
              <w:rPr>
                <w:rFonts w:cs="Arial"/>
                <w:sz w:val="20"/>
                <w:szCs w:val="20"/>
              </w:rPr>
              <w:t>G</w:t>
            </w:r>
            <w:r w:rsidR="005D4E76" w:rsidRPr="005A018B">
              <w:rPr>
                <w:rFonts w:cs="Arial"/>
                <w:sz w:val="20"/>
                <w:szCs w:val="20"/>
              </w:rPr>
              <w:t>o begeleider</w:t>
            </w:r>
          </w:p>
          <w:p w:rsidR="005D4E76" w:rsidRDefault="005D4E76" w:rsidP="00801816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:rsidR="005D4E76" w:rsidRPr="005A018B" w:rsidRDefault="005D4E76" w:rsidP="00801816">
            <w:pPr>
              <w:pStyle w:val="Plattetekst"/>
              <w:rPr>
                <w:rFonts w:cs="Arial"/>
                <w:sz w:val="20"/>
                <w:szCs w:val="20"/>
              </w:rPr>
            </w:pPr>
          </w:p>
        </w:tc>
      </w:tr>
      <w:tr w:rsidR="005D4E76" w:rsidRPr="005A018B" w:rsidTr="002F548D">
        <w:tc>
          <w:tcPr>
            <w:tcW w:w="2097" w:type="dxa"/>
          </w:tcPr>
          <w:p w:rsidR="005D4E76" w:rsidRPr="005A018B" w:rsidRDefault="005D4E76" w:rsidP="00801816">
            <w:pPr>
              <w:pStyle w:val="Plattetekst"/>
              <w:rPr>
                <w:rFonts w:cs="Arial"/>
                <w:sz w:val="20"/>
                <w:szCs w:val="20"/>
              </w:rPr>
            </w:pPr>
            <w:r w:rsidRPr="005A018B">
              <w:rPr>
                <w:rFonts w:cs="Arial"/>
                <w:sz w:val="20"/>
                <w:szCs w:val="20"/>
              </w:rPr>
              <w:t>Naam begeleider:</w:t>
            </w:r>
          </w:p>
          <w:p w:rsidR="005D4E76" w:rsidRPr="005A018B" w:rsidRDefault="005D4E76" w:rsidP="00801816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:rsidR="005D4E76" w:rsidRPr="005A018B" w:rsidRDefault="005D4E76" w:rsidP="00801816">
            <w:pPr>
              <w:pStyle w:val="Plattetekst"/>
              <w:rPr>
                <w:rFonts w:cs="Arial"/>
                <w:sz w:val="20"/>
                <w:szCs w:val="20"/>
              </w:rPr>
            </w:pPr>
          </w:p>
        </w:tc>
        <w:tc>
          <w:tcPr>
            <w:tcW w:w="2097" w:type="dxa"/>
          </w:tcPr>
          <w:p w:rsidR="005D4E76" w:rsidRDefault="005D4E76" w:rsidP="00801816">
            <w:pPr>
              <w:pStyle w:val="Plattetekst"/>
              <w:rPr>
                <w:rFonts w:cs="Arial"/>
                <w:sz w:val="20"/>
                <w:szCs w:val="20"/>
              </w:rPr>
            </w:pPr>
            <w:r w:rsidRPr="005A018B">
              <w:rPr>
                <w:rFonts w:cs="Arial"/>
                <w:sz w:val="20"/>
                <w:szCs w:val="20"/>
              </w:rPr>
              <w:t>Akkoord Leerdoelen:</w:t>
            </w:r>
          </w:p>
          <w:p w:rsidR="009C2A27" w:rsidRDefault="009C2A27" w:rsidP="00801816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:rsidR="009C2A27" w:rsidRPr="005A018B" w:rsidRDefault="009C2A27" w:rsidP="00801816">
            <w:pPr>
              <w:pStyle w:val="Plattetekst"/>
              <w:rPr>
                <w:rFonts w:cs="Arial"/>
                <w:sz w:val="20"/>
                <w:szCs w:val="20"/>
              </w:rPr>
            </w:pPr>
          </w:p>
        </w:tc>
        <w:tc>
          <w:tcPr>
            <w:tcW w:w="2097" w:type="dxa"/>
          </w:tcPr>
          <w:p w:rsidR="005D4E76" w:rsidRPr="005A018B" w:rsidRDefault="005D4E76" w:rsidP="00801816">
            <w:pPr>
              <w:pStyle w:val="Plattetekst"/>
              <w:rPr>
                <w:rFonts w:cs="Arial"/>
                <w:sz w:val="20"/>
                <w:szCs w:val="20"/>
              </w:rPr>
            </w:pPr>
            <w:r w:rsidRPr="005A018B">
              <w:rPr>
                <w:rFonts w:cs="Arial"/>
                <w:sz w:val="20"/>
                <w:szCs w:val="20"/>
              </w:rPr>
              <w:t xml:space="preserve">Akkoord Plan van aanpak: </w:t>
            </w:r>
          </w:p>
        </w:tc>
        <w:tc>
          <w:tcPr>
            <w:tcW w:w="2148" w:type="dxa"/>
          </w:tcPr>
          <w:p w:rsidR="005D4E76" w:rsidRPr="005A018B" w:rsidRDefault="005D4E76" w:rsidP="00801816">
            <w:pPr>
              <w:pStyle w:val="Plattetekst"/>
              <w:rPr>
                <w:rFonts w:cs="Arial"/>
                <w:sz w:val="20"/>
                <w:szCs w:val="20"/>
              </w:rPr>
            </w:pPr>
            <w:r w:rsidRPr="005A018B">
              <w:rPr>
                <w:rFonts w:cs="Arial"/>
                <w:sz w:val="20"/>
                <w:szCs w:val="20"/>
              </w:rPr>
              <w:t xml:space="preserve">Datum: </w:t>
            </w:r>
          </w:p>
        </w:tc>
      </w:tr>
    </w:tbl>
    <w:p w:rsidR="00A327E5" w:rsidRDefault="00A327E5" w:rsidP="005D4E76"/>
    <w:p w:rsidR="003C5154" w:rsidRDefault="003C5154" w:rsidP="005D4E76"/>
    <w:p w:rsidR="003C5154" w:rsidRDefault="003C5154">
      <w:pPr>
        <w:widowControl/>
        <w:spacing w:after="200" w:line="276" w:lineRule="auto"/>
      </w:pPr>
      <w:r>
        <w:br w:type="page"/>
      </w:r>
    </w:p>
    <w:p w:rsidR="003C5154" w:rsidRPr="003C5154" w:rsidRDefault="003C5154" w:rsidP="002F548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3399"/>
        <w:spacing w:after="154"/>
        <w:outlineLvl w:val="0"/>
        <w:rPr>
          <w:rFonts w:eastAsia="Arial Unicode MS" w:cs="Arial"/>
          <w:b/>
          <w:bCs/>
          <w:spacing w:val="24"/>
          <w:kern w:val="36"/>
          <w:sz w:val="22"/>
          <w:szCs w:val="38"/>
        </w:rPr>
      </w:pPr>
      <w:r w:rsidRPr="003C5154">
        <w:rPr>
          <w:rFonts w:eastAsia="Arial Unicode MS" w:cs="Arial"/>
          <w:b/>
          <w:bCs/>
          <w:spacing w:val="24"/>
          <w:kern w:val="36"/>
          <w:sz w:val="22"/>
          <w:szCs w:val="38"/>
        </w:rPr>
        <w:lastRenderedPageBreak/>
        <w:t xml:space="preserve">Startdocument </w:t>
      </w:r>
    </w:p>
    <w:p w:rsidR="003C5154" w:rsidRPr="003C5154" w:rsidRDefault="003C5154" w:rsidP="003C5154">
      <w:pPr>
        <w:widowControl/>
        <w:rPr>
          <w:rFonts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96"/>
        <w:gridCol w:w="2796"/>
        <w:gridCol w:w="3730"/>
      </w:tblGrid>
      <w:tr w:rsidR="003C5154" w:rsidRPr="003C5154" w:rsidTr="002F548D">
        <w:trPr>
          <w:trHeight w:hRule="exact" w:val="10"/>
        </w:trPr>
        <w:tc>
          <w:tcPr>
            <w:tcW w:w="9322" w:type="dxa"/>
            <w:gridSpan w:val="3"/>
            <w:tcBorders>
              <w:bottom w:val="nil"/>
            </w:tcBorders>
            <w:shd w:val="clear" w:color="auto" w:fill="FF99CC"/>
          </w:tcPr>
          <w:p w:rsidR="003C5154" w:rsidRPr="003C5154" w:rsidRDefault="003C5154" w:rsidP="003C5154">
            <w:pPr>
              <w:widowControl/>
              <w:jc w:val="center"/>
              <w:rPr>
                <w:rFonts w:ascii="NPC Scala Sans" w:hAnsi="NPC Scala Sans" w:cs="Arial"/>
              </w:rPr>
            </w:pPr>
            <w:r w:rsidRPr="003C5154">
              <w:rPr>
                <w:rFonts w:cs="Arial"/>
              </w:rPr>
              <w:t>Startdocument met betrekking tot de gevraagde producten</w:t>
            </w:r>
          </w:p>
        </w:tc>
      </w:tr>
      <w:tr w:rsidR="003C5154" w:rsidRPr="003C5154" w:rsidTr="002F548D">
        <w:tc>
          <w:tcPr>
            <w:tcW w:w="9322" w:type="dxa"/>
            <w:gridSpan w:val="3"/>
            <w:tcBorders>
              <w:top w:val="nil"/>
            </w:tcBorders>
          </w:tcPr>
          <w:p w:rsidR="00A62D1D" w:rsidRPr="002E7672" w:rsidRDefault="003C5154" w:rsidP="002E7672">
            <w:pPr>
              <w:widowControl/>
              <w:rPr>
                <w:rFonts w:cs="Arial"/>
                <w:b/>
                <w:color w:val="FF0000"/>
              </w:rPr>
            </w:pPr>
            <w:r w:rsidRPr="003C5154">
              <w:rPr>
                <w:rFonts w:cs="Arial"/>
                <w:b/>
              </w:rPr>
              <w:t>De opdracht:</w:t>
            </w:r>
            <w:r w:rsidR="00A62D1D">
              <w:rPr>
                <w:rFonts w:cs="Arial"/>
                <w:b/>
              </w:rPr>
              <w:t xml:space="preserve"> </w:t>
            </w:r>
          </w:p>
          <w:p w:rsidR="003C5154" w:rsidRPr="003C5154" w:rsidRDefault="00A62D1D" w:rsidP="00A62D1D">
            <w:pPr>
              <w:widowControl/>
              <w:tabs>
                <w:tab w:val="left" w:pos="1250"/>
              </w:tabs>
              <w:rPr>
                <w:rFonts w:cs="Arial"/>
                <w:b/>
              </w:rPr>
            </w:pPr>
            <w:r>
              <w:rPr>
                <w:rFonts w:cs="Arial"/>
                <w:b/>
              </w:rPr>
              <w:br/>
            </w:r>
          </w:p>
          <w:p w:rsidR="003C5154" w:rsidRP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:rsidR="003C5154" w:rsidRPr="003C5154" w:rsidRDefault="003C5154" w:rsidP="003C5154">
            <w:pPr>
              <w:widowControl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9C5236" w:rsidRPr="003C5154" w:rsidTr="002F548D">
        <w:tc>
          <w:tcPr>
            <w:tcW w:w="9322" w:type="dxa"/>
            <w:gridSpan w:val="3"/>
          </w:tcPr>
          <w:p w:rsidR="009C5236" w:rsidRDefault="009C5236" w:rsidP="003C5154">
            <w:pPr>
              <w:widowControl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Beschrijf in eigen woorden waarom </w:t>
            </w:r>
            <w:r w:rsidR="00D2767B">
              <w:rPr>
                <w:rFonts w:cs="Arial"/>
                <w:b/>
              </w:rPr>
              <w:t>dit onderwerp aan de orde komt tijdens de opleiding:</w:t>
            </w:r>
          </w:p>
          <w:p w:rsidR="009C5236" w:rsidRDefault="009C5236" w:rsidP="003C5154">
            <w:pPr>
              <w:widowControl/>
              <w:rPr>
                <w:rFonts w:cs="Arial"/>
                <w:b/>
              </w:rPr>
            </w:pPr>
          </w:p>
          <w:p w:rsidR="00132AF9" w:rsidRDefault="00132AF9" w:rsidP="003C5154">
            <w:pPr>
              <w:widowControl/>
              <w:rPr>
                <w:rFonts w:cs="Arial"/>
                <w:b/>
              </w:rPr>
            </w:pPr>
          </w:p>
          <w:p w:rsidR="00132AF9" w:rsidRDefault="00132AF9" w:rsidP="003C5154">
            <w:pPr>
              <w:widowControl/>
              <w:rPr>
                <w:rFonts w:cs="Arial"/>
                <w:b/>
              </w:rPr>
            </w:pPr>
          </w:p>
          <w:p w:rsidR="00132AF9" w:rsidRDefault="00132AF9" w:rsidP="003C5154">
            <w:pPr>
              <w:widowControl/>
              <w:rPr>
                <w:rFonts w:cs="Arial"/>
                <w:b/>
              </w:rPr>
            </w:pPr>
          </w:p>
          <w:p w:rsidR="00132AF9" w:rsidRDefault="00132AF9" w:rsidP="003C5154">
            <w:pPr>
              <w:widowControl/>
              <w:rPr>
                <w:rFonts w:cs="Arial"/>
                <w:b/>
              </w:rPr>
            </w:pPr>
          </w:p>
          <w:p w:rsidR="009C5236" w:rsidRDefault="009C5236" w:rsidP="003C5154">
            <w:pPr>
              <w:widowControl/>
              <w:rPr>
                <w:rFonts w:cs="Arial"/>
                <w:b/>
              </w:rPr>
            </w:pPr>
          </w:p>
          <w:p w:rsidR="009C5236" w:rsidRPr="003C5154" w:rsidRDefault="009C5236" w:rsidP="003C5154">
            <w:pPr>
              <w:widowControl/>
              <w:rPr>
                <w:rFonts w:cs="Arial"/>
                <w:b/>
              </w:rPr>
            </w:pPr>
          </w:p>
        </w:tc>
      </w:tr>
      <w:tr w:rsidR="003C5154" w:rsidRPr="003C5154" w:rsidTr="002F548D">
        <w:tc>
          <w:tcPr>
            <w:tcW w:w="9322" w:type="dxa"/>
            <w:gridSpan w:val="3"/>
          </w:tcPr>
          <w:p w:rsidR="003C5154" w:rsidRPr="003C5154" w:rsidRDefault="003C5154" w:rsidP="003C5154">
            <w:pPr>
              <w:widowControl/>
              <w:rPr>
                <w:rFonts w:cs="Arial"/>
                <w:b/>
              </w:rPr>
            </w:pPr>
            <w:r w:rsidRPr="003C5154">
              <w:rPr>
                <w:rFonts w:cs="Arial"/>
                <w:b/>
              </w:rPr>
              <w:t>Gevraagde bewijsstukken:</w:t>
            </w:r>
          </w:p>
          <w:p w:rsidR="002E7672" w:rsidRPr="003C5154" w:rsidRDefault="002E7672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ascii="NPC Scala Sans" w:hAnsi="NPC Scala Sans" w:cs="Arial"/>
                <w:b/>
              </w:rPr>
            </w:pPr>
            <w:r w:rsidRPr="003C5154">
              <w:rPr>
                <w:rFonts w:cs="Arial"/>
                <w:b/>
              </w:rPr>
              <w:t xml:space="preserve"> </w:t>
            </w:r>
          </w:p>
        </w:tc>
      </w:tr>
      <w:tr w:rsidR="003C5154" w:rsidRPr="003C5154" w:rsidTr="002F548D">
        <w:trPr>
          <w:trHeight w:val="897"/>
        </w:trPr>
        <w:tc>
          <w:tcPr>
            <w:tcW w:w="9322" w:type="dxa"/>
            <w:gridSpan w:val="3"/>
            <w:tcBorders>
              <w:bottom w:val="single" w:sz="4" w:space="0" w:color="auto"/>
            </w:tcBorders>
          </w:tcPr>
          <w:p w:rsidR="00E06480" w:rsidRDefault="000D1ED5" w:rsidP="003C5154">
            <w:pPr>
              <w:widowControl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Tijdsplann</w:t>
            </w:r>
            <w:r w:rsidR="009C5236">
              <w:rPr>
                <w:rFonts w:cs="Arial"/>
                <w:b/>
              </w:rPr>
              <w:t>ing “van start  tot inlevermoment”:</w:t>
            </w:r>
          </w:p>
          <w:p w:rsidR="000D1ED5" w:rsidRPr="003C5154" w:rsidRDefault="000D1ED5" w:rsidP="003C5154">
            <w:pPr>
              <w:widowControl/>
              <w:rPr>
                <w:rFonts w:cs="Arial"/>
                <w:b/>
              </w:rPr>
            </w:pPr>
          </w:p>
          <w:p w:rsidR="003C5154" w:rsidRDefault="002E7672" w:rsidP="003C5154">
            <w:pPr>
              <w:widowControl/>
              <w:rPr>
                <w:rFonts w:cs="Arial"/>
                <w:b/>
              </w:rPr>
            </w:pPr>
            <w:r>
              <w:rPr>
                <w:rFonts w:cs="Arial"/>
                <w:b/>
              </w:rPr>
              <w:t>-</w:t>
            </w:r>
          </w:p>
          <w:p w:rsidR="002E7672" w:rsidRDefault="002E7672" w:rsidP="003C5154">
            <w:pPr>
              <w:widowControl/>
              <w:rPr>
                <w:rFonts w:cs="Arial"/>
                <w:b/>
              </w:rPr>
            </w:pPr>
            <w:r>
              <w:rPr>
                <w:rFonts w:cs="Arial"/>
                <w:b/>
              </w:rPr>
              <w:t>-</w:t>
            </w:r>
          </w:p>
          <w:p w:rsidR="002E7672" w:rsidRDefault="002E7672" w:rsidP="003C5154">
            <w:pPr>
              <w:widowControl/>
              <w:rPr>
                <w:rFonts w:cs="Arial"/>
                <w:b/>
              </w:rPr>
            </w:pPr>
            <w:r>
              <w:rPr>
                <w:rFonts w:cs="Arial"/>
                <w:b/>
              </w:rPr>
              <w:t>-</w:t>
            </w:r>
          </w:p>
          <w:p w:rsidR="002E7672" w:rsidRPr="003C5154" w:rsidRDefault="002E7672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3C5154">
              <w:rPr>
                <w:rFonts w:cs="Arial"/>
                <w:b/>
                <w:iCs/>
                <w:sz w:val="24"/>
                <w:szCs w:val="24"/>
              </w:rPr>
              <w:t xml:space="preserve"> </w:t>
            </w:r>
          </w:p>
        </w:tc>
      </w:tr>
      <w:tr w:rsidR="003C5154" w:rsidRPr="003C5154" w:rsidTr="002F548D">
        <w:tc>
          <w:tcPr>
            <w:tcW w:w="9322" w:type="dxa"/>
            <w:gridSpan w:val="3"/>
            <w:tcBorders>
              <w:bottom w:val="single" w:sz="4" w:space="0" w:color="auto"/>
            </w:tcBorders>
          </w:tcPr>
          <w:p w:rsidR="003C5154" w:rsidRDefault="003C5154" w:rsidP="003C5154">
            <w:pPr>
              <w:widowControl/>
              <w:rPr>
                <w:rFonts w:cs="Arial"/>
                <w:b/>
              </w:rPr>
            </w:pPr>
            <w:r w:rsidRPr="003C5154">
              <w:rPr>
                <w:rFonts w:cs="Arial"/>
                <w:b/>
              </w:rPr>
              <w:t>Bronnenonderzoek</w:t>
            </w:r>
            <w:r w:rsidR="00C2506D">
              <w:rPr>
                <w:rFonts w:cs="Arial"/>
                <w:b/>
              </w:rPr>
              <w:t xml:space="preserve"> (internetpagina, </w:t>
            </w:r>
            <w:r w:rsidR="009C5236">
              <w:rPr>
                <w:rFonts w:cs="Arial"/>
                <w:b/>
              </w:rPr>
              <w:t>vaktijdschrift</w:t>
            </w:r>
            <w:r w:rsidR="00D2767B">
              <w:rPr>
                <w:rFonts w:cs="Arial"/>
                <w:b/>
              </w:rPr>
              <w:t xml:space="preserve"> en interview</w:t>
            </w:r>
            <w:r w:rsidR="00C2506D">
              <w:rPr>
                <w:rFonts w:cs="Arial"/>
                <w:b/>
              </w:rPr>
              <w:t xml:space="preserve"> enz.</w:t>
            </w:r>
            <w:r w:rsidR="009C5236">
              <w:rPr>
                <w:rFonts w:cs="Arial"/>
                <w:b/>
              </w:rPr>
              <w:t>)</w:t>
            </w:r>
            <w:r w:rsidRPr="003C5154">
              <w:rPr>
                <w:rFonts w:cs="Arial"/>
                <w:b/>
              </w:rPr>
              <w:t>:</w:t>
            </w:r>
          </w:p>
          <w:p w:rsid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ascii="NPC Scala Sans" w:hAnsi="NPC Scala Sans" w:cs="Arial"/>
                <w:b/>
              </w:rPr>
            </w:pPr>
          </w:p>
        </w:tc>
      </w:tr>
      <w:tr w:rsidR="003C5154" w:rsidRPr="003C5154" w:rsidTr="002F548D">
        <w:tc>
          <w:tcPr>
            <w:tcW w:w="9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8D" w:rsidRDefault="002F548D" w:rsidP="002F548D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Go / N</w:t>
            </w:r>
            <w:r w:rsidRPr="005A018B">
              <w:rPr>
                <w:rFonts w:cs="Arial"/>
                <w:sz w:val="20"/>
                <w:szCs w:val="20"/>
              </w:rPr>
              <w:t xml:space="preserve">o </w:t>
            </w:r>
            <w:r>
              <w:rPr>
                <w:rFonts w:cs="Arial"/>
                <w:sz w:val="20"/>
                <w:szCs w:val="20"/>
              </w:rPr>
              <w:t>G</w:t>
            </w:r>
            <w:r w:rsidRPr="005A018B">
              <w:rPr>
                <w:rFonts w:cs="Arial"/>
                <w:sz w:val="20"/>
                <w:szCs w:val="20"/>
              </w:rPr>
              <w:t>o begeleider</w:t>
            </w:r>
          </w:p>
          <w:p w:rsidR="00F64986" w:rsidRDefault="00F64986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ascii="NPC Scala Sans" w:hAnsi="NPC Scala Sans" w:cs="Arial"/>
                <w:b/>
              </w:rPr>
            </w:pPr>
          </w:p>
        </w:tc>
      </w:tr>
      <w:tr w:rsidR="003C5154" w:rsidRPr="003C5154" w:rsidTr="002F548D">
        <w:tc>
          <w:tcPr>
            <w:tcW w:w="2796" w:type="dxa"/>
            <w:tcBorders>
              <w:bottom w:val="single" w:sz="4" w:space="0" w:color="auto"/>
            </w:tcBorders>
          </w:tcPr>
          <w:p w:rsidR="003C5154" w:rsidRPr="003C5154" w:rsidRDefault="003C5154" w:rsidP="003C5154">
            <w:pPr>
              <w:widowControl/>
              <w:rPr>
                <w:rFonts w:cs="Arial"/>
                <w:b/>
              </w:rPr>
            </w:pPr>
            <w:r w:rsidRPr="003C5154">
              <w:rPr>
                <w:rFonts w:cs="Arial"/>
                <w:b/>
              </w:rPr>
              <w:t>Naam begeleider:</w:t>
            </w:r>
          </w:p>
          <w:p w:rsidR="003C5154" w:rsidRP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ascii="NPC Scala Sans" w:hAnsi="NPC Scala Sans" w:cs="Arial"/>
                <w:b/>
              </w:rPr>
            </w:pPr>
          </w:p>
        </w:tc>
        <w:tc>
          <w:tcPr>
            <w:tcW w:w="2796" w:type="dxa"/>
            <w:tcBorders>
              <w:bottom w:val="single" w:sz="4" w:space="0" w:color="auto"/>
            </w:tcBorders>
          </w:tcPr>
          <w:p w:rsidR="003C5154" w:rsidRPr="003C5154" w:rsidRDefault="003C5154" w:rsidP="003C5154">
            <w:pPr>
              <w:widowControl/>
              <w:rPr>
                <w:rFonts w:ascii="NPC Scala Sans" w:hAnsi="NPC Scala Sans" w:cs="Arial"/>
                <w:b/>
              </w:rPr>
            </w:pPr>
            <w:r w:rsidRPr="003C5154">
              <w:rPr>
                <w:rFonts w:cs="Arial"/>
                <w:b/>
              </w:rPr>
              <w:t>Akkoord Leerdoelen:</w:t>
            </w:r>
          </w:p>
        </w:tc>
        <w:tc>
          <w:tcPr>
            <w:tcW w:w="3730" w:type="dxa"/>
            <w:tcBorders>
              <w:bottom w:val="single" w:sz="4" w:space="0" w:color="auto"/>
            </w:tcBorders>
          </w:tcPr>
          <w:p w:rsidR="003C5154" w:rsidRPr="003C5154" w:rsidRDefault="003C5154" w:rsidP="003C5154">
            <w:pPr>
              <w:widowControl/>
              <w:rPr>
                <w:rFonts w:ascii="NPC Scala Sans" w:hAnsi="NPC Scala Sans" w:cs="Arial"/>
                <w:b/>
              </w:rPr>
            </w:pPr>
            <w:r w:rsidRPr="003C5154">
              <w:rPr>
                <w:rFonts w:cs="Arial"/>
                <w:b/>
              </w:rPr>
              <w:t xml:space="preserve">Datum: </w:t>
            </w:r>
          </w:p>
        </w:tc>
      </w:tr>
    </w:tbl>
    <w:p w:rsidR="00777006" w:rsidRDefault="00777006" w:rsidP="005D4E76"/>
    <w:p w:rsidR="00777006" w:rsidRDefault="00777006" w:rsidP="00777006"/>
    <w:p w:rsidR="003C5154" w:rsidRDefault="00777006" w:rsidP="00777006">
      <w:pPr>
        <w:tabs>
          <w:tab w:val="left" w:pos="1250"/>
        </w:tabs>
      </w:pPr>
      <w:r>
        <w:tab/>
      </w:r>
      <w:r>
        <w:tab/>
      </w: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2F548D" w:rsidRDefault="002F548D">
      <w:pPr>
        <w:widowControl/>
        <w:spacing w:after="200" w:line="276" w:lineRule="auto"/>
      </w:pPr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353"/>
        <w:gridCol w:w="3935"/>
      </w:tblGrid>
      <w:tr w:rsidR="00777006" w:rsidTr="002F548D">
        <w:tc>
          <w:tcPr>
            <w:tcW w:w="9288" w:type="dxa"/>
            <w:gridSpan w:val="2"/>
            <w:shd w:val="clear" w:color="auto" w:fill="FF3399"/>
          </w:tcPr>
          <w:p w:rsidR="00777006" w:rsidRPr="00BD3ADA" w:rsidRDefault="006B132F" w:rsidP="00455E36">
            <w:pPr>
              <w:pStyle w:val="Geenafstan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Verslag </w:t>
            </w:r>
            <w:r w:rsidR="00777006" w:rsidRPr="00BD3ADA">
              <w:rPr>
                <w:b/>
                <w:sz w:val="28"/>
                <w:szCs w:val="28"/>
              </w:rPr>
              <w:t>groep</w:t>
            </w:r>
            <w:r>
              <w:rPr>
                <w:b/>
                <w:sz w:val="28"/>
                <w:szCs w:val="28"/>
              </w:rPr>
              <w:t>s</w:t>
            </w:r>
            <w:r w:rsidR="00777006" w:rsidRPr="00BD3ADA">
              <w:rPr>
                <w:b/>
                <w:sz w:val="28"/>
                <w:szCs w:val="28"/>
              </w:rPr>
              <w:t>overleg</w:t>
            </w:r>
            <w:r>
              <w:rPr>
                <w:b/>
                <w:sz w:val="28"/>
                <w:szCs w:val="28"/>
              </w:rPr>
              <w:t xml:space="preserve">  </w:t>
            </w:r>
          </w:p>
        </w:tc>
      </w:tr>
      <w:tr w:rsidR="00777006" w:rsidTr="009F3A9D">
        <w:tc>
          <w:tcPr>
            <w:tcW w:w="9288" w:type="dxa"/>
            <w:gridSpan w:val="2"/>
          </w:tcPr>
          <w:p w:rsidR="002F548D" w:rsidRPr="00BD3ADA" w:rsidRDefault="002F548D" w:rsidP="002F548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Datum:</w:t>
            </w:r>
          </w:p>
          <w:p w:rsidR="00777006" w:rsidRPr="000D1ED5" w:rsidRDefault="00777006" w:rsidP="002F548D">
            <w:pPr>
              <w:pStyle w:val="Geenafstand"/>
            </w:pPr>
          </w:p>
        </w:tc>
      </w:tr>
      <w:tr w:rsidR="00777006" w:rsidTr="009F3A9D">
        <w:tc>
          <w:tcPr>
            <w:tcW w:w="9288" w:type="dxa"/>
            <w:gridSpan w:val="2"/>
          </w:tcPr>
          <w:p w:rsidR="002F548D" w:rsidRPr="00BD3ADA" w:rsidRDefault="002F548D" w:rsidP="002F548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Aanwezig:</w:t>
            </w:r>
          </w:p>
          <w:p w:rsidR="00777006" w:rsidRPr="000D1ED5" w:rsidRDefault="00777006" w:rsidP="009F3A9D">
            <w:pPr>
              <w:pStyle w:val="Geenafstand"/>
            </w:pPr>
          </w:p>
        </w:tc>
      </w:tr>
      <w:tr w:rsidR="00777006" w:rsidTr="009F3A9D">
        <w:tc>
          <w:tcPr>
            <w:tcW w:w="9288" w:type="dxa"/>
            <w:gridSpan w:val="2"/>
          </w:tcPr>
          <w:p w:rsidR="00777006" w:rsidRDefault="002F548D" w:rsidP="002F548D">
            <w:pPr>
              <w:pStyle w:val="Geenafstand"/>
              <w:rPr>
                <w:b/>
              </w:rPr>
            </w:pPr>
            <w:r>
              <w:rPr>
                <w:b/>
              </w:rPr>
              <w:t>Afwezig</w:t>
            </w:r>
          </w:p>
          <w:p w:rsidR="002F548D" w:rsidRPr="000D1ED5" w:rsidRDefault="002F548D" w:rsidP="002F548D">
            <w:pPr>
              <w:pStyle w:val="Geenafstand"/>
            </w:pPr>
          </w:p>
        </w:tc>
      </w:tr>
      <w:tr w:rsidR="00777006" w:rsidTr="009F3A9D">
        <w:tc>
          <w:tcPr>
            <w:tcW w:w="9288" w:type="dxa"/>
            <w:gridSpan w:val="2"/>
          </w:tcPr>
          <w:p w:rsidR="002F548D" w:rsidRPr="00BD3ADA" w:rsidRDefault="002F548D" w:rsidP="002F548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Voorzitter:</w:t>
            </w:r>
          </w:p>
          <w:p w:rsidR="00777006" w:rsidRPr="000D1ED5" w:rsidRDefault="00777006" w:rsidP="002F548D">
            <w:pPr>
              <w:pStyle w:val="Geenafstand"/>
            </w:pPr>
          </w:p>
        </w:tc>
      </w:tr>
      <w:tr w:rsidR="00777006" w:rsidTr="009F3A9D">
        <w:tc>
          <w:tcPr>
            <w:tcW w:w="9288" w:type="dxa"/>
            <w:gridSpan w:val="2"/>
          </w:tcPr>
          <w:p w:rsidR="002F548D" w:rsidRPr="00BD3ADA" w:rsidRDefault="002F548D" w:rsidP="002F548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Notulist:</w:t>
            </w:r>
          </w:p>
          <w:p w:rsidR="00777006" w:rsidRPr="000D1ED5" w:rsidRDefault="00777006" w:rsidP="002F548D">
            <w:pPr>
              <w:pStyle w:val="Geenafstand"/>
            </w:pPr>
          </w:p>
        </w:tc>
      </w:tr>
      <w:tr w:rsidR="00777006" w:rsidTr="009F3A9D">
        <w:tc>
          <w:tcPr>
            <w:tcW w:w="9288" w:type="dxa"/>
            <w:gridSpan w:val="2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Agendapunt:</w:t>
            </w:r>
          </w:p>
          <w:p w:rsidR="00777006" w:rsidRPr="000D1ED5" w:rsidRDefault="00777006" w:rsidP="009F3A9D">
            <w:pPr>
              <w:pStyle w:val="Geenafstand"/>
            </w:pPr>
          </w:p>
        </w:tc>
      </w:tr>
      <w:tr w:rsidR="00777006" w:rsidTr="009F3A9D">
        <w:tc>
          <w:tcPr>
            <w:tcW w:w="5353" w:type="dxa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Notulen</w:t>
            </w: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</w:tc>
        <w:tc>
          <w:tcPr>
            <w:tcW w:w="3935" w:type="dxa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Afspraak/besluit</w:t>
            </w:r>
          </w:p>
        </w:tc>
      </w:tr>
      <w:tr w:rsidR="00777006" w:rsidTr="009F3A9D">
        <w:tc>
          <w:tcPr>
            <w:tcW w:w="9288" w:type="dxa"/>
            <w:gridSpan w:val="2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Agendapunt:</w:t>
            </w:r>
          </w:p>
          <w:p w:rsidR="00777006" w:rsidRPr="000D1ED5" w:rsidRDefault="00777006" w:rsidP="009F3A9D">
            <w:pPr>
              <w:pStyle w:val="Geenafstand"/>
            </w:pPr>
          </w:p>
        </w:tc>
      </w:tr>
      <w:tr w:rsidR="00777006" w:rsidTr="009F3A9D">
        <w:tc>
          <w:tcPr>
            <w:tcW w:w="5353" w:type="dxa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Notulen</w:t>
            </w: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</w:tc>
        <w:tc>
          <w:tcPr>
            <w:tcW w:w="3935" w:type="dxa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Afspraak/besluit</w:t>
            </w:r>
          </w:p>
        </w:tc>
      </w:tr>
      <w:tr w:rsidR="00777006" w:rsidTr="009F3A9D">
        <w:tc>
          <w:tcPr>
            <w:tcW w:w="9288" w:type="dxa"/>
            <w:gridSpan w:val="2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Agendapunt:</w:t>
            </w:r>
          </w:p>
          <w:p w:rsidR="00777006" w:rsidRPr="000D1ED5" w:rsidRDefault="00777006" w:rsidP="009F3A9D">
            <w:pPr>
              <w:pStyle w:val="Geenafstand"/>
            </w:pPr>
          </w:p>
        </w:tc>
      </w:tr>
      <w:tr w:rsidR="00777006" w:rsidTr="009F3A9D">
        <w:tc>
          <w:tcPr>
            <w:tcW w:w="5353" w:type="dxa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Notulen</w:t>
            </w: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</w:tc>
        <w:tc>
          <w:tcPr>
            <w:tcW w:w="3935" w:type="dxa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Afspraak/besluit</w:t>
            </w:r>
          </w:p>
        </w:tc>
      </w:tr>
      <w:tr w:rsidR="00777006" w:rsidTr="009F3A9D">
        <w:tc>
          <w:tcPr>
            <w:tcW w:w="9288" w:type="dxa"/>
            <w:gridSpan w:val="2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Agendapunt:</w:t>
            </w:r>
          </w:p>
          <w:p w:rsidR="00777006" w:rsidRPr="000D1ED5" w:rsidRDefault="00777006" w:rsidP="009F3A9D">
            <w:pPr>
              <w:pStyle w:val="Geenafstand"/>
            </w:pPr>
          </w:p>
        </w:tc>
      </w:tr>
      <w:tr w:rsidR="00777006" w:rsidTr="009F3A9D">
        <w:tc>
          <w:tcPr>
            <w:tcW w:w="5353" w:type="dxa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Notulen</w:t>
            </w:r>
          </w:p>
          <w:p w:rsidR="00777006" w:rsidRPr="00BD3ADA" w:rsidRDefault="00777006" w:rsidP="009F3A9D">
            <w:pPr>
              <w:pStyle w:val="Geenafstand"/>
              <w:rPr>
                <w:b/>
              </w:rPr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</w:tc>
        <w:tc>
          <w:tcPr>
            <w:tcW w:w="3935" w:type="dxa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Afspraak/besluit</w:t>
            </w:r>
          </w:p>
        </w:tc>
      </w:tr>
    </w:tbl>
    <w:p w:rsidR="002F548D" w:rsidRDefault="002F548D" w:rsidP="00777006">
      <w:pPr>
        <w:tabs>
          <w:tab w:val="left" w:pos="1250"/>
        </w:tabs>
      </w:pPr>
    </w:p>
    <w:p w:rsidR="002F548D" w:rsidRDefault="002F548D">
      <w:pPr>
        <w:widowControl/>
        <w:spacing w:after="200" w:line="276" w:lineRule="auto"/>
      </w:pPr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0D1ED5" w:rsidRPr="00DE502B" w:rsidTr="002F548D">
        <w:tc>
          <w:tcPr>
            <w:tcW w:w="9288" w:type="dxa"/>
            <w:gridSpan w:val="3"/>
            <w:shd w:val="clear" w:color="auto" w:fill="FF3399"/>
          </w:tcPr>
          <w:p w:rsidR="000D1ED5" w:rsidRPr="00DE502B" w:rsidRDefault="000D1ED5" w:rsidP="009F3A9D">
            <w:pPr>
              <w:pStyle w:val="Geenafstand"/>
              <w:rPr>
                <w:b/>
                <w:sz w:val="28"/>
                <w:szCs w:val="28"/>
              </w:rPr>
            </w:pPr>
            <w:r w:rsidRPr="00DE502B">
              <w:rPr>
                <w:b/>
                <w:sz w:val="28"/>
                <w:szCs w:val="28"/>
              </w:rPr>
              <w:lastRenderedPageBreak/>
              <w:t>Evaluatie proces</w:t>
            </w:r>
            <w:r w:rsidR="00BD3ADA" w:rsidRPr="00DE502B">
              <w:rPr>
                <w:b/>
                <w:sz w:val="28"/>
                <w:szCs w:val="28"/>
              </w:rPr>
              <w:t>:</w:t>
            </w:r>
          </w:p>
        </w:tc>
      </w:tr>
      <w:tr w:rsidR="000D1ED5" w:rsidTr="002F548D">
        <w:trPr>
          <w:trHeight w:val="2171"/>
        </w:trPr>
        <w:tc>
          <w:tcPr>
            <w:tcW w:w="9288" w:type="dxa"/>
            <w:gridSpan w:val="3"/>
          </w:tcPr>
          <w:p w:rsidR="00D4785F" w:rsidRDefault="00D4785F" w:rsidP="009F3A9D">
            <w:pPr>
              <w:pStyle w:val="Geenafstand"/>
              <w:rPr>
                <w:b/>
              </w:rPr>
            </w:pPr>
            <w:r>
              <w:rPr>
                <w:b/>
              </w:rPr>
              <w:t>Beschrijving van je persoonlijk functioneren in de groep</w:t>
            </w:r>
            <w:r w:rsidR="006B132F">
              <w:rPr>
                <w:b/>
              </w:rPr>
              <w:t>, van iedere deelnemer beschreven, per rol</w:t>
            </w:r>
            <w:r w:rsidR="00C2506D">
              <w:rPr>
                <w:b/>
              </w:rPr>
              <w:t xml:space="preserve"> (voorzitter / notulist / deelnemer)</w:t>
            </w:r>
            <w:r w:rsidR="006B132F">
              <w:rPr>
                <w:b/>
              </w:rPr>
              <w:t xml:space="preserve"> beschreven</w:t>
            </w:r>
            <w:r>
              <w:rPr>
                <w:b/>
              </w:rPr>
              <w:t>:</w:t>
            </w:r>
          </w:p>
          <w:p w:rsidR="006B132F" w:rsidRDefault="00C2506D" w:rsidP="009F3A9D">
            <w:pPr>
              <w:pStyle w:val="Geenafstand"/>
              <w:rPr>
                <w:b/>
              </w:rPr>
            </w:pPr>
            <w:r>
              <w:rPr>
                <w:b/>
              </w:rPr>
              <w:t>Naam leerling:</w:t>
            </w:r>
          </w:p>
          <w:p w:rsidR="00C2506D" w:rsidRDefault="00C2506D" w:rsidP="009F3A9D">
            <w:pPr>
              <w:pStyle w:val="Geenafstand"/>
              <w:rPr>
                <w:b/>
              </w:rPr>
            </w:pPr>
            <w:r>
              <w:rPr>
                <w:b/>
              </w:rPr>
              <w:t xml:space="preserve">Naam leerling: </w:t>
            </w:r>
          </w:p>
          <w:p w:rsidR="00D4785F" w:rsidRDefault="00C2506D" w:rsidP="009F3A9D">
            <w:pPr>
              <w:pStyle w:val="Geenafstand"/>
              <w:rPr>
                <w:b/>
              </w:rPr>
            </w:pPr>
            <w:r>
              <w:rPr>
                <w:b/>
              </w:rPr>
              <w:t>Enz.</w:t>
            </w:r>
          </w:p>
          <w:p w:rsidR="00D4785F" w:rsidRDefault="00D4785F" w:rsidP="009F3A9D">
            <w:pPr>
              <w:pStyle w:val="Geenafstand"/>
              <w:rPr>
                <w:b/>
              </w:rPr>
            </w:pPr>
          </w:p>
          <w:p w:rsidR="00D4785F" w:rsidRDefault="00D4785F" w:rsidP="009F3A9D">
            <w:pPr>
              <w:pStyle w:val="Geenafstand"/>
              <w:rPr>
                <w:b/>
              </w:rPr>
            </w:pPr>
          </w:p>
          <w:p w:rsidR="000D1ED5" w:rsidRDefault="000D1ED5" w:rsidP="009F3A9D">
            <w:pPr>
              <w:pStyle w:val="Geenafstand"/>
            </w:pPr>
          </w:p>
        </w:tc>
      </w:tr>
      <w:tr w:rsidR="002F548D" w:rsidTr="002F548D">
        <w:trPr>
          <w:trHeight w:val="1909"/>
        </w:trPr>
        <w:tc>
          <w:tcPr>
            <w:tcW w:w="9288" w:type="dxa"/>
            <w:gridSpan w:val="3"/>
          </w:tcPr>
          <w:p w:rsidR="002F548D" w:rsidRPr="00DE502B" w:rsidRDefault="002F548D" w:rsidP="009F3A9D">
            <w:pPr>
              <w:pStyle w:val="Geenafstand"/>
              <w:rPr>
                <w:b/>
              </w:rPr>
            </w:pPr>
            <w:r w:rsidRPr="00DE502B">
              <w:rPr>
                <w:b/>
              </w:rPr>
              <w:t>Beschrijving van de</w:t>
            </w:r>
            <w:r>
              <w:rPr>
                <w:b/>
              </w:rPr>
              <w:t xml:space="preserve"> onderlinge</w:t>
            </w:r>
            <w:r w:rsidRPr="00DE502B">
              <w:rPr>
                <w:b/>
              </w:rPr>
              <w:t xml:space="preserve"> samenwerking in de groep:</w:t>
            </w:r>
          </w:p>
          <w:p w:rsidR="002F548D" w:rsidRDefault="002F548D" w:rsidP="009F3A9D">
            <w:pPr>
              <w:pStyle w:val="Geenafstand"/>
            </w:pPr>
          </w:p>
          <w:p w:rsidR="002F548D" w:rsidRDefault="002F548D" w:rsidP="009F3A9D">
            <w:pPr>
              <w:pStyle w:val="Geenafstand"/>
            </w:pPr>
          </w:p>
          <w:p w:rsidR="002F548D" w:rsidRDefault="002F548D" w:rsidP="009F3A9D">
            <w:pPr>
              <w:pStyle w:val="Geenafstand"/>
            </w:pPr>
          </w:p>
          <w:p w:rsidR="002F548D" w:rsidRDefault="002F548D" w:rsidP="009F3A9D">
            <w:pPr>
              <w:pStyle w:val="Geenafstand"/>
            </w:pPr>
          </w:p>
          <w:p w:rsidR="002F548D" w:rsidRDefault="002F548D" w:rsidP="009F3A9D">
            <w:pPr>
              <w:pStyle w:val="Geenafstand"/>
            </w:pPr>
          </w:p>
          <w:p w:rsidR="002F548D" w:rsidRDefault="002F548D" w:rsidP="009F3A9D">
            <w:pPr>
              <w:pStyle w:val="Geenafstand"/>
              <w:rPr>
                <w:b/>
              </w:rPr>
            </w:pPr>
          </w:p>
        </w:tc>
      </w:tr>
      <w:tr w:rsidR="002F548D" w:rsidTr="002F548D">
        <w:trPr>
          <w:trHeight w:val="2425"/>
        </w:trPr>
        <w:tc>
          <w:tcPr>
            <w:tcW w:w="9288" w:type="dxa"/>
            <w:gridSpan w:val="3"/>
          </w:tcPr>
          <w:p w:rsidR="002F548D" w:rsidRDefault="002F548D" w:rsidP="009F3A9D">
            <w:pPr>
              <w:pStyle w:val="Geenafstand"/>
              <w:rPr>
                <w:b/>
              </w:rPr>
            </w:pPr>
            <w:r w:rsidRPr="00DE502B">
              <w:rPr>
                <w:b/>
              </w:rPr>
              <w:t xml:space="preserve">Verbeterpunten in </w:t>
            </w:r>
            <w:r>
              <w:rPr>
                <w:b/>
              </w:rPr>
              <w:t>jouw persoonlijk functioneren in een groep, van iedere deelnemer beschreven:</w:t>
            </w:r>
          </w:p>
          <w:p w:rsidR="002F548D" w:rsidRDefault="002F548D" w:rsidP="00C2506D">
            <w:pPr>
              <w:pStyle w:val="Geenafstand"/>
              <w:rPr>
                <w:b/>
              </w:rPr>
            </w:pPr>
            <w:r>
              <w:rPr>
                <w:b/>
              </w:rPr>
              <w:t>Naam leerling:</w:t>
            </w:r>
          </w:p>
          <w:p w:rsidR="002F548D" w:rsidRDefault="002F548D" w:rsidP="00C2506D">
            <w:pPr>
              <w:pStyle w:val="Geenafstand"/>
              <w:rPr>
                <w:b/>
              </w:rPr>
            </w:pPr>
            <w:r>
              <w:rPr>
                <w:b/>
              </w:rPr>
              <w:t xml:space="preserve">Naam leerling: </w:t>
            </w:r>
          </w:p>
          <w:p w:rsidR="002F548D" w:rsidRDefault="002F548D" w:rsidP="00C2506D">
            <w:pPr>
              <w:pStyle w:val="Geenafstand"/>
              <w:rPr>
                <w:b/>
              </w:rPr>
            </w:pPr>
            <w:r>
              <w:rPr>
                <w:b/>
              </w:rPr>
              <w:t>Enz.</w:t>
            </w:r>
          </w:p>
          <w:p w:rsidR="002F548D" w:rsidRDefault="002F548D" w:rsidP="009F3A9D">
            <w:pPr>
              <w:pStyle w:val="Geenafstand"/>
              <w:rPr>
                <w:b/>
              </w:rPr>
            </w:pPr>
          </w:p>
          <w:p w:rsidR="002F548D" w:rsidRDefault="002F548D" w:rsidP="009F3A9D">
            <w:pPr>
              <w:pStyle w:val="Geenafstand"/>
              <w:rPr>
                <w:b/>
              </w:rPr>
            </w:pPr>
          </w:p>
          <w:p w:rsidR="002F548D" w:rsidRDefault="002F548D" w:rsidP="009F3A9D">
            <w:pPr>
              <w:pStyle w:val="Geenafstand"/>
              <w:rPr>
                <w:b/>
              </w:rPr>
            </w:pPr>
          </w:p>
          <w:p w:rsidR="002F548D" w:rsidRDefault="002F548D" w:rsidP="009F3A9D">
            <w:pPr>
              <w:pStyle w:val="Geenafstand"/>
              <w:rPr>
                <w:b/>
              </w:rPr>
            </w:pPr>
          </w:p>
          <w:p w:rsidR="002F548D" w:rsidRPr="00DE502B" w:rsidRDefault="002F548D" w:rsidP="009F3A9D">
            <w:pPr>
              <w:pStyle w:val="Geenafstand"/>
              <w:rPr>
                <w:b/>
              </w:rPr>
            </w:pPr>
          </w:p>
        </w:tc>
      </w:tr>
      <w:tr w:rsidR="002F548D" w:rsidTr="005B69E5">
        <w:trPr>
          <w:trHeight w:val="2935"/>
        </w:trPr>
        <w:tc>
          <w:tcPr>
            <w:tcW w:w="9288" w:type="dxa"/>
            <w:gridSpan w:val="3"/>
          </w:tcPr>
          <w:p w:rsidR="002F548D" w:rsidRPr="00DE502B" w:rsidRDefault="002F548D" w:rsidP="009F3A9D">
            <w:pPr>
              <w:pStyle w:val="Geenafstand"/>
              <w:rPr>
                <w:b/>
              </w:rPr>
            </w:pPr>
            <w:r>
              <w:rPr>
                <w:b/>
              </w:rPr>
              <w:t>Verbeterpunten in de onderlinge samenwerking in de groep:</w:t>
            </w:r>
          </w:p>
          <w:p w:rsidR="002F548D" w:rsidRPr="00DE502B" w:rsidRDefault="002F548D" w:rsidP="009F3A9D">
            <w:pPr>
              <w:pStyle w:val="Geenafstand"/>
              <w:rPr>
                <w:b/>
              </w:rPr>
            </w:pPr>
          </w:p>
          <w:p w:rsidR="002F548D" w:rsidRDefault="002F548D" w:rsidP="009F3A9D">
            <w:pPr>
              <w:pStyle w:val="Geenafstand"/>
            </w:pPr>
          </w:p>
          <w:p w:rsidR="002F548D" w:rsidRDefault="002F548D" w:rsidP="009F3A9D">
            <w:pPr>
              <w:pStyle w:val="Geenafstand"/>
            </w:pPr>
          </w:p>
          <w:p w:rsidR="002F548D" w:rsidRDefault="002F548D" w:rsidP="009F3A9D">
            <w:pPr>
              <w:pStyle w:val="Geenafstand"/>
            </w:pPr>
          </w:p>
          <w:p w:rsidR="002F548D" w:rsidRDefault="002F548D" w:rsidP="009F3A9D">
            <w:pPr>
              <w:pStyle w:val="Geenafstand"/>
            </w:pPr>
          </w:p>
          <w:p w:rsidR="002F548D" w:rsidRDefault="002F548D" w:rsidP="009F3A9D">
            <w:pPr>
              <w:pStyle w:val="Geenafstand"/>
            </w:pPr>
          </w:p>
          <w:p w:rsidR="002F548D" w:rsidRDefault="002F548D" w:rsidP="009F3A9D">
            <w:pPr>
              <w:pStyle w:val="Geenafstand"/>
            </w:pPr>
          </w:p>
          <w:p w:rsidR="002F548D" w:rsidRDefault="002F548D" w:rsidP="009F3A9D">
            <w:pPr>
              <w:pStyle w:val="Geenafstand"/>
            </w:pPr>
          </w:p>
          <w:p w:rsidR="002F548D" w:rsidRDefault="002F548D" w:rsidP="009F3A9D">
            <w:pPr>
              <w:pStyle w:val="Geenafstand"/>
            </w:pPr>
          </w:p>
          <w:p w:rsidR="002F548D" w:rsidRPr="00DE502B" w:rsidRDefault="002F548D" w:rsidP="009F3A9D">
            <w:pPr>
              <w:pStyle w:val="Geenafstand"/>
              <w:rPr>
                <w:b/>
              </w:rPr>
            </w:pPr>
          </w:p>
        </w:tc>
      </w:tr>
      <w:tr w:rsidR="000D1ED5" w:rsidRPr="00DE502B" w:rsidTr="00CC2CE4">
        <w:tc>
          <w:tcPr>
            <w:tcW w:w="3096" w:type="dxa"/>
          </w:tcPr>
          <w:p w:rsidR="000D1ED5" w:rsidRPr="00DE502B" w:rsidRDefault="000D1ED5" w:rsidP="009F3A9D">
            <w:pPr>
              <w:pStyle w:val="Geenafstand"/>
              <w:rPr>
                <w:b/>
              </w:rPr>
            </w:pPr>
            <w:r w:rsidRPr="00DE502B">
              <w:rPr>
                <w:b/>
              </w:rPr>
              <w:t>Deelnemer</w:t>
            </w:r>
          </w:p>
        </w:tc>
        <w:tc>
          <w:tcPr>
            <w:tcW w:w="3096" w:type="dxa"/>
          </w:tcPr>
          <w:p w:rsidR="000D1ED5" w:rsidRPr="00DE502B" w:rsidRDefault="000D1ED5" w:rsidP="009F3A9D">
            <w:pPr>
              <w:pStyle w:val="Geenafstand"/>
              <w:rPr>
                <w:b/>
              </w:rPr>
            </w:pPr>
            <w:r w:rsidRPr="00DE502B">
              <w:rPr>
                <w:b/>
              </w:rPr>
              <w:t>TOP</w:t>
            </w:r>
          </w:p>
        </w:tc>
        <w:tc>
          <w:tcPr>
            <w:tcW w:w="3096" w:type="dxa"/>
          </w:tcPr>
          <w:p w:rsidR="000D1ED5" w:rsidRPr="00DE502B" w:rsidRDefault="000D1ED5" w:rsidP="009F3A9D">
            <w:pPr>
              <w:pStyle w:val="Geenafstand"/>
              <w:rPr>
                <w:b/>
              </w:rPr>
            </w:pPr>
            <w:r w:rsidRPr="00DE502B">
              <w:rPr>
                <w:b/>
              </w:rPr>
              <w:t>TIP</w:t>
            </w:r>
          </w:p>
        </w:tc>
      </w:tr>
      <w:tr w:rsidR="000D1ED5" w:rsidTr="00CC2CE4">
        <w:tc>
          <w:tcPr>
            <w:tcW w:w="3096" w:type="dxa"/>
          </w:tcPr>
          <w:p w:rsidR="000D1ED5" w:rsidRDefault="000D1ED5" w:rsidP="009F3A9D">
            <w:pPr>
              <w:pStyle w:val="Geenafstand"/>
            </w:pPr>
            <w:r>
              <w:t>1.</w:t>
            </w:r>
          </w:p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</w:tr>
      <w:tr w:rsidR="000D1ED5" w:rsidTr="00CC2CE4">
        <w:tc>
          <w:tcPr>
            <w:tcW w:w="3096" w:type="dxa"/>
          </w:tcPr>
          <w:p w:rsidR="000D1ED5" w:rsidRDefault="000D1ED5" w:rsidP="009F3A9D">
            <w:pPr>
              <w:pStyle w:val="Geenafstand"/>
            </w:pPr>
            <w:r>
              <w:t>2.</w:t>
            </w:r>
          </w:p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</w:tr>
      <w:tr w:rsidR="000D1ED5" w:rsidTr="00CC2CE4">
        <w:tc>
          <w:tcPr>
            <w:tcW w:w="3096" w:type="dxa"/>
          </w:tcPr>
          <w:p w:rsidR="000D1ED5" w:rsidRDefault="000D1ED5" w:rsidP="009F3A9D">
            <w:pPr>
              <w:pStyle w:val="Geenafstand"/>
            </w:pPr>
            <w:r>
              <w:t>3.</w:t>
            </w:r>
          </w:p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</w:tr>
      <w:tr w:rsidR="000D1ED5" w:rsidTr="00CC2CE4">
        <w:tc>
          <w:tcPr>
            <w:tcW w:w="3096" w:type="dxa"/>
          </w:tcPr>
          <w:p w:rsidR="000D1ED5" w:rsidRDefault="000D1ED5" w:rsidP="009F3A9D">
            <w:pPr>
              <w:pStyle w:val="Geenafstand"/>
            </w:pPr>
            <w:r>
              <w:t>4.</w:t>
            </w:r>
          </w:p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</w:tr>
      <w:tr w:rsidR="000D1ED5" w:rsidTr="00CC2CE4">
        <w:tc>
          <w:tcPr>
            <w:tcW w:w="3096" w:type="dxa"/>
          </w:tcPr>
          <w:p w:rsidR="000D1ED5" w:rsidRDefault="000D1ED5" w:rsidP="009F3A9D">
            <w:pPr>
              <w:pStyle w:val="Geenafstand"/>
            </w:pPr>
            <w:r>
              <w:t>5.</w:t>
            </w:r>
          </w:p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</w:tr>
      <w:tr w:rsidR="000D1ED5" w:rsidTr="00CC2CE4">
        <w:tc>
          <w:tcPr>
            <w:tcW w:w="3096" w:type="dxa"/>
          </w:tcPr>
          <w:p w:rsidR="000D1ED5" w:rsidRDefault="000D1ED5" w:rsidP="009F3A9D">
            <w:pPr>
              <w:pStyle w:val="Geenafstand"/>
            </w:pPr>
            <w:r>
              <w:t>6.</w:t>
            </w:r>
          </w:p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</w:tr>
    </w:tbl>
    <w:p w:rsidR="00BD3ADA" w:rsidRDefault="00BD3ADA" w:rsidP="00777006">
      <w:pPr>
        <w:tabs>
          <w:tab w:val="left" w:pos="1250"/>
        </w:tabs>
      </w:pPr>
    </w:p>
    <w:p w:rsidR="00BD3ADA" w:rsidRDefault="00BD3ADA" w:rsidP="00777006">
      <w:pPr>
        <w:tabs>
          <w:tab w:val="left" w:pos="1250"/>
        </w:tabs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8"/>
      </w:tblGrid>
      <w:tr w:rsidR="00BD3ADA" w:rsidRPr="00DE502B" w:rsidTr="002F548D">
        <w:tc>
          <w:tcPr>
            <w:tcW w:w="9288" w:type="dxa"/>
            <w:shd w:val="clear" w:color="auto" w:fill="FF3399"/>
          </w:tcPr>
          <w:p w:rsidR="00BD3ADA" w:rsidRPr="00DE502B" w:rsidRDefault="00BD3ADA" w:rsidP="009F3A9D">
            <w:pPr>
              <w:pStyle w:val="Geenafstand"/>
              <w:rPr>
                <w:b/>
                <w:sz w:val="28"/>
                <w:szCs w:val="28"/>
              </w:rPr>
            </w:pPr>
            <w:r w:rsidRPr="00DE502B">
              <w:rPr>
                <w:b/>
                <w:sz w:val="28"/>
                <w:szCs w:val="28"/>
              </w:rPr>
              <w:lastRenderedPageBreak/>
              <w:t>Evaluatie product:</w:t>
            </w:r>
          </w:p>
        </w:tc>
      </w:tr>
      <w:tr w:rsidR="00BD3ADA" w:rsidTr="002F548D">
        <w:trPr>
          <w:trHeight w:val="6425"/>
        </w:trPr>
        <w:tc>
          <w:tcPr>
            <w:tcW w:w="9288" w:type="dxa"/>
          </w:tcPr>
          <w:p w:rsidR="00C2506D" w:rsidRDefault="00C2506D" w:rsidP="009F3A9D">
            <w:pPr>
              <w:pStyle w:val="Geenafstand"/>
              <w:rPr>
                <w:b/>
              </w:rPr>
            </w:pPr>
          </w:p>
          <w:p w:rsidR="00C2506D" w:rsidRDefault="00C2506D" w:rsidP="009F3A9D">
            <w:pPr>
              <w:pStyle w:val="Geenafstand"/>
              <w:rPr>
                <w:b/>
              </w:rPr>
            </w:pPr>
          </w:p>
          <w:p w:rsidR="00C2506D" w:rsidRDefault="00C2506D" w:rsidP="009F3A9D">
            <w:pPr>
              <w:pStyle w:val="Geenafstand"/>
              <w:rPr>
                <w:b/>
              </w:rPr>
            </w:pPr>
          </w:p>
          <w:p w:rsidR="00C2506D" w:rsidRDefault="00C2506D" w:rsidP="009F3A9D">
            <w:pPr>
              <w:pStyle w:val="Geenafstand"/>
              <w:rPr>
                <w:b/>
              </w:rPr>
            </w:pPr>
          </w:p>
          <w:p w:rsidR="00C2506D" w:rsidRDefault="00C2506D" w:rsidP="009F3A9D">
            <w:pPr>
              <w:pStyle w:val="Geenafstand"/>
              <w:rPr>
                <w:b/>
              </w:rPr>
            </w:pPr>
          </w:p>
          <w:p w:rsidR="00C2506D" w:rsidRDefault="00C2506D" w:rsidP="009F3A9D">
            <w:pPr>
              <w:pStyle w:val="Geenafstand"/>
              <w:rPr>
                <w:b/>
              </w:rPr>
            </w:pPr>
          </w:p>
          <w:p w:rsidR="00C2506D" w:rsidRDefault="00C2506D" w:rsidP="009F3A9D">
            <w:pPr>
              <w:pStyle w:val="Geenafstand"/>
              <w:rPr>
                <w:b/>
              </w:rPr>
            </w:pPr>
          </w:p>
          <w:p w:rsidR="00C2506D" w:rsidRDefault="00C2506D" w:rsidP="009F3A9D">
            <w:pPr>
              <w:pStyle w:val="Geenafstand"/>
              <w:rPr>
                <w:b/>
              </w:rPr>
            </w:pPr>
          </w:p>
          <w:p w:rsidR="00C2506D" w:rsidRDefault="00C2506D" w:rsidP="009F3A9D">
            <w:pPr>
              <w:pStyle w:val="Geenafstand"/>
              <w:rPr>
                <w:b/>
              </w:rPr>
            </w:pPr>
          </w:p>
          <w:p w:rsidR="00C2506D" w:rsidRDefault="00C2506D" w:rsidP="009F3A9D">
            <w:pPr>
              <w:pStyle w:val="Geenafstand"/>
              <w:rPr>
                <w:b/>
              </w:rPr>
            </w:pPr>
          </w:p>
          <w:p w:rsidR="00C2506D" w:rsidRDefault="00C2506D" w:rsidP="009F3A9D">
            <w:pPr>
              <w:pStyle w:val="Geenafstand"/>
              <w:rPr>
                <w:b/>
              </w:rPr>
            </w:pPr>
          </w:p>
          <w:p w:rsidR="00C2506D" w:rsidRDefault="00C2506D" w:rsidP="009F3A9D">
            <w:pPr>
              <w:pStyle w:val="Geenafstand"/>
              <w:rPr>
                <w:b/>
              </w:rPr>
            </w:pPr>
          </w:p>
          <w:p w:rsidR="00C2506D" w:rsidRDefault="00C2506D" w:rsidP="009F3A9D">
            <w:pPr>
              <w:pStyle w:val="Geenafstand"/>
              <w:rPr>
                <w:b/>
              </w:rPr>
            </w:pPr>
          </w:p>
          <w:p w:rsidR="00537E08" w:rsidRDefault="00537E08" w:rsidP="009F3A9D">
            <w:pPr>
              <w:pStyle w:val="Geenafstand"/>
              <w:rPr>
                <w:b/>
              </w:rPr>
            </w:pPr>
          </w:p>
          <w:p w:rsidR="00537E08" w:rsidRDefault="00537E08" w:rsidP="009F3A9D">
            <w:pPr>
              <w:pStyle w:val="Geenafstand"/>
              <w:rPr>
                <w:b/>
              </w:rPr>
            </w:pPr>
          </w:p>
          <w:p w:rsidR="00537E08" w:rsidRDefault="00537E08" w:rsidP="009F3A9D">
            <w:pPr>
              <w:pStyle w:val="Geenafstand"/>
              <w:rPr>
                <w:b/>
              </w:rPr>
            </w:pPr>
          </w:p>
          <w:p w:rsidR="00537E08" w:rsidRDefault="00537E08" w:rsidP="009F3A9D">
            <w:pPr>
              <w:pStyle w:val="Geenafstand"/>
              <w:rPr>
                <w:b/>
              </w:rPr>
            </w:pPr>
          </w:p>
          <w:p w:rsidR="00537E08" w:rsidRDefault="00537E08" w:rsidP="009F3A9D">
            <w:pPr>
              <w:pStyle w:val="Geenafstand"/>
              <w:rPr>
                <w:b/>
              </w:rPr>
            </w:pPr>
          </w:p>
          <w:p w:rsidR="00537E08" w:rsidRDefault="00537E08" w:rsidP="009F3A9D">
            <w:pPr>
              <w:pStyle w:val="Geenafstand"/>
              <w:rPr>
                <w:b/>
              </w:rPr>
            </w:pPr>
          </w:p>
          <w:p w:rsidR="00537E08" w:rsidRDefault="00537E08" w:rsidP="009F3A9D">
            <w:pPr>
              <w:pStyle w:val="Geenafstand"/>
              <w:rPr>
                <w:b/>
              </w:rPr>
            </w:pPr>
          </w:p>
          <w:p w:rsidR="00537E08" w:rsidRDefault="00537E08" w:rsidP="009F3A9D">
            <w:pPr>
              <w:pStyle w:val="Geenafstand"/>
              <w:rPr>
                <w:b/>
              </w:rPr>
            </w:pPr>
          </w:p>
          <w:p w:rsidR="00537E08" w:rsidRDefault="00537E08" w:rsidP="009F3A9D">
            <w:pPr>
              <w:pStyle w:val="Geenafstand"/>
              <w:rPr>
                <w:b/>
              </w:rPr>
            </w:pPr>
          </w:p>
          <w:p w:rsidR="00BD3ADA" w:rsidRDefault="00BD3ADA" w:rsidP="009F3A9D">
            <w:pPr>
              <w:pStyle w:val="Geenafstand"/>
            </w:pPr>
          </w:p>
        </w:tc>
      </w:tr>
      <w:tr w:rsidR="002F548D" w:rsidTr="009F3A9D">
        <w:trPr>
          <w:trHeight w:val="6742"/>
        </w:trPr>
        <w:tc>
          <w:tcPr>
            <w:tcW w:w="9288" w:type="dxa"/>
          </w:tcPr>
          <w:p w:rsidR="002F548D" w:rsidRDefault="002F548D" w:rsidP="009F3A9D">
            <w:pPr>
              <w:pStyle w:val="Geenafstand"/>
            </w:pPr>
          </w:p>
          <w:p w:rsidR="002F548D" w:rsidRDefault="002F548D" w:rsidP="009F3A9D">
            <w:pPr>
              <w:pStyle w:val="Geenafstand"/>
            </w:pPr>
          </w:p>
          <w:p w:rsidR="002F548D" w:rsidRDefault="002F548D" w:rsidP="009F3A9D">
            <w:pPr>
              <w:pStyle w:val="Geenafstand"/>
            </w:pPr>
          </w:p>
          <w:p w:rsidR="002F548D" w:rsidRDefault="002F548D" w:rsidP="009F3A9D">
            <w:pPr>
              <w:pStyle w:val="Geenafstand"/>
            </w:pPr>
          </w:p>
          <w:p w:rsidR="002F548D" w:rsidRDefault="002F548D" w:rsidP="009F3A9D">
            <w:pPr>
              <w:pStyle w:val="Geenafstand"/>
            </w:pPr>
          </w:p>
          <w:p w:rsidR="002F548D" w:rsidRDefault="002F548D" w:rsidP="009F3A9D">
            <w:pPr>
              <w:pStyle w:val="Geenafstand"/>
            </w:pPr>
          </w:p>
          <w:p w:rsidR="002F548D" w:rsidRPr="00115987" w:rsidRDefault="002F548D" w:rsidP="009F3A9D">
            <w:pPr>
              <w:pStyle w:val="Geenafstand"/>
              <w:rPr>
                <w:b/>
              </w:rPr>
            </w:pPr>
          </w:p>
          <w:p w:rsidR="002F548D" w:rsidRDefault="002F548D" w:rsidP="009F3A9D">
            <w:pPr>
              <w:pStyle w:val="Geenafstand"/>
            </w:pPr>
          </w:p>
          <w:p w:rsidR="002F548D" w:rsidRDefault="002F548D" w:rsidP="009F3A9D">
            <w:pPr>
              <w:pStyle w:val="Geenafstand"/>
            </w:pPr>
          </w:p>
          <w:p w:rsidR="002F548D" w:rsidRDefault="002F548D" w:rsidP="009F3A9D">
            <w:pPr>
              <w:pStyle w:val="Geenafstand"/>
            </w:pPr>
          </w:p>
          <w:p w:rsidR="002F548D" w:rsidRDefault="002F548D" w:rsidP="009F3A9D">
            <w:pPr>
              <w:pStyle w:val="Geenafstand"/>
            </w:pPr>
          </w:p>
          <w:p w:rsidR="002F548D" w:rsidRDefault="002F548D" w:rsidP="009F3A9D">
            <w:pPr>
              <w:pStyle w:val="Geenafstand"/>
            </w:pPr>
          </w:p>
          <w:p w:rsidR="002F548D" w:rsidRDefault="002F548D" w:rsidP="009F3A9D">
            <w:pPr>
              <w:pStyle w:val="Geenafstand"/>
            </w:pPr>
          </w:p>
          <w:p w:rsidR="002F548D" w:rsidRDefault="002F548D" w:rsidP="009F3A9D">
            <w:pPr>
              <w:pStyle w:val="Geenafstand"/>
            </w:pPr>
          </w:p>
          <w:p w:rsidR="002F548D" w:rsidRDefault="002F548D" w:rsidP="009F3A9D">
            <w:pPr>
              <w:pStyle w:val="Geenafstand"/>
            </w:pPr>
          </w:p>
          <w:p w:rsidR="002F548D" w:rsidRDefault="002F548D" w:rsidP="009F3A9D">
            <w:pPr>
              <w:pStyle w:val="Geenafstand"/>
            </w:pPr>
          </w:p>
          <w:p w:rsidR="002F548D" w:rsidRDefault="002F548D" w:rsidP="009F3A9D">
            <w:pPr>
              <w:pStyle w:val="Geenafstand"/>
            </w:pPr>
            <w:bookmarkStart w:id="0" w:name="_GoBack"/>
            <w:bookmarkEnd w:id="0"/>
          </w:p>
          <w:p w:rsidR="002F548D" w:rsidRDefault="002F548D" w:rsidP="009F3A9D">
            <w:pPr>
              <w:pStyle w:val="Geenafstand"/>
            </w:pPr>
          </w:p>
          <w:p w:rsidR="002F548D" w:rsidRDefault="002F548D" w:rsidP="009F3A9D">
            <w:pPr>
              <w:pStyle w:val="Geenafstand"/>
            </w:pPr>
          </w:p>
          <w:p w:rsidR="002F548D" w:rsidRDefault="002F548D" w:rsidP="009F3A9D">
            <w:pPr>
              <w:pStyle w:val="Geenafstand"/>
            </w:pPr>
          </w:p>
          <w:p w:rsidR="002F548D" w:rsidRDefault="002F548D" w:rsidP="009F3A9D">
            <w:pPr>
              <w:pStyle w:val="Geenafstand"/>
            </w:pPr>
          </w:p>
          <w:p w:rsidR="002F548D" w:rsidRDefault="002F548D" w:rsidP="009F3A9D">
            <w:pPr>
              <w:pStyle w:val="Geenafstand"/>
            </w:pPr>
          </w:p>
          <w:p w:rsidR="002F548D" w:rsidRDefault="002F548D" w:rsidP="009F3A9D">
            <w:pPr>
              <w:pStyle w:val="Geenafstand"/>
            </w:pPr>
          </w:p>
          <w:p w:rsidR="002F548D" w:rsidRDefault="002F548D" w:rsidP="009F3A9D">
            <w:pPr>
              <w:pStyle w:val="Geenafstand"/>
              <w:rPr>
                <w:b/>
              </w:rPr>
            </w:pPr>
          </w:p>
        </w:tc>
      </w:tr>
    </w:tbl>
    <w:p w:rsidR="00BD3ADA" w:rsidRPr="00777006" w:rsidRDefault="00BD3ADA" w:rsidP="00537E08">
      <w:pPr>
        <w:tabs>
          <w:tab w:val="left" w:pos="1250"/>
        </w:tabs>
      </w:pPr>
    </w:p>
    <w:sectPr w:rsidR="00BD3ADA" w:rsidRPr="00777006" w:rsidSect="00791F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PC Scala San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65E05"/>
    <w:multiLevelType w:val="hybridMultilevel"/>
    <w:tmpl w:val="FA90FDD4"/>
    <w:lvl w:ilvl="0" w:tplc="50E86A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3A3A9F"/>
    <w:multiLevelType w:val="hybridMultilevel"/>
    <w:tmpl w:val="2EC246B2"/>
    <w:lvl w:ilvl="0" w:tplc="E62A716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A67439"/>
    <w:multiLevelType w:val="hybridMultilevel"/>
    <w:tmpl w:val="187A6CAA"/>
    <w:lvl w:ilvl="0" w:tplc="AF24A06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DF26092C-9763-46FF-9A56-74D7DE6EFF85}"/>
    <w:docVar w:name="dgnword-eventsink" w:val="147379696"/>
  </w:docVars>
  <w:rsids>
    <w:rsidRoot w:val="005D4E76"/>
    <w:rsid w:val="00060D7F"/>
    <w:rsid w:val="000D1ED5"/>
    <w:rsid w:val="000D2D8D"/>
    <w:rsid w:val="00104B87"/>
    <w:rsid w:val="00115987"/>
    <w:rsid w:val="00132AF9"/>
    <w:rsid w:val="002E7672"/>
    <w:rsid w:val="002F548D"/>
    <w:rsid w:val="003C5154"/>
    <w:rsid w:val="00403D23"/>
    <w:rsid w:val="00454758"/>
    <w:rsid w:val="00455E36"/>
    <w:rsid w:val="004F0556"/>
    <w:rsid w:val="00537E08"/>
    <w:rsid w:val="005A481E"/>
    <w:rsid w:val="005D4E76"/>
    <w:rsid w:val="006006AA"/>
    <w:rsid w:val="006A0E27"/>
    <w:rsid w:val="006B132F"/>
    <w:rsid w:val="006C1A5B"/>
    <w:rsid w:val="007555C0"/>
    <w:rsid w:val="00777006"/>
    <w:rsid w:val="00791F2B"/>
    <w:rsid w:val="00794036"/>
    <w:rsid w:val="008960D0"/>
    <w:rsid w:val="00953E09"/>
    <w:rsid w:val="009C2A27"/>
    <w:rsid w:val="009C5236"/>
    <w:rsid w:val="00A25768"/>
    <w:rsid w:val="00A327E5"/>
    <w:rsid w:val="00A62D1D"/>
    <w:rsid w:val="00A77853"/>
    <w:rsid w:val="00AC056F"/>
    <w:rsid w:val="00AD1AEF"/>
    <w:rsid w:val="00BA06C0"/>
    <w:rsid w:val="00BD3ADA"/>
    <w:rsid w:val="00C2506D"/>
    <w:rsid w:val="00C53C0D"/>
    <w:rsid w:val="00C96574"/>
    <w:rsid w:val="00D0255D"/>
    <w:rsid w:val="00D037CD"/>
    <w:rsid w:val="00D21008"/>
    <w:rsid w:val="00D2767B"/>
    <w:rsid w:val="00D4785F"/>
    <w:rsid w:val="00D7379F"/>
    <w:rsid w:val="00DE502B"/>
    <w:rsid w:val="00E06480"/>
    <w:rsid w:val="00ED4789"/>
    <w:rsid w:val="00EE41E4"/>
    <w:rsid w:val="00F64986"/>
    <w:rsid w:val="00FE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D4E76"/>
    <w:pPr>
      <w:widowControl w:val="0"/>
      <w:spacing w:after="0" w:line="240" w:lineRule="auto"/>
    </w:pPr>
    <w:rPr>
      <w:rFonts w:eastAsia="Times New Roman" w:cs="Times New Roman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5D4E76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5D4E76"/>
    <w:rPr>
      <w:rFonts w:eastAsia="Times New Roman" w:cs="Arial"/>
      <w:b/>
      <w:bCs/>
      <w:kern w:val="32"/>
      <w:sz w:val="32"/>
      <w:szCs w:val="32"/>
      <w:lang w:eastAsia="nl-NL"/>
    </w:rPr>
  </w:style>
  <w:style w:type="paragraph" w:styleId="Plattetekst">
    <w:name w:val="Body Text"/>
    <w:basedOn w:val="Standaard"/>
    <w:link w:val="PlattetekstChar"/>
    <w:rsid w:val="005D4E76"/>
    <w:pPr>
      <w:widowControl/>
    </w:pPr>
    <w:rPr>
      <w:b/>
      <w:sz w:val="22"/>
      <w:szCs w:val="24"/>
    </w:rPr>
  </w:style>
  <w:style w:type="character" w:customStyle="1" w:styleId="PlattetekstChar">
    <w:name w:val="Platte tekst Char"/>
    <w:basedOn w:val="Standaardalinea-lettertype"/>
    <w:link w:val="Plattetekst"/>
    <w:rsid w:val="005D4E76"/>
    <w:rPr>
      <w:rFonts w:eastAsia="Times New Roman" w:cs="Times New Roman"/>
      <w:b/>
      <w:sz w:val="22"/>
      <w:szCs w:val="24"/>
      <w:lang w:eastAsia="nl-NL"/>
    </w:rPr>
  </w:style>
  <w:style w:type="paragraph" w:customStyle="1" w:styleId="Plattetekst21">
    <w:name w:val="Platte tekst 21"/>
    <w:basedOn w:val="Standaard"/>
    <w:rsid w:val="005D4E76"/>
    <w:pPr>
      <w:widowControl/>
      <w:suppressAutoHyphens/>
    </w:pPr>
    <w:rPr>
      <w:rFonts w:ascii="Times New Roman" w:hAnsi="Times New Roman"/>
      <w:b/>
      <w:sz w:val="24"/>
      <w:lang w:eastAsia="ar-SA"/>
    </w:rPr>
  </w:style>
  <w:style w:type="paragraph" w:styleId="Lijstopsomteken2">
    <w:name w:val="List Bullet 2"/>
    <w:basedOn w:val="Standaard"/>
    <w:autoRedefine/>
    <w:rsid w:val="005D4E76"/>
    <w:pPr>
      <w:autoSpaceDE w:val="0"/>
      <w:autoSpaceDN w:val="0"/>
      <w:adjustRightInd w:val="0"/>
    </w:pPr>
    <w:rPr>
      <w:rFonts w:cs="Arial"/>
      <w:sz w:val="22"/>
    </w:rPr>
  </w:style>
  <w:style w:type="character" w:styleId="Hyperlink">
    <w:name w:val="Hyperlink"/>
    <w:basedOn w:val="Standaardalinea-lettertype"/>
    <w:uiPriority w:val="99"/>
    <w:unhideWhenUsed/>
    <w:rsid w:val="00D037CD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E06480"/>
    <w:pPr>
      <w:ind w:left="720"/>
      <w:contextualSpacing/>
    </w:pPr>
  </w:style>
  <w:style w:type="paragraph" w:styleId="Geenafstand">
    <w:name w:val="No Spacing"/>
    <w:uiPriority w:val="1"/>
    <w:qFormat/>
    <w:rsid w:val="00777006"/>
    <w:pPr>
      <w:spacing w:after="0" w:line="240" w:lineRule="auto"/>
    </w:pPr>
    <w:rPr>
      <w:rFonts w:asciiTheme="minorHAnsi" w:hAnsiTheme="minorHAnsi"/>
      <w:sz w:val="22"/>
    </w:rPr>
  </w:style>
  <w:style w:type="table" w:styleId="Tabelraster">
    <w:name w:val="Table Grid"/>
    <w:basedOn w:val="Standaardtabel"/>
    <w:uiPriority w:val="59"/>
    <w:rsid w:val="00777006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D4E76"/>
    <w:pPr>
      <w:widowControl w:val="0"/>
      <w:spacing w:after="0" w:line="240" w:lineRule="auto"/>
    </w:pPr>
    <w:rPr>
      <w:rFonts w:eastAsia="Times New Roman" w:cs="Times New Roman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5D4E76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5D4E76"/>
    <w:rPr>
      <w:rFonts w:eastAsia="Times New Roman" w:cs="Arial"/>
      <w:b/>
      <w:bCs/>
      <w:kern w:val="32"/>
      <w:sz w:val="32"/>
      <w:szCs w:val="32"/>
      <w:lang w:eastAsia="nl-NL"/>
    </w:rPr>
  </w:style>
  <w:style w:type="paragraph" w:styleId="Plattetekst">
    <w:name w:val="Body Text"/>
    <w:basedOn w:val="Standaard"/>
    <w:link w:val="PlattetekstChar"/>
    <w:rsid w:val="005D4E76"/>
    <w:pPr>
      <w:widowControl/>
    </w:pPr>
    <w:rPr>
      <w:b/>
      <w:sz w:val="22"/>
      <w:szCs w:val="24"/>
    </w:rPr>
  </w:style>
  <w:style w:type="character" w:customStyle="1" w:styleId="PlattetekstChar">
    <w:name w:val="Platte tekst Char"/>
    <w:basedOn w:val="Standaardalinea-lettertype"/>
    <w:link w:val="Plattetekst"/>
    <w:rsid w:val="005D4E76"/>
    <w:rPr>
      <w:rFonts w:eastAsia="Times New Roman" w:cs="Times New Roman"/>
      <w:b/>
      <w:sz w:val="22"/>
      <w:szCs w:val="24"/>
      <w:lang w:eastAsia="nl-NL"/>
    </w:rPr>
  </w:style>
  <w:style w:type="paragraph" w:customStyle="1" w:styleId="Plattetekst21">
    <w:name w:val="Platte tekst 21"/>
    <w:basedOn w:val="Standaard"/>
    <w:rsid w:val="005D4E76"/>
    <w:pPr>
      <w:widowControl/>
      <w:suppressAutoHyphens/>
    </w:pPr>
    <w:rPr>
      <w:rFonts w:ascii="Times New Roman" w:hAnsi="Times New Roman"/>
      <w:b/>
      <w:sz w:val="24"/>
      <w:lang w:eastAsia="ar-SA"/>
    </w:rPr>
  </w:style>
  <w:style w:type="paragraph" w:styleId="Lijstopsomteken2">
    <w:name w:val="List Bullet 2"/>
    <w:basedOn w:val="Standaard"/>
    <w:autoRedefine/>
    <w:rsid w:val="005D4E76"/>
    <w:pPr>
      <w:autoSpaceDE w:val="0"/>
      <w:autoSpaceDN w:val="0"/>
      <w:adjustRightInd w:val="0"/>
    </w:pPr>
    <w:rPr>
      <w:rFonts w:cs="Arial"/>
      <w:sz w:val="22"/>
    </w:rPr>
  </w:style>
  <w:style w:type="character" w:styleId="Hyperlink">
    <w:name w:val="Hyperlink"/>
    <w:basedOn w:val="Standaardalinea-lettertype"/>
    <w:uiPriority w:val="99"/>
    <w:unhideWhenUsed/>
    <w:rsid w:val="00D037CD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E06480"/>
    <w:pPr>
      <w:ind w:left="720"/>
      <w:contextualSpacing/>
    </w:pPr>
  </w:style>
  <w:style w:type="paragraph" w:styleId="Geenafstand">
    <w:name w:val="No Spacing"/>
    <w:uiPriority w:val="1"/>
    <w:qFormat/>
    <w:rsid w:val="00777006"/>
    <w:pPr>
      <w:spacing w:after="0" w:line="240" w:lineRule="auto"/>
    </w:pPr>
    <w:rPr>
      <w:rFonts w:asciiTheme="minorHAnsi" w:hAnsiTheme="minorHAnsi"/>
      <w:sz w:val="22"/>
    </w:rPr>
  </w:style>
  <w:style w:type="table" w:styleId="Tabelraster">
    <w:name w:val="Table Grid"/>
    <w:basedOn w:val="Standaardtabel"/>
    <w:uiPriority w:val="59"/>
    <w:rsid w:val="00777006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C3B2252E</Template>
  <TotalTime>9</TotalTime>
  <Pages>6</Pages>
  <Words>318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DeVries</dc:creator>
  <cp:lastModifiedBy>E.H. Scheltens-Flink</cp:lastModifiedBy>
  <cp:revision>4</cp:revision>
  <cp:lastPrinted>2014-02-03T12:38:00Z</cp:lastPrinted>
  <dcterms:created xsi:type="dcterms:W3CDTF">2016-08-25T16:19:00Z</dcterms:created>
  <dcterms:modified xsi:type="dcterms:W3CDTF">2016-09-05T10:12:00Z</dcterms:modified>
</cp:coreProperties>
</file>