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B474A0" w:rsidRPr="00B96CF8" w:rsidTr="008F41C2">
        <w:trPr>
          <w:trHeight w:val="1265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B96CF8" w:rsidRDefault="00B474A0" w:rsidP="008F41C2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B96CF8">
              <w:rPr>
                <w:rFonts w:eastAsia="Calibri" w:cstheme="minorHAnsi"/>
                <w:sz w:val="20"/>
                <w:szCs w:val="20"/>
              </w:rPr>
              <w:object w:dxaOrig="17893" w:dyaOrig="3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1.85pt;height:35.15pt" o:ole="">
                  <v:imagedata r:id="rId6" o:title=""/>
                </v:shape>
                <o:OLEObject Type="Embed" ProgID="MSPhotoEd.3" ShapeID="_x0000_i1025" DrawAspect="Content" ObjectID="_1517231793" r:id="rId7"/>
              </w:object>
            </w:r>
          </w:p>
          <w:p w:rsidR="00B474A0" w:rsidRPr="00B96CF8" w:rsidRDefault="00B474A0" w:rsidP="008F41C2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B96CF8">
              <w:rPr>
                <w:rFonts w:eastAsia="Calibri" w:cstheme="minorHAnsi"/>
                <w:b/>
                <w:sz w:val="24"/>
                <w:szCs w:val="24"/>
              </w:rPr>
              <w:t>Gezondheidszorg en welzijn</w:t>
            </w:r>
          </w:p>
          <w:p w:rsidR="00B474A0" w:rsidRPr="00B96CF8" w:rsidRDefault="008F41C2" w:rsidP="008F41C2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Medewerker maatschappelijke zorg/ </w:t>
            </w:r>
            <w:bookmarkStart w:id="0" w:name="_GoBack"/>
            <w:bookmarkEnd w:id="0"/>
            <w:r w:rsidR="00B474A0" w:rsidRPr="00B96CF8">
              <w:rPr>
                <w:rFonts w:eastAsia="Calibri" w:cstheme="minorHAnsi"/>
                <w:b/>
                <w:sz w:val="24"/>
                <w:szCs w:val="24"/>
              </w:rPr>
              <w:t>Verzorgende-IG</w:t>
            </w:r>
          </w:p>
        </w:tc>
      </w:tr>
      <w:tr w:rsidR="00B474A0" w:rsidRPr="004802BD" w:rsidTr="008F41C2">
        <w:trPr>
          <w:trHeight w:val="433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4802BD" w:rsidRDefault="00BF0E8C" w:rsidP="00B474A0">
            <w:pPr>
              <w:spacing w:after="0"/>
              <w:jc w:val="center"/>
              <w:rPr>
                <w:rFonts w:eastAsia="Calibri" w:cstheme="minorHAnsi"/>
                <w:b/>
                <w:color w:val="C00000"/>
                <w:sz w:val="24"/>
                <w:szCs w:val="24"/>
              </w:rPr>
            </w:pPr>
            <w:r>
              <w:rPr>
                <w:rFonts w:eastAsia="Calibri" w:cstheme="minorHAnsi"/>
                <w:b/>
                <w:color w:val="C00000"/>
                <w:sz w:val="24"/>
                <w:szCs w:val="24"/>
              </w:rPr>
              <w:t xml:space="preserve">Checklist opdracht andere culturen </w:t>
            </w:r>
            <w:r w:rsidR="00B474A0" w:rsidRPr="00BD3683">
              <w:rPr>
                <w:rFonts w:eastAsia="Calibri" w:cstheme="minorHAnsi"/>
                <w:b/>
                <w:color w:val="C00000"/>
                <w:sz w:val="24"/>
                <w:szCs w:val="24"/>
              </w:rPr>
              <w:t xml:space="preserve"> </w:t>
            </w:r>
          </w:p>
        </w:tc>
      </w:tr>
      <w:tr w:rsidR="003221FB" w:rsidRPr="003916C5" w:rsidTr="008F41C2">
        <w:trPr>
          <w:cantSplit/>
          <w:trHeight w:val="366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1FB" w:rsidRPr="003916C5" w:rsidRDefault="003221FB" w:rsidP="008F41C2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  <w:r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>Controlepunten</w:t>
            </w:r>
          </w:p>
        </w:tc>
      </w:tr>
      <w:tr w:rsidR="003221FB" w:rsidRPr="00864BF4" w:rsidTr="008F41C2">
        <w:trPr>
          <w:cantSplit/>
          <w:trHeight w:val="437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1FB" w:rsidRPr="00864BF4" w:rsidRDefault="003221FB" w:rsidP="008F41C2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1.a. Je kiest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in overleg met de docent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, n.a.v. ervaring en/of interes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se, twee verschillende culturen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.</w:t>
            </w:r>
          </w:p>
          <w:p w:rsidR="003221FB" w:rsidRPr="00864BF4" w:rsidRDefault="003221FB" w:rsidP="008F41C2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1.b. Je zoekt informatie over deze culturen over: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Het geloof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Verhouding 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man/vrouw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en verhouding met kinderen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Omgangsvormen</w:t>
            </w:r>
          </w:p>
          <w:p w:rsidR="003221FB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Voedsel en voedingsvoorschriften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Persoonlijke verzorging en hygiënische gewoontes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Kleding</w:t>
            </w:r>
          </w:p>
          <w:p w:rsidR="003221FB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Feesten en rituelen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Wonen </w:t>
            </w:r>
          </w:p>
          <w:p w:rsidR="003221FB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Omgaan met z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iekte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, handicap en ouder worden 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en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met mantelzorgers en professionele 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zorg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verleners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Aandachtspunten voor de verzorging en begeleiding door verzorgenden.</w:t>
            </w:r>
          </w:p>
          <w:p w:rsidR="003221FB" w:rsidRPr="00864BF4" w:rsidRDefault="003221FB" w:rsidP="008F41C2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1.c. Je maakt hierbij gebruik van je leerboeken, evt. geschikte websites en informatie van mensen uit deze culturen (interviews).</w:t>
            </w:r>
          </w:p>
          <w:p w:rsidR="003221FB" w:rsidRPr="00864BF4" w:rsidRDefault="003221FB" w:rsidP="008F41C2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1.d. Je onderzoekt hoe je een bronnenlijst moet maken en hoe je aan bronvermelding moet doen.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</w:r>
          </w:p>
        </w:tc>
      </w:tr>
      <w:tr w:rsidR="003221FB" w:rsidRPr="00864BF4" w:rsidTr="008F41C2">
        <w:trPr>
          <w:cantSplit/>
          <w:trHeight w:val="437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1FB" w:rsidRPr="00864BF4" w:rsidRDefault="003221FB" w:rsidP="008F41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2. 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Je maakt op basis van alle door jullie verzamelde informatie een aantrekkelijk tijdschrift over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de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twee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culturen.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Het tijdschrift start met een mooie cover 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Een colofon, waarin jullie gegevens staan en wie meegewerkt hebben aan de totstandkoming en bronvermelding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Inhoudsopgave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Mooi en toepasselijk beeldmateriaal 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Interviews die jullie gehouden hebben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Columns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Reportages/rubrieken aan de hand van de punten genoemd onder 1 (denk ook aan recepten, mode, woninginrichting,…)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P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aginanummering.</w:t>
            </w:r>
          </w:p>
          <w:p w:rsidR="003221FB" w:rsidRDefault="003221FB" w:rsidP="008F41C2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64BF4">
              <w:rPr>
                <w:rFonts w:ascii="Calibri" w:eastAsia="Calibri" w:hAnsi="Calibri" w:cs="Calibri"/>
                <w:sz w:val="20"/>
                <w:szCs w:val="20"/>
              </w:rPr>
              <w:t>Je kunt gebruik maken van Microsoft Publisher om een mooie lay-out te maken.</w:t>
            </w:r>
          </w:p>
          <w:p w:rsidR="003221FB" w:rsidRPr="00864BF4" w:rsidRDefault="003221FB" w:rsidP="008F41C2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3221FB" w:rsidRPr="00864BF4" w:rsidTr="008F41C2">
        <w:trPr>
          <w:cantSplit/>
          <w:trHeight w:val="437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1FB" w:rsidRDefault="003221FB" w:rsidP="006B72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3. 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Je geeft een presentatie over één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cultuur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. </w:t>
            </w:r>
          </w:p>
          <w:p w:rsidR="003221FB" w:rsidRDefault="003221FB" w:rsidP="008F41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De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presentatie duurt 15 minuten per groep.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Laat in de presentatie hapjes proeven van deze cultuur. Geef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elkaar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tops en tips over 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de inhoud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en vorm van de presentatie.</w:t>
            </w:r>
          </w:p>
          <w:p w:rsidR="003221FB" w:rsidRPr="00864BF4" w:rsidRDefault="003221FB" w:rsidP="008F41C2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3221FB" w:rsidRPr="00864BF4" w:rsidTr="008F41C2">
        <w:trPr>
          <w:cantSplit/>
          <w:trHeight w:val="437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1FB" w:rsidRPr="00864BF4" w:rsidRDefault="003221FB" w:rsidP="008F41C2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4. Per persoon lever je een reflectie in volgens de STARRT. </w:t>
            </w:r>
          </w:p>
        </w:tc>
      </w:tr>
    </w:tbl>
    <w:p w:rsidR="00C46F22" w:rsidRDefault="00C46F22" w:rsidP="003221FB"/>
    <w:sectPr w:rsidR="00C46F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E0945"/>
    <w:multiLevelType w:val="hybridMultilevel"/>
    <w:tmpl w:val="9A869B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A9070C"/>
    <w:multiLevelType w:val="hybridMultilevel"/>
    <w:tmpl w:val="73563F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4A0"/>
    <w:rsid w:val="003221FB"/>
    <w:rsid w:val="005E0726"/>
    <w:rsid w:val="006B7239"/>
    <w:rsid w:val="008F41C2"/>
    <w:rsid w:val="00B474A0"/>
    <w:rsid w:val="00BD1E05"/>
    <w:rsid w:val="00BF0E8C"/>
    <w:rsid w:val="00C314E3"/>
    <w:rsid w:val="00C46F22"/>
    <w:rsid w:val="00CD431D"/>
    <w:rsid w:val="00D71F10"/>
    <w:rsid w:val="00DB2547"/>
    <w:rsid w:val="00DE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474A0"/>
  </w:style>
  <w:style w:type="paragraph" w:styleId="Kop1">
    <w:name w:val="heading 1"/>
    <w:basedOn w:val="Standaard"/>
    <w:next w:val="Standaard"/>
    <w:link w:val="Kop1Char"/>
    <w:uiPriority w:val="9"/>
    <w:qFormat/>
    <w:rsid w:val="00C314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71F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paragraph" w:styleId="Kop3">
    <w:name w:val="heading 3"/>
    <w:basedOn w:val="Standaard"/>
    <w:next w:val="Geenafstand"/>
    <w:link w:val="Kop3Char"/>
    <w:uiPriority w:val="9"/>
    <w:semiHidden/>
    <w:unhideWhenUsed/>
    <w:qFormat/>
    <w:rsid w:val="00C314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uiPriority w:val="1"/>
    <w:qFormat/>
    <w:rsid w:val="00D71F10"/>
    <w:pPr>
      <w:spacing w:after="0" w:line="240" w:lineRule="auto"/>
    </w:pPr>
    <w:rPr>
      <w:b/>
    </w:rPr>
  </w:style>
  <w:style w:type="character" w:customStyle="1" w:styleId="Kop1Char">
    <w:name w:val="Kop 1 Char"/>
    <w:basedOn w:val="Standaardalinea-lettertype"/>
    <w:link w:val="Kop1"/>
    <w:uiPriority w:val="9"/>
    <w:rsid w:val="00C314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71F10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C314E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314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314E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314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314E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71F10"/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71F10"/>
    <w:rPr>
      <w:rFonts w:ascii="Tahoma" w:hAnsi="Tahoma" w:cs="Tahoma"/>
      <w:sz w:val="20"/>
      <w:szCs w:val="16"/>
    </w:rPr>
  </w:style>
  <w:style w:type="paragraph" w:styleId="Lijstalinea">
    <w:name w:val="List Paragraph"/>
    <w:basedOn w:val="Standaard"/>
    <w:uiPriority w:val="34"/>
    <w:qFormat/>
    <w:rsid w:val="00D71F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474A0"/>
  </w:style>
  <w:style w:type="paragraph" w:styleId="Kop1">
    <w:name w:val="heading 1"/>
    <w:basedOn w:val="Standaard"/>
    <w:next w:val="Standaard"/>
    <w:link w:val="Kop1Char"/>
    <w:uiPriority w:val="9"/>
    <w:qFormat/>
    <w:rsid w:val="00C314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71F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paragraph" w:styleId="Kop3">
    <w:name w:val="heading 3"/>
    <w:basedOn w:val="Standaard"/>
    <w:next w:val="Geenafstand"/>
    <w:link w:val="Kop3Char"/>
    <w:uiPriority w:val="9"/>
    <w:semiHidden/>
    <w:unhideWhenUsed/>
    <w:qFormat/>
    <w:rsid w:val="00C314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uiPriority w:val="1"/>
    <w:qFormat/>
    <w:rsid w:val="00D71F10"/>
    <w:pPr>
      <w:spacing w:after="0" w:line="240" w:lineRule="auto"/>
    </w:pPr>
    <w:rPr>
      <w:b/>
    </w:rPr>
  </w:style>
  <w:style w:type="character" w:customStyle="1" w:styleId="Kop1Char">
    <w:name w:val="Kop 1 Char"/>
    <w:basedOn w:val="Standaardalinea-lettertype"/>
    <w:link w:val="Kop1"/>
    <w:uiPriority w:val="9"/>
    <w:rsid w:val="00C314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71F10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C314E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314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314E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314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314E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71F10"/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71F10"/>
    <w:rPr>
      <w:rFonts w:ascii="Tahoma" w:hAnsi="Tahoma" w:cs="Tahoma"/>
      <w:sz w:val="20"/>
      <w:szCs w:val="16"/>
    </w:rPr>
  </w:style>
  <w:style w:type="paragraph" w:styleId="Lijstalinea">
    <w:name w:val="List Paragraph"/>
    <w:basedOn w:val="Standaard"/>
    <w:uiPriority w:val="34"/>
    <w:qFormat/>
    <w:rsid w:val="00D71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9655D8C1</Template>
  <TotalTime>0</TotalTime>
  <Pages>1</Pages>
  <Words>268</Words>
  <Characters>1476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Nijhuis,J.G.M.</dc:creator>
  <cp:lastModifiedBy>Elzes,L.H.</cp:lastModifiedBy>
  <cp:revision>2</cp:revision>
  <dcterms:created xsi:type="dcterms:W3CDTF">2016-02-17T15:30:00Z</dcterms:created>
  <dcterms:modified xsi:type="dcterms:W3CDTF">2016-02-17T15:30:00Z</dcterms:modified>
</cp:coreProperties>
</file>