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A9" w:rsidRDefault="00580EA9" w:rsidP="00580EA9">
      <w:pPr>
        <w:pStyle w:val="Geenafstand"/>
        <w:rPr>
          <w:rFonts w:ascii="Arial" w:hAnsi="Arial" w:cs="Arial"/>
        </w:rPr>
      </w:pPr>
      <w:bookmarkStart w:id="0" w:name="_GoBack"/>
      <w:bookmarkEnd w:id="0"/>
    </w:p>
    <w:tbl>
      <w:tblPr>
        <w:tblpPr w:leftFromText="141" w:rightFromText="141" w:vertAnchor="text" w:horzAnchor="margin" w:tblpY="35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1305"/>
        <w:gridCol w:w="4515"/>
        <w:gridCol w:w="3056"/>
      </w:tblGrid>
      <w:tr w:rsidR="00580EA9" w:rsidRPr="00531AEC" w:rsidTr="002A180E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 w:rsidRPr="00531AEC">
              <w:rPr>
                <w:rFonts w:ascii="Arial" w:hAnsi="Arial" w:cs="Arial"/>
              </w:rPr>
              <w:t>Les</w:t>
            </w:r>
          </w:p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 w:rsidRPr="00531AEC">
              <w:rPr>
                <w:rFonts w:ascii="Arial" w:hAnsi="Arial" w:cs="Arial"/>
              </w:rPr>
              <w:t>week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 w:rsidRPr="00531AEC">
              <w:rPr>
                <w:rFonts w:ascii="Arial" w:hAnsi="Arial" w:cs="Arial"/>
              </w:rPr>
              <w:t>Datum</w:t>
            </w:r>
          </w:p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531AEC">
              <w:rPr>
                <w:rFonts w:ascii="Arial" w:hAnsi="Arial" w:cs="Arial"/>
              </w:rPr>
              <w:t>vt. zelf bijschrijven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 w:rsidRPr="00531AEC">
              <w:rPr>
                <w:rFonts w:ascii="Arial" w:hAnsi="Arial" w:cs="Arial"/>
              </w:rPr>
              <w:t>Wat gaan we doen, waar gaat het over?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 w:rsidRPr="00531AEC">
              <w:rPr>
                <w:rFonts w:ascii="Arial" w:hAnsi="Arial" w:cs="Arial"/>
              </w:rPr>
              <w:t>Bronnen / lesmateriaal</w:t>
            </w:r>
          </w:p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31AEC">
              <w:rPr>
                <w:rFonts w:ascii="Arial" w:hAnsi="Arial" w:cs="Arial"/>
              </w:rPr>
              <w:t>Angerenstein</w:t>
            </w:r>
            <w:proofErr w:type="spellEnd"/>
          </w:p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“Methodiek en begeleiden”</w:t>
            </w:r>
          </w:p>
        </w:tc>
      </w:tr>
      <w:tr w:rsidR="00580EA9" w:rsidRPr="00531AEC" w:rsidTr="002A180E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 w:rsidRPr="00531AEC">
              <w:rPr>
                <w:rFonts w:ascii="Arial" w:hAnsi="Arial" w:cs="Arial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Default="00580EA9" w:rsidP="002A180E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D631BA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deel van de les;</w:t>
            </w:r>
          </w:p>
          <w:p w:rsidR="00580EA9" w:rsidRDefault="00580EA9" w:rsidP="002A180E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-Introductie van de opdracht en de werkwijze.</w:t>
            </w:r>
          </w:p>
          <w:p w:rsidR="00580EA9" w:rsidRDefault="00580EA9" w:rsidP="002A180E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-Thema 4 bespreken</w:t>
            </w:r>
          </w:p>
          <w:p w:rsidR="00580EA9" w:rsidRDefault="00580EA9" w:rsidP="002A180E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D631BA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deel van de les;</w:t>
            </w:r>
          </w:p>
          <w:p w:rsidR="00580EA9" w:rsidRPr="00531AEC" w:rsidRDefault="00580EA9" w:rsidP="002A180E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 4;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Inleiding,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65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4.1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66+67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4.3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71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72+73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4.4.6=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75+76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4.4.7=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76</w:t>
            </w:r>
          </w:p>
          <w:p w:rsidR="00580EA9" w:rsidRPr="00531AEC" w:rsidRDefault="00580EA9" w:rsidP="002A180E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580EA9" w:rsidRPr="00531AEC" w:rsidTr="002A180E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Default="00580EA9" w:rsidP="002A180E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Studenten werken zelfstandig aan de opdracht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 4;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Inleiding,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65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4.1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66+67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4.3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71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72+73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4.4.6=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75+76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4.4.7=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76</w:t>
            </w:r>
          </w:p>
          <w:p w:rsidR="00580EA9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80EA9" w:rsidRPr="00531AEC" w:rsidTr="002A180E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Pr="00531AEC" w:rsidRDefault="00580EA9" w:rsidP="002A180E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Zelfstandig werken aan de opdracht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 4;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Inleiding,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65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4.1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66+67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4.3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71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72+73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4.4.6=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75+76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4.4.7=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76</w:t>
            </w:r>
          </w:p>
          <w:p w:rsidR="00580EA9" w:rsidRPr="00531AEC" w:rsidRDefault="00580EA9" w:rsidP="002A180E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580EA9" w:rsidRPr="00531AEC" w:rsidTr="002A180E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Zelfstandig werken aan de opdracht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 4;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Inleiding,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65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4.1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66+67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4.3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71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  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72+73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4.4.6=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75+76</w:t>
            </w:r>
          </w:p>
          <w:p w:rsidR="00580EA9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4.4.7=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76</w:t>
            </w:r>
          </w:p>
          <w:p w:rsidR="00580EA9" w:rsidRPr="00531AEC" w:rsidRDefault="00580EA9" w:rsidP="002A180E">
            <w:pPr>
              <w:pStyle w:val="Lijstalinea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80EA9" w:rsidRPr="00531AEC" w:rsidTr="002A180E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Pr="000A2568" w:rsidRDefault="00580EA9" w:rsidP="002A180E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AD5920">
              <w:rPr>
                <w:rFonts w:ascii="Arial" w:hAnsi="Arial" w:cs="Arial"/>
              </w:rPr>
              <w:t xml:space="preserve">Toetsen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Pitchen voor de klas</w:t>
            </w:r>
          </w:p>
          <w:p w:rsidR="00580EA9" w:rsidRPr="00AD5920" w:rsidRDefault="00580EA9" w:rsidP="002A180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AD5920">
              <w:rPr>
                <w:rFonts w:ascii="Arial" w:eastAsia="Times New Roman" w:hAnsi="Arial" w:cs="Arial"/>
                <w:lang w:eastAsia="nl-NL"/>
              </w:rPr>
              <w:t xml:space="preserve">De student laat in het plan zien dat hij kennis heeft van de opgegeven </w:t>
            </w:r>
            <w:proofErr w:type="spellStart"/>
            <w:r w:rsidRPr="00AD5920">
              <w:rPr>
                <w:rFonts w:ascii="Arial" w:eastAsia="Times New Roman" w:hAnsi="Arial" w:cs="Arial"/>
                <w:lang w:eastAsia="nl-NL"/>
              </w:rPr>
              <w:t>blz</w:t>
            </w:r>
            <w:proofErr w:type="spellEnd"/>
            <w:r w:rsidRPr="00AD5920">
              <w:rPr>
                <w:rFonts w:ascii="Arial" w:eastAsia="Times New Roman" w:hAnsi="Arial" w:cs="Arial"/>
                <w:lang w:eastAsia="nl-NL"/>
              </w:rPr>
              <w:t xml:space="preserve"> uit thema 4 en de kennis kan toepassen.</w:t>
            </w:r>
          </w:p>
          <w:p w:rsidR="00580EA9" w:rsidRPr="00AD5920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  <w:r w:rsidRPr="00AD5920">
              <w:rPr>
                <w:rFonts w:ascii="Arial" w:hAnsi="Arial" w:cs="Arial"/>
              </w:rPr>
              <w:t>Aan bod komen;</w:t>
            </w:r>
          </w:p>
          <w:p w:rsidR="00580EA9" w:rsidRPr="00AD5920" w:rsidRDefault="00580EA9" w:rsidP="00580EA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AD5920">
              <w:rPr>
                <w:rFonts w:ascii="Arial" w:hAnsi="Arial" w:cs="Arial"/>
              </w:rPr>
              <w:t xml:space="preserve">Duidelijke plan voor; </w:t>
            </w:r>
          </w:p>
          <w:p w:rsidR="00580EA9" w:rsidRPr="00AD5920" w:rsidRDefault="00580EA9" w:rsidP="002A180E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 w:rsidRPr="00AD5920">
              <w:rPr>
                <w:rFonts w:ascii="Arial" w:hAnsi="Arial" w:cs="Arial"/>
              </w:rPr>
              <w:t>*het maken van huiswerk en het vinden van een stageplek</w:t>
            </w:r>
          </w:p>
          <w:p w:rsidR="00580EA9" w:rsidRPr="00AD5920" w:rsidRDefault="00580EA9" w:rsidP="002A180E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 w:rsidRPr="00AD5920">
              <w:rPr>
                <w:rFonts w:ascii="Arial" w:hAnsi="Arial" w:cs="Arial"/>
              </w:rPr>
              <w:t>*het vinden van zelfstandige woonruimte</w:t>
            </w:r>
          </w:p>
          <w:p w:rsidR="00580EA9" w:rsidRPr="00531AEC" w:rsidRDefault="00580EA9" w:rsidP="002A180E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 w:rsidRPr="00AD5920">
              <w:rPr>
                <w:rFonts w:ascii="Arial" w:hAnsi="Arial" w:cs="Arial"/>
              </w:rPr>
              <w:t>*het aflossen van de studielening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A9" w:rsidRPr="00531AEC" w:rsidRDefault="00580EA9" w:rsidP="002A180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80EA9" w:rsidRDefault="00580EA9" w:rsidP="00580EA9"/>
    <w:p w:rsidR="00580EA9" w:rsidRDefault="00580EA9" w:rsidP="00580EA9"/>
    <w:p w:rsidR="00580EA9" w:rsidRDefault="00580EA9" w:rsidP="00580EA9"/>
    <w:p w:rsidR="00CF7233" w:rsidRDefault="00CF7233"/>
    <w:sectPr w:rsidR="00CF7233" w:rsidSect="001016DF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411FC"/>
    <w:multiLevelType w:val="hybridMultilevel"/>
    <w:tmpl w:val="D83652A4"/>
    <w:lvl w:ilvl="0" w:tplc="346EAF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A9"/>
    <w:rsid w:val="002D7AB8"/>
    <w:rsid w:val="00580EA9"/>
    <w:rsid w:val="00C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80EA9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80EA9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580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80EA9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80EA9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580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658B9913</Template>
  <TotalTime>0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Eersteling,D.F.</dc:creator>
  <cp:lastModifiedBy>Eersteling,D.F.</cp:lastModifiedBy>
  <cp:revision>2</cp:revision>
  <dcterms:created xsi:type="dcterms:W3CDTF">2016-07-13T08:17:00Z</dcterms:created>
  <dcterms:modified xsi:type="dcterms:W3CDTF">2016-07-13T08:17:00Z</dcterms:modified>
</cp:coreProperties>
</file>