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A3" w:rsidRDefault="0040469D" w:rsidP="00E941A3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4966335</wp:posOffset>
            </wp:positionH>
            <wp:positionV relativeFrom="margin">
              <wp:posOffset>-565150</wp:posOffset>
            </wp:positionV>
            <wp:extent cx="1357630" cy="1598295"/>
            <wp:effectExtent l="19050" t="0" r="0" b="0"/>
            <wp:wrapSquare wrapText="bothSides"/>
            <wp:docPr id="2" name="Afbeelding 2" descr="decubitu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cubitus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598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5488">
        <w:t>Praktijk casus 3</w:t>
      </w:r>
      <w:r w:rsidR="00E941A3">
        <w:t xml:space="preserve"> CVA.</w:t>
      </w:r>
    </w:p>
    <w:p w:rsidR="00E941A3" w:rsidRPr="007C433D" w:rsidRDefault="00E941A3" w:rsidP="00E941A3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E941A3" w:rsidRDefault="00E941A3" w:rsidP="00E941A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11.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12.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13.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14.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15.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16.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17.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18.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19.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20.</w:t>
            </w:r>
          </w:p>
        </w:tc>
      </w:tr>
    </w:tbl>
    <w:p w:rsidR="00E941A3" w:rsidRDefault="00E941A3" w:rsidP="00E941A3">
      <w:pPr>
        <w:pStyle w:val="Geenafstand"/>
        <w:sectPr w:rsidR="00E941A3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941A3" w:rsidRDefault="00E941A3" w:rsidP="00E941A3">
      <w:pPr>
        <w:pStyle w:val="Geenafstand"/>
      </w:pPr>
    </w:p>
    <w:p w:rsidR="003D5363" w:rsidRPr="00FF6F7B" w:rsidRDefault="003D5363" w:rsidP="003D5363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Rapportage:</w:t>
      </w:r>
    </w:p>
    <w:p w:rsidR="003D5363" w:rsidRPr="00FF6F7B" w:rsidRDefault="003D5363" w:rsidP="003D5363">
      <w:pPr>
        <w:spacing w:after="0" w:line="240" w:lineRule="auto"/>
        <w:rPr>
          <w:rFonts w:eastAsiaTheme="minorEastAsia"/>
          <w:b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3D5363" w:rsidRPr="00FF6F7B" w:rsidTr="00102F60">
        <w:tc>
          <w:tcPr>
            <w:tcW w:w="9180" w:type="dxa"/>
          </w:tcPr>
          <w:p w:rsidR="003D5363" w:rsidRPr="00FF6F7B" w:rsidRDefault="003D5363" w:rsidP="00102F60">
            <w:r w:rsidRPr="00FF6F7B">
              <w:t xml:space="preserve"> Waarbij moest ik de zorgvrager ondersteunen?</w:t>
            </w:r>
          </w:p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</w:tc>
      </w:tr>
      <w:tr w:rsidR="003D5363" w:rsidRPr="00FF6F7B" w:rsidTr="00102F60">
        <w:tc>
          <w:tcPr>
            <w:tcW w:w="9180" w:type="dxa"/>
          </w:tcPr>
          <w:p w:rsidR="003D5363" w:rsidRPr="00FF6F7B" w:rsidRDefault="003D5363" w:rsidP="00102F60">
            <w:r w:rsidRPr="00FF6F7B">
              <w:t>Hoe heeft de zorgvrager mijn zorg ervaren?</w:t>
            </w:r>
          </w:p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</w:tc>
      </w:tr>
      <w:tr w:rsidR="003D5363" w:rsidRPr="00FF6F7B" w:rsidTr="00102F60">
        <w:tc>
          <w:tcPr>
            <w:tcW w:w="9180" w:type="dxa"/>
          </w:tcPr>
          <w:p w:rsidR="003D5363" w:rsidRPr="00FF6F7B" w:rsidRDefault="003D5363" w:rsidP="00102F60">
            <w:r w:rsidRPr="00FF6F7B">
              <w:t>Hoe was de gezondheidstoestand van de zorgvrager?</w:t>
            </w:r>
          </w:p>
          <w:p w:rsidR="003D5363" w:rsidRDefault="003D5363" w:rsidP="00102F60"/>
          <w:p w:rsidR="003D5363" w:rsidRPr="00FF6F7B" w:rsidRDefault="003D5363" w:rsidP="00102F60"/>
          <w:p w:rsidR="003D5363" w:rsidRPr="00FF6F7B" w:rsidRDefault="003D5363" w:rsidP="00102F60"/>
        </w:tc>
      </w:tr>
    </w:tbl>
    <w:p w:rsidR="003D5363" w:rsidRPr="00FF6F7B" w:rsidRDefault="003D5363" w:rsidP="003D5363">
      <w:pPr>
        <w:spacing w:after="0" w:line="240" w:lineRule="auto"/>
        <w:rPr>
          <w:rFonts w:eastAsiaTheme="minorEastAsia"/>
          <w:lang w:eastAsia="nl-NL"/>
        </w:rPr>
      </w:pPr>
    </w:p>
    <w:p w:rsidR="003D5363" w:rsidRPr="00FF6F7B" w:rsidRDefault="003D5363" w:rsidP="003D5363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Reflectie: kennis/ houding/ vaardigheden.</w:t>
      </w:r>
      <w:r w:rsidRPr="00FF6F7B">
        <w:rPr>
          <w:rFonts w:eastAsiaTheme="minorEastAsia"/>
          <w:b/>
          <w:lang w:eastAsia="nl-NL"/>
        </w:rPr>
        <w:br/>
        <w:t>Werkproces 1.2: Ik bied persoonlijke verzorging, observeer en monitor gezondheid en welbevinden</w:t>
      </w:r>
      <w:r w:rsidRPr="00FF6F7B">
        <w:rPr>
          <w:rFonts w:eastAsiaTheme="minorEastAsia"/>
          <w:b/>
          <w:lang w:eastAsia="nl-NL"/>
        </w:rPr>
        <w:br/>
        <w:t>Competentie R: Op de behoeften en verwachtingen van de klant richten.</w:t>
      </w:r>
    </w:p>
    <w:p w:rsidR="003D5363" w:rsidRPr="00FF6F7B" w:rsidRDefault="003D5363" w:rsidP="003D5363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D5363" w:rsidRPr="00FF6F7B" w:rsidTr="00102F60">
        <w:tc>
          <w:tcPr>
            <w:tcW w:w="9212" w:type="dxa"/>
          </w:tcPr>
          <w:p w:rsidR="003D5363" w:rsidRPr="00FF6F7B" w:rsidRDefault="003D5363" w:rsidP="00102F60">
            <w:r w:rsidRPr="00FF6F7B">
              <w:t>Hoe heb ik ondersteuning geven aan de zorgvrager?</w:t>
            </w:r>
          </w:p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</w:tc>
      </w:tr>
      <w:tr w:rsidR="003D5363" w:rsidRPr="00FF6F7B" w:rsidTr="00102F60">
        <w:tc>
          <w:tcPr>
            <w:tcW w:w="9212" w:type="dxa"/>
          </w:tcPr>
          <w:p w:rsidR="003D5363" w:rsidRPr="00FF6F7B" w:rsidRDefault="003D5363" w:rsidP="00102F60">
            <w:r w:rsidRPr="00FF6F7B">
              <w:t>Heb ik mij zoveel mogelijk gericht op de behoeften en verwachtingen van de zorgvrager?</w:t>
            </w:r>
          </w:p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</w:tc>
      </w:tr>
      <w:tr w:rsidR="003D5363" w:rsidRPr="00FF6F7B" w:rsidTr="00102F60">
        <w:tc>
          <w:tcPr>
            <w:tcW w:w="9212" w:type="dxa"/>
          </w:tcPr>
          <w:p w:rsidR="003D5363" w:rsidRPr="00FF6F7B" w:rsidRDefault="003D5363" w:rsidP="00102F60">
            <w:r w:rsidRPr="00FF6F7B">
              <w:t>Heb ik regelmatig gecheckt op de zorgvrager tevreden is?</w:t>
            </w:r>
          </w:p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</w:tc>
      </w:tr>
    </w:tbl>
    <w:p w:rsidR="003D5363" w:rsidRPr="00FF6F7B" w:rsidRDefault="003D5363" w:rsidP="003D5363">
      <w:pPr>
        <w:spacing w:after="0" w:line="240" w:lineRule="auto"/>
        <w:rPr>
          <w:rFonts w:eastAsiaTheme="minorEastAsia"/>
          <w:b/>
          <w:lang w:eastAsia="nl-NL"/>
        </w:rPr>
      </w:pPr>
      <w:r>
        <w:rPr>
          <w:rFonts w:eastAsiaTheme="minorEastAsia"/>
          <w:b/>
          <w:lang w:eastAsia="nl-NL"/>
        </w:rPr>
        <w:lastRenderedPageBreak/>
        <w:t>Werkproces 1.3</w:t>
      </w:r>
      <w:r w:rsidRPr="00FF6F7B">
        <w:rPr>
          <w:rFonts w:eastAsiaTheme="minorEastAsia"/>
          <w:b/>
          <w:lang w:eastAsia="nl-NL"/>
        </w:rPr>
        <w:t xml:space="preserve">: Ik </w:t>
      </w:r>
      <w:r>
        <w:rPr>
          <w:rFonts w:eastAsiaTheme="minorEastAsia"/>
          <w:b/>
          <w:lang w:eastAsia="nl-NL"/>
        </w:rPr>
        <w:t>voer verpleegtechnische handelingen uit.</w:t>
      </w:r>
      <w:r>
        <w:rPr>
          <w:rFonts w:eastAsiaTheme="minorEastAsia"/>
          <w:b/>
          <w:lang w:eastAsia="nl-NL"/>
        </w:rPr>
        <w:br/>
        <w:t>Competentie T</w:t>
      </w:r>
      <w:r w:rsidRPr="00FF6F7B">
        <w:rPr>
          <w:rFonts w:eastAsiaTheme="minorEastAsia"/>
          <w:b/>
          <w:lang w:eastAsia="nl-NL"/>
        </w:rPr>
        <w:t xml:space="preserve">: </w:t>
      </w:r>
      <w:r>
        <w:rPr>
          <w:rFonts w:eastAsiaTheme="minorEastAsia"/>
          <w:b/>
          <w:lang w:eastAsia="nl-NL"/>
        </w:rPr>
        <w:t>Instructies en procedures</w:t>
      </w:r>
      <w:r w:rsidRPr="00FF6F7B">
        <w:rPr>
          <w:rFonts w:eastAsiaTheme="minorEastAsia"/>
          <w:b/>
          <w:lang w:eastAsia="nl-NL"/>
        </w:rPr>
        <w:t>.</w:t>
      </w:r>
    </w:p>
    <w:p w:rsidR="003D5363" w:rsidRPr="00FF6F7B" w:rsidRDefault="003D5363" w:rsidP="003D5363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D5363" w:rsidRPr="00FF6F7B" w:rsidTr="00102F60">
        <w:tc>
          <w:tcPr>
            <w:tcW w:w="9212" w:type="dxa"/>
          </w:tcPr>
          <w:p w:rsidR="003D5363" w:rsidRPr="00FF6F7B" w:rsidRDefault="003D5363" w:rsidP="00102F60">
            <w:r w:rsidRPr="00FF6F7B">
              <w:t xml:space="preserve">Hoe heb ik </w:t>
            </w:r>
            <w:r>
              <w:t>bij het uitvoeren van de verpleegtechnische handelingen mij gehouden aan de voorgeschreven protocollen en (werk)procedures?</w:t>
            </w:r>
          </w:p>
          <w:p w:rsidR="003D5363" w:rsidRPr="00FF6F7B" w:rsidRDefault="003D5363" w:rsidP="00102F60"/>
          <w:p w:rsidR="003D5363" w:rsidRDefault="003D5363" w:rsidP="00102F60"/>
          <w:p w:rsidR="003D5363" w:rsidRPr="00FF6F7B" w:rsidRDefault="003D5363" w:rsidP="00102F60"/>
        </w:tc>
      </w:tr>
      <w:tr w:rsidR="003D5363" w:rsidRPr="00FF6F7B" w:rsidTr="00102F60">
        <w:tc>
          <w:tcPr>
            <w:tcW w:w="9212" w:type="dxa"/>
          </w:tcPr>
          <w:p w:rsidR="003D5363" w:rsidRPr="00FF6F7B" w:rsidRDefault="003D5363" w:rsidP="00102F60">
            <w:r>
              <w:t>Heb ik gewerkt volgens de eisen van de beroepscode</w:t>
            </w:r>
            <w:r w:rsidRPr="00FF6F7B">
              <w:t>?</w:t>
            </w:r>
          </w:p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  <w:p w:rsidR="003D5363" w:rsidRPr="00FF6F7B" w:rsidRDefault="003D5363" w:rsidP="00102F60"/>
        </w:tc>
      </w:tr>
    </w:tbl>
    <w:p w:rsidR="003D5363" w:rsidRDefault="003D5363" w:rsidP="003D5363">
      <w:pPr>
        <w:pStyle w:val="Geenafstand"/>
      </w:pPr>
    </w:p>
    <w:p w:rsidR="003D5363" w:rsidRPr="00FF6F7B" w:rsidRDefault="003D5363" w:rsidP="003D5363">
      <w:pPr>
        <w:pStyle w:val="Geenafstand"/>
        <w:rPr>
          <w:b/>
        </w:rPr>
      </w:pPr>
      <w:r w:rsidRPr="00FF6F7B">
        <w:rPr>
          <w:b/>
        </w:rPr>
        <w:t>Werkproces 1.6: Ik geef voorlichting, advies en instructie.</w:t>
      </w:r>
    </w:p>
    <w:p w:rsidR="003D5363" w:rsidRDefault="003D5363" w:rsidP="003D5363">
      <w:pPr>
        <w:pStyle w:val="Geenafstand"/>
        <w:rPr>
          <w:b/>
        </w:rPr>
      </w:pPr>
      <w:r w:rsidRPr="00FF6F7B">
        <w:rPr>
          <w:b/>
        </w:rPr>
        <w:t>Competentie L: Materialen en middelen inzetten.</w:t>
      </w:r>
    </w:p>
    <w:p w:rsidR="003D5363" w:rsidRPr="00FF6F7B" w:rsidRDefault="003D5363" w:rsidP="003D5363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D5363" w:rsidTr="00102F60">
        <w:tc>
          <w:tcPr>
            <w:tcW w:w="9212" w:type="dxa"/>
          </w:tcPr>
          <w:p w:rsidR="003D5363" w:rsidRDefault="003D5363" w:rsidP="00102F60">
            <w:pPr>
              <w:pStyle w:val="Geenafstand"/>
            </w:pPr>
            <w:r>
              <w:t>Heb ik de juiste materialen en middelen bij de verzorging van de zorgvrager?</w:t>
            </w:r>
          </w:p>
          <w:p w:rsidR="003D5363" w:rsidRDefault="003D5363" w:rsidP="00102F60">
            <w:pPr>
              <w:pStyle w:val="Geenafstand"/>
            </w:pPr>
          </w:p>
          <w:p w:rsidR="003D5363" w:rsidRDefault="003D5363" w:rsidP="00102F60">
            <w:pPr>
              <w:pStyle w:val="Geenafstand"/>
            </w:pPr>
          </w:p>
          <w:p w:rsidR="003D5363" w:rsidRDefault="003D5363" w:rsidP="00102F60">
            <w:pPr>
              <w:pStyle w:val="Geenafstand"/>
            </w:pPr>
          </w:p>
        </w:tc>
      </w:tr>
    </w:tbl>
    <w:p w:rsidR="003D5363" w:rsidRDefault="003D5363" w:rsidP="003D5363">
      <w:pPr>
        <w:pStyle w:val="Geenafstand"/>
      </w:pPr>
    </w:p>
    <w:p w:rsidR="0019057D" w:rsidRDefault="0019057D" w:rsidP="003D5363">
      <w:pPr>
        <w:pStyle w:val="Geenafstand"/>
      </w:pPr>
      <w:bookmarkStart w:id="0" w:name="_GoBack"/>
      <w:bookmarkEnd w:id="0"/>
    </w:p>
    <w:sectPr w:rsidR="0019057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41A3"/>
    <w:rsid w:val="00060337"/>
    <w:rsid w:val="0019057D"/>
    <w:rsid w:val="003D5363"/>
    <w:rsid w:val="0040469D"/>
    <w:rsid w:val="005B204D"/>
    <w:rsid w:val="006B71F4"/>
    <w:rsid w:val="00B75488"/>
    <w:rsid w:val="00E941A3"/>
    <w:rsid w:val="00FD349C"/>
    <w:rsid w:val="00FD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41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941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941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E941A3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94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3D5363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DB8C2413</Template>
  <TotalTime>5</TotalTime>
  <Pages>2</Pages>
  <Words>187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E. Scheltens-Flink</cp:lastModifiedBy>
  <cp:revision>6</cp:revision>
  <dcterms:created xsi:type="dcterms:W3CDTF">2013-08-12T09:55:00Z</dcterms:created>
  <dcterms:modified xsi:type="dcterms:W3CDTF">2014-08-19T11:00:00Z</dcterms:modified>
</cp:coreProperties>
</file>