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6F998" w14:textId="2F8DD1BC" w:rsidR="00D841B7" w:rsidRPr="00135D01" w:rsidRDefault="00D841B7" w:rsidP="00D841B7">
      <w:pPr>
        <w:rPr>
          <w:rFonts w:cs="Arial"/>
          <w:b/>
          <w:u w:val="single"/>
        </w:rPr>
      </w:pPr>
      <w:r w:rsidRPr="00135D01">
        <w:rPr>
          <w:rFonts w:cs="Arial"/>
          <w:b/>
          <w:noProof/>
          <w:lang w:eastAsia="nl-NL"/>
        </w:rPr>
        <w:drawing>
          <wp:anchor distT="0" distB="0" distL="114300" distR="114300" simplePos="0" relativeHeight="251655680" behindDoc="1" locked="0" layoutInCell="1" allowOverlap="1" wp14:anchorId="3056FA0A" wp14:editId="3056FA0B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b/>
          <w:u w:val="single"/>
        </w:rPr>
        <w:t xml:space="preserve">Leerperiode </w:t>
      </w:r>
      <w:r w:rsidR="00D9640B">
        <w:rPr>
          <w:rFonts w:cs="Arial"/>
          <w:b/>
          <w:u w:val="single"/>
        </w:rPr>
        <w:t>3</w:t>
      </w:r>
      <w:r>
        <w:rPr>
          <w:rFonts w:cs="Arial"/>
          <w:b/>
          <w:u w:val="single"/>
        </w:rPr>
        <w:t xml:space="preserve">  SLB </w:t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</w:p>
    <w:p w14:paraId="3056F999" w14:textId="77777777" w:rsidR="00D841B7" w:rsidRPr="00135D01" w:rsidRDefault="00D841B7" w:rsidP="00D841B7">
      <w:pPr>
        <w:rPr>
          <w:rFonts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13"/>
        <w:gridCol w:w="3788"/>
        <w:gridCol w:w="3761"/>
      </w:tblGrid>
      <w:tr w:rsidR="00D841B7" w:rsidRPr="00135D01" w14:paraId="3056F99D" w14:textId="77777777" w:rsidTr="00FE6094">
        <w:tc>
          <w:tcPr>
            <w:tcW w:w="1526" w:type="dxa"/>
            <w:shd w:val="clear" w:color="auto" w:fill="FF7C80"/>
          </w:tcPr>
          <w:p w14:paraId="3056F99A" w14:textId="77777777" w:rsidR="00D841B7" w:rsidRPr="00135D01" w:rsidRDefault="00D841B7" w:rsidP="00FE6094">
            <w:pPr>
              <w:rPr>
                <w:rFonts w:cs="Arial"/>
              </w:rPr>
            </w:pPr>
            <w:r w:rsidRPr="00135D01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3056F99B" w14:textId="0CE12913" w:rsidR="00D841B7" w:rsidRPr="00135D01" w:rsidRDefault="00C73279" w:rsidP="00FE6094">
            <w:pPr>
              <w:rPr>
                <w:rFonts w:cs="Arial"/>
              </w:rPr>
            </w:pPr>
            <w:r>
              <w:rPr>
                <w:rFonts w:cs="Arial"/>
              </w:rPr>
              <w:t>Complimentenstoel – geven en ontvangen van complimenten</w:t>
            </w:r>
          </w:p>
        </w:tc>
        <w:tc>
          <w:tcPr>
            <w:tcW w:w="3843" w:type="dxa"/>
          </w:tcPr>
          <w:p w14:paraId="3056F99C" w14:textId="3C29D300" w:rsidR="00D841B7" w:rsidRPr="00135D01" w:rsidRDefault="00D9640B" w:rsidP="00C73279">
            <w:pPr>
              <w:rPr>
                <w:rFonts w:cs="Arial"/>
              </w:rPr>
            </w:pPr>
            <w:r>
              <w:rPr>
                <w:rFonts w:cs="Arial"/>
              </w:rPr>
              <w:t>Opdracht nr. 3</w:t>
            </w:r>
            <w:r w:rsidR="00D841B7">
              <w:rPr>
                <w:rFonts w:cs="Arial"/>
              </w:rPr>
              <w:t>-</w:t>
            </w:r>
            <w:r w:rsidR="00C73279">
              <w:rPr>
                <w:rFonts w:cs="Arial"/>
              </w:rPr>
              <w:t>1C</w:t>
            </w:r>
          </w:p>
        </w:tc>
      </w:tr>
      <w:tr w:rsidR="00D841B7" w:rsidRPr="00135D01" w14:paraId="3056F9A0" w14:textId="77777777" w:rsidTr="00FE6094">
        <w:tc>
          <w:tcPr>
            <w:tcW w:w="1526" w:type="dxa"/>
            <w:shd w:val="clear" w:color="auto" w:fill="FF7C80"/>
          </w:tcPr>
          <w:p w14:paraId="3056F99E" w14:textId="77777777" w:rsidR="00D841B7" w:rsidRPr="00135D01" w:rsidRDefault="00D841B7" w:rsidP="00FE6094">
            <w:pPr>
              <w:rPr>
                <w:rFonts w:cs="Arial"/>
              </w:rPr>
            </w:pPr>
            <w:r w:rsidRPr="00135D01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3056F99F" w14:textId="75F9FEF3" w:rsidR="00D841B7" w:rsidRPr="00135D01" w:rsidRDefault="00C73279" w:rsidP="00C73279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Feedback</w:t>
            </w:r>
            <w:r w:rsidR="00D841B7" w:rsidRPr="00135D01">
              <w:rPr>
                <w:rFonts w:asciiTheme="minorHAnsi" w:hAnsiTheme="minorHAnsi" w:cs="Arial"/>
                <w:sz w:val="22"/>
                <w:szCs w:val="22"/>
              </w:rPr>
              <w:t xml:space="preserve">      </w:t>
            </w:r>
          </w:p>
        </w:tc>
      </w:tr>
      <w:tr w:rsidR="00D841B7" w:rsidRPr="00135D01" w14:paraId="3056F9A3" w14:textId="77777777" w:rsidTr="00FE6094">
        <w:tc>
          <w:tcPr>
            <w:tcW w:w="1526" w:type="dxa"/>
            <w:shd w:val="clear" w:color="auto" w:fill="FF7C80"/>
          </w:tcPr>
          <w:p w14:paraId="3056F9A1" w14:textId="77777777" w:rsidR="00D841B7" w:rsidRPr="00135D01" w:rsidRDefault="00D841B7" w:rsidP="00FE6094">
            <w:pPr>
              <w:rPr>
                <w:rFonts w:cs="Arial"/>
              </w:rPr>
            </w:pPr>
            <w:r w:rsidRPr="00135D01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3056F9A2" w14:textId="77777777" w:rsidR="00D841B7" w:rsidRPr="00135D01" w:rsidRDefault="00D841B7" w:rsidP="00FE6094">
            <w:pPr>
              <w:rPr>
                <w:rFonts w:cs="Arial"/>
              </w:rPr>
            </w:pPr>
            <w:r w:rsidRPr="00135D01">
              <w:rPr>
                <w:rFonts w:cs="Arial"/>
              </w:rPr>
              <w:t xml:space="preserve">Portfolio ontwikkelingsgericht </w:t>
            </w:r>
          </w:p>
        </w:tc>
      </w:tr>
      <w:tr w:rsidR="00D841B7" w:rsidRPr="00135D01" w14:paraId="3056F9A6" w14:textId="77777777" w:rsidTr="00FE6094">
        <w:tc>
          <w:tcPr>
            <w:tcW w:w="1526" w:type="dxa"/>
            <w:shd w:val="clear" w:color="auto" w:fill="FF7C80"/>
          </w:tcPr>
          <w:p w14:paraId="3056F9A4" w14:textId="77777777" w:rsidR="00D841B7" w:rsidRPr="00135D01" w:rsidRDefault="00D841B7" w:rsidP="00FE6094">
            <w:pPr>
              <w:rPr>
                <w:rFonts w:cs="Arial"/>
              </w:rPr>
            </w:pPr>
            <w:r w:rsidRPr="00135D01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3056F9A5" w14:textId="35B442F8" w:rsidR="00D841B7" w:rsidRPr="00135D01" w:rsidRDefault="00C73279" w:rsidP="00FE6094">
            <w:pPr>
              <w:rPr>
                <w:rFonts w:cs="Arial"/>
              </w:rPr>
            </w:pPr>
            <w:r>
              <w:rPr>
                <w:rFonts w:cs="Arial"/>
              </w:rPr>
              <w:t>Week 1</w:t>
            </w:r>
          </w:p>
        </w:tc>
      </w:tr>
    </w:tbl>
    <w:p w14:paraId="1EA73107" w14:textId="34F16BD6" w:rsidR="00C73279" w:rsidRPr="00C73279" w:rsidRDefault="00C73279" w:rsidP="00C73279">
      <w:pPr>
        <w:pStyle w:val="Kop3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nl-NL"/>
        </w:rPr>
      </w:pPr>
      <w:r>
        <w:rPr>
          <w:rFonts w:ascii="Times New Roman" w:eastAsia="Times New Roman" w:hAnsi="Times New Roman" w:cs="Times New Roman"/>
          <w:b/>
          <w:bCs/>
          <w:noProof/>
          <w:color w:val="auto"/>
          <w:sz w:val="27"/>
          <w:szCs w:val="27"/>
          <w:lang w:eastAsia="nl-NL"/>
        </w:rPr>
        <w:drawing>
          <wp:anchor distT="0" distB="0" distL="114300" distR="114300" simplePos="0" relativeHeight="251656192" behindDoc="0" locked="0" layoutInCell="1" allowOverlap="1" wp14:anchorId="070464A6" wp14:editId="2768D6A5">
            <wp:simplePos x="0" y="0"/>
            <wp:positionH relativeFrom="column">
              <wp:posOffset>4443730</wp:posOffset>
            </wp:positionH>
            <wp:positionV relativeFrom="paragraph">
              <wp:posOffset>332105</wp:posOffset>
            </wp:positionV>
            <wp:extent cx="1524000" cy="1524000"/>
            <wp:effectExtent l="0" t="0" r="0" b="0"/>
            <wp:wrapThrough wrapText="bothSides">
              <wp:wrapPolygon edited="0">
                <wp:start x="0" y="0"/>
                <wp:lineTo x="0" y="21330"/>
                <wp:lineTo x="21330" y="21330"/>
                <wp:lineTo x="21330" y="0"/>
                <wp:lineTo x="0" y="0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mplimenten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41B7">
        <w:br/>
      </w:r>
    </w:p>
    <w:p w14:paraId="078BCA1D" w14:textId="77777777" w:rsidR="00107159" w:rsidRDefault="00107159" w:rsidP="00C73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51AA7B13" w14:textId="77777777" w:rsidR="00107159" w:rsidRDefault="00107159" w:rsidP="00C73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08CC7B57" w14:textId="77777777" w:rsidR="00107159" w:rsidRDefault="00107159" w:rsidP="00C73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6AA509DC" w14:textId="77777777" w:rsidR="00107159" w:rsidRDefault="00107159" w:rsidP="00C73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12E59ED1" w14:textId="77777777" w:rsidR="00107159" w:rsidRDefault="00107159" w:rsidP="00C73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4062849E" w14:textId="77777777" w:rsidR="00107159" w:rsidRDefault="00107159" w:rsidP="00C73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26BFD584" w14:textId="77777777" w:rsidR="00107159" w:rsidRDefault="00107159" w:rsidP="00C73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44E7E1A2" w14:textId="77777777" w:rsidR="00107159" w:rsidRDefault="00107159" w:rsidP="00C73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0F108CA6" w14:textId="286EFCE0" w:rsidR="00C73279" w:rsidRPr="00C73279" w:rsidRDefault="00C73279" w:rsidP="00C73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Het g</w:t>
      </w:r>
      <w:r w:rsidRPr="00C73279">
        <w:rPr>
          <w:rFonts w:ascii="Times New Roman" w:eastAsia="Times New Roman" w:hAnsi="Times New Roman" w:cs="Times New Roman"/>
          <w:sz w:val="24"/>
          <w:szCs w:val="24"/>
          <w:lang w:eastAsia="nl-NL"/>
        </w:rPr>
        <w:t>even en ontvangen van complimenten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14:paraId="74FC97BF" w14:textId="77777777" w:rsidR="00C73279" w:rsidRDefault="00C73279" w:rsidP="00C7327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14:paraId="031767ED" w14:textId="77777777" w:rsidR="00107159" w:rsidRDefault="00C73279" w:rsidP="00C7327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7327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De oefening kan </w:t>
      </w:r>
      <w:r w:rsidR="0010715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aan het begin van de les of aan het eind van de les </w:t>
      </w:r>
      <w:r w:rsidRPr="00C73279">
        <w:rPr>
          <w:rFonts w:ascii="Times New Roman" w:eastAsia="Times New Roman" w:hAnsi="Times New Roman" w:cs="Times New Roman"/>
          <w:sz w:val="24"/>
          <w:szCs w:val="24"/>
          <w:lang w:eastAsia="nl-NL"/>
        </w:rPr>
        <w:t>gedaan worden.</w:t>
      </w:r>
    </w:p>
    <w:p w14:paraId="327504FB" w14:textId="77777777" w:rsidR="00107159" w:rsidRDefault="00C73279" w:rsidP="00C7327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73279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Leg het belang van complimenten uit en zet de 'complimentenstoel' voor de groep; wie daarop zit, krijgt van iedereen een compliment. </w:t>
      </w:r>
    </w:p>
    <w:p w14:paraId="772EDEDE" w14:textId="15179864" w:rsidR="00107159" w:rsidRDefault="00C73279" w:rsidP="00C7327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7327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Dat mag over alles gaan, als het maar een </w:t>
      </w:r>
      <w:r w:rsidRPr="00C73279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oprecht</w:t>
      </w:r>
      <w:r w:rsidRPr="00C7327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co</w:t>
      </w:r>
      <w:r w:rsidR="0010715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mpliment is. </w:t>
      </w:r>
    </w:p>
    <w:p w14:paraId="26C11639" w14:textId="645E45FD" w:rsidR="00107159" w:rsidRDefault="00C73279" w:rsidP="00C7327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73279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  <w:t xml:space="preserve">Wie op de stoel zit, neemt de complimenten in ontvangst, zonder te reageren -veel </w:t>
      </w:r>
      <w:r w:rsidR="00107159">
        <w:rPr>
          <w:rFonts w:ascii="Times New Roman" w:eastAsia="Times New Roman" w:hAnsi="Times New Roman" w:cs="Times New Roman"/>
          <w:sz w:val="24"/>
          <w:szCs w:val="24"/>
          <w:lang w:eastAsia="nl-NL"/>
        </w:rPr>
        <w:t>studenten</w:t>
      </w:r>
      <w:r w:rsidRPr="00C7327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vinden dat ingewikkeld. Iedereen komt aan de beurt.</w:t>
      </w:r>
      <w:r w:rsidR="0010715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Eventueel kun je deze opdracht verspreiden over meerdere lessen.</w:t>
      </w:r>
      <w:bookmarkStart w:id="0" w:name="_GoBack"/>
      <w:bookmarkEnd w:id="0"/>
      <w:r w:rsidRPr="00C73279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14:paraId="0A4AE55A" w14:textId="5C28DD5D" w:rsidR="00C73279" w:rsidRPr="00C73279" w:rsidRDefault="00C73279" w:rsidP="00C7327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7327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Geef de deelnemers even de tijd om complimenten te bedenken. </w:t>
      </w:r>
      <w:r w:rsidRPr="00C73279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C73279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C73279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Let op</w:t>
      </w:r>
      <w:r w:rsidRPr="00C73279">
        <w:rPr>
          <w:rFonts w:ascii="Times New Roman" w:eastAsia="Times New Roman" w:hAnsi="Times New Roman" w:cs="Times New Roman"/>
          <w:sz w:val="24"/>
          <w:szCs w:val="24"/>
          <w:lang w:eastAsia="nl-NL"/>
        </w:rPr>
        <w:t>, de oefening kan weerstand oproepen: "Wat nou als ik geen compliment weet!?"</w:t>
      </w:r>
    </w:p>
    <w:p w14:paraId="63B44A1A" w14:textId="0EC7EFE7" w:rsidR="00107159" w:rsidRDefault="00107159" w:rsidP="00C73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</w:pPr>
    </w:p>
    <w:p w14:paraId="4ABAFFF8" w14:textId="549B4509" w:rsidR="00C73279" w:rsidRPr="00C73279" w:rsidRDefault="00C73279" w:rsidP="00C73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</w:pPr>
      <w:r w:rsidRPr="00C73279"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  <w:t>Nabespreken op</w:t>
      </w:r>
      <w:r w:rsidR="00107159">
        <w:rPr>
          <w:rFonts w:ascii="Times New Roman" w:eastAsia="Times New Roman" w:hAnsi="Times New Roman" w:cs="Times New Roman"/>
          <w:b/>
          <w:bCs/>
          <w:sz w:val="27"/>
          <w:szCs w:val="27"/>
          <w:lang w:eastAsia="nl-NL"/>
        </w:rPr>
        <w:t>:</w:t>
      </w:r>
    </w:p>
    <w:p w14:paraId="02FAA9EF" w14:textId="77777777" w:rsidR="00C73279" w:rsidRPr="00C73279" w:rsidRDefault="00C73279" w:rsidP="00C7327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73279">
        <w:rPr>
          <w:rFonts w:ascii="Times New Roman" w:eastAsia="Times New Roman" w:hAnsi="Times New Roman" w:cs="Times New Roman"/>
          <w:sz w:val="24"/>
          <w:szCs w:val="24"/>
          <w:lang w:eastAsia="nl-NL"/>
        </w:rPr>
        <w:t>het belang van complimenten</w:t>
      </w:r>
    </w:p>
    <w:p w14:paraId="6555EB52" w14:textId="77777777" w:rsidR="00C73279" w:rsidRPr="00C73279" w:rsidRDefault="00C73279" w:rsidP="00C7327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73279">
        <w:rPr>
          <w:rFonts w:ascii="Times New Roman" w:eastAsia="Times New Roman" w:hAnsi="Times New Roman" w:cs="Times New Roman"/>
          <w:sz w:val="24"/>
          <w:szCs w:val="24"/>
          <w:lang w:eastAsia="nl-NL"/>
        </w:rPr>
        <w:t>geven jullie elkaar regelmatig complimenten</w:t>
      </w:r>
    </w:p>
    <w:p w14:paraId="2C319D28" w14:textId="77777777" w:rsidR="00C73279" w:rsidRPr="00C73279" w:rsidRDefault="00C73279" w:rsidP="00C7327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73279">
        <w:rPr>
          <w:rFonts w:ascii="Times New Roman" w:eastAsia="Times New Roman" w:hAnsi="Times New Roman" w:cs="Times New Roman"/>
          <w:sz w:val="24"/>
          <w:szCs w:val="24"/>
          <w:lang w:eastAsia="nl-NL"/>
        </w:rPr>
        <w:t>hoe geef je een oprecht compliment</w:t>
      </w:r>
    </w:p>
    <w:p w14:paraId="0666D563" w14:textId="77777777" w:rsidR="00C73279" w:rsidRPr="00C73279" w:rsidRDefault="00C73279" w:rsidP="00C7327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73279">
        <w:rPr>
          <w:rFonts w:ascii="Times New Roman" w:eastAsia="Times New Roman" w:hAnsi="Times New Roman" w:cs="Times New Roman"/>
          <w:sz w:val="24"/>
          <w:szCs w:val="24"/>
          <w:lang w:eastAsia="nl-NL"/>
        </w:rPr>
        <w:t>hoe ontvang je een compliment</w:t>
      </w:r>
    </w:p>
    <w:p w14:paraId="3214DFE0" w14:textId="77777777" w:rsidR="00C73279" w:rsidRPr="00C73279" w:rsidRDefault="00C73279" w:rsidP="00C7327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73279">
        <w:rPr>
          <w:rFonts w:ascii="Times New Roman" w:eastAsia="Times New Roman" w:hAnsi="Times New Roman" w:cs="Times New Roman"/>
          <w:sz w:val="24"/>
          <w:szCs w:val="24"/>
          <w:lang w:eastAsia="nl-NL"/>
        </w:rPr>
        <w:t>wat als iemand "nooit iets goed doet"</w:t>
      </w:r>
    </w:p>
    <w:p w14:paraId="2C8E3574" w14:textId="74966795" w:rsidR="00D9640B" w:rsidRDefault="00D9640B" w:rsidP="00D9640B">
      <w:pPr>
        <w:pStyle w:val="Kop3"/>
        <w:rPr>
          <w:rFonts w:asciiTheme="minorHAnsi" w:eastAsia="Times New Roman" w:hAnsiTheme="minorHAnsi" w:cs="Times New Roman"/>
          <w:b/>
          <w:bCs/>
          <w:color w:val="auto"/>
          <w:sz w:val="22"/>
          <w:szCs w:val="22"/>
          <w:lang w:eastAsia="nl-NL"/>
        </w:rPr>
      </w:pPr>
    </w:p>
    <w:sectPr w:rsidR="00D964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426DE"/>
    <w:multiLevelType w:val="multilevel"/>
    <w:tmpl w:val="92A42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723706"/>
    <w:multiLevelType w:val="hybridMultilevel"/>
    <w:tmpl w:val="D88855CC"/>
    <w:lvl w:ilvl="0" w:tplc="21B818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F54F26"/>
    <w:multiLevelType w:val="hybridMultilevel"/>
    <w:tmpl w:val="9C643C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1C714C"/>
    <w:multiLevelType w:val="multilevel"/>
    <w:tmpl w:val="A65EF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1B7"/>
    <w:rsid w:val="00107159"/>
    <w:rsid w:val="00857E8B"/>
    <w:rsid w:val="009436D7"/>
    <w:rsid w:val="00A37335"/>
    <w:rsid w:val="00C73279"/>
    <w:rsid w:val="00D841B7"/>
    <w:rsid w:val="00D9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6F998"/>
  <w15:docId w15:val="{09592991-3A72-4647-B44D-4DC19C850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841B7"/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D964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84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D84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D9640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jstalinea">
    <w:name w:val="List Paragraph"/>
    <w:basedOn w:val="Standaard"/>
    <w:uiPriority w:val="34"/>
    <w:qFormat/>
    <w:rsid w:val="00A373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672372">
      <w:bodyDiv w:val="1"/>
      <w:marLeft w:val="0"/>
      <w:marRight w:val="0"/>
      <w:marTop w:val="0"/>
      <w:marBottom w:val="0"/>
      <w:div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divBdr>
      <w:divsChild>
        <w:div w:id="1038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66295">
              <w:marLeft w:val="0"/>
              <w:marRight w:val="0"/>
              <w:marTop w:val="0"/>
              <w:marBottom w:val="900"/>
              <w:divBdr>
                <w:top w:val="single" w:sz="2" w:space="0" w:color="0000FF"/>
                <w:left w:val="single" w:sz="2" w:space="0" w:color="0000FF"/>
                <w:bottom w:val="single" w:sz="2" w:space="0" w:color="0000FF"/>
                <w:right w:val="single" w:sz="2" w:space="0" w:color="0000FF"/>
              </w:divBdr>
              <w:divsChild>
                <w:div w:id="123666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89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1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015676">
      <w:bodyDiv w:val="1"/>
      <w:marLeft w:val="0"/>
      <w:marRight w:val="0"/>
      <w:marTop w:val="0"/>
      <w:marBottom w:val="0"/>
      <w:div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divBdr>
      <w:divsChild>
        <w:div w:id="212496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597697">
              <w:marLeft w:val="0"/>
              <w:marRight w:val="0"/>
              <w:marTop w:val="0"/>
              <w:marBottom w:val="900"/>
              <w:divBdr>
                <w:top w:val="single" w:sz="2" w:space="0" w:color="0000FF"/>
                <w:left w:val="single" w:sz="2" w:space="0" w:color="0000FF"/>
                <w:bottom w:val="single" w:sz="2" w:space="0" w:color="0000FF"/>
                <w:right w:val="single" w:sz="2" w:space="0" w:color="0000FF"/>
              </w:divBdr>
              <w:divsChild>
                <w:div w:id="110614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66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6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693191">
      <w:bodyDiv w:val="1"/>
      <w:marLeft w:val="0"/>
      <w:marRight w:val="0"/>
      <w:marTop w:val="0"/>
      <w:marBottom w:val="0"/>
      <w:div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divBdr>
      <w:divsChild>
        <w:div w:id="2093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803719">
              <w:marLeft w:val="0"/>
              <w:marRight w:val="0"/>
              <w:marTop w:val="0"/>
              <w:marBottom w:val="900"/>
              <w:divBdr>
                <w:top w:val="single" w:sz="2" w:space="0" w:color="0000FF"/>
                <w:left w:val="single" w:sz="2" w:space="0" w:color="0000FF"/>
                <w:bottom w:val="single" w:sz="2" w:space="0" w:color="0000FF"/>
                <w:right w:val="single" w:sz="2" w:space="0" w:color="0000FF"/>
              </w:divBdr>
              <w:divsChild>
                <w:div w:id="106132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78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947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52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420208">
      <w:bodyDiv w:val="1"/>
      <w:marLeft w:val="0"/>
      <w:marRight w:val="0"/>
      <w:marTop w:val="0"/>
      <w:marBottom w:val="0"/>
      <w:div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divBdr>
      <w:divsChild>
        <w:div w:id="148721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315445">
              <w:marLeft w:val="0"/>
              <w:marRight w:val="0"/>
              <w:marTop w:val="0"/>
              <w:marBottom w:val="900"/>
              <w:divBdr>
                <w:top w:val="single" w:sz="2" w:space="0" w:color="0000FF"/>
                <w:left w:val="single" w:sz="2" w:space="0" w:color="0000FF"/>
                <w:bottom w:val="single" w:sz="2" w:space="0" w:color="0000FF"/>
                <w:right w:val="single" w:sz="2" w:space="0" w:color="0000FF"/>
              </w:divBdr>
              <w:divsChild>
                <w:div w:id="167190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7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296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890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548479">
      <w:bodyDiv w:val="1"/>
      <w:marLeft w:val="0"/>
      <w:marRight w:val="0"/>
      <w:marTop w:val="0"/>
      <w:marBottom w:val="0"/>
      <w:div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divBdr>
      <w:divsChild>
        <w:div w:id="4448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8058">
              <w:marLeft w:val="0"/>
              <w:marRight w:val="0"/>
              <w:marTop w:val="0"/>
              <w:marBottom w:val="900"/>
              <w:divBdr>
                <w:top w:val="single" w:sz="2" w:space="0" w:color="0000FF"/>
                <w:left w:val="single" w:sz="2" w:space="0" w:color="0000FF"/>
                <w:bottom w:val="single" w:sz="2" w:space="0" w:color="0000FF"/>
                <w:right w:val="single" w:sz="2" w:space="0" w:color="0000FF"/>
              </w:divBdr>
              <w:divsChild>
                <w:div w:id="101700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1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82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4" ma:contentTypeDescription="Een nieuw document maken." ma:contentTypeScope="" ma:versionID="aaac4bd6c757a1dc911bd837b5ac10fe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a403345c8c0f78f5d17cad09643c6d31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549A65-7F91-419B-BCBD-102BFBCF2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06534F-EA93-4BC6-B7DB-29050087C3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71A445-2558-458B-9BA5-253805859E69}">
  <ds:schemaRefs>
    <ds:schemaRef ds:uri="http://purl.org/dc/terms/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gebruiker</dc:creator>
  <cp:lastModifiedBy>Astrid de Jong</cp:lastModifiedBy>
  <cp:revision>2</cp:revision>
  <dcterms:created xsi:type="dcterms:W3CDTF">2017-01-29T10:48:00Z</dcterms:created>
  <dcterms:modified xsi:type="dcterms:W3CDTF">2017-01-29T10:48:00Z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