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700" w:rsidRPr="00505878" w:rsidRDefault="00696700" w:rsidP="00696700">
      <w:pPr>
        <w:pBdr>
          <w:bottom w:val="single" w:sz="6" w:space="1" w:color="auto"/>
        </w:pBdr>
        <w:rPr>
          <w:b/>
        </w:rPr>
      </w:pPr>
      <w:r w:rsidRPr="00505878">
        <w:rPr>
          <w:b/>
        </w:rPr>
        <w:t xml:space="preserve">Rekenen 2F: </w:t>
      </w:r>
      <w:r w:rsidR="00CE5A4F">
        <w:rPr>
          <w:b/>
        </w:rPr>
        <w:t>Procentuele afname en toename</w:t>
      </w:r>
      <w:bookmarkStart w:id="0" w:name="_GoBack"/>
      <w:bookmarkEnd w:id="0"/>
    </w:p>
    <w:p w:rsidR="002E2B80" w:rsidRDefault="00B17933" w:rsidP="002E2B80">
      <w:r w:rsidRPr="007975CB">
        <w:rPr>
          <w:b/>
        </w:rPr>
        <w:t>Start</w:t>
      </w:r>
      <w:r w:rsidR="007975CB">
        <w:rPr>
          <w:b/>
        </w:rPr>
        <w:t>er:</w:t>
      </w:r>
      <w:r w:rsidR="007975CB">
        <w:t xml:space="preserve"> </w:t>
      </w:r>
      <w:hyperlink r:id="rId6" w:history="1">
        <w:r w:rsidR="00A11C26" w:rsidRPr="00B33D04">
          <w:rPr>
            <w:rStyle w:val="Hyperlink"/>
          </w:rPr>
          <w:t>http://www.youtube.com/watch?v=ji9zaYR-5YQ</w:t>
        </w:r>
      </w:hyperlink>
      <w:r w:rsidR="00A11C26">
        <w:t xml:space="preserve"> (schulden)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Georgia-Bold" w:hAnsi="Georgia-Bold" w:cs="Georgia-Bold"/>
          <w:b/>
          <w:bCs/>
          <w:sz w:val="20"/>
          <w:szCs w:val="20"/>
        </w:rPr>
      </w:pPr>
      <w:r>
        <w:rPr>
          <w:rFonts w:ascii="Georgia-Bold" w:hAnsi="Georgia-Bold" w:cs="Georgia-Bold"/>
          <w:b/>
          <w:bCs/>
          <w:sz w:val="20"/>
          <w:szCs w:val="20"/>
        </w:rPr>
        <w:t>Procentuele groei</w:t>
      </w:r>
      <w:r w:rsidR="00A11C26">
        <w:rPr>
          <w:rFonts w:ascii="Georgia-Bold" w:hAnsi="Georgia-Bold" w:cs="Georgia-Bold"/>
          <w:b/>
          <w:bCs/>
          <w:sz w:val="20"/>
          <w:szCs w:val="20"/>
        </w:rPr>
        <w:t>: Sparen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Een bank geeft 5% rente per jaar. Die rente wordt steeds aan het einde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van het jaar berekend. Je start op 1 januari 2007 met een bedrag van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€400 en je laat de rente steeds </w:t>
      </w:r>
      <w:proofErr w:type="spellStart"/>
      <w:r>
        <w:rPr>
          <w:rFonts w:ascii="Georgia" w:hAnsi="Georgia" w:cs="Georgia"/>
          <w:sz w:val="20"/>
          <w:szCs w:val="20"/>
        </w:rPr>
        <w:t>bijschijven</w:t>
      </w:r>
      <w:proofErr w:type="spellEnd"/>
      <w:r>
        <w:rPr>
          <w:rFonts w:ascii="Georgia" w:hAnsi="Georgia" w:cs="Georgia"/>
          <w:sz w:val="20"/>
          <w:szCs w:val="20"/>
        </w:rPr>
        <w:t xml:space="preserve"> bij het spaartegoed.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a. Hoe groot is je spaartegoed na 3 jaar?</w:t>
      </w:r>
    </w:p>
    <w:p w:rsidR="00F60C4B" w:rsidRDefault="00F60C4B" w:rsidP="00761B0E">
      <w:pPr>
        <w:autoSpaceDE w:val="0"/>
        <w:autoSpaceDN w:val="0"/>
        <w:adjustRightInd w:val="0"/>
        <w:spacing w:after="0" w:line="240" w:lineRule="auto"/>
        <w:ind w:left="1134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b. Hoe lang duurt het voordat je spaartegoed is verdubbeld?</w:t>
      </w:r>
    </w:p>
    <w:p w:rsidR="00A11C26" w:rsidRDefault="00505878" w:rsidP="008F167F">
      <w:pPr>
        <w:ind w:left="1134"/>
      </w:pPr>
      <w:r>
        <w:rPr>
          <w:rFonts w:ascii="Georgia-Bold" w:hAnsi="Georgia-Bold" w:cs="Georgia-Bold"/>
          <w:b/>
          <w:bCs/>
          <w:sz w:val="20"/>
          <w:szCs w:val="20"/>
        </w:rPr>
        <w:br/>
      </w:r>
      <w:r w:rsidR="00A11C26">
        <w:rPr>
          <w:rFonts w:ascii="Georgia-Bold" w:hAnsi="Georgia-Bold" w:cs="Georgia-Bold"/>
          <w:b/>
          <w:bCs/>
          <w:sz w:val="20"/>
          <w:szCs w:val="20"/>
        </w:rPr>
        <w:t xml:space="preserve">Procentuele groei: Rood staan. </w:t>
      </w:r>
    </w:p>
    <w:p w:rsidR="00B17933" w:rsidRDefault="00BD2DD4" w:rsidP="00761B0E">
      <w:pPr>
        <w:ind w:left="1134"/>
      </w:pPr>
      <w:hyperlink r:id="rId7" w:history="1">
        <w:r w:rsidR="00A11C26" w:rsidRPr="00B33D04">
          <w:rPr>
            <w:rStyle w:val="Hyperlink"/>
          </w:rPr>
          <w:t>http://www.leerwiki.nl/Wat_kost_rood_staan_bij_bank</w:t>
        </w:r>
      </w:hyperlink>
    </w:p>
    <w:p w:rsidR="008F167F" w:rsidRDefault="008F167F" w:rsidP="008F167F">
      <w:pPr>
        <w:pBdr>
          <w:bottom w:val="single" w:sz="6" w:space="1" w:color="auto"/>
        </w:pBdr>
      </w:pPr>
    </w:p>
    <w:p w:rsidR="002E2B80" w:rsidRPr="008F167F" w:rsidRDefault="008F167F" w:rsidP="002E2B80">
      <w:pPr>
        <w:rPr>
          <w:b/>
        </w:rPr>
      </w:pPr>
      <w:r w:rsidRPr="008F167F">
        <w:rPr>
          <w:b/>
        </w:rPr>
        <w:t>I</w:t>
      </w:r>
      <w:r w:rsidR="002E2B80" w:rsidRPr="008F167F">
        <w:rPr>
          <w:b/>
        </w:rPr>
        <w:t>nstructie procenten.</w:t>
      </w:r>
    </w:p>
    <w:p w:rsidR="007360E6" w:rsidRDefault="002E2B80" w:rsidP="002E2B80">
      <w:pPr>
        <w:tabs>
          <w:tab w:val="left" w:pos="5387"/>
        </w:tabs>
        <w:ind w:left="5387" w:hanging="4831"/>
      </w:pPr>
      <w:r>
        <w:t xml:space="preserve">Boek Deviant 2F: </w:t>
      </w:r>
      <w:proofErr w:type="spellStart"/>
      <w:r>
        <w:t>hfds</w:t>
      </w:r>
      <w:r w:rsidR="008F167F">
        <w:t>t</w:t>
      </w:r>
      <w:proofErr w:type="spellEnd"/>
      <w:r w:rsidR="008F167F">
        <w:t xml:space="preserve"> </w:t>
      </w:r>
      <w:r w:rsidR="007360E6">
        <w:t>9</w:t>
      </w:r>
      <w:r w:rsidR="008F167F">
        <w:t xml:space="preserve"> </w:t>
      </w:r>
      <w:r w:rsidR="007360E6">
        <w:t>Procentuele afname en toename.</w:t>
      </w:r>
    </w:p>
    <w:p w:rsidR="007360E6" w:rsidRDefault="007360E6" w:rsidP="007360E6">
      <w:pPr>
        <w:tabs>
          <w:tab w:val="left" w:pos="2268"/>
          <w:tab w:val="left" w:pos="5387"/>
        </w:tabs>
        <w:ind w:left="5387" w:hanging="4831"/>
      </w:pPr>
      <w:r>
        <w:tab/>
        <w:t>9.1 het nieuwe totaal uitrekenen</w:t>
      </w:r>
    </w:p>
    <w:p w:rsidR="007360E6" w:rsidRDefault="007360E6" w:rsidP="007360E6">
      <w:pPr>
        <w:tabs>
          <w:tab w:val="left" w:pos="2268"/>
          <w:tab w:val="left" w:pos="5387"/>
        </w:tabs>
        <w:ind w:left="5387" w:hanging="4831"/>
      </w:pPr>
      <w:r>
        <w:tab/>
        <w:t>9.2 afname pof toename uitrekenen in procenten</w:t>
      </w:r>
    </w:p>
    <w:p w:rsidR="002E2B80" w:rsidRDefault="007360E6" w:rsidP="007360E6">
      <w:pPr>
        <w:tabs>
          <w:tab w:val="left" w:pos="2268"/>
          <w:tab w:val="left" w:pos="5387"/>
        </w:tabs>
        <w:ind w:left="5387" w:hanging="4831"/>
      </w:pPr>
      <w:r>
        <w:tab/>
        <w:t>9.3 het oude totaal uitrekenen</w:t>
      </w:r>
    </w:p>
    <w:p w:rsidR="00B17933" w:rsidRDefault="00B17933" w:rsidP="002E2B80">
      <w:pPr>
        <w:tabs>
          <w:tab w:val="left" w:pos="5387"/>
        </w:tabs>
        <w:ind w:left="5387" w:hanging="4831"/>
      </w:pPr>
      <w:r>
        <w:t xml:space="preserve">Procentuele toename (voorbeeld rente): </w:t>
      </w:r>
      <w:hyperlink r:id="rId8" w:history="1">
        <w:r w:rsidRPr="0010183D">
          <w:rPr>
            <w:rStyle w:val="Hyperlink"/>
          </w:rPr>
          <w:t>http://www.youtube.com/watch?v=L4WXHFb0dTI</w:t>
        </w:r>
      </w:hyperlink>
    </w:p>
    <w:p w:rsidR="002E2B80" w:rsidRDefault="002E2B80" w:rsidP="002E2B80">
      <w:pPr>
        <w:pBdr>
          <w:bottom w:val="single" w:sz="6" w:space="1" w:color="auto"/>
        </w:pBdr>
        <w:tabs>
          <w:tab w:val="left" w:pos="5387"/>
        </w:tabs>
        <w:ind w:left="5387" w:hanging="5387"/>
      </w:pPr>
    </w:p>
    <w:p w:rsidR="008F167F" w:rsidRDefault="008F167F" w:rsidP="008F167F">
      <w:pPr>
        <w:tabs>
          <w:tab w:val="left" w:pos="5387"/>
        </w:tabs>
        <w:sectPr w:rsidR="008F167F" w:rsidSect="008F167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F167F" w:rsidRDefault="008F167F" w:rsidP="008F167F">
      <w:pPr>
        <w:tabs>
          <w:tab w:val="left" w:pos="5387"/>
        </w:tabs>
      </w:pPr>
      <w:r w:rsidRPr="007975CB">
        <w:rPr>
          <w:b/>
        </w:rPr>
        <w:lastRenderedPageBreak/>
        <w:t>Oefeningen boek</w:t>
      </w:r>
      <w:r>
        <w:t xml:space="preserve"> Deviant:</w:t>
      </w:r>
    </w:p>
    <w:p w:rsidR="008F167F" w:rsidRDefault="008F167F" w:rsidP="008F167F">
      <w:pPr>
        <w:tabs>
          <w:tab w:val="left" w:pos="5387"/>
        </w:tabs>
      </w:pPr>
      <w:r>
        <w:t>H</w:t>
      </w:r>
      <w:r w:rsidR="007360E6">
        <w:t>9 procentuele afname en toename</w:t>
      </w:r>
      <w:r>
        <w:t xml:space="preserve"> </w:t>
      </w:r>
      <w:r>
        <w:br w:type="column"/>
      </w:r>
      <w:r w:rsidRPr="007975CB">
        <w:rPr>
          <w:b/>
        </w:rPr>
        <w:lastRenderedPageBreak/>
        <w:t>Oefeningen Studiemeter</w:t>
      </w:r>
      <w:r>
        <w:t xml:space="preserve"> online 2.0:</w:t>
      </w:r>
    </w:p>
    <w:p w:rsidR="008F167F" w:rsidRDefault="008F167F" w:rsidP="008F167F">
      <w:pPr>
        <w:tabs>
          <w:tab w:val="left" w:pos="5387"/>
        </w:tabs>
      </w:pPr>
      <w:r>
        <w:t>Domein 2 verhoudingen, oefeningen procenten:</w:t>
      </w:r>
    </w:p>
    <w:p w:rsidR="008F167F" w:rsidRDefault="0058183E" w:rsidP="008F167F">
      <w:pPr>
        <w:pStyle w:val="Lijstalinea"/>
        <w:numPr>
          <w:ilvl w:val="0"/>
          <w:numId w:val="1"/>
        </w:numPr>
        <w:tabs>
          <w:tab w:val="left" w:pos="5387"/>
        </w:tabs>
      </w:pPr>
      <w:r>
        <w:t>Toename en afname</w:t>
      </w:r>
    </w:p>
    <w:p w:rsidR="00505878" w:rsidRDefault="0058183E" w:rsidP="0058183E">
      <w:pPr>
        <w:pStyle w:val="Lijstalinea"/>
        <w:numPr>
          <w:ilvl w:val="0"/>
          <w:numId w:val="1"/>
        </w:numPr>
        <w:tabs>
          <w:tab w:val="left" w:pos="5387"/>
        </w:tabs>
      </w:pPr>
      <w:r>
        <w:t>Procenten op de rekenmachine</w:t>
      </w:r>
    </w:p>
    <w:p w:rsidR="00505878" w:rsidRDefault="00505878" w:rsidP="00505878">
      <w:pPr>
        <w:tabs>
          <w:tab w:val="left" w:pos="5387"/>
        </w:tabs>
        <w:sectPr w:rsidR="00505878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505878" w:rsidRDefault="00505878" w:rsidP="00505878">
      <w:pPr>
        <w:pBdr>
          <w:bottom w:val="single" w:sz="6" w:space="1" w:color="auto"/>
        </w:pBdr>
        <w:tabs>
          <w:tab w:val="left" w:pos="5387"/>
        </w:tabs>
      </w:pPr>
    </w:p>
    <w:p w:rsidR="00505878" w:rsidRDefault="00BD2DD4" w:rsidP="00505878">
      <w:pPr>
        <w:pStyle w:val="Lijstalinea"/>
        <w:tabs>
          <w:tab w:val="left" w:pos="5387"/>
        </w:tabs>
        <w:ind w:left="0"/>
      </w:pPr>
      <w:hyperlink r:id="rId9" w:history="1">
        <w:r w:rsidR="00505878" w:rsidRPr="007360E6">
          <w:rPr>
            <w:rStyle w:val="Hyperlink"/>
            <w:b/>
          </w:rPr>
          <w:t xml:space="preserve">Alternatieve </w:t>
        </w:r>
        <w:r w:rsidR="007360E6" w:rsidRPr="007360E6">
          <w:rPr>
            <w:rStyle w:val="Hyperlink"/>
            <w:b/>
          </w:rPr>
          <w:t>uitleg w</w:t>
        </w:r>
        <w:r w:rsidR="007360E6" w:rsidRPr="007360E6">
          <w:rPr>
            <w:rStyle w:val="Hyperlink"/>
            <w:b/>
          </w:rPr>
          <w:t>i</w:t>
        </w:r>
        <w:r w:rsidR="007360E6" w:rsidRPr="007360E6">
          <w:rPr>
            <w:rStyle w:val="Hyperlink"/>
            <w:b/>
          </w:rPr>
          <w:t>skunde academie.</w:t>
        </w:r>
      </w:hyperlink>
    </w:p>
    <w:p w:rsidR="00505878" w:rsidRDefault="00505878" w:rsidP="0050587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071A16" w:rsidRDefault="00071A16" w:rsidP="00505878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071A16" w:rsidRPr="007975CB" w:rsidRDefault="00505878" w:rsidP="00071A16">
      <w:pPr>
        <w:pStyle w:val="Lijstalinea"/>
        <w:pBdr>
          <w:top w:val="single" w:sz="6" w:space="1" w:color="auto"/>
          <w:bottom w:val="single" w:sz="6" w:space="1" w:color="auto"/>
        </w:pBdr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</w:p>
    <w:p w:rsidR="00505878" w:rsidRDefault="00505878" w:rsidP="00505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Referentiekader 2F:</w:t>
      </w:r>
    </w:p>
    <w:p w:rsidR="00505878" w:rsidRDefault="00505878" w:rsidP="00505878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Paraat hebben: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eenvoudige stambreuken. ( 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2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 xml:space="preserve">4 </w:t>
      </w:r>
      <w:r>
        <w:rPr>
          <w:rFonts w:ascii="ArialMT" w:hAnsi="ArialMT" w:cs="ArialMT"/>
          <w:sz w:val="16"/>
          <w:szCs w:val="16"/>
        </w:rPr>
        <w:t>,</w:t>
      </w:r>
      <w:r>
        <w:rPr>
          <w:rFonts w:ascii="ArialMT" w:hAnsi="ArialMT" w:cs="ArialMT"/>
          <w:sz w:val="13"/>
          <w:szCs w:val="13"/>
        </w:rPr>
        <w:t>1</w:t>
      </w:r>
      <w:r>
        <w:rPr>
          <w:rFonts w:ascii="ArialMT" w:hAnsi="ArialMT" w:cs="ArialMT"/>
          <w:sz w:val="20"/>
          <w:szCs w:val="20"/>
        </w:rPr>
        <w:t>/</w:t>
      </w:r>
      <w:r>
        <w:rPr>
          <w:rFonts w:ascii="ArialMT" w:hAnsi="ArialMT" w:cs="ArialMT"/>
          <w:sz w:val="13"/>
          <w:szCs w:val="13"/>
        </w:rPr>
        <w:t>10</w:t>
      </w:r>
      <w:r>
        <w:rPr>
          <w:rFonts w:ascii="ArialMT" w:hAnsi="ArialMT" w:cs="ArialMT"/>
          <w:sz w:val="16"/>
          <w:szCs w:val="16"/>
        </w:rPr>
        <w:t>..), decimale getallen, (€ 0,50; € 0,25; € 0,10), percentages, (50%, 5%, 10%) en verhoudingen (1 op de 2, 1 op de 4, 1 op de 10) in elkaar omzetten</w:t>
      </w:r>
    </w:p>
    <w:p w:rsidR="00505878" w:rsidRDefault="00505878" w:rsidP="00505878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Functioneel gebruiken: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met een rekenmachine breuken en procenten berekenen of benaderen als eindige decimale getallen</w:t>
      </w:r>
    </w:p>
    <w:p w:rsidR="00505878" w:rsidRDefault="00505878" w:rsidP="00505878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Gebruiken: 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rFonts w:ascii="ArialMT" w:hAnsi="ArialMT" w:cs="ArialMT"/>
          <w:sz w:val="16"/>
          <w:szCs w:val="16"/>
        </w:rPr>
        <w:t>procentberekeningen: Inkoopprijs is € 75,-. Wat wordt de prijs inclusief btw?− vergroting als toepassing van verhoudingen: Een foto wordt met een kopieermachine 50%vergroot. Hoe veranderen lengte en breedte van de foto?</w:t>
      </w:r>
    </w:p>
    <w:p w:rsidR="0006673F" w:rsidRPr="007360E6" w:rsidRDefault="00505878" w:rsidP="007360E6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>Weten waarom:</w:t>
      </w:r>
      <w:r>
        <w:rPr>
          <w:rFonts w:ascii="ArialMT" w:hAnsi="ArialMT" w:cs="ArialMT"/>
          <w:sz w:val="16"/>
          <w:szCs w:val="16"/>
        </w:rPr>
        <w:tab/>
        <w:t>Waarom mag je soms percentages bij elkaar optellen bij berekeningen?</w:t>
      </w:r>
    </w:p>
    <w:sectPr w:rsidR="0006673F" w:rsidRPr="007360E6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6673F"/>
    <w:rsid w:val="00071A16"/>
    <w:rsid w:val="0010136D"/>
    <w:rsid w:val="001D759F"/>
    <w:rsid w:val="0022170F"/>
    <w:rsid w:val="002E2B80"/>
    <w:rsid w:val="003F5C33"/>
    <w:rsid w:val="00490613"/>
    <w:rsid w:val="004C3DCA"/>
    <w:rsid w:val="00505878"/>
    <w:rsid w:val="0058183E"/>
    <w:rsid w:val="005B1E8D"/>
    <w:rsid w:val="00606B25"/>
    <w:rsid w:val="00616502"/>
    <w:rsid w:val="0064104F"/>
    <w:rsid w:val="00694A56"/>
    <w:rsid w:val="00696700"/>
    <w:rsid w:val="00726BEC"/>
    <w:rsid w:val="007360E6"/>
    <w:rsid w:val="00761B0E"/>
    <w:rsid w:val="007975CB"/>
    <w:rsid w:val="007C07AF"/>
    <w:rsid w:val="008D6B85"/>
    <w:rsid w:val="008F167F"/>
    <w:rsid w:val="00917690"/>
    <w:rsid w:val="009267FF"/>
    <w:rsid w:val="009C302E"/>
    <w:rsid w:val="00A11C26"/>
    <w:rsid w:val="00B17933"/>
    <w:rsid w:val="00BD2DD4"/>
    <w:rsid w:val="00CE5A4F"/>
    <w:rsid w:val="00D73F06"/>
    <w:rsid w:val="00D87664"/>
    <w:rsid w:val="00D95129"/>
    <w:rsid w:val="00EA232B"/>
    <w:rsid w:val="00F60C4B"/>
    <w:rsid w:val="00FC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383CD-5628-46F5-BB24-9EA6F96E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4WXHFb0dTI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hyperlink" Target="http://www.leerwiki.nl/Wat_kost_rood_staan_bij_bank" TargetMode="Externa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ji9zaYR-5Y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iskundeacademie.nl/lesmethode/getal-en-ruimte/havo-3-2/5-statistiek-en-procenten/5-2-procentuele-toename-en-afname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04139-A3A3-4726-BF68-7AE842C5BFD9}"/>
</file>

<file path=customXml/itemProps2.xml><?xml version="1.0" encoding="utf-8"?>
<ds:datastoreItem xmlns:ds="http://schemas.openxmlformats.org/officeDocument/2006/customXml" ds:itemID="{8F702C02-C6E0-4D8B-868E-55D1817F3FE5}"/>
</file>

<file path=customXml/itemProps3.xml><?xml version="1.0" encoding="utf-8"?>
<ds:datastoreItem xmlns:ds="http://schemas.openxmlformats.org/officeDocument/2006/customXml" ds:itemID="{638CC9AD-3768-4F87-A7CA-E9540B86A9D4}"/>
</file>

<file path=customXml/itemProps4.xml><?xml version="1.0" encoding="utf-8"?>
<ds:datastoreItem xmlns:ds="http://schemas.openxmlformats.org/officeDocument/2006/customXml" ds:itemID="{A91F1563-874C-4074-B3B9-B0A5BD421654}"/>
</file>

<file path=customXml/itemProps5.xml><?xml version="1.0" encoding="utf-8"?>
<ds:datastoreItem xmlns:ds="http://schemas.openxmlformats.org/officeDocument/2006/customXml" ds:itemID="{C47D9631-68AD-49D0-AD2A-1C0A5F8BE7A7}"/>
</file>

<file path=customXml/itemProps6.xml><?xml version="1.0" encoding="utf-8"?>
<ds:datastoreItem xmlns:ds="http://schemas.openxmlformats.org/officeDocument/2006/customXml" ds:itemID="{1B29464E-45D8-4470-A84D-FE9AF8E42761}"/>
</file>

<file path=docProps/app.xml><?xml version="1.0" encoding="utf-8"?>
<Properties xmlns="http://schemas.openxmlformats.org/officeDocument/2006/extended-properties" xmlns:vt="http://schemas.openxmlformats.org/officeDocument/2006/docPropsVTypes">
  <Template>9897F777</Template>
  <TotalTime>1</TotalTime>
  <Pages>1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2</cp:revision>
  <dcterms:created xsi:type="dcterms:W3CDTF">2015-02-04T11:42:00Z</dcterms:created>
  <dcterms:modified xsi:type="dcterms:W3CDTF">2015-02-04T11:42:00Z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