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C5ED1B" w14:textId="13625A0A" w:rsidR="00696700" w:rsidRPr="00505878" w:rsidRDefault="00696700" w:rsidP="00696700">
      <w:pPr>
        <w:pBdr>
          <w:bottom w:val="single" w:sz="6" w:space="1" w:color="auto"/>
        </w:pBdr>
        <w:rPr>
          <w:b/>
        </w:rPr>
      </w:pPr>
      <w:r w:rsidRPr="00505878">
        <w:rPr>
          <w:b/>
        </w:rPr>
        <w:t xml:space="preserve">Rekenen 2F: </w:t>
      </w:r>
      <w:r w:rsidR="00735B55">
        <w:rPr>
          <w:b/>
        </w:rPr>
        <w:t>Getall</w:t>
      </w:r>
      <w:r w:rsidR="00310A8F">
        <w:rPr>
          <w:b/>
        </w:rPr>
        <w:t>en: breuken, decimale getallen</w:t>
      </w:r>
    </w:p>
    <w:p w14:paraId="41BA20A0" w14:textId="77777777" w:rsidR="00735B55" w:rsidRDefault="00735B55" w:rsidP="00735B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Referentiekader 2F:</w:t>
      </w:r>
    </w:p>
    <w:p w14:paraId="4C4B1C7C" w14:textId="77777777" w:rsidR="008B731F" w:rsidRDefault="008B731F" w:rsidP="00735B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890B1F6" w14:textId="77777777" w:rsidR="008B731F" w:rsidRDefault="008B731F" w:rsidP="00735B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208204D" w14:textId="77AD1D25" w:rsidR="008B731F" w:rsidRDefault="008B731F" w:rsidP="00735B55">
      <w:pPr>
        <w:autoSpaceDE w:val="0"/>
        <w:autoSpaceDN w:val="0"/>
        <w:adjustRightInd w:val="0"/>
        <w:spacing w:after="0" w:line="240" w:lineRule="auto"/>
      </w:pPr>
      <w:r w:rsidRPr="007975CB">
        <w:rPr>
          <w:b/>
        </w:rPr>
        <w:t>Starter</w:t>
      </w:r>
      <w:r>
        <w:t>:</w:t>
      </w:r>
      <w:r>
        <w:tab/>
      </w:r>
      <w:r>
        <w:tab/>
      </w:r>
    </w:p>
    <w:p w14:paraId="058FC0DE" w14:textId="77777777" w:rsidR="008B731F" w:rsidRDefault="008B731F" w:rsidP="00735B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3E72F8A6" w14:textId="509241B5" w:rsidR="00431A61" w:rsidRDefault="003C2FD8" w:rsidP="00735B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hyperlink r:id="rId6" w:history="1">
        <w:r w:rsidR="00431A61" w:rsidRPr="007C6780">
          <w:rPr>
            <w:rStyle w:val="Hyperlink"/>
            <w:rFonts w:ascii="Arial" w:hAnsi="Arial" w:cs="Arial"/>
            <w:b/>
            <w:bCs/>
            <w:sz w:val="18"/>
            <w:szCs w:val="18"/>
          </w:rPr>
          <w:t>http://members.home.nl/renegrossfeldt/oefenen/breuken.pdf</w:t>
        </w:r>
      </w:hyperlink>
    </w:p>
    <w:p w14:paraId="413D2F9E" w14:textId="77777777" w:rsidR="00431A61" w:rsidRDefault="00431A61" w:rsidP="00735B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CCC2693" w14:textId="77777777" w:rsidR="008B731F" w:rsidRDefault="008B731F" w:rsidP="00735B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891DCE9" w14:textId="29D223CC" w:rsidR="00FC763F" w:rsidRDefault="00FC763F" w:rsidP="00735B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Instructie: breukenbalken</w:t>
      </w:r>
    </w:p>
    <w:p w14:paraId="2ED483D4" w14:textId="1D141C61" w:rsidR="00FC763F" w:rsidRDefault="003C2FD8" w:rsidP="00735B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hyperlink r:id="rId7" w:history="1">
        <w:r w:rsidR="00FC763F" w:rsidRPr="007C6780">
          <w:rPr>
            <w:rStyle w:val="Hyperlink"/>
            <w:rFonts w:ascii="Arial" w:hAnsi="Arial" w:cs="Arial"/>
            <w:b/>
            <w:bCs/>
            <w:sz w:val="18"/>
            <w:szCs w:val="18"/>
          </w:rPr>
          <w:t>http://www.taw.org.uk/demo/mathematics/shapes/fractionStrip.htm</w:t>
        </w:r>
      </w:hyperlink>
    </w:p>
    <w:p w14:paraId="6E04E002" w14:textId="77777777" w:rsidR="00FC763F" w:rsidRDefault="00FC763F" w:rsidP="00735B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79167F7" w14:textId="77777777" w:rsidR="00FC763F" w:rsidRDefault="00FC763F" w:rsidP="00735B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1225DBE" w14:textId="77777777" w:rsidR="00431A61" w:rsidRDefault="00431A61" w:rsidP="00431A61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b/>
          <w:bCs/>
          <w:sz w:val="18"/>
          <w:szCs w:val="18"/>
        </w:rPr>
        <w:t xml:space="preserve">oefenen: </w:t>
      </w:r>
      <w:hyperlink r:id="rId8" w:history="1">
        <w:r w:rsidRPr="007C6780">
          <w:rPr>
            <w:rStyle w:val="Hyperlink"/>
          </w:rPr>
          <w:t>http://www.onlineklas.nl/flash/breuken%20oefenen.html</w:t>
        </w:r>
      </w:hyperlink>
    </w:p>
    <w:p w14:paraId="6EF0D83A" w14:textId="2257E614" w:rsidR="008B731F" w:rsidRDefault="008B731F" w:rsidP="00735B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527C6B8" w14:textId="77777777" w:rsidR="00DB6F8A" w:rsidRDefault="00DB6F8A" w:rsidP="00DB6F8A">
      <w:pPr>
        <w:pBdr>
          <w:bottom w:val="single" w:sz="6" w:space="1" w:color="auto"/>
        </w:pBdr>
        <w:tabs>
          <w:tab w:val="left" w:pos="5387"/>
        </w:tabs>
        <w:ind w:left="567"/>
      </w:pPr>
    </w:p>
    <w:p w14:paraId="01FF4841" w14:textId="77777777" w:rsidR="00DB6F8A" w:rsidRDefault="00DB6F8A" w:rsidP="00DB6F8A">
      <w:pPr>
        <w:tabs>
          <w:tab w:val="left" w:pos="5387"/>
        </w:tabs>
        <w:rPr>
          <w:b/>
        </w:rPr>
        <w:sectPr w:rsidR="00DB6F8A" w:rsidSect="008F167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80DE0C" w14:textId="77777777" w:rsidR="003C2FD8" w:rsidRDefault="00DB6F8A" w:rsidP="00DB6F8A">
      <w:pPr>
        <w:tabs>
          <w:tab w:val="left" w:pos="5387"/>
        </w:tabs>
      </w:pPr>
      <w:r w:rsidRPr="007975CB">
        <w:rPr>
          <w:b/>
        </w:rPr>
        <w:lastRenderedPageBreak/>
        <w:t>Oefeningen boek</w:t>
      </w:r>
      <w:r>
        <w:t xml:space="preserve"> Deviant:</w:t>
      </w:r>
      <w:r>
        <w:br/>
      </w:r>
    </w:p>
    <w:p w14:paraId="5B31F703" w14:textId="02D3593D" w:rsidR="00DB6F8A" w:rsidRDefault="000C7304" w:rsidP="00DB6F8A">
      <w:pPr>
        <w:tabs>
          <w:tab w:val="left" w:pos="5387"/>
        </w:tabs>
      </w:pPr>
      <w:bookmarkStart w:id="0" w:name="_GoBack"/>
      <w:bookmarkEnd w:id="0"/>
      <w:r>
        <w:t>H3. Decimale getallen</w:t>
      </w:r>
      <w:r>
        <w:br/>
        <w:t>H4. Breuken</w:t>
      </w:r>
    </w:p>
    <w:p w14:paraId="4937CE66" w14:textId="4245FCA8" w:rsidR="00DB6F8A" w:rsidRDefault="00DB6F8A" w:rsidP="00DB6F8A">
      <w:pPr>
        <w:tabs>
          <w:tab w:val="left" w:pos="5387"/>
        </w:tabs>
      </w:pPr>
      <w:r>
        <w:br/>
      </w:r>
    </w:p>
    <w:p w14:paraId="08AFBAC0" w14:textId="77777777" w:rsidR="003C2FD8" w:rsidRDefault="005C0FA0" w:rsidP="00DB6F8A">
      <w:pPr>
        <w:tabs>
          <w:tab w:val="left" w:pos="5387"/>
        </w:tabs>
      </w:pPr>
      <w:r>
        <w:rPr>
          <w:b/>
        </w:rPr>
        <w:br w:type="column"/>
      </w:r>
      <w:r w:rsidR="00DB6F8A">
        <w:rPr>
          <w:b/>
        </w:rPr>
        <w:lastRenderedPageBreak/>
        <w:t>O</w:t>
      </w:r>
      <w:r w:rsidR="00DB6F8A" w:rsidRPr="007975CB">
        <w:rPr>
          <w:b/>
        </w:rPr>
        <w:t>efeningen Studiemeter</w:t>
      </w:r>
      <w:r w:rsidR="00DB6F8A">
        <w:t xml:space="preserve"> online 2.0:</w:t>
      </w:r>
      <w:r w:rsidR="003C2FD8">
        <w:br/>
      </w:r>
    </w:p>
    <w:p w14:paraId="398D4418" w14:textId="589C1FE8" w:rsidR="00DB6F8A" w:rsidRDefault="00DB6F8A" w:rsidP="00DB6F8A">
      <w:pPr>
        <w:tabs>
          <w:tab w:val="left" w:pos="5387"/>
        </w:tabs>
      </w:pPr>
      <w:r>
        <w:t xml:space="preserve">Domein 1 getallen, oefeningen </w:t>
      </w:r>
    </w:p>
    <w:p w14:paraId="7B7A1E76" w14:textId="5104E9D1" w:rsidR="00DB6F8A" w:rsidRDefault="00DB6F8A" w:rsidP="00DB6F8A">
      <w:pPr>
        <w:pStyle w:val="Lijstalinea"/>
        <w:numPr>
          <w:ilvl w:val="0"/>
          <w:numId w:val="1"/>
        </w:numPr>
        <w:tabs>
          <w:tab w:val="left" w:pos="5387"/>
        </w:tabs>
      </w:pPr>
      <w:r>
        <w:t>Breuken optellen</w:t>
      </w:r>
    </w:p>
    <w:p w14:paraId="16EF9B97" w14:textId="1DAE32E9" w:rsidR="00DB6F8A" w:rsidRDefault="00DB6F8A" w:rsidP="00DB6F8A">
      <w:pPr>
        <w:pStyle w:val="Lijstalinea"/>
        <w:numPr>
          <w:ilvl w:val="0"/>
          <w:numId w:val="1"/>
        </w:numPr>
        <w:tabs>
          <w:tab w:val="left" w:pos="5387"/>
        </w:tabs>
      </w:pPr>
      <w:r>
        <w:t>Breuken aftrekken</w:t>
      </w:r>
    </w:p>
    <w:p w14:paraId="748AE6AC" w14:textId="5DA95646" w:rsidR="00127C5E" w:rsidRDefault="00127C5E" w:rsidP="00DB6F8A">
      <w:pPr>
        <w:pStyle w:val="Lijstalinea"/>
        <w:numPr>
          <w:ilvl w:val="0"/>
          <w:numId w:val="1"/>
        </w:numPr>
        <w:tabs>
          <w:tab w:val="left" w:pos="5387"/>
        </w:tabs>
      </w:pPr>
      <w:r>
        <w:t>Decimale getallen optellen en aftrekken</w:t>
      </w:r>
    </w:p>
    <w:p w14:paraId="0FC041CF" w14:textId="234FD9D5" w:rsidR="00127C5E" w:rsidRDefault="00127C5E" w:rsidP="00DB6F8A">
      <w:pPr>
        <w:pStyle w:val="Lijstalinea"/>
        <w:numPr>
          <w:ilvl w:val="0"/>
          <w:numId w:val="1"/>
        </w:numPr>
        <w:tabs>
          <w:tab w:val="left" w:pos="5387"/>
        </w:tabs>
      </w:pPr>
      <w:r>
        <w:t>Decimale getallen vermenigvuldigen</w:t>
      </w:r>
    </w:p>
    <w:p w14:paraId="26A34A60" w14:textId="77777777" w:rsidR="00DB6F8A" w:rsidRDefault="00DB6F8A" w:rsidP="00DB6F8A">
      <w:pPr>
        <w:pBdr>
          <w:bottom w:val="single" w:sz="6" w:space="1" w:color="auto"/>
        </w:pBdr>
        <w:tabs>
          <w:tab w:val="left" w:pos="5387"/>
        </w:tabs>
        <w:sectPr w:rsidR="00DB6F8A" w:rsidSect="006D1A39">
          <w:type w:val="continuous"/>
          <w:pgSz w:w="11906" w:h="16838"/>
          <w:pgMar w:top="1417" w:right="1417" w:bottom="1417" w:left="1417" w:header="708" w:footer="708" w:gutter="0"/>
          <w:cols w:num="2" w:space="709"/>
          <w:docGrid w:linePitch="360"/>
        </w:sectPr>
      </w:pPr>
    </w:p>
    <w:p w14:paraId="6800404A" w14:textId="77777777" w:rsidR="00DB6F8A" w:rsidRDefault="00DB6F8A" w:rsidP="00735B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37EAEC90" w14:textId="77777777" w:rsidR="008B731F" w:rsidRDefault="008B731F" w:rsidP="00735B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C8275FD" w14:textId="77777777" w:rsidR="00735B55" w:rsidRDefault="00735B55" w:rsidP="00735B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Paraat hebben:</w:t>
      </w:r>
      <w:r>
        <w:rPr>
          <w:rFonts w:ascii="Arial" w:hAnsi="Arial" w:cs="Arial"/>
          <w:b/>
          <w:bCs/>
          <w:sz w:val="18"/>
          <w:szCs w:val="18"/>
        </w:rPr>
        <w:tab/>
      </w:r>
    </w:p>
    <w:p w14:paraId="50F3ECE6" w14:textId="1675E4E2" w:rsidR="00735B55" w:rsidRDefault="00051C8A" w:rsidP="00735B55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(</w:t>
      </w:r>
      <w:r w:rsidR="00735B55" w:rsidRPr="002632C5">
        <w:rPr>
          <w:rFonts w:ascii="ArialMT" w:hAnsi="ArialMT" w:cs="ArialMT"/>
          <w:sz w:val="16"/>
          <w:szCs w:val="16"/>
        </w:rPr>
        <w:t>gebruik van wortelteken, machten</w:t>
      </w:r>
      <w:r>
        <w:rPr>
          <w:rFonts w:ascii="ArialMT" w:hAnsi="ArialMT" w:cs="ArialMT"/>
          <w:sz w:val="16"/>
          <w:szCs w:val="16"/>
        </w:rPr>
        <w:t>)</w:t>
      </w:r>
    </w:p>
    <w:p w14:paraId="4FA96FDD" w14:textId="77777777" w:rsidR="00735B55" w:rsidRPr="006D1A39" w:rsidRDefault="00735B55" w:rsidP="00735B55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 w:rsidRPr="006D1A39">
        <w:rPr>
          <w:rFonts w:ascii="ArialMT" w:hAnsi="ArialMT" w:cs="ArialMT"/>
          <w:sz w:val="16"/>
          <w:szCs w:val="16"/>
        </w:rPr>
        <w:t>met een rekenmachine breuken, procenten en machten en wortels berekenen en benaderen als eindige decimale getallen</w:t>
      </w:r>
    </w:p>
    <w:p w14:paraId="32354655" w14:textId="77777777" w:rsidR="00735B55" w:rsidRDefault="00735B55" w:rsidP="00735B55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Functioneel gebruiken:</w:t>
      </w:r>
    </w:p>
    <w:p w14:paraId="4F5EDA75" w14:textId="77777777" w:rsidR="00735B55" w:rsidRPr="006D1A39" w:rsidRDefault="00735B55" w:rsidP="00735B55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 w:rsidRPr="006D1A39">
        <w:rPr>
          <w:rFonts w:ascii="ArialMT" w:hAnsi="ArialMT" w:cs="ArialMT"/>
          <w:sz w:val="16"/>
          <w:szCs w:val="16"/>
        </w:rPr>
        <w:t>afronden op mooie getallen.</w:t>
      </w:r>
    </w:p>
    <w:p w14:paraId="04EF8DE7" w14:textId="77777777" w:rsidR="00735B55" w:rsidRDefault="00735B55" w:rsidP="00735B55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 w:rsidRPr="006D1A39">
        <w:rPr>
          <w:rFonts w:ascii="ArialMT" w:hAnsi="ArialMT" w:cs="ArialMT"/>
          <w:sz w:val="16"/>
          <w:szCs w:val="16"/>
        </w:rPr>
        <w:t>Schatten van een uitkomst</w:t>
      </w:r>
    </w:p>
    <w:p w14:paraId="752390C2" w14:textId="77777777" w:rsidR="00735B55" w:rsidRPr="006D1A39" w:rsidRDefault="00735B55" w:rsidP="00735B55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  <w:r w:rsidRPr="006D1A39">
        <w:rPr>
          <w:rFonts w:ascii="ArialMT" w:hAnsi="ArialMT" w:cs="ArialMT"/>
          <w:sz w:val="16"/>
          <w:szCs w:val="16"/>
        </w:rPr>
        <w:t>Resultaat van een berekening afronden in overeenstemming met de gegeven situatie</w:t>
      </w:r>
    </w:p>
    <w:p w14:paraId="70756B5E" w14:textId="77777777" w:rsidR="00735B55" w:rsidRDefault="00735B55" w:rsidP="00735B55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Weten waarom:</w:t>
      </w:r>
    </w:p>
    <w:p w14:paraId="27D7BA48" w14:textId="74739D1B" w:rsidR="00735B55" w:rsidRPr="00051C8A" w:rsidRDefault="00051C8A" w:rsidP="00051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 xml:space="preserve">- </w:t>
      </w:r>
      <w:r>
        <w:rPr>
          <w:rFonts w:ascii="ArialMT" w:hAnsi="ArialMT" w:cs="ArialMT"/>
          <w:sz w:val="16"/>
          <w:szCs w:val="16"/>
        </w:rPr>
        <w:tab/>
      </w:r>
      <w:r>
        <w:rPr>
          <w:rFonts w:ascii="ArialMT" w:hAnsi="ArialMT" w:cs="ArialMT"/>
          <w:sz w:val="16"/>
          <w:szCs w:val="16"/>
        </w:rPr>
        <w:tab/>
      </w:r>
      <w:r>
        <w:rPr>
          <w:rFonts w:ascii="ArialMT" w:hAnsi="ArialMT" w:cs="ArialMT"/>
          <w:sz w:val="16"/>
          <w:szCs w:val="16"/>
        </w:rPr>
        <w:tab/>
      </w:r>
      <w:r w:rsidR="00735B55" w:rsidRPr="00051C8A">
        <w:rPr>
          <w:rFonts w:ascii="ArialMT" w:hAnsi="ArialMT" w:cs="ArialMT"/>
          <w:sz w:val="16"/>
          <w:szCs w:val="16"/>
        </w:rPr>
        <w:t>Bij berekeningen een passend rekenmodel of de rekenmachine kiezen</w:t>
      </w:r>
    </w:p>
    <w:p w14:paraId="1A1231A7" w14:textId="7475E66F" w:rsidR="00735B55" w:rsidRPr="00051C8A" w:rsidRDefault="00051C8A" w:rsidP="00051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 xml:space="preserve">- </w:t>
      </w:r>
      <w:r>
        <w:rPr>
          <w:rFonts w:ascii="ArialMT" w:hAnsi="ArialMT" w:cs="ArialMT"/>
          <w:sz w:val="16"/>
          <w:szCs w:val="16"/>
        </w:rPr>
        <w:tab/>
      </w:r>
      <w:r>
        <w:rPr>
          <w:rFonts w:ascii="ArialMT" w:hAnsi="ArialMT" w:cs="ArialMT"/>
          <w:sz w:val="16"/>
          <w:szCs w:val="16"/>
        </w:rPr>
        <w:tab/>
      </w:r>
      <w:r>
        <w:rPr>
          <w:rFonts w:ascii="ArialMT" w:hAnsi="ArialMT" w:cs="ArialMT"/>
          <w:sz w:val="16"/>
          <w:szCs w:val="16"/>
        </w:rPr>
        <w:tab/>
      </w:r>
      <w:r w:rsidR="00735B55" w:rsidRPr="00051C8A">
        <w:rPr>
          <w:rFonts w:ascii="ArialMT" w:hAnsi="ArialMT" w:cs="ArialMT"/>
          <w:sz w:val="16"/>
          <w:szCs w:val="16"/>
        </w:rPr>
        <w:t xml:space="preserve">Berekeningen en redeneringen verifiëren </w:t>
      </w:r>
    </w:p>
    <w:p w14:paraId="677F1BC9" w14:textId="77777777" w:rsidR="0006673F" w:rsidRDefault="0006673F" w:rsidP="00735B55">
      <w:pPr>
        <w:autoSpaceDE w:val="0"/>
        <w:autoSpaceDN w:val="0"/>
        <w:adjustRightInd w:val="0"/>
        <w:spacing w:after="0" w:line="240" w:lineRule="auto"/>
        <w:ind w:left="2127" w:hanging="2127"/>
      </w:pPr>
    </w:p>
    <w:p w14:paraId="6B060D81" w14:textId="77777777" w:rsidR="009963DA" w:rsidRDefault="009963DA" w:rsidP="00735B55">
      <w:pPr>
        <w:autoSpaceDE w:val="0"/>
        <w:autoSpaceDN w:val="0"/>
        <w:adjustRightInd w:val="0"/>
        <w:spacing w:after="0" w:line="240" w:lineRule="auto"/>
        <w:ind w:left="2127" w:hanging="2127"/>
      </w:pPr>
    </w:p>
    <w:sectPr w:rsidR="009963DA" w:rsidSect="001D759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1F348B"/>
    <w:multiLevelType w:val="hybridMultilevel"/>
    <w:tmpl w:val="C7E679D8"/>
    <w:lvl w:ilvl="0" w:tplc="493C1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3303FF"/>
    <w:multiLevelType w:val="hybridMultilevel"/>
    <w:tmpl w:val="1AF46F86"/>
    <w:lvl w:ilvl="0" w:tplc="B590D41C">
      <w:numFmt w:val="bullet"/>
      <w:lvlText w:val="−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CC061D"/>
    <w:multiLevelType w:val="hybridMultilevel"/>
    <w:tmpl w:val="780E1230"/>
    <w:lvl w:ilvl="0" w:tplc="B590D41C">
      <w:numFmt w:val="bullet"/>
      <w:lvlText w:val="−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02D6C"/>
    <w:multiLevelType w:val="hybridMultilevel"/>
    <w:tmpl w:val="0DEEBE38"/>
    <w:lvl w:ilvl="0" w:tplc="B590D41C">
      <w:numFmt w:val="bullet"/>
      <w:lvlText w:val="−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36D"/>
    <w:rsid w:val="00051C8A"/>
    <w:rsid w:val="0006673F"/>
    <w:rsid w:val="00071A16"/>
    <w:rsid w:val="000C7304"/>
    <w:rsid w:val="0010136D"/>
    <w:rsid w:val="00127C5E"/>
    <w:rsid w:val="001D759F"/>
    <w:rsid w:val="001E3A2B"/>
    <w:rsid w:val="0022170F"/>
    <w:rsid w:val="002632C5"/>
    <w:rsid w:val="002E2B80"/>
    <w:rsid w:val="00310A8F"/>
    <w:rsid w:val="003C2FD8"/>
    <w:rsid w:val="00431A61"/>
    <w:rsid w:val="00490613"/>
    <w:rsid w:val="004C3DCA"/>
    <w:rsid w:val="00505878"/>
    <w:rsid w:val="0058183E"/>
    <w:rsid w:val="005B1E8D"/>
    <w:rsid w:val="005C0FA0"/>
    <w:rsid w:val="00606B25"/>
    <w:rsid w:val="00616502"/>
    <w:rsid w:val="0064104F"/>
    <w:rsid w:val="00694A56"/>
    <w:rsid w:val="00696700"/>
    <w:rsid w:val="006D1A39"/>
    <w:rsid w:val="00726BEC"/>
    <w:rsid w:val="00735B55"/>
    <w:rsid w:val="00761B0E"/>
    <w:rsid w:val="007975CB"/>
    <w:rsid w:val="007C07AF"/>
    <w:rsid w:val="008250B5"/>
    <w:rsid w:val="00895FA3"/>
    <w:rsid w:val="008B731F"/>
    <w:rsid w:val="008D6B85"/>
    <w:rsid w:val="008F167F"/>
    <w:rsid w:val="008F66FD"/>
    <w:rsid w:val="00917690"/>
    <w:rsid w:val="009267FF"/>
    <w:rsid w:val="009963DA"/>
    <w:rsid w:val="009C302E"/>
    <w:rsid w:val="00A11C26"/>
    <w:rsid w:val="00B17933"/>
    <w:rsid w:val="00B72F4D"/>
    <w:rsid w:val="00BA1520"/>
    <w:rsid w:val="00C768F4"/>
    <w:rsid w:val="00D062AA"/>
    <w:rsid w:val="00D73F06"/>
    <w:rsid w:val="00D87664"/>
    <w:rsid w:val="00DB6F8A"/>
    <w:rsid w:val="00DB78BE"/>
    <w:rsid w:val="00EA232B"/>
    <w:rsid w:val="00EA56D5"/>
    <w:rsid w:val="00F43764"/>
    <w:rsid w:val="00F60C4B"/>
    <w:rsid w:val="00FC3D30"/>
    <w:rsid w:val="00FC763F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3B5F53"/>
  <w15:docId w15:val="{B2B54395-34E4-4591-A5F3-6ACBBBF9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136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D759F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7975CB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81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1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598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54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970946">
                          <w:marLeft w:val="-436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8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58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86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1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lineklas.nl/flash/breuken%20oefenen.html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hyperlink" Target="http://www.taw.org.uk/demo/mathematics/shapes/fractionStrip.htm" TargetMode="Externa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embers.home.nl/renegrossfeldt/oefenen/breuken.pdf" TargetMode="Externa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6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EFC9CAE7D2241A960046184269618" ma:contentTypeVersion="6" ma:contentTypeDescription="Een nieuw document maken." ma:contentTypeScope="" ma:versionID="39b557e45be175c386d6dc9e436f4387">
  <xsd:schema xmlns:xsd="http://www.w3.org/2001/XMLSchema" xmlns:xs="http://www.w3.org/2001/XMLSchema" xmlns:p="http://schemas.microsoft.com/office/2006/metadata/properties" xmlns:ns2="e5473280-2023-4bf4-9037-6d2bf238c180" targetNamespace="http://schemas.microsoft.com/office/2006/metadata/properties" ma:root="true" ma:fieldsID="db28e7ed6f10819dc2995b5169140a85" ns2:_="">
    <xsd:import namespace="e5473280-2023-4bf4-9037-6d2bf238c1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73280-2023-4bf4-9037-6d2bf238c180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7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0620027c-625f-40d9-9ed0-ff23b5bfde26" ContentTypeId="0x0101" PreviousValue="false"/>
</file>

<file path=customXml/itemProps1.xml><?xml version="1.0" encoding="utf-8"?>
<ds:datastoreItem xmlns:ds="http://schemas.openxmlformats.org/officeDocument/2006/customXml" ds:itemID="{D2E7B212-592B-4E5E-8B2D-F4F9E6B80D49}"/>
</file>

<file path=customXml/itemProps2.xml><?xml version="1.0" encoding="utf-8"?>
<ds:datastoreItem xmlns:ds="http://schemas.openxmlformats.org/officeDocument/2006/customXml" ds:itemID="{A9AFD52C-B625-4E0A-8A49-9EBEF950D847}"/>
</file>

<file path=customXml/itemProps3.xml><?xml version="1.0" encoding="utf-8"?>
<ds:datastoreItem xmlns:ds="http://schemas.openxmlformats.org/officeDocument/2006/customXml" ds:itemID="{89D0B0D1-6FE1-4489-A98B-F429D1E99BAB}"/>
</file>

<file path=customXml/itemProps4.xml><?xml version="1.0" encoding="utf-8"?>
<ds:datastoreItem xmlns:ds="http://schemas.openxmlformats.org/officeDocument/2006/customXml" ds:itemID="{1A6B0BA5-E5F1-4DC0-B13C-0C1FA30F40D2}"/>
</file>

<file path=customXml/itemProps5.xml><?xml version="1.0" encoding="utf-8"?>
<ds:datastoreItem xmlns:ds="http://schemas.openxmlformats.org/officeDocument/2006/customXml" ds:itemID="{8368759C-0A4A-4827-9BEF-09A470BD1F7F}"/>
</file>

<file path=customXml/itemProps6.xml><?xml version="1.0" encoding="utf-8"?>
<ds:datastoreItem xmlns:ds="http://schemas.openxmlformats.org/officeDocument/2006/customXml" ds:itemID="{A6652459-6746-4B20-910C-63C1FD5DC1F5}"/>
</file>

<file path=docProps/app.xml><?xml version="1.0" encoding="utf-8"?>
<Properties xmlns="http://schemas.openxmlformats.org/officeDocument/2006/extended-properties" xmlns:vt="http://schemas.openxmlformats.org/officeDocument/2006/docPropsVTypes">
  <Template>FD14903F</Template>
  <TotalTime>2</TotalTime>
  <Pages>1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Nijmegen</Company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 Peeters</dc:creator>
  <cp:lastModifiedBy>Marcel Peeters</cp:lastModifiedBy>
  <cp:revision>3</cp:revision>
  <dcterms:created xsi:type="dcterms:W3CDTF">2015-02-04T11:27:00Z</dcterms:created>
  <dcterms:modified xsi:type="dcterms:W3CDTF">2015-02-04T11:28:00Z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0x0101002BDEFC9CAE7D2241A960046184269618</vt:lpwstr>
  </property>
  <property fmtid="{D5CDD505-2E9C-101B-9397-08002B2CF9AE}" pid="3" name="Order">
    <vt:r8>30800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