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508" w:rsidRPr="007975CB" w:rsidRDefault="005B5508" w:rsidP="005B5508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t xml:space="preserve">Rekenen 2F: </w:t>
      </w:r>
      <w:r w:rsidR="00AE10AE">
        <w:rPr>
          <w:b/>
        </w:rPr>
        <w:t xml:space="preserve">Metriek stelsel: </w:t>
      </w:r>
      <w:r w:rsidR="00C45052">
        <w:rPr>
          <w:b/>
        </w:rPr>
        <w:t>L</w:t>
      </w:r>
      <w:r>
        <w:rPr>
          <w:b/>
        </w:rPr>
        <w:t>engte en afstand</w:t>
      </w:r>
    </w:p>
    <w:p w:rsidR="00EB01C2" w:rsidRDefault="005B5508" w:rsidP="005B5508">
      <w:r w:rsidRPr="007975CB">
        <w:rPr>
          <w:b/>
        </w:rPr>
        <w:t>Starter</w:t>
      </w:r>
      <w:r>
        <w:t>: Lengte</w:t>
      </w:r>
      <w:r>
        <w:tab/>
        <w:t>en afstan</w:t>
      </w:r>
      <w:r w:rsidR="00EB01C2">
        <w:t>d</w:t>
      </w:r>
      <w:r w:rsidR="00A940E3">
        <w:t xml:space="preserve"> </w:t>
      </w:r>
    </w:p>
    <w:p w:rsidR="00A940E3" w:rsidRDefault="00A940E3" w:rsidP="005B5508">
      <w:r>
        <w:t>Wat zie je allemaal? Wat komt je bekend voor?</w:t>
      </w:r>
    </w:p>
    <w:p w:rsidR="00A940E3" w:rsidRDefault="0044198E" w:rsidP="005B5508">
      <w:pPr>
        <w:rPr>
          <w:rStyle w:val="Hyperlink"/>
        </w:rPr>
      </w:pPr>
      <w:hyperlink r:id="rId5" w:history="1">
        <w:r w:rsidR="00A940E3" w:rsidRPr="00B839BA">
          <w:rPr>
            <w:rStyle w:val="Hyperlink"/>
          </w:rPr>
          <w:t>http://www.google.nl/search?hl=nl&amp;gs_rn=5&amp;gs_ri=psy-ab&amp;cp=20&amp;gs_id=2i&amp;xhr=t&amp;q=metriek+stelsel+lengtematen&amp;bav=on.2,or.r_gc.r_pw.r_qf.&amp;bvm=bv.43148975,d.d2k&amp;biw=1280&amp;bih=906&amp;wrapid=tljp1362472000186043&amp;um=1&amp;ie=UTF-8&amp;tbm=isch&amp;source=og&amp;sa=N&amp;tab=wi&amp;ei=Taw1UfXhEOyV0QX6q4DQBA</w:t>
        </w:r>
      </w:hyperlink>
    </w:p>
    <w:p w:rsidR="005B5508" w:rsidRDefault="005B5508" w:rsidP="005B5508">
      <w:pPr>
        <w:pBdr>
          <w:bottom w:val="single" w:sz="6" w:space="1" w:color="auto"/>
        </w:pBdr>
      </w:pPr>
    </w:p>
    <w:p w:rsidR="005B5508" w:rsidRPr="00BE1445" w:rsidRDefault="00BE1445" w:rsidP="005B5508">
      <w:r>
        <w:rPr>
          <w:b/>
        </w:rPr>
        <w:t xml:space="preserve">Instructie: </w:t>
      </w:r>
      <w:r w:rsidRPr="00BE1445">
        <w:t>M</w:t>
      </w:r>
      <w:r w:rsidR="005B5508" w:rsidRPr="00BE1445">
        <w:t>etriekstelsel</w:t>
      </w:r>
      <w:r w:rsidRPr="00BE1445">
        <w:t>, lengte</w:t>
      </w:r>
    </w:p>
    <w:p w:rsidR="005B5508" w:rsidRDefault="005B5508" w:rsidP="00A8265A">
      <w:pPr>
        <w:tabs>
          <w:tab w:val="left" w:pos="5387"/>
        </w:tabs>
        <w:spacing w:after="0"/>
      </w:pPr>
      <w:r>
        <w:t>Boek</w:t>
      </w:r>
      <w:r w:rsidR="00A5130F">
        <w:t xml:space="preserve">: </w:t>
      </w:r>
      <w:proofErr w:type="spellStart"/>
      <w:r w:rsidR="00A5130F">
        <w:t>Startrekenen</w:t>
      </w:r>
      <w:proofErr w:type="spellEnd"/>
      <w:r w:rsidR="00A5130F">
        <w:t xml:space="preserve"> mbo 2F deel B</w:t>
      </w:r>
      <w:r>
        <w:t xml:space="preserve"> Deviant 2</w:t>
      </w:r>
      <w:r w:rsidR="00A8265A">
        <w:t xml:space="preserve">F: </w:t>
      </w:r>
      <w:r>
        <w:t>Lengte en afstand:  hoofdstuk</w:t>
      </w:r>
      <w:r w:rsidR="0062669F">
        <w:t xml:space="preserve"> 10.1, </w:t>
      </w:r>
      <w:r w:rsidR="00CC4EDC">
        <w:t xml:space="preserve">10.2, </w:t>
      </w:r>
      <w:r w:rsidR="00A81DC0">
        <w:t>12.1</w:t>
      </w:r>
    </w:p>
    <w:p w:rsidR="005B5508" w:rsidRDefault="005B5508" w:rsidP="005B5508">
      <w:pPr>
        <w:spacing w:after="0"/>
      </w:pPr>
    </w:p>
    <w:p w:rsidR="005B5508" w:rsidRDefault="00C95772" w:rsidP="00C33BF4">
      <w:pPr>
        <w:spacing w:after="0"/>
        <w:rPr>
          <w:rStyle w:val="Hyperlink"/>
        </w:rPr>
      </w:pPr>
      <w:r>
        <w:t>Video:</w:t>
      </w:r>
      <w:r w:rsidR="00A8265A">
        <w:tab/>
      </w:r>
      <w:r>
        <w:t xml:space="preserve"> </w:t>
      </w:r>
      <w:hyperlink r:id="rId6" w:history="1">
        <w:r w:rsidRPr="00B839BA">
          <w:rPr>
            <w:rStyle w:val="Hyperlink"/>
          </w:rPr>
          <w:t>http://www.ffrekenen.nl/versie1/content/theorie/meten_en_meetkunde/r01_th_mt_008</w:t>
        </w:r>
      </w:hyperlink>
    </w:p>
    <w:p w:rsidR="00A940E3" w:rsidRDefault="00A940E3" w:rsidP="00C33BF4">
      <w:pPr>
        <w:pBdr>
          <w:bottom w:val="single" w:sz="6" w:space="1" w:color="auto"/>
        </w:pBdr>
        <w:spacing w:after="0"/>
      </w:pPr>
    </w:p>
    <w:p w:rsidR="00A940E3" w:rsidRDefault="00A940E3" w:rsidP="00C33BF4">
      <w:pPr>
        <w:pBdr>
          <w:bottom w:val="single" w:sz="6" w:space="1" w:color="auto"/>
        </w:pBdr>
        <w:spacing w:after="0"/>
      </w:pPr>
      <w:r>
        <w:t xml:space="preserve">Opdracht: </w:t>
      </w:r>
      <w:r w:rsidR="00C33BF4">
        <w:t xml:space="preserve"> </w:t>
      </w:r>
      <w:r w:rsidRPr="006324B0">
        <w:t xml:space="preserve">Probeer zo goed mogelijk </w:t>
      </w:r>
      <w:r w:rsidR="00A81DC0">
        <w:t xml:space="preserve">een lengte van 1 meter touw af te </w:t>
      </w:r>
      <w:r w:rsidRPr="006324B0">
        <w:t>knippen.</w:t>
      </w:r>
      <w:r w:rsidR="00A81DC0">
        <w:t>, zonder g</w:t>
      </w:r>
      <w:r w:rsidR="00096604">
        <w:t>ebruik te maken van een rolmaat of duimstok.</w:t>
      </w:r>
    </w:p>
    <w:p w:rsidR="00C33BF4" w:rsidRDefault="00C33BF4" w:rsidP="00C33BF4">
      <w:pPr>
        <w:pBdr>
          <w:bottom w:val="single" w:sz="6" w:space="1" w:color="auto"/>
        </w:pBdr>
        <w:spacing w:after="0"/>
        <w:ind w:left="2130" w:hanging="2130"/>
      </w:pPr>
    </w:p>
    <w:p w:rsidR="00A940E3" w:rsidRDefault="00A940E3" w:rsidP="00C33BF4">
      <w:pPr>
        <w:pBdr>
          <w:bottom w:val="single" w:sz="6" w:space="1" w:color="auto"/>
        </w:pBdr>
        <w:spacing w:after="0"/>
        <w:ind w:left="2130" w:hanging="2130"/>
      </w:pPr>
      <w:r>
        <w:t>Omtrek:</w:t>
      </w:r>
      <w:r w:rsidR="00C33BF4">
        <w:t xml:space="preserve">  </w:t>
      </w:r>
      <w:hyperlink r:id="rId7" w:history="1">
        <w:r w:rsidRPr="005A3B6B">
          <w:rPr>
            <w:rStyle w:val="Hyperlink"/>
          </w:rPr>
          <w:t>http://www.cijfers.net/aarde_01.html</w:t>
        </w:r>
      </w:hyperlink>
      <w:r>
        <w:t xml:space="preserve"> </w:t>
      </w:r>
    </w:p>
    <w:p w:rsidR="008E336D" w:rsidRDefault="008E336D" w:rsidP="005B5508">
      <w:pPr>
        <w:tabs>
          <w:tab w:val="left" w:pos="5387"/>
        </w:tabs>
        <w:spacing w:after="0"/>
        <w:rPr>
          <w:b/>
        </w:rPr>
      </w:pPr>
    </w:p>
    <w:p w:rsidR="00082DDC" w:rsidRDefault="00082DDC" w:rsidP="008E336D">
      <w:pPr>
        <w:tabs>
          <w:tab w:val="left" w:pos="5387"/>
        </w:tabs>
        <w:spacing w:after="0"/>
        <w:rPr>
          <w:b/>
        </w:rPr>
        <w:sectPr w:rsidR="00082D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5508" w:rsidRDefault="005B5508" w:rsidP="008E336D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 w:rsidR="006A3EE8">
        <w:rPr>
          <w:b/>
        </w:rPr>
        <w:t xml:space="preserve"> </w:t>
      </w:r>
      <w:r w:rsidR="00813998">
        <w:t xml:space="preserve"> </w:t>
      </w:r>
      <w:proofErr w:type="spellStart"/>
      <w:r w:rsidR="00AF6D07">
        <w:t>Startrekenen</w:t>
      </w:r>
      <w:proofErr w:type="spellEnd"/>
      <w:r w:rsidR="00813998">
        <w:t xml:space="preserve"> Meten en meetkunde:</w:t>
      </w:r>
    </w:p>
    <w:p w:rsidR="00A81DC0" w:rsidRDefault="00D94CA7" w:rsidP="008E336D">
      <w:pPr>
        <w:tabs>
          <w:tab w:val="left" w:pos="5387"/>
        </w:tabs>
        <w:spacing w:after="0"/>
      </w:pPr>
      <w:r>
        <w:t>H10.1 Eenheden, T</w:t>
      </w:r>
      <w:r w:rsidR="00A81DC0">
        <w:t>heorie 1</w:t>
      </w:r>
    </w:p>
    <w:p w:rsidR="00D94CA7" w:rsidRDefault="00D94CA7" w:rsidP="008E336D">
      <w:pPr>
        <w:tabs>
          <w:tab w:val="left" w:pos="5387"/>
        </w:tabs>
        <w:spacing w:after="0"/>
      </w:pPr>
      <w:r>
        <w:t>H10.2 Omrekenen, Theorie 4</w:t>
      </w:r>
    </w:p>
    <w:p w:rsidR="0062669F" w:rsidRDefault="0062669F" w:rsidP="008E336D">
      <w:pPr>
        <w:tabs>
          <w:tab w:val="left" w:pos="5387"/>
        </w:tabs>
        <w:spacing w:after="0"/>
      </w:pPr>
      <w:r>
        <w:t>H12.1 Omtrek uitrekenen</w:t>
      </w:r>
    </w:p>
    <w:p w:rsidR="008817E1" w:rsidRDefault="008817E1" w:rsidP="008E336D">
      <w:pPr>
        <w:tabs>
          <w:tab w:val="left" w:pos="5387"/>
        </w:tabs>
        <w:spacing w:after="0"/>
      </w:pPr>
    </w:p>
    <w:p w:rsidR="00767728" w:rsidRDefault="00767728" w:rsidP="00767728">
      <w:pPr>
        <w:tabs>
          <w:tab w:val="left" w:pos="5387"/>
        </w:tabs>
        <w:spacing w:after="0"/>
      </w:pPr>
      <w:r w:rsidRPr="00C77672">
        <w:rPr>
          <w:b/>
        </w:rPr>
        <w:lastRenderedPageBreak/>
        <w:t>Oefeningen Studiemeter</w:t>
      </w:r>
    </w:p>
    <w:p w:rsidR="00767728" w:rsidRDefault="00767728" w:rsidP="00767728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</w:t>
      </w:r>
      <w:r w:rsidR="00BF4AC5">
        <w:t>)</w:t>
      </w:r>
      <w:r>
        <w:t>/domein3 Meten &amp; meetkunde/oefeningen:</w:t>
      </w:r>
    </w:p>
    <w:p w:rsidR="00082DDC" w:rsidRDefault="008817E1" w:rsidP="00BF4AC5">
      <w:pPr>
        <w:numPr>
          <w:ilvl w:val="0"/>
          <w:numId w:val="2"/>
        </w:numPr>
        <w:tabs>
          <w:tab w:val="left" w:pos="5387"/>
        </w:tabs>
        <w:spacing w:after="0"/>
        <w:contextualSpacing/>
        <w:sectPr w:rsidR="00082DDC" w:rsidSect="00082DD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Maten en hoeveelheden</w:t>
      </w:r>
    </w:p>
    <w:p w:rsidR="00753A72" w:rsidRDefault="00753A72" w:rsidP="00384A2F">
      <w:pPr>
        <w:pBdr>
          <w:bottom w:val="single" w:sz="6" w:space="1" w:color="auto"/>
        </w:pBdr>
        <w:spacing w:after="0"/>
      </w:pPr>
    </w:p>
    <w:p w:rsidR="004D29FA" w:rsidRDefault="00DE0B38" w:rsidP="00DE0B38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 w:rsidR="00E51636">
        <w:t xml:space="preserve">: </w:t>
      </w:r>
    </w:p>
    <w:p w:rsidR="004D29FA" w:rsidRDefault="0044198E" w:rsidP="00DE0B38">
      <w:pPr>
        <w:pStyle w:val="Lijstalinea"/>
        <w:tabs>
          <w:tab w:val="left" w:pos="5387"/>
        </w:tabs>
        <w:ind w:left="0"/>
      </w:pPr>
      <w:hyperlink r:id="rId8" w:history="1">
        <w:r w:rsidR="004D29FA" w:rsidRPr="002336DC">
          <w:rPr>
            <w:rStyle w:val="Hyperlink"/>
          </w:rPr>
          <w:t>http://www.cijfers.net/lengte.html</w:t>
        </w:r>
      </w:hyperlink>
    </w:p>
    <w:p w:rsidR="00DE0B38" w:rsidRDefault="00DE0B38" w:rsidP="00DE0B38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C77672" w:rsidRDefault="00C77672" w:rsidP="00DE0B38">
      <w:pPr>
        <w:pStyle w:val="Lijstalinea"/>
        <w:tabs>
          <w:tab w:val="left" w:pos="5387"/>
        </w:tabs>
        <w:ind w:left="0"/>
        <w:rPr>
          <w:b/>
        </w:rPr>
        <w:sectPr w:rsidR="00C77672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E0B38" w:rsidRDefault="00DE0B38" w:rsidP="000F6200">
      <w:pPr>
        <w:pStyle w:val="Lijstalinea"/>
        <w:tabs>
          <w:tab w:val="left" w:pos="5387"/>
        </w:tabs>
        <w:spacing w:after="0"/>
        <w:ind w:left="0"/>
        <w:rPr>
          <w:b/>
        </w:rPr>
      </w:pPr>
      <w:r w:rsidRPr="007975CB">
        <w:rPr>
          <w:b/>
        </w:rPr>
        <w:lastRenderedPageBreak/>
        <w:t>Verdiepingsstof</w:t>
      </w:r>
      <w:r w:rsidR="00891942">
        <w:rPr>
          <w:b/>
        </w:rPr>
        <w:t>:</w:t>
      </w:r>
    </w:p>
    <w:p w:rsidR="00384A2F" w:rsidRPr="007975CB" w:rsidRDefault="00384A2F" w:rsidP="000F6200">
      <w:pPr>
        <w:pStyle w:val="Lijstalinea"/>
        <w:tabs>
          <w:tab w:val="left" w:pos="5387"/>
        </w:tabs>
        <w:spacing w:after="0"/>
        <w:ind w:left="0"/>
        <w:rPr>
          <w:b/>
        </w:rPr>
      </w:pPr>
    </w:p>
    <w:p w:rsidR="00A24B85" w:rsidRDefault="00A24B85" w:rsidP="000F6200">
      <w:pPr>
        <w:tabs>
          <w:tab w:val="left" w:pos="5387"/>
        </w:tabs>
        <w:spacing w:after="0"/>
        <w:rPr>
          <w:b/>
        </w:rPr>
        <w:sectPr w:rsidR="00A24B85" w:rsidSect="007D3D0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E0B38" w:rsidRDefault="00DE0B38" w:rsidP="000F6200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 w:rsidR="006A3EE8">
        <w:rPr>
          <w:b/>
        </w:rPr>
        <w:t xml:space="preserve"> </w:t>
      </w:r>
      <w:r>
        <w:t xml:space="preserve"> Deviant Meten en meetkunde:</w:t>
      </w:r>
    </w:p>
    <w:p w:rsidR="00DE0B38" w:rsidRDefault="00865C31" w:rsidP="00C039F8">
      <w:pPr>
        <w:tabs>
          <w:tab w:val="left" w:pos="5387"/>
        </w:tabs>
        <w:spacing w:after="0"/>
      </w:pPr>
      <w:r>
        <w:t>H11.1 Lijnen, hoeken en twee dimensionale figuren</w:t>
      </w:r>
    </w:p>
    <w:p w:rsidR="00C77672" w:rsidRDefault="00C77672" w:rsidP="00C039F8">
      <w:pPr>
        <w:tabs>
          <w:tab w:val="left" w:pos="5387"/>
        </w:tabs>
        <w:spacing w:after="0"/>
      </w:pPr>
    </w:p>
    <w:p w:rsidR="00384A2F" w:rsidRDefault="00384A2F" w:rsidP="00C039F8">
      <w:pPr>
        <w:tabs>
          <w:tab w:val="left" w:pos="5387"/>
        </w:tabs>
        <w:spacing w:after="0"/>
      </w:pPr>
    </w:p>
    <w:p w:rsidR="00A24B85" w:rsidRDefault="00C77672" w:rsidP="00BF4AC5">
      <w:pPr>
        <w:tabs>
          <w:tab w:val="left" w:pos="5387"/>
        </w:tabs>
        <w:spacing w:after="0"/>
      </w:pPr>
      <w:r w:rsidRPr="00C77672">
        <w:rPr>
          <w:b/>
        </w:rPr>
        <w:lastRenderedPageBreak/>
        <w:t>Oefeningen Studiemeter</w:t>
      </w:r>
      <w:r w:rsidRPr="00C77672">
        <w:t xml:space="preserve"> </w:t>
      </w:r>
    </w:p>
    <w:p w:rsidR="00BF4AC5" w:rsidRDefault="00BF4AC5" w:rsidP="00BF4AC5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werkboeken)/domein3 Meten &amp; meetkunde/oefeningen:</w:t>
      </w:r>
    </w:p>
    <w:p w:rsidR="00BF4AC5" w:rsidRPr="00BF4AC5" w:rsidRDefault="00BF4AC5" w:rsidP="00BF4AC5">
      <w:pPr>
        <w:pStyle w:val="Lijstalinea"/>
        <w:numPr>
          <w:ilvl w:val="0"/>
          <w:numId w:val="2"/>
        </w:numPr>
        <w:tabs>
          <w:tab w:val="left" w:pos="5387"/>
        </w:tabs>
        <w:spacing w:after="0"/>
        <w:rPr>
          <w:rFonts w:cstheme="minorHAnsi"/>
          <w:b/>
          <w:bCs/>
        </w:rPr>
        <w:sectPr w:rsidR="00BF4AC5" w:rsidRPr="00BF4AC5" w:rsidSect="00A24B8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Lijnen en figuren</w:t>
      </w:r>
      <w:r w:rsidR="00BD41F9">
        <w:t xml:space="preserve">/lijnen, hoeken en </w:t>
      </w:r>
      <w:proofErr w:type="spellStart"/>
      <w:r w:rsidR="00BD41F9">
        <w:t>twee-dimensionale</w:t>
      </w:r>
      <w:proofErr w:type="spellEnd"/>
      <w:r w:rsidR="00BD41F9">
        <w:t xml:space="preserve"> figuren</w:t>
      </w:r>
    </w:p>
    <w:p w:rsidR="00A31D4A" w:rsidRDefault="00A31D4A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A31D4A" w:rsidRDefault="00A31D4A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BF4AC5" w:rsidRDefault="00BF4AC5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559E">
        <w:rPr>
          <w:rFonts w:cstheme="minorHAnsi"/>
          <w:b/>
          <w:bCs/>
        </w:rPr>
        <w:lastRenderedPageBreak/>
        <w:t>Referentiekader 2F:</w:t>
      </w:r>
      <w:r w:rsidRPr="0078559E">
        <w:rPr>
          <w:rFonts w:cstheme="minorHAnsi"/>
        </w:rPr>
        <w:t xml:space="preserve">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Paraat hebben:</w:t>
      </w:r>
      <w:r w:rsidRPr="0078559E">
        <w:rPr>
          <w:rFonts w:cstheme="minorHAnsi"/>
          <w:b/>
          <w:bCs/>
        </w:rPr>
        <w:tab/>
      </w:r>
      <w:r w:rsidRPr="0078559E">
        <w:rPr>
          <w:rFonts w:ascii="Arial" w:hAnsi="Arial" w:cs="Arial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− 1 ton is 1000 kg; 1 ton is € 100.000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voorvoegsels van maten megabyte, gigagbyte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symbool voor rechte hoek evenwijdig, loodrecht, haaks bouwtekening lezen, tuininrichting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vlakke figuren: vierkant, ruit, parallellogram, rechthoek, cirkel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van ruimtelijke figuren cilinder, piramide, bol een schoorsteen heeft ongeveer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 vorm van een cilinder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structuur en samenhang belangrijke maten uit metriek stelsel;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interpreteren en bewerken van 2D representaties van 3D objecten en andersom (aanzichten, 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uitslagen, doorsneden, kijklijnen).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schattingen en metingen doen van hoeken, lengten en oppervlakten van objecten in de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ruimte een etage in een flatgebouw is ongeveer 3 m hoog;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oppervlakte en omtrek van enkele 2D figuren berekenen, eventueel met gegeven formule;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een rond terras voor 4 personen moet minstens diameter 3 m hebben. (Is een terras van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9  m2 geschikt?);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inhoud berekenen.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Functioneel gebruiken:</w:t>
      </w:r>
      <w:r w:rsidRPr="0078559E">
        <w:rPr>
          <w:rFonts w:cstheme="minorHAnsi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allerlei schalen (ook in beroep situaties) aflezen en interpreteren kilometerteller,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ab/>
        <w:t xml:space="preserve">   </w:t>
      </w:r>
      <w:r w:rsidRPr="0078559E">
        <w:rPr>
          <w:rFonts w:cstheme="minorHAnsi"/>
          <w:sz w:val="18"/>
          <w:szCs w:val="18"/>
        </w:rPr>
        <w:t xml:space="preserve">weegschaal, duimstok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situaties beschrijven met woorden, door middel van meetkundige figuren, met coördinaten,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via (wind)richting, hoeken en afstanden; routebeschrijving geven, locatie in magazijn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opgeven, vorm gebouw beschrijven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eenvoudige werktekeningen interpreteren; montagetekening kast plattegrond eigen huis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aflezen van maten uit een (werk) tekening, plattegrond werktekening eigen tuin;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omtrek, oppervlakte en inhoud (hoe verandert de inhoud van een doos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als alleen de lengte wordt gewijzigd, als alle maten evenveel vergroot worden?);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tekenen van figuren en maken van (werk)tekeningen en daarbij passer, liniaal 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geodriehoek gebruiken.</w:t>
      </w:r>
    </w:p>
    <w:p w:rsidR="007D3D05" w:rsidRPr="0078559E" w:rsidRDefault="007D3D05" w:rsidP="007D3D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127"/>
        <w:contextualSpacing/>
        <w:rPr>
          <w:rFonts w:cstheme="minorHAnsi"/>
          <w:b/>
          <w:bCs/>
          <w:sz w:val="18"/>
          <w:szCs w:val="18"/>
        </w:rPr>
      </w:pPr>
      <w:r w:rsidRPr="0078559E">
        <w:rPr>
          <w:rFonts w:cstheme="minorHAnsi"/>
          <w:sz w:val="18"/>
          <w:szCs w:val="18"/>
        </w:rPr>
        <w:t>- juiste maat kiezen in gegeven context: Zand koop je per ‘kuub’ (m3), melk per liter.</w:t>
      </w:r>
      <w:r w:rsidRPr="0078559E">
        <w:rPr>
          <w:rFonts w:cstheme="minorHAnsi"/>
          <w:b/>
          <w:bCs/>
          <w:sz w:val="18"/>
          <w:szCs w:val="18"/>
        </w:rPr>
        <w:tab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>Weten waarom:</w:t>
      </w:r>
      <w:r w:rsidRPr="0078559E">
        <w:rPr>
          <w:rFonts w:ascii="ArialMT" w:hAnsi="ArialMT" w:cs="ArialMT"/>
          <w:sz w:val="16"/>
          <w:szCs w:val="16"/>
        </w:rPr>
        <w:tab/>
      </w:r>
      <w:r w:rsidRPr="0078559E">
        <w:rPr>
          <w:rFonts w:cstheme="minorHAnsi"/>
          <w:sz w:val="18"/>
          <w:szCs w:val="18"/>
        </w:rPr>
        <w:t>− uit voorstellingen en beschrijvingen conclusies trekken over objecten en hun plaats in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78559E">
        <w:rPr>
          <w:rFonts w:cstheme="minorHAnsi"/>
          <w:sz w:val="18"/>
          <w:szCs w:val="18"/>
        </w:rPr>
        <w:t xml:space="preserve"> ruimte (hoe ziet een gebouw eruit?);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straal </w:t>
      </w:r>
      <w:r w:rsidRPr="0078559E">
        <w:rPr>
          <w:rFonts w:cstheme="minorHAnsi"/>
          <w:i/>
          <w:iCs/>
          <w:sz w:val="18"/>
          <w:szCs w:val="18"/>
        </w:rPr>
        <w:t xml:space="preserve">r </w:t>
      </w:r>
      <w:r w:rsidRPr="0078559E">
        <w:rPr>
          <w:rFonts w:cstheme="minorHAnsi"/>
          <w:sz w:val="18"/>
          <w:szCs w:val="18"/>
        </w:rPr>
        <w:t xml:space="preserve">en diameter </w:t>
      </w:r>
      <w:r w:rsidRPr="0078559E">
        <w:rPr>
          <w:rFonts w:cstheme="minorHAnsi"/>
          <w:i/>
          <w:iCs/>
          <w:sz w:val="18"/>
          <w:szCs w:val="18"/>
        </w:rPr>
        <w:t xml:space="preserve">d </w:t>
      </w:r>
      <w:r w:rsidRPr="0078559E">
        <w:rPr>
          <w:rFonts w:cstheme="minorHAnsi"/>
          <w:sz w:val="18"/>
          <w:szCs w:val="18"/>
        </w:rPr>
        <w:t>van een cirkel (in sommige beroepen wordt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vooral met diameter(doorsnede) gewerkt).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redeneren op basis van symmetrie (regelmatige patronen) randen, versieringen</w:t>
      </w:r>
    </w:p>
    <w:p w:rsidR="007D3D05" w:rsidRPr="0078559E" w:rsidRDefault="007D3D05" w:rsidP="007D3D05">
      <w:pPr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eigenschappen van 2D figuren.</w:t>
      </w:r>
    </w:p>
    <w:p w:rsidR="007D3D05" w:rsidRPr="00C653B4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D3D05" w:rsidRDefault="007D3D05">
      <w:pPr>
        <w:spacing w:after="0" w:line="240" w:lineRule="auto"/>
      </w:pPr>
    </w:p>
    <w:p w:rsidR="00384A2F" w:rsidRPr="00384A2F" w:rsidRDefault="00384A2F" w:rsidP="00384A2F">
      <w:pPr>
        <w:numPr>
          <w:ilvl w:val="0"/>
          <w:numId w:val="2"/>
        </w:numPr>
        <w:tabs>
          <w:tab w:val="left" w:pos="5387"/>
        </w:tabs>
        <w:spacing w:after="0"/>
        <w:contextualSpacing/>
        <w:sectPr w:rsidR="00384A2F" w:rsidRPr="00384A2F" w:rsidSect="007D3D0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D3D05" w:rsidRDefault="007D3D05">
      <w:pPr>
        <w:spacing w:after="0" w:line="240" w:lineRule="auto"/>
        <w:rPr>
          <w:b/>
        </w:rPr>
      </w:pPr>
      <w:r>
        <w:rPr>
          <w:b/>
        </w:rPr>
        <w:lastRenderedPageBreak/>
        <w:br w:type="page"/>
      </w:r>
    </w:p>
    <w:p w:rsidR="00AE10AE" w:rsidRPr="007975CB" w:rsidRDefault="00AE10AE" w:rsidP="00AE10AE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lastRenderedPageBreak/>
        <w:t xml:space="preserve">Rekenen 2F: </w:t>
      </w:r>
      <w:r>
        <w:rPr>
          <w:b/>
        </w:rPr>
        <w:t xml:space="preserve">Metriek stelsel: </w:t>
      </w:r>
      <w:r w:rsidR="00C45052">
        <w:rPr>
          <w:b/>
        </w:rPr>
        <w:t>O</w:t>
      </w:r>
      <w:r>
        <w:rPr>
          <w:b/>
        </w:rPr>
        <w:t>ppervlakte</w:t>
      </w:r>
    </w:p>
    <w:p w:rsidR="00AE10AE" w:rsidRDefault="00AE10AE" w:rsidP="00AE10AE">
      <w:r w:rsidRPr="007975CB">
        <w:rPr>
          <w:b/>
        </w:rPr>
        <w:t>Starter</w:t>
      </w:r>
      <w:r>
        <w:t>: Oppervlakte</w:t>
      </w:r>
    </w:p>
    <w:p w:rsidR="00FF38AE" w:rsidRDefault="00AE10AE" w:rsidP="00AE10AE">
      <w:r>
        <w:t>Wat zie je allemaal? Wat komt je bekend voor?</w:t>
      </w:r>
      <w:r w:rsidR="00984ECE" w:rsidRPr="00984ECE">
        <w:t xml:space="preserve"> </w:t>
      </w:r>
    </w:p>
    <w:p w:rsidR="00984ECE" w:rsidRDefault="00984ECE" w:rsidP="00AE10AE">
      <w:pPr>
        <w:pBdr>
          <w:bottom w:val="single" w:sz="6" w:space="1" w:color="auto"/>
        </w:pBdr>
      </w:pPr>
    </w:p>
    <w:p w:rsidR="00AE10AE" w:rsidRPr="00BE1445" w:rsidRDefault="00AE10AE" w:rsidP="00AE10AE">
      <w:r>
        <w:rPr>
          <w:b/>
        </w:rPr>
        <w:t>Instructie</w:t>
      </w:r>
      <w:r w:rsidR="00BE1445">
        <w:rPr>
          <w:b/>
        </w:rPr>
        <w:t xml:space="preserve">:  </w:t>
      </w:r>
      <w:r w:rsidR="00BE1445" w:rsidRPr="00BE1445">
        <w:t>M</w:t>
      </w:r>
      <w:r w:rsidRPr="00BE1445">
        <w:t>etriekstelsel</w:t>
      </w:r>
      <w:r w:rsidR="00B97ABB">
        <w:t>, oppervlakte</w:t>
      </w:r>
    </w:p>
    <w:p w:rsidR="00435DC5" w:rsidRPr="00435DC5" w:rsidRDefault="007F0ACC" w:rsidP="00A8265A">
      <w:pPr>
        <w:tabs>
          <w:tab w:val="left" w:pos="5387"/>
        </w:tabs>
        <w:spacing w:after="0"/>
      </w:pPr>
      <w:r>
        <w:t xml:space="preserve">Boek: </w:t>
      </w:r>
      <w:proofErr w:type="spellStart"/>
      <w:r>
        <w:t>Startrekenen</w:t>
      </w:r>
      <w:proofErr w:type="spellEnd"/>
      <w:r>
        <w:t xml:space="preserve"> 2F mbo, Deviant hoofdstuk 12.2 t/m 12.4</w:t>
      </w:r>
      <w:r w:rsidR="00435DC5" w:rsidRPr="00435DC5">
        <w:t xml:space="preserve"> </w:t>
      </w:r>
    </w:p>
    <w:p w:rsidR="00AE10AE" w:rsidRDefault="00AE10AE" w:rsidP="00AE10AE">
      <w:pPr>
        <w:spacing w:after="0"/>
      </w:pPr>
    </w:p>
    <w:p w:rsidR="00AE10AE" w:rsidRDefault="00AE10AE" w:rsidP="00635E75">
      <w:pPr>
        <w:spacing w:after="0"/>
        <w:ind w:left="1410" w:hanging="1410"/>
        <w:rPr>
          <w:rStyle w:val="Hyperlink"/>
        </w:rPr>
      </w:pPr>
      <w:r>
        <w:t xml:space="preserve">Video: </w:t>
      </w:r>
      <w:r w:rsidR="00A8265A">
        <w:t xml:space="preserve"> </w:t>
      </w:r>
      <w:r w:rsidR="00A8265A">
        <w:tab/>
      </w:r>
      <w:r w:rsidR="00A8265A">
        <w:tab/>
      </w:r>
      <w:hyperlink r:id="rId9" w:history="1">
        <w:r w:rsidR="00A8265A" w:rsidRPr="00B839BA">
          <w:rPr>
            <w:rStyle w:val="Hyperlink"/>
          </w:rPr>
          <w:t>http://www.stimmit.nl/content/detail/Berekenen-van-oppervlakte</w:t>
        </w:r>
      </w:hyperlink>
      <w:r w:rsidR="00635E75" w:rsidRPr="00635E75">
        <w:t xml:space="preserve"> </w:t>
      </w:r>
      <w:r w:rsidR="00635E75" w:rsidRPr="00635E75">
        <w:rPr>
          <w:rStyle w:val="Hyperlink"/>
        </w:rPr>
        <w:t>http://leestrainer.nl/Leerlijn%20Rekenen/Meten/oppervlakte/3/100structuur.htm</w:t>
      </w:r>
    </w:p>
    <w:p w:rsidR="00A8265A" w:rsidRDefault="00A8265A" w:rsidP="00435DC5">
      <w:pPr>
        <w:spacing w:after="0"/>
      </w:pPr>
    </w:p>
    <w:p w:rsidR="00A8265A" w:rsidRPr="00A8265A" w:rsidRDefault="00A8265A" w:rsidP="00A8265A">
      <w:pPr>
        <w:pBdr>
          <w:bottom w:val="single" w:sz="6" w:space="1" w:color="auto"/>
        </w:pBdr>
        <w:ind w:left="1418" w:hanging="1418"/>
      </w:pPr>
      <w:r>
        <w:t xml:space="preserve">Opdracht: </w:t>
      </w:r>
      <w:r>
        <w:tab/>
      </w:r>
      <w:r w:rsidRPr="00A8265A">
        <w:t>Plak 1 vierkante meter met plakband op de grond (zonder een liniaal te gebruiken)</w:t>
      </w:r>
      <w:r w:rsidR="004B6B5A">
        <w:t xml:space="preserve"> en </w:t>
      </w:r>
      <w:r>
        <w:t xml:space="preserve">kijk </w:t>
      </w:r>
      <w:r w:rsidR="004B6B5A">
        <w:t>met hoeveel mensen je in 1m² kunt</w:t>
      </w:r>
      <w:r w:rsidRPr="00A8265A">
        <w:t xml:space="preserve"> staan.</w:t>
      </w:r>
    </w:p>
    <w:p w:rsidR="00B730BD" w:rsidRDefault="00B730BD" w:rsidP="00E76A00">
      <w:pPr>
        <w:tabs>
          <w:tab w:val="left" w:pos="5387"/>
        </w:tabs>
        <w:spacing w:after="0"/>
        <w:rPr>
          <w:b/>
        </w:rPr>
        <w:sectPr w:rsidR="00B730BD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76A00" w:rsidRDefault="00E76A00" w:rsidP="00E76A00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rPr>
          <w:b/>
        </w:rPr>
        <w:t xml:space="preserve"> </w:t>
      </w:r>
      <w:r>
        <w:t xml:space="preserve"> Deviant Meten en meetkunde:</w:t>
      </w:r>
    </w:p>
    <w:p w:rsidR="00E76A00" w:rsidRDefault="00463C34" w:rsidP="00E76A00">
      <w:pPr>
        <w:tabs>
          <w:tab w:val="left" w:pos="5387"/>
        </w:tabs>
        <w:spacing w:after="0"/>
      </w:pPr>
      <w:r>
        <w:t>H12.2 Oppervlakte uitrekenen</w:t>
      </w:r>
    </w:p>
    <w:p w:rsidR="00E76A00" w:rsidRDefault="00463C34" w:rsidP="00E76A00">
      <w:pPr>
        <w:tabs>
          <w:tab w:val="left" w:pos="5387"/>
        </w:tabs>
        <w:spacing w:after="0"/>
      </w:pPr>
      <w:r>
        <w:t>H12.3 Oppervlakte uitrekenen</w:t>
      </w:r>
    </w:p>
    <w:p w:rsidR="00463C34" w:rsidRDefault="00463C34" w:rsidP="00E76A00">
      <w:pPr>
        <w:tabs>
          <w:tab w:val="left" w:pos="5387"/>
        </w:tabs>
        <w:spacing w:after="0"/>
      </w:pPr>
      <w:r>
        <w:t>H12.4 Toegepast rekenen</w:t>
      </w:r>
    </w:p>
    <w:p w:rsidR="00E76A00" w:rsidRDefault="003C0AF8" w:rsidP="00E76A00">
      <w:pPr>
        <w:tabs>
          <w:tab w:val="left" w:pos="5387"/>
        </w:tabs>
        <w:spacing w:after="0"/>
      </w:pPr>
      <w:r>
        <w:t xml:space="preserve">H12 Zelftest </w:t>
      </w:r>
    </w:p>
    <w:p w:rsidR="00767728" w:rsidRDefault="00FD7596" w:rsidP="00E76A00">
      <w:pPr>
        <w:tabs>
          <w:tab w:val="left" w:pos="5387"/>
        </w:tabs>
        <w:spacing w:after="0"/>
      </w:pPr>
      <w:r w:rsidRPr="00C77672">
        <w:rPr>
          <w:b/>
        </w:rPr>
        <w:lastRenderedPageBreak/>
        <w:t>Oefeningen Studiemeter</w:t>
      </w:r>
    </w:p>
    <w:p w:rsidR="00767728" w:rsidRDefault="00767728" w:rsidP="00767728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werkboeken/domein</w:t>
      </w:r>
      <w:r w:rsidR="00EB6B60">
        <w:t xml:space="preserve"> </w:t>
      </w:r>
      <w:bookmarkStart w:id="0" w:name="_GoBack"/>
      <w:bookmarkEnd w:id="0"/>
      <w:r>
        <w:t>3 Meten &amp; meetkunde/oefeningen:</w:t>
      </w:r>
    </w:p>
    <w:p w:rsidR="00E13639" w:rsidRDefault="00C85F76" w:rsidP="00E13639">
      <w:pPr>
        <w:pStyle w:val="Lijstalinea"/>
        <w:numPr>
          <w:ilvl w:val="0"/>
          <w:numId w:val="2"/>
        </w:numPr>
        <w:tabs>
          <w:tab w:val="left" w:pos="5387"/>
        </w:tabs>
        <w:spacing w:after="0"/>
      </w:pPr>
      <w:r>
        <w:t>Omtrek en opper</w:t>
      </w:r>
      <w:r w:rsidR="00E13639">
        <w:t>vlakte</w:t>
      </w:r>
    </w:p>
    <w:p w:rsidR="00767728" w:rsidRDefault="00767728" w:rsidP="00767728">
      <w:pPr>
        <w:tabs>
          <w:tab w:val="left" w:pos="5387"/>
        </w:tabs>
        <w:spacing w:after="0"/>
      </w:pPr>
    </w:p>
    <w:p w:rsidR="00767728" w:rsidRDefault="00767728" w:rsidP="00767728">
      <w:pPr>
        <w:tabs>
          <w:tab w:val="left" w:pos="5387"/>
        </w:tabs>
        <w:spacing w:after="0"/>
        <w:sectPr w:rsidR="00767728" w:rsidSect="00293C88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A41EB3" w:rsidRDefault="00A41EB3" w:rsidP="00A41EB3">
      <w:pPr>
        <w:pBdr>
          <w:bottom w:val="single" w:sz="6" w:space="1" w:color="auto"/>
        </w:pBdr>
        <w:spacing w:after="0"/>
      </w:pPr>
    </w:p>
    <w:p w:rsidR="00AE10AE" w:rsidRDefault="00AE10AE" w:rsidP="00AE10AE">
      <w:pPr>
        <w:tabs>
          <w:tab w:val="left" w:pos="5387"/>
        </w:tabs>
        <w:spacing w:after="0"/>
        <w:rPr>
          <w:b/>
        </w:rPr>
      </w:pPr>
    </w:p>
    <w:p w:rsidR="00C05FF4" w:rsidRDefault="00293C88" w:rsidP="00293C88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</w:p>
    <w:p w:rsidR="00C05FF4" w:rsidRDefault="00C05FF4" w:rsidP="00293C88">
      <w:pPr>
        <w:pStyle w:val="Lijstalinea"/>
        <w:tabs>
          <w:tab w:val="left" w:pos="5387"/>
        </w:tabs>
        <w:ind w:left="0"/>
      </w:pPr>
    </w:p>
    <w:p w:rsidR="00C05FF4" w:rsidRDefault="00C05FF4" w:rsidP="00293C88">
      <w:pPr>
        <w:pStyle w:val="Lijstalinea"/>
        <w:tabs>
          <w:tab w:val="left" w:pos="5387"/>
        </w:tabs>
        <w:ind w:left="0"/>
      </w:pPr>
      <w:r>
        <w:t>Hoe bereken je de oppervlakte van een cirkel?</w:t>
      </w:r>
    </w:p>
    <w:p w:rsidR="00867F74" w:rsidRDefault="0044198E" w:rsidP="00293C88">
      <w:pPr>
        <w:pStyle w:val="Lijstalinea"/>
        <w:tabs>
          <w:tab w:val="left" w:pos="5387"/>
        </w:tabs>
        <w:ind w:left="0"/>
      </w:pPr>
      <w:hyperlink r:id="rId10" w:history="1">
        <w:r w:rsidR="00C05FF4" w:rsidRPr="000D6955">
          <w:rPr>
            <w:rStyle w:val="Hyperlink"/>
          </w:rPr>
          <w:t>http://beterrekenen.nl/website/index.php?pag=237</w:t>
        </w:r>
      </w:hyperlink>
    </w:p>
    <w:p w:rsidR="00293C88" w:rsidRDefault="00293C88" w:rsidP="00293C88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293C88" w:rsidRDefault="00293C88" w:rsidP="00293C88">
      <w:pPr>
        <w:pStyle w:val="Lijstalinea"/>
        <w:tabs>
          <w:tab w:val="left" w:pos="5387"/>
        </w:tabs>
        <w:ind w:left="0"/>
        <w:rPr>
          <w:b/>
        </w:rPr>
        <w:sectPr w:rsidR="00293C88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2AE2" w:rsidRDefault="009A2AE2" w:rsidP="00293C88">
      <w:pPr>
        <w:pStyle w:val="Lijstalinea"/>
        <w:tabs>
          <w:tab w:val="left" w:pos="5387"/>
        </w:tabs>
        <w:spacing w:after="0"/>
        <w:ind w:left="0"/>
        <w:rPr>
          <w:b/>
        </w:rPr>
      </w:pPr>
    </w:p>
    <w:p w:rsidR="00160C11" w:rsidRDefault="00293C88" w:rsidP="00293C88">
      <w:pPr>
        <w:pStyle w:val="Lijstalinea"/>
        <w:tabs>
          <w:tab w:val="left" w:pos="5387"/>
        </w:tabs>
        <w:spacing w:after="0"/>
        <w:ind w:left="0"/>
      </w:pPr>
      <w:r w:rsidRPr="007975CB">
        <w:rPr>
          <w:b/>
        </w:rPr>
        <w:t>Verdiepingsstof</w:t>
      </w:r>
      <w:r w:rsidR="00891942">
        <w:rPr>
          <w:b/>
        </w:rPr>
        <w:t>:</w:t>
      </w:r>
      <w:r w:rsidR="00160C11" w:rsidRPr="00160C11">
        <w:t xml:space="preserve"> </w:t>
      </w:r>
    </w:p>
    <w:p w:rsidR="00160C11" w:rsidRDefault="00160C11" w:rsidP="00293C88">
      <w:pPr>
        <w:pStyle w:val="Lijstalinea"/>
        <w:tabs>
          <w:tab w:val="left" w:pos="5387"/>
        </w:tabs>
        <w:spacing w:after="0"/>
        <w:ind w:left="0"/>
      </w:pPr>
    </w:p>
    <w:p w:rsidR="00A8265A" w:rsidRPr="00604837" w:rsidRDefault="0044198E" w:rsidP="00604837">
      <w:pPr>
        <w:pStyle w:val="Lijstalinea"/>
        <w:tabs>
          <w:tab w:val="left" w:pos="5387"/>
        </w:tabs>
        <w:spacing w:after="0"/>
        <w:ind w:left="0"/>
        <w:rPr>
          <w:b/>
        </w:rPr>
      </w:pPr>
      <w:hyperlink r:id="rId11" w:history="1">
        <w:r w:rsidR="00160C11" w:rsidRPr="000D6955">
          <w:rPr>
            <w:rStyle w:val="Hyperlink"/>
            <w:b/>
          </w:rPr>
          <w:t>http://www.kilometerafstanden.nl/oppervlakte-berekenen.htm</w:t>
        </w:r>
      </w:hyperlink>
      <w:r w:rsidR="00A8265A">
        <w:rPr>
          <w:rFonts w:cstheme="minorHAnsi"/>
        </w:rPr>
        <w:br w:type="page"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559E">
        <w:rPr>
          <w:rFonts w:cstheme="minorHAnsi"/>
          <w:b/>
          <w:bCs/>
        </w:rPr>
        <w:lastRenderedPageBreak/>
        <w:t>Referentiekader 2F:</w:t>
      </w:r>
      <w:r w:rsidRPr="0078559E">
        <w:rPr>
          <w:rFonts w:cstheme="minorHAnsi"/>
        </w:rPr>
        <w:t xml:space="preserve">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Paraat hebben:</w:t>
      </w:r>
      <w:r w:rsidRPr="0078559E">
        <w:rPr>
          <w:rFonts w:cstheme="minorHAnsi"/>
          <w:b/>
          <w:bCs/>
        </w:rPr>
        <w:tab/>
      </w:r>
      <w:r w:rsidRPr="0078559E">
        <w:rPr>
          <w:rFonts w:ascii="Arial" w:hAnsi="Arial" w:cs="Arial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− 1 ton is 1000 kg; 1 ton is € 100.000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voorvoegsels van maten megabyte, gigagbyte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symbool voor rechte hoek evenwijdig, loodrecht, haaks bouwtekening lezen, tuininrichting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vlakke figuren: vierkant, ruit, parallellogram, rechthoek, cirkel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van ruimtelijke figuren cilinder, piramide, bol een schoorsteen heeft ongeveer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 vorm van een cilinder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structuur en samenhang belangrijke maten uit metriek stelsel;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interpreteren en bewerken van 2D representaties van 3D objecten en andersom (aanzichten, 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uitslagen, doorsneden, kijklijnen).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schattingen en metingen doen van hoeken, lengten en oppervlakten van objecten in de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ruimte een etage in een flatgebouw is ongeveer 3 m hoog;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oppervlakte en omtrek van enkele 2D figuren berekenen, eventueel met gegeven formule;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een rond terras voor 4 personen moet minstens diameter 3 m hebben. (Is een terras van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9  m2 geschikt?);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inhoud berekenen.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Functioneel gebruiken:</w:t>
      </w:r>
      <w:r w:rsidRPr="0078559E">
        <w:rPr>
          <w:rFonts w:cstheme="minorHAnsi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allerlei schalen (ook in beroep situaties) aflezen en interpreteren kilometerteller,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ab/>
        <w:t xml:space="preserve">   </w:t>
      </w:r>
      <w:r w:rsidRPr="0078559E">
        <w:rPr>
          <w:rFonts w:cstheme="minorHAnsi"/>
          <w:sz w:val="18"/>
          <w:szCs w:val="18"/>
        </w:rPr>
        <w:t xml:space="preserve">weegschaal, duimstok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situaties beschrijven met woorden, door middel van meetkundige figuren, met coördinaten,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via (wind)richting, hoeken en afstanden; routebeschrijving geven, locatie in magazijn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opgeven, vorm gebouw beschrijven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eenvoudige werktekeningen interpreteren; montagetekening kast plattegrond eigen huis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aflezen van maten uit een (werk) tekening, plattegrond werktekening eigen tuin;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omtrek, oppervlakte en inhoud (hoe verandert de inhoud van een doos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als alleen de lengte wordt gewijzigd, als alle maten evenveel vergroot worden?);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tekenen van figuren en maken van (werk)tekeningen en daarbij passer, liniaal 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geodriehoek gebruiken.</w:t>
      </w:r>
    </w:p>
    <w:p w:rsidR="007D3D05" w:rsidRPr="0078559E" w:rsidRDefault="007D3D05" w:rsidP="007D3D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127"/>
        <w:contextualSpacing/>
        <w:rPr>
          <w:rFonts w:cstheme="minorHAnsi"/>
          <w:b/>
          <w:bCs/>
          <w:sz w:val="18"/>
          <w:szCs w:val="18"/>
        </w:rPr>
      </w:pPr>
      <w:r w:rsidRPr="0078559E">
        <w:rPr>
          <w:rFonts w:cstheme="minorHAnsi"/>
          <w:sz w:val="18"/>
          <w:szCs w:val="18"/>
        </w:rPr>
        <w:t>- juiste maat kiezen in gegeven context: Zand koop je per ‘kuub’ (m3), melk per liter.</w:t>
      </w:r>
      <w:r w:rsidRPr="0078559E">
        <w:rPr>
          <w:rFonts w:cstheme="minorHAnsi"/>
          <w:b/>
          <w:bCs/>
          <w:sz w:val="18"/>
          <w:szCs w:val="18"/>
        </w:rPr>
        <w:tab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>Weten waarom:</w:t>
      </w:r>
      <w:r w:rsidRPr="0078559E">
        <w:rPr>
          <w:rFonts w:ascii="ArialMT" w:hAnsi="ArialMT" w:cs="ArialMT"/>
          <w:sz w:val="16"/>
          <w:szCs w:val="16"/>
        </w:rPr>
        <w:tab/>
      </w:r>
      <w:r w:rsidRPr="0078559E">
        <w:rPr>
          <w:rFonts w:cstheme="minorHAnsi"/>
          <w:sz w:val="18"/>
          <w:szCs w:val="18"/>
        </w:rPr>
        <w:t>− uit voorstellingen en beschrijvingen conclusies trekken over objecten en hun plaats in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78559E">
        <w:rPr>
          <w:rFonts w:cstheme="minorHAnsi"/>
          <w:sz w:val="18"/>
          <w:szCs w:val="18"/>
        </w:rPr>
        <w:t xml:space="preserve"> ruimte (hoe ziet een gebouw eruit?);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straal </w:t>
      </w:r>
      <w:r w:rsidRPr="0078559E">
        <w:rPr>
          <w:rFonts w:cstheme="minorHAnsi"/>
          <w:i/>
          <w:iCs/>
          <w:sz w:val="18"/>
          <w:szCs w:val="18"/>
        </w:rPr>
        <w:t xml:space="preserve">r </w:t>
      </w:r>
      <w:r w:rsidRPr="0078559E">
        <w:rPr>
          <w:rFonts w:cstheme="minorHAnsi"/>
          <w:sz w:val="18"/>
          <w:szCs w:val="18"/>
        </w:rPr>
        <w:t xml:space="preserve">en diameter </w:t>
      </w:r>
      <w:r w:rsidRPr="0078559E">
        <w:rPr>
          <w:rFonts w:cstheme="minorHAnsi"/>
          <w:i/>
          <w:iCs/>
          <w:sz w:val="18"/>
          <w:szCs w:val="18"/>
        </w:rPr>
        <w:t xml:space="preserve">d </w:t>
      </w:r>
      <w:r w:rsidRPr="0078559E">
        <w:rPr>
          <w:rFonts w:cstheme="minorHAnsi"/>
          <w:sz w:val="18"/>
          <w:szCs w:val="18"/>
        </w:rPr>
        <w:t>van een cirkel (in sommige beroepen wordt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vooral met diameter(doorsnede) gewerkt).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redeneren op basis van symmetrie (regelmatige patronen) randen, versieringen</w:t>
      </w:r>
    </w:p>
    <w:p w:rsidR="007D3D05" w:rsidRPr="0078559E" w:rsidRDefault="007D3D05" w:rsidP="007D3D05">
      <w:pPr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eigenschappen van 2D figuren.</w:t>
      </w:r>
    </w:p>
    <w:p w:rsidR="007D3D05" w:rsidRPr="00C653B4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D3D05" w:rsidRDefault="007D3D05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C45052" w:rsidRPr="007975CB" w:rsidRDefault="00C45052" w:rsidP="00C45052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lastRenderedPageBreak/>
        <w:t xml:space="preserve">Rekenen 2F: </w:t>
      </w:r>
      <w:r>
        <w:rPr>
          <w:b/>
        </w:rPr>
        <w:t>Metriek stelsel: Inhoud</w:t>
      </w:r>
    </w:p>
    <w:p w:rsidR="00A8265A" w:rsidRDefault="00C45052" w:rsidP="00C4505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975CB">
        <w:rPr>
          <w:b/>
        </w:rPr>
        <w:t>Starter</w:t>
      </w:r>
      <w:r w:rsidR="00920E19">
        <w:t xml:space="preserve">: </w:t>
      </w:r>
      <w:r>
        <w:rPr>
          <w:rFonts w:cstheme="minorHAnsi"/>
        </w:rPr>
        <w:t xml:space="preserve"> </w:t>
      </w:r>
      <w:r w:rsidR="00A8265A">
        <w:rPr>
          <w:rFonts w:cstheme="minorHAnsi"/>
        </w:rPr>
        <w:t>Inhoud</w:t>
      </w:r>
    </w:p>
    <w:p w:rsidR="00A8265A" w:rsidRDefault="00A8265A" w:rsidP="00C653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20E19" w:rsidRDefault="0044198E" w:rsidP="00C653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hyperlink r:id="rId12" w:history="1">
        <w:r w:rsidR="003E0286" w:rsidRPr="002336DC">
          <w:rPr>
            <w:rStyle w:val="Hyperlink"/>
            <w:rFonts w:cstheme="minorHAnsi"/>
          </w:rPr>
          <w:t>http://www.youtube.com/watch?v=r5bLPIo_wso</w:t>
        </w:r>
      </w:hyperlink>
    </w:p>
    <w:p w:rsidR="00BE1445" w:rsidRPr="007975CB" w:rsidRDefault="00BE1445" w:rsidP="00BE1445">
      <w:pPr>
        <w:pBdr>
          <w:bottom w:val="single" w:sz="6" w:space="1" w:color="auto"/>
        </w:pBdr>
        <w:rPr>
          <w:b/>
        </w:rPr>
      </w:pPr>
    </w:p>
    <w:p w:rsidR="00BE1445" w:rsidRDefault="00BE1445" w:rsidP="00BE144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b/>
        </w:rPr>
        <w:t>Instructie</w:t>
      </w:r>
      <w:r>
        <w:t xml:space="preserve">: </w:t>
      </w:r>
      <w:r>
        <w:rPr>
          <w:rFonts w:cstheme="minorHAnsi"/>
        </w:rPr>
        <w:t xml:space="preserve"> Metriek stelsel, inhoud</w:t>
      </w:r>
    </w:p>
    <w:p w:rsidR="00BE1445" w:rsidRDefault="00BE1445" w:rsidP="00BE144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E1445" w:rsidRDefault="00531F73" w:rsidP="00BE1445">
      <w:pPr>
        <w:tabs>
          <w:tab w:val="left" w:pos="5387"/>
        </w:tabs>
        <w:spacing w:after="0"/>
      </w:pPr>
      <w:r>
        <w:t>Boek</w:t>
      </w:r>
      <w:r w:rsidR="00CC4EDC">
        <w:t>:</w:t>
      </w:r>
      <w:r>
        <w:t xml:space="preserve"> </w:t>
      </w:r>
      <w:proofErr w:type="spellStart"/>
      <w:r>
        <w:t>Startrekenen</w:t>
      </w:r>
      <w:proofErr w:type="spellEnd"/>
      <w:r>
        <w:t xml:space="preserve"> 2F mbo, Deviant</w:t>
      </w:r>
      <w:r w:rsidR="00607802">
        <w:t xml:space="preserve">: </w:t>
      </w:r>
      <w:r w:rsidR="00BE1445">
        <w:t>Lengte en afstand:  hoofdstuk</w:t>
      </w:r>
      <w:r>
        <w:t xml:space="preserve"> 10.1, 10,2 en 13</w:t>
      </w:r>
    </w:p>
    <w:p w:rsidR="00BE1445" w:rsidRDefault="00BE1445" w:rsidP="00BE144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6D6F73" w:rsidRDefault="00607802" w:rsidP="00B65C1F">
      <w:pPr>
        <w:autoSpaceDE w:val="0"/>
        <w:autoSpaceDN w:val="0"/>
        <w:adjustRightInd w:val="0"/>
        <w:spacing w:after="0" w:line="240" w:lineRule="auto"/>
        <w:rPr>
          <w:rStyle w:val="Hyperlink"/>
          <w:rFonts w:cstheme="minorHAnsi"/>
        </w:rPr>
      </w:pPr>
      <w:r>
        <w:rPr>
          <w:rFonts w:cstheme="minorHAnsi"/>
        </w:rPr>
        <w:t>Video:</w:t>
      </w:r>
      <w:r>
        <w:rPr>
          <w:rFonts w:cstheme="minorHAnsi"/>
        </w:rPr>
        <w:tab/>
      </w:r>
      <w:r w:rsidR="00531F73" w:rsidRPr="00531F73">
        <w:rPr>
          <w:rStyle w:val="Hyperlink"/>
          <w:rFonts w:cstheme="minorHAnsi"/>
        </w:rPr>
        <w:t>http://beterrekenen.nl/website/index.php?pag=238</w:t>
      </w:r>
    </w:p>
    <w:p w:rsidR="00531F73" w:rsidRDefault="00531F73" w:rsidP="00B65C1F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B65C1F" w:rsidRPr="007975CB" w:rsidRDefault="00B65C1F" w:rsidP="00B65C1F">
      <w:pPr>
        <w:pBdr>
          <w:bottom w:val="single" w:sz="6" w:space="1" w:color="auto"/>
        </w:pBdr>
        <w:rPr>
          <w:b/>
        </w:rPr>
      </w:pPr>
    </w:p>
    <w:p w:rsidR="00B65C1F" w:rsidRPr="00B65C1F" w:rsidRDefault="00B65C1F" w:rsidP="00B65C1F">
      <w:pPr>
        <w:autoSpaceDE w:val="0"/>
        <w:autoSpaceDN w:val="0"/>
        <w:adjustRightInd w:val="0"/>
        <w:spacing w:after="0" w:line="240" w:lineRule="auto"/>
        <w:sectPr w:rsidR="00B65C1F" w:rsidRPr="00B65C1F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D6F73" w:rsidRDefault="006D6F73" w:rsidP="006D6F73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rPr>
          <w:b/>
        </w:rPr>
        <w:t xml:space="preserve"> </w:t>
      </w:r>
      <w:r>
        <w:t xml:space="preserve"> Deviant Meten en meetkunde:</w:t>
      </w:r>
    </w:p>
    <w:p w:rsidR="006D6F73" w:rsidRDefault="00FC721F" w:rsidP="006D6F73">
      <w:pPr>
        <w:tabs>
          <w:tab w:val="left" w:pos="5387"/>
        </w:tabs>
        <w:spacing w:after="0"/>
      </w:pPr>
      <w:r>
        <w:t>H10.1 Eenheden Theorie 3</w:t>
      </w:r>
    </w:p>
    <w:p w:rsidR="006D6F73" w:rsidRDefault="00FC721F" w:rsidP="006D6F73">
      <w:pPr>
        <w:tabs>
          <w:tab w:val="left" w:pos="5387"/>
        </w:tabs>
        <w:spacing w:after="0"/>
      </w:pPr>
      <w:r>
        <w:t>H10.2 Omrekenen Theorie 6</w:t>
      </w:r>
    </w:p>
    <w:p w:rsidR="006D6F73" w:rsidRDefault="00FC721F" w:rsidP="006D6F73">
      <w:pPr>
        <w:tabs>
          <w:tab w:val="left" w:pos="5387"/>
        </w:tabs>
        <w:spacing w:after="0"/>
      </w:pPr>
      <w:r>
        <w:t>H13.1 Inhoud uitrekenen</w:t>
      </w:r>
    </w:p>
    <w:p w:rsidR="006D6F73" w:rsidRDefault="00FC721F" w:rsidP="006D6F73">
      <w:pPr>
        <w:tabs>
          <w:tab w:val="left" w:pos="5387"/>
        </w:tabs>
        <w:spacing w:after="0"/>
      </w:pPr>
      <w:r>
        <w:t>H13.2 Inhoud omrekenen</w:t>
      </w:r>
    </w:p>
    <w:p w:rsidR="00D33DAD" w:rsidRPr="00D33DAD" w:rsidRDefault="006D6F73" w:rsidP="006D6F73">
      <w:pPr>
        <w:tabs>
          <w:tab w:val="left" w:pos="5387"/>
        </w:tabs>
        <w:spacing w:after="0"/>
      </w:pPr>
      <w:r w:rsidRPr="00C77672">
        <w:rPr>
          <w:b/>
        </w:rPr>
        <w:lastRenderedPageBreak/>
        <w:t>Oefeningen Studiemeter</w:t>
      </w:r>
    </w:p>
    <w:p w:rsidR="00D33DAD" w:rsidRDefault="00D33DAD" w:rsidP="00D33DAD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werkboeken/domein3 Meten &amp; meetkunde/oefeningen:</w:t>
      </w:r>
    </w:p>
    <w:p w:rsidR="000A5A7D" w:rsidRDefault="00D33DAD" w:rsidP="00D33DAD">
      <w:pPr>
        <w:pStyle w:val="Lijstalinea"/>
        <w:numPr>
          <w:ilvl w:val="0"/>
          <w:numId w:val="1"/>
        </w:numPr>
        <w:tabs>
          <w:tab w:val="left" w:pos="5387"/>
        </w:tabs>
        <w:spacing w:after="0"/>
        <w:sectPr w:rsidR="000A5A7D" w:rsidSect="000A5A7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Inhoud</w:t>
      </w:r>
    </w:p>
    <w:p w:rsidR="006D6F73" w:rsidRPr="00C77672" w:rsidRDefault="00D33DAD" w:rsidP="00D33DAD">
      <w:pPr>
        <w:tabs>
          <w:tab w:val="left" w:pos="5387"/>
        </w:tabs>
        <w:spacing w:after="0"/>
        <w:contextualSpacing/>
      </w:pPr>
      <w:r>
        <w:lastRenderedPageBreak/>
        <w:t>H13.4 Toegepast rekenen</w:t>
      </w:r>
    </w:p>
    <w:p w:rsidR="0064352D" w:rsidRDefault="00D33DAD" w:rsidP="0064352D">
      <w:pPr>
        <w:pBdr>
          <w:bottom w:val="single" w:sz="6" w:space="1" w:color="auto"/>
        </w:pBdr>
        <w:spacing w:after="0"/>
      </w:pPr>
      <w:r>
        <w:t>H13 Zelftest</w:t>
      </w:r>
    </w:p>
    <w:p w:rsidR="009A2AE2" w:rsidRDefault="009A2AE2" w:rsidP="0064352D">
      <w:pPr>
        <w:pStyle w:val="Lijstalinea"/>
        <w:tabs>
          <w:tab w:val="left" w:pos="5387"/>
        </w:tabs>
        <w:ind w:left="0"/>
        <w:rPr>
          <w:b/>
        </w:rPr>
      </w:pPr>
    </w:p>
    <w:p w:rsidR="009A2AE2" w:rsidRDefault="0064352D" w:rsidP="0064352D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</w:p>
    <w:p w:rsidR="00FF3215" w:rsidRDefault="00FF3215" w:rsidP="0064352D">
      <w:pPr>
        <w:pStyle w:val="Lijstalinea"/>
        <w:tabs>
          <w:tab w:val="left" w:pos="5387"/>
        </w:tabs>
        <w:ind w:left="0"/>
      </w:pPr>
    </w:p>
    <w:p w:rsidR="00FF3215" w:rsidRDefault="0044198E" w:rsidP="0064352D">
      <w:pPr>
        <w:pStyle w:val="Lijstalinea"/>
        <w:tabs>
          <w:tab w:val="left" w:pos="5387"/>
        </w:tabs>
        <w:ind w:left="0"/>
      </w:pPr>
      <w:hyperlink r:id="rId13" w:history="1">
        <w:r w:rsidR="00565EB9" w:rsidRPr="000D6955">
          <w:rPr>
            <w:rStyle w:val="Hyperlink"/>
          </w:rPr>
          <w:t>http://www.mijnrekensite.nl/meetkunde/h5-inhoud-van-ruimtefiguren</w:t>
        </w:r>
      </w:hyperlink>
    </w:p>
    <w:p w:rsidR="00565EB9" w:rsidRDefault="00565EB9" w:rsidP="0064352D">
      <w:pPr>
        <w:pStyle w:val="Lijstalinea"/>
        <w:tabs>
          <w:tab w:val="left" w:pos="5387"/>
        </w:tabs>
        <w:ind w:left="0"/>
      </w:pPr>
    </w:p>
    <w:p w:rsidR="0064352D" w:rsidRDefault="0064352D" w:rsidP="0064352D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64352D" w:rsidRDefault="0064352D" w:rsidP="0064352D">
      <w:pPr>
        <w:pStyle w:val="Lijstalinea"/>
        <w:tabs>
          <w:tab w:val="left" w:pos="5387"/>
        </w:tabs>
        <w:ind w:left="0"/>
        <w:rPr>
          <w:b/>
        </w:rPr>
      </w:pPr>
    </w:p>
    <w:p w:rsidR="009A2AE2" w:rsidRDefault="009A2AE2" w:rsidP="0064352D">
      <w:pPr>
        <w:pStyle w:val="Lijstalinea"/>
        <w:tabs>
          <w:tab w:val="left" w:pos="5387"/>
        </w:tabs>
        <w:ind w:left="0"/>
        <w:rPr>
          <w:b/>
        </w:rPr>
        <w:sectPr w:rsidR="009A2AE2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4352D" w:rsidRDefault="0064352D" w:rsidP="0064352D">
      <w:pPr>
        <w:pStyle w:val="Lijstalinea"/>
        <w:tabs>
          <w:tab w:val="left" w:pos="5387"/>
        </w:tabs>
        <w:spacing w:after="0"/>
        <w:ind w:left="0"/>
        <w:rPr>
          <w:b/>
        </w:rPr>
      </w:pPr>
      <w:r w:rsidRPr="007975CB">
        <w:rPr>
          <w:b/>
        </w:rPr>
        <w:lastRenderedPageBreak/>
        <w:t>Verdiepingsstof</w:t>
      </w:r>
      <w:r>
        <w:rPr>
          <w:b/>
        </w:rPr>
        <w:t>:</w:t>
      </w:r>
    </w:p>
    <w:p w:rsidR="00565EB9" w:rsidRDefault="00565EB9" w:rsidP="0064352D">
      <w:pPr>
        <w:pStyle w:val="Lijstalinea"/>
        <w:tabs>
          <w:tab w:val="left" w:pos="5387"/>
        </w:tabs>
        <w:spacing w:after="0"/>
        <w:ind w:left="0"/>
        <w:rPr>
          <w:b/>
        </w:rPr>
      </w:pPr>
    </w:p>
    <w:p w:rsidR="00565EB9" w:rsidRPr="00565EB9" w:rsidRDefault="00565EB9" w:rsidP="0064352D">
      <w:pPr>
        <w:pStyle w:val="Lijstalinea"/>
        <w:tabs>
          <w:tab w:val="left" w:pos="5387"/>
        </w:tabs>
        <w:spacing w:after="0"/>
        <w:ind w:left="0"/>
      </w:pPr>
      <w:r w:rsidRPr="00565EB9">
        <w:t>Bereken de oppervlakte van een cilinder.</w:t>
      </w:r>
    </w:p>
    <w:p w:rsidR="00565EB9" w:rsidRDefault="00565EB9" w:rsidP="0064352D">
      <w:pPr>
        <w:pStyle w:val="Lijstalinea"/>
        <w:tabs>
          <w:tab w:val="left" w:pos="5387"/>
        </w:tabs>
        <w:spacing w:after="0"/>
        <w:ind w:left="0"/>
        <w:rPr>
          <w:b/>
        </w:rPr>
      </w:pPr>
    </w:p>
    <w:p w:rsidR="009A20E5" w:rsidRDefault="0044198E" w:rsidP="0064352D">
      <w:pPr>
        <w:pStyle w:val="Lijstalinea"/>
        <w:tabs>
          <w:tab w:val="left" w:pos="5387"/>
        </w:tabs>
        <w:spacing w:after="0"/>
        <w:ind w:left="0"/>
      </w:pPr>
      <w:hyperlink r:id="rId14" w:anchor=".VH8xFk10yM8" w:history="1">
        <w:r w:rsidR="00565EB9" w:rsidRPr="000D6955">
          <w:rPr>
            <w:rStyle w:val="Hyperlink"/>
          </w:rPr>
          <w:t>http://www.wiskunde.net/inhoud-cilinder#.VH8xFk10yM8</w:t>
        </w:r>
      </w:hyperlink>
    </w:p>
    <w:p w:rsidR="00565EB9" w:rsidRPr="00565EB9" w:rsidRDefault="00565EB9" w:rsidP="0064352D">
      <w:pPr>
        <w:pStyle w:val="Lijstalinea"/>
        <w:tabs>
          <w:tab w:val="left" w:pos="5387"/>
        </w:tabs>
        <w:spacing w:after="0"/>
        <w:ind w:left="0"/>
      </w:pPr>
    </w:p>
    <w:p w:rsidR="000E3BF2" w:rsidRDefault="000E3BF2">
      <w:pPr>
        <w:spacing w:after="0" w:line="240" w:lineRule="auto"/>
        <w:rPr>
          <w:rFonts w:cstheme="minorHAnsi"/>
        </w:rPr>
      </w:pPr>
    </w:p>
    <w:p w:rsidR="00DF6530" w:rsidRDefault="00DF6530">
      <w:pPr>
        <w:spacing w:after="0" w:line="240" w:lineRule="auto"/>
        <w:rPr>
          <w:rFonts w:cstheme="minorHAnsi"/>
        </w:rPr>
      </w:pPr>
      <w:r>
        <w:rPr>
          <w:rFonts w:cstheme="minorHAnsi"/>
        </w:rPr>
        <w:br w:type="page"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559E">
        <w:rPr>
          <w:rFonts w:cstheme="minorHAnsi"/>
          <w:b/>
          <w:bCs/>
        </w:rPr>
        <w:lastRenderedPageBreak/>
        <w:t>Referentiekader 2F:</w:t>
      </w:r>
      <w:r w:rsidRPr="0078559E">
        <w:rPr>
          <w:rFonts w:cstheme="minorHAnsi"/>
        </w:rPr>
        <w:t xml:space="preserve">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Paraat hebben:</w:t>
      </w:r>
      <w:r w:rsidRPr="0078559E">
        <w:rPr>
          <w:rFonts w:cstheme="minorHAnsi"/>
          <w:b/>
          <w:bCs/>
        </w:rPr>
        <w:tab/>
      </w:r>
      <w:r w:rsidRPr="0078559E">
        <w:rPr>
          <w:rFonts w:ascii="Arial" w:hAnsi="Arial" w:cs="Arial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− 1 ton is 1000 kg; 1 ton is € 100.000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voorvoegsels van maten megabyte, gigagbyte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symbool voor rechte hoek evenwijdig, loodrecht, haaks bouwtekening lezen, tuininrichting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vlakke figuren: vierkant, ruit, parallellogram, rechthoek, cirkel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van ruimtelijke figuren cilinder, piramide, bol een schoorsteen heeft ongeveer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 vorm van een cilinder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structuur en samenhang belangrijke maten uit metriek stelsel;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interpreteren en bewerken van 2D representaties van 3D objecten en andersom (aanzichten, 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uitslagen, doorsneden, kijklijnen).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schattingen en metingen doen van hoeken, lengten en oppervlakten van objecten in de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ruimte een etage in een flatgebouw is ongeveer 3 m hoog;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oppervlakte en omtrek van enkele 2D figuren berekenen, eventueel met gegeven formule;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een rond terras voor 4 personen moet minstens diameter 3 m hebben. (Is een terras van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9  m2 geschikt?);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inhoud berekenen.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Functioneel gebruiken:</w:t>
      </w:r>
      <w:r w:rsidRPr="0078559E">
        <w:rPr>
          <w:rFonts w:cstheme="minorHAnsi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allerlei schalen (ook in beroep situaties) aflezen en interpreteren kilometerteller,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ab/>
        <w:t xml:space="preserve">   </w:t>
      </w:r>
      <w:r w:rsidRPr="0078559E">
        <w:rPr>
          <w:rFonts w:cstheme="minorHAnsi"/>
          <w:sz w:val="18"/>
          <w:szCs w:val="18"/>
        </w:rPr>
        <w:t xml:space="preserve">weegschaal, duimstok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situaties beschrijven met woorden, door middel van meetkundige figuren, met coördinaten,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via (wind)richting, hoeken en afstanden; routebeschrijving geven, locatie in magazijn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opgeven, vorm gebouw beschrijven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eenvoudige werktekeningen interpreteren; montagetekening kast plattegrond eigen huis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aflezen van maten uit een (werk) tekening, plattegrond werktekening eigen tuin;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omtrek, oppervlakte en inhoud (hoe verandert de inhoud van een doos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als alleen de lengte wordt gewijzigd, als alle maten evenveel vergroot worden?);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tekenen van figuren en maken van (werk)tekeningen en daarbij passer, liniaal 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geodriehoek gebruiken.</w:t>
      </w:r>
    </w:p>
    <w:p w:rsidR="007D3D05" w:rsidRPr="0078559E" w:rsidRDefault="007D3D05" w:rsidP="007D3D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127"/>
        <w:contextualSpacing/>
        <w:rPr>
          <w:rFonts w:cstheme="minorHAnsi"/>
          <w:b/>
          <w:bCs/>
          <w:sz w:val="18"/>
          <w:szCs w:val="18"/>
        </w:rPr>
      </w:pPr>
      <w:r w:rsidRPr="0078559E">
        <w:rPr>
          <w:rFonts w:cstheme="minorHAnsi"/>
          <w:sz w:val="18"/>
          <w:szCs w:val="18"/>
        </w:rPr>
        <w:t>- juiste maat kiezen in gegeven context: Zand koop je per ‘kuub’ (m3), melk per liter.</w:t>
      </w:r>
      <w:r w:rsidRPr="0078559E">
        <w:rPr>
          <w:rFonts w:cstheme="minorHAnsi"/>
          <w:b/>
          <w:bCs/>
          <w:sz w:val="18"/>
          <w:szCs w:val="18"/>
        </w:rPr>
        <w:tab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>Weten waarom:</w:t>
      </w:r>
      <w:r w:rsidRPr="0078559E">
        <w:rPr>
          <w:rFonts w:ascii="ArialMT" w:hAnsi="ArialMT" w:cs="ArialMT"/>
          <w:sz w:val="16"/>
          <w:szCs w:val="16"/>
        </w:rPr>
        <w:tab/>
      </w:r>
      <w:r w:rsidRPr="0078559E">
        <w:rPr>
          <w:rFonts w:cstheme="minorHAnsi"/>
          <w:sz w:val="18"/>
          <w:szCs w:val="18"/>
        </w:rPr>
        <w:t>− uit voorstellingen en beschrijvingen conclusies trekken over objecten en hun plaats in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78559E">
        <w:rPr>
          <w:rFonts w:cstheme="minorHAnsi"/>
          <w:sz w:val="18"/>
          <w:szCs w:val="18"/>
        </w:rPr>
        <w:t xml:space="preserve"> ruimte (hoe ziet een gebouw eruit?);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straal </w:t>
      </w:r>
      <w:r w:rsidRPr="0078559E">
        <w:rPr>
          <w:rFonts w:cstheme="minorHAnsi"/>
          <w:i/>
          <w:iCs/>
          <w:sz w:val="18"/>
          <w:szCs w:val="18"/>
        </w:rPr>
        <w:t xml:space="preserve">r </w:t>
      </w:r>
      <w:r w:rsidRPr="0078559E">
        <w:rPr>
          <w:rFonts w:cstheme="minorHAnsi"/>
          <w:sz w:val="18"/>
          <w:szCs w:val="18"/>
        </w:rPr>
        <w:t xml:space="preserve">en diameter </w:t>
      </w:r>
      <w:r w:rsidRPr="0078559E">
        <w:rPr>
          <w:rFonts w:cstheme="minorHAnsi"/>
          <w:i/>
          <w:iCs/>
          <w:sz w:val="18"/>
          <w:szCs w:val="18"/>
        </w:rPr>
        <w:t xml:space="preserve">d </w:t>
      </w:r>
      <w:r w:rsidRPr="0078559E">
        <w:rPr>
          <w:rFonts w:cstheme="minorHAnsi"/>
          <w:sz w:val="18"/>
          <w:szCs w:val="18"/>
        </w:rPr>
        <w:t>van een cirkel (in sommige beroepen wordt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vooral met diameter(doorsnede) gewerkt).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redeneren op basis van symmetrie (regelmatige patronen) randen, versieringen</w:t>
      </w:r>
    </w:p>
    <w:p w:rsidR="007D3D05" w:rsidRPr="0078559E" w:rsidRDefault="007D3D05" w:rsidP="007D3D05">
      <w:pPr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eigenschappen van 2D figuren.</w:t>
      </w:r>
    </w:p>
    <w:p w:rsidR="007D3D05" w:rsidRPr="00C653B4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D3D05" w:rsidRDefault="007D3D05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DF6530" w:rsidRPr="007975CB" w:rsidRDefault="00DF6530" w:rsidP="00DF6530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lastRenderedPageBreak/>
        <w:t xml:space="preserve">Rekenen 2F: </w:t>
      </w:r>
      <w:r>
        <w:rPr>
          <w:b/>
        </w:rPr>
        <w:t>Metriek stelsel: Gewicht</w:t>
      </w:r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975CB">
        <w:rPr>
          <w:b/>
        </w:rPr>
        <w:t>Starter</w:t>
      </w:r>
      <w:r>
        <w:t xml:space="preserve">: </w:t>
      </w:r>
      <w:r>
        <w:rPr>
          <w:rFonts w:cstheme="minorHAnsi"/>
        </w:rPr>
        <w:t xml:space="preserve"> Gewicht</w:t>
      </w:r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530" w:rsidRDefault="009E73CA" w:rsidP="00DF6530">
      <w:pPr>
        <w:autoSpaceDE w:val="0"/>
        <w:autoSpaceDN w:val="0"/>
        <w:adjustRightInd w:val="0"/>
        <w:spacing w:after="0" w:line="240" w:lineRule="auto"/>
      </w:pPr>
      <w:r>
        <w:t>Wat zie je allemaal? Wat komt je bekend voor?</w:t>
      </w:r>
    </w:p>
    <w:p w:rsidR="009E73CA" w:rsidRDefault="009E73CA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530" w:rsidRDefault="0044198E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hyperlink r:id="rId15" w:anchor="hl=nl&amp;site=imghp&amp;tbm=isch&amp;sa=1&amp;q=gewichten+weegschaal&amp;oq=gewichten+&amp;gs_l=img.1.9.0l4j0i10j0l5.3131.3835.8.8968.5.5.0.0.0.0.59.266.5.5.0...0.0...1c.1.5.img.91Tf01koLSg&amp;bav=on.2,or.r_gc.r_pw.r_qf.&amp;bvm=bv.43148975,d.ZWU&amp;fp=cf528da5240e88a8&amp;biw=1280&amp;bih=906" w:history="1">
        <w:r w:rsidR="009E73CA" w:rsidRPr="002336DC">
          <w:rPr>
            <w:rStyle w:val="Hyperlink"/>
            <w:rFonts w:cstheme="minorHAnsi"/>
          </w:rPr>
          <w:t>http://www.google.nl/search?hl=nl&amp;site=imghp&amp;tbm=isch&amp;source=hp&amp;biw=1280&amp;bih=906&amp;q=gewichten+fitness&amp;oq=gewichten&amp;gs_l=img.1.3.0l6j0i10j0l3.2098.3936.0.8794.9.7.0.2.2.0.59.332.7.7.0...0.0...1ac.1.5.img.nWhtO4dDvTI#hl=nl&amp;site=imghp&amp;tbm=isch&amp;sa=1&amp;q=gewichten+weegschaal&amp;oq=gewichten+&amp;gs_l=img.1.9.0l4j0i10j0l5.3131.3835.8.8968.5.5.0.0.0.0.59.266.5.5.0...0.0...1c.1.5.img.91Tf01koLSg&amp;bav=on.2,or.r_gc.r_pw.r_qf.&amp;bvm=bv.43148975,d.ZWU&amp;fp=cf528da5240e88a8&amp;biw=1280&amp;bih=906</w:t>
        </w:r>
      </w:hyperlink>
    </w:p>
    <w:p w:rsidR="00DF6530" w:rsidRPr="007975CB" w:rsidRDefault="00DF6530" w:rsidP="00DF6530">
      <w:pPr>
        <w:pBdr>
          <w:bottom w:val="single" w:sz="6" w:space="1" w:color="auto"/>
        </w:pBdr>
        <w:rPr>
          <w:b/>
        </w:rPr>
      </w:pPr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b/>
        </w:rPr>
        <w:t>Instructie</w:t>
      </w:r>
      <w:r>
        <w:t xml:space="preserve">: </w:t>
      </w:r>
      <w:r>
        <w:rPr>
          <w:rFonts w:cstheme="minorHAnsi"/>
        </w:rPr>
        <w:t xml:space="preserve"> Metriek stelsel, gewicht</w:t>
      </w:r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865EF" w:rsidRDefault="00CC4EDC" w:rsidP="00DF6530">
      <w:pPr>
        <w:tabs>
          <w:tab w:val="left" w:pos="5387"/>
        </w:tabs>
        <w:spacing w:after="0"/>
      </w:pPr>
      <w:r>
        <w:t xml:space="preserve">Boek: </w:t>
      </w:r>
      <w:proofErr w:type="spellStart"/>
      <w:r>
        <w:t>Startrekenen</w:t>
      </w:r>
      <w:proofErr w:type="spellEnd"/>
      <w:r>
        <w:t xml:space="preserve"> mbo 2F deel B Deviant 2</w:t>
      </w:r>
      <w:r w:rsidR="001865EF">
        <w:t>F</w:t>
      </w:r>
      <w:r>
        <w:t xml:space="preserve">:  hoofdstuk 10.1, </w:t>
      </w:r>
      <w:r w:rsidR="001865EF">
        <w:t xml:space="preserve">103, 10.4 </w:t>
      </w:r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Video:</w:t>
      </w:r>
      <w:r>
        <w:rPr>
          <w:rFonts w:cstheme="minorHAnsi"/>
        </w:rPr>
        <w:tab/>
      </w:r>
      <w:hyperlink r:id="rId16" w:history="1">
        <w:r w:rsidR="002379DB" w:rsidRPr="002336DC">
          <w:rPr>
            <w:rStyle w:val="Hyperlink"/>
            <w:rFonts w:cstheme="minorHAnsi"/>
          </w:rPr>
          <w:t>http://www.ffrekenen.nl/versie1/content/theorie/meten_en_meetkunde/r01_th_mt_014</w:t>
        </w:r>
      </w:hyperlink>
    </w:p>
    <w:p w:rsidR="00DF6530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530" w:rsidRPr="007975CB" w:rsidRDefault="00DF6530" w:rsidP="00DF6530">
      <w:pPr>
        <w:pBdr>
          <w:bottom w:val="single" w:sz="6" w:space="1" w:color="auto"/>
        </w:pBdr>
        <w:rPr>
          <w:b/>
        </w:rPr>
      </w:pPr>
    </w:p>
    <w:p w:rsidR="00DF6530" w:rsidRPr="00B65C1F" w:rsidRDefault="00DF6530" w:rsidP="00DF6530">
      <w:pPr>
        <w:autoSpaceDE w:val="0"/>
        <w:autoSpaceDN w:val="0"/>
        <w:adjustRightInd w:val="0"/>
        <w:spacing w:after="0" w:line="240" w:lineRule="auto"/>
        <w:sectPr w:rsidR="00DF6530" w:rsidRPr="00B65C1F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1B73" w:rsidRDefault="00DF6530" w:rsidP="001865EF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rPr>
          <w:b/>
        </w:rPr>
        <w:t xml:space="preserve"> </w:t>
      </w:r>
      <w:r>
        <w:t xml:space="preserve"> </w:t>
      </w:r>
      <w:proofErr w:type="spellStart"/>
      <w:r w:rsidR="001865EF">
        <w:t>Startrekenen</w:t>
      </w:r>
      <w:proofErr w:type="spellEnd"/>
      <w:r w:rsidR="001865EF">
        <w:t xml:space="preserve"> Meten en </w:t>
      </w:r>
      <w:r w:rsidR="00FD4CE5">
        <w:t>M</w:t>
      </w:r>
      <w:r w:rsidR="001865EF">
        <w:t>eetkunde:</w:t>
      </w:r>
    </w:p>
    <w:p w:rsidR="001865EF" w:rsidRDefault="001865EF" w:rsidP="001865EF">
      <w:pPr>
        <w:tabs>
          <w:tab w:val="left" w:pos="5387"/>
        </w:tabs>
        <w:spacing w:after="0"/>
      </w:pPr>
      <w:r>
        <w:t>H10.1 Eenheden, Theorie 5</w:t>
      </w:r>
    </w:p>
    <w:p w:rsidR="001865EF" w:rsidRDefault="001865EF" w:rsidP="001865EF">
      <w:pPr>
        <w:tabs>
          <w:tab w:val="left" w:pos="5387"/>
        </w:tabs>
        <w:spacing w:after="0"/>
      </w:pPr>
      <w:r>
        <w:t>H10.3 Rekenen met eenheden</w:t>
      </w:r>
    </w:p>
    <w:p w:rsidR="00221B05" w:rsidRDefault="001865EF" w:rsidP="001865EF">
      <w:pPr>
        <w:tabs>
          <w:tab w:val="left" w:pos="5387"/>
        </w:tabs>
        <w:spacing w:after="0"/>
      </w:pPr>
      <w:r>
        <w:t>H10.4 Toegepast rekenen</w:t>
      </w:r>
    </w:p>
    <w:p w:rsidR="00321B73" w:rsidRPr="00D33DAD" w:rsidRDefault="00321B73" w:rsidP="00321B73">
      <w:pPr>
        <w:tabs>
          <w:tab w:val="left" w:pos="5387"/>
        </w:tabs>
        <w:spacing w:after="0"/>
      </w:pPr>
      <w:r w:rsidRPr="00C77672">
        <w:rPr>
          <w:b/>
        </w:rPr>
        <w:lastRenderedPageBreak/>
        <w:t>Oefeningen Studiemeter</w:t>
      </w:r>
    </w:p>
    <w:p w:rsidR="00321B73" w:rsidRDefault="00321B73" w:rsidP="00321B73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werkboeken/domein3 Meten &amp; meetkunde/oefeningen:</w:t>
      </w:r>
    </w:p>
    <w:p w:rsidR="00321B73" w:rsidRDefault="00321B73" w:rsidP="00321B73">
      <w:pPr>
        <w:pStyle w:val="Lijstalinea"/>
        <w:numPr>
          <w:ilvl w:val="0"/>
          <w:numId w:val="1"/>
        </w:numPr>
        <w:tabs>
          <w:tab w:val="left" w:pos="5387"/>
        </w:tabs>
        <w:spacing w:after="0"/>
        <w:sectPr w:rsidR="00321B73" w:rsidSect="000A5A7D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533422" w:rsidRDefault="00221B05" w:rsidP="00DF6530">
      <w:pPr>
        <w:tabs>
          <w:tab w:val="left" w:pos="5387"/>
        </w:tabs>
        <w:spacing w:after="0"/>
      </w:pPr>
      <w:r>
        <w:lastRenderedPageBreak/>
        <w:t>H10  Zelftest</w:t>
      </w:r>
    </w:p>
    <w:p w:rsidR="00DF6530" w:rsidRDefault="00DF6530" w:rsidP="008817C9">
      <w:pPr>
        <w:pBdr>
          <w:bottom w:val="single" w:sz="6" w:space="1" w:color="auto"/>
        </w:pBdr>
        <w:spacing w:after="0"/>
      </w:pPr>
    </w:p>
    <w:p w:rsidR="00DF6530" w:rsidRDefault="00DF6530" w:rsidP="00DF6530">
      <w:pPr>
        <w:pStyle w:val="Lijstalinea"/>
        <w:tabs>
          <w:tab w:val="left" w:pos="5387"/>
        </w:tabs>
        <w:ind w:left="0"/>
        <w:rPr>
          <w:b/>
        </w:rPr>
      </w:pPr>
    </w:p>
    <w:p w:rsidR="00DF6530" w:rsidRDefault="00DF6530" w:rsidP="00DF6530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  <w:r w:rsidR="00076491">
        <w:t xml:space="preserve">Body </w:t>
      </w:r>
      <w:proofErr w:type="spellStart"/>
      <w:r w:rsidR="00076491">
        <w:t>Mass</w:t>
      </w:r>
      <w:proofErr w:type="spellEnd"/>
      <w:r w:rsidR="00076491">
        <w:t xml:space="preserve"> Index uitrekenen</w:t>
      </w:r>
    </w:p>
    <w:p w:rsidR="009A20E5" w:rsidRDefault="009A20E5" w:rsidP="00DF6530">
      <w:pPr>
        <w:pStyle w:val="Lijstalinea"/>
        <w:tabs>
          <w:tab w:val="left" w:pos="5387"/>
        </w:tabs>
        <w:ind w:left="0"/>
      </w:pPr>
    </w:p>
    <w:p w:rsidR="009A20E5" w:rsidRDefault="0044198E" w:rsidP="009A20E5">
      <w:pPr>
        <w:pStyle w:val="Lijstalinea"/>
        <w:tabs>
          <w:tab w:val="left" w:pos="5387"/>
        </w:tabs>
        <w:ind w:left="0"/>
      </w:pPr>
      <w:hyperlink r:id="rId17" w:history="1">
        <w:r w:rsidR="009A20E5" w:rsidRPr="002336DC">
          <w:rPr>
            <w:rStyle w:val="Hyperlink"/>
          </w:rPr>
          <w:t>http://www.cijfers.net/dik_02.html</w:t>
        </w:r>
      </w:hyperlink>
    </w:p>
    <w:p w:rsidR="00DF6530" w:rsidRDefault="00DF6530" w:rsidP="00DF6530">
      <w:pPr>
        <w:pStyle w:val="Lijstalinea"/>
        <w:tabs>
          <w:tab w:val="left" w:pos="5387"/>
        </w:tabs>
        <w:ind w:left="0"/>
      </w:pPr>
    </w:p>
    <w:p w:rsidR="00DF6530" w:rsidRDefault="00DF6530" w:rsidP="00DF6530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DF6530" w:rsidRDefault="00DF6530" w:rsidP="00DF6530">
      <w:pPr>
        <w:pStyle w:val="Lijstalinea"/>
        <w:tabs>
          <w:tab w:val="left" w:pos="5387"/>
        </w:tabs>
        <w:ind w:left="0"/>
        <w:rPr>
          <w:b/>
        </w:rPr>
      </w:pPr>
    </w:p>
    <w:p w:rsidR="00DF6530" w:rsidRDefault="00DF6530" w:rsidP="00DF6530">
      <w:pPr>
        <w:pStyle w:val="Lijstalinea"/>
        <w:tabs>
          <w:tab w:val="left" w:pos="5387"/>
        </w:tabs>
        <w:ind w:left="0"/>
        <w:rPr>
          <w:b/>
        </w:rPr>
        <w:sectPr w:rsidR="00DF6530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F6530" w:rsidRDefault="00DF6530" w:rsidP="00DF6530">
      <w:pPr>
        <w:pStyle w:val="Lijstalinea"/>
        <w:tabs>
          <w:tab w:val="left" w:pos="5387"/>
        </w:tabs>
        <w:spacing w:after="0"/>
        <w:ind w:left="0"/>
        <w:rPr>
          <w:b/>
        </w:rPr>
      </w:pPr>
      <w:r w:rsidRPr="007975CB">
        <w:rPr>
          <w:b/>
        </w:rPr>
        <w:lastRenderedPageBreak/>
        <w:t>Verdiepingsstof</w:t>
      </w:r>
      <w:r>
        <w:rPr>
          <w:b/>
        </w:rPr>
        <w:t>:</w:t>
      </w:r>
    </w:p>
    <w:p w:rsidR="00DF6530" w:rsidRPr="00C653B4" w:rsidRDefault="00DF6530" w:rsidP="00DF653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A20E5" w:rsidRDefault="0044198E" w:rsidP="009A20E5">
      <w:pPr>
        <w:spacing w:after="0" w:line="240" w:lineRule="auto"/>
        <w:rPr>
          <w:rFonts w:cstheme="minorHAnsi"/>
        </w:rPr>
      </w:pPr>
      <w:hyperlink r:id="rId18" w:history="1">
        <w:r w:rsidR="009A20E5" w:rsidRPr="002336DC">
          <w:rPr>
            <w:rStyle w:val="Hyperlink"/>
            <w:rFonts w:cstheme="minorHAnsi"/>
          </w:rPr>
          <w:t>http://www.cijfers.net/life_01.html</w:t>
        </w:r>
      </w:hyperlink>
    </w:p>
    <w:p w:rsidR="00F93876" w:rsidRDefault="00F93876">
      <w:pPr>
        <w:spacing w:after="0" w:line="240" w:lineRule="auto"/>
        <w:rPr>
          <w:rFonts w:cstheme="minorHAnsi"/>
        </w:rPr>
      </w:pPr>
      <w:r>
        <w:rPr>
          <w:rFonts w:cstheme="minorHAnsi"/>
        </w:rPr>
        <w:br w:type="page"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559E">
        <w:rPr>
          <w:rFonts w:cstheme="minorHAnsi"/>
          <w:b/>
          <w:bCs/>
        </w:rPr>
        <w:lastRenderedPageBreak/>
        <w:t>Referentiekader 2F:</w:t>
      </w:r>
      <w:r w:rsidRPr="0078559E">
        <w:rPr>
          <w:rFonts w:cstheme="minorHAnsi"/>
        </w:rPr>
        <w:t xml:space="preserve">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Paraat hebben:</w:t>
      </w:r>
      <w:r w:rsidRPr="0078559E">
        <w:rPr>
          <w:rFonts w:cstheme="minorHAnsi"/>
          <w:b/>
          <w:bCs/>
        </w:rPr>
        <w:tab/>
      </w:r>
      <w:r w:rsidRPr="0078559E">
        <w:rPr>
          <w:rFonts w:ascii="Arial" w:hAnsi="Arial" w:cs="Arial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− 1 ton is 1000 kg; 1 ton is € 100.000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voorvoegsels van maten megabyte, gigagbyte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symbool voor rechte hoek evenwijdig, loodrecht, haaks bouwtekening lezen, tuininrichting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vlakke figuren: vierkant, ruit, parallellogram, rechthoek, cirkel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van ruimtelijke figuren cilinder, piramide, bol een schoorsteen heeft ongeveer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 vorm van een cilinder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structuur en samenhang belangrijke maten uit metriek stelsel;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interpreteren en bewerken van 2D representaties van 3D objecten en andersom (aanzichten, 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uitslagen, doorsneden, kijklijnen).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schattingen en metingen doen van hoeken, lengten en oppervlakten van objecten in de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ruimte een etage in een flatgebouw is ongeveer 3 m hoog;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oppervlakte en omtrek van enkele 2D figuren berekenen, eventueel met gegeven formule;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een rond terras voor 4 personen moet minstens diameter 3 m hebben. (Is een terras van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9  m2 geschikt?);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inhoud berekenen.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Functioneel gebruiken:</w:t>
      </w:r>
      <w:r w:rsidRPr="0078559E">
        <w:rPr>
          <w:rFonts w:cstheme="minorHAnsi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allerlei schalen (ook in beroep situaties) aflezen en interpreteren kilometerteller,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ab/>
        <w:t xml:space="preserve">   </w:t>
      </w:r>
      <w:r w:rsidRPr="0078559E">
        <w:rPr>
          <w:rFonts w:cstheme="minorHAnsi"/>
          <w:sz w:val="18"/>
          <w:szCs w:val="18"/>
        </w:rPr>
        <w:t xml:space="preserve">weegschaal, duimstok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situaties beschrijven met woorden, door middel van meetkundige figuren, met coördinaten,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via (wind)richting, hoeken en afstanden; routebeschrijving geven, locatie in magazijn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opgeven, vorm gebouw beschrijven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eenvoudige werktekeningen interpreteren; montagetekening kast plattegrond eigen huis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aflezen van maten uit een (werk) tekening, plattegrond werktekening eigen tuin;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omtrek, oppervlakte en inhoud (hoe verandert de inhoud van een doos 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als alleen de lengte wordt gewijzigd, als alle maten evenveel vergroot worden?);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tekenen van figuren en maken van (werk)tekeningen en daarbij passer, liniaal en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geodriehoek gebruiken.</w:t>
      </w:r>
    </w:p>
    <w:p w:rsidR="007D3D05" w:rsidRPr="0078559E" w:rsidRDefault="007D3D05" w:rsidP="007D3D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127"/>
        <w:contextualSpacing/>
        <w:rPr>
          <w:rFonts w:cstheme="minorHAnsi"/>
          <w:b/>
          <w:bCs/>
          <w:sz w:val="18"/>
          <w:szCs w:val="18"/>
        </w:rPr>
      </w:pPr>
      <w:r w:rsidRPr="0078559E">
        <w:rPr>
          <w:rFonts w:cstheme="minorHAnsi"/>
          <w:sz w:val="18"/>
          <w:szCs w:val="18"/>
        </w:rPr>
        <w:t>- juiste maat kiezen in gegeven context: Zand koop je per ‘kuub’ (m3), melk per liter.</w:t>
      </w:r>
      <w:r w:rsidRPr="0078559E">
        <w:rPr>
          <w:rFonts w:cstheme="minorHAnsi"/>
          <w:b/>
          <w:bCs/>
          <w:sz w:val="18"/>
          <w:szCs w:val="18"/>
        </w:rPr>
        <w:tab/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>Weten waarom:</w:t>
      </w:r>
      <w:r w:rsidRPr="0078559E">
        <w:rPr>
          <w:rFonts w:ascii="ArialMT" w:hAnsi="ArialMT" w:cs="ArialMT"/>
          <w:sz w:val="16"/>
          <w:szCs w:val="16"/>
        </w:rPr>
        <w:tab/>
      </w:r>
      <w:r w:rsidRPr="0078559E">
        <w:rPr>
          <w:rFonts w:cstheme="minorHAnsi"/>
          <w:sz w:val="18"/>
          <w:szCs w:val="18"/>
        </w:rPr>
        <w:t>− uit voorstellingen en beschrijvingen conclusies trekken over objecten en hun plaats in de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78559E">
        <w:rPr>
          <w:rFonts w:cstheme="minorHAnsi"/>
          <w:sz w:val="18"/>
          <w:szCs w:val="18"/>
        </w:rPr>
        <w:t xml:space="preserve"> ruimte (hoe ziet een gebouw eruit?);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straal </w:t>
      </w:r>
      <w:r w:rsidRPr="0078559E">
        <w:rPr>
          <w:rFonts w:cstheme="minorHAnsi"/>
          <w:i/>
          <w:iCs/>
          <w:sz w:val="18"/>
          <w:szCs w:val="18"/>
        </w:rPr>
        <w:t xml:space="preserve">r </w:t>
      </w:r>
      <w:r w:rsidRPr="0078559E">
        <w:rPr>
          <w:rFonts w:cstheme="minorHAnsi"/>
          <w:sz w:val="18"/>
          <w:szCs w:val="18"/>
        </w:rPr>
        <w:t xml:space="preserve">en diameter </w:t>
      </w:r>
      <w:r w:rsidRPr="0078559E">
        <w:rPr>
          <w:rFonts w:cstheme="minorHAnsi"/>
          <w:i/>
          <w:iCs/>
          <w:sz w:val="18"/>
          <w:szCs w:val="18"/>
        </w:rPr>
        <w:t xml:space="preserve">d </w:t>
      </w:r>
      <w:r w:rsidRPr="0078559E">
        <w:rPr>
          <w:rFonts w:cstheme="minorHAnsi"/>
          <w:sz w:val="18"/>
          <w:szCs w:val="18"/>
        </w:rPr>
        <w:t>van een cirkel (in sommige beroepen wordt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vooral met diameter(doorsnede) gewerkt).</w:t>
      </w:r>
    </w:p>
    <w:p w:rsidR="007D3D05" w:rsidRPr="0078559E" w:rsidRDefault="007D3D05" w:rsidP="007D3D05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redeneren op basis van symmetrie (regelmatige patronen) randen, versieringen</w:t>
      </w:r>
    </w:p>
    <w:p w:rsidR="007D3D05" w:rsidRPr="0078559E" w:rsidRDefault="007D3D05" w:rsidP="007D3D05">
      <w:pPr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eigenschappen van 2D figuren.</w:t>
      </w:r>
    </w:p>
    <w:p w:rsidR="007D3D05" w:rsidRPr="00C653B4" w:rsidRDefault="007D3D05" w:rsidP="007D3D0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D3D05" w:rsidRDefault="007D3D05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F93876" w:rsidRPr="007975CB" w:rsidRDefault="00F93876" w:rsidP="00F93876">
      <w:pPr>
        <w:pBdr>
          <w:bottom w:val="single" w:sz="6" w:space="1" w:color="auto"/>
        </w:pBdr>
        <w:rPr>
          <w:b/>
        </w:rPr>
      </w:pPr>
      <w:r w:rsidRPr="007975CB">
        <w:rPr>
          <w:b/>
        </w:rPr>
        <w:lastRenderedPageBreak/>
        <w:t xml:space="preserve">Rekenen 2F: </w:t>
      </w:r>
      <w:r>
        <w:rPr>
          <w:b/>
        </w:rPr>
        <w:t>Metriek stelsel: Tekening en plattegronden</w:t>
      </w:r>
    </w:p>
    <w:p w:rsidR="00F93876" w:rsidRDefault="00F93876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7975CB">
        <w:rPr>
          <w:b/>
        </w:rPr>
        <w:t>Starter</w:t>
      </w:r>
      <w:r>
        <w:t xml:space="preserve">: </w:t>
      </w:r>
      <w:r>
        <w:rPr>
          <w:rFonts w:cstheme="minorHAnsi"/>
        </w:rPr>
        <w:t xml:space="preserve"> Plattegrond</w:t>
      </w:r>
    </w:p>
    <w:p w:rsidR="00F93876" w:rsidRDefault="0044198E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hyperlink r:id="rId19" w:history="1">
        <w:r w:rsidR="00147C25" w:rsidRPr="00E9282C">
          <w:rPr>
            <w:rStyle w:val="Hyperlink"/>
            <w:rFonts w:cstheme="minorHAnsi"/>
          </w:rPr>
          <w:t>http://plattegrond-nijmegen.stadindex.nl/</w:t>
        </w:r>
      </w:hyperlink>
    </w:p>
    <w:p w:rsidR="00147C25" w:rsidRDefault="00147C25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93876" w:rsidRDefault="00147C25" w:rsidP="00F93876">
      <w:pPr>
        <w:autoSpaceDE w:val="0"/>
        <w:autoSpaceDN w:val="0"/>
        <w:adjustRightInd w:val="0"/>
        <w:spacing w:after="0" w:line="240" w:lineRule="auto"/>
      </w:pPr>
      <w:r>
        <w:t>Zoek de locatie waar j</w:t>
      </w:r>
      <w:r w:rsidR="00AD3422">
        <w:t>e</w:t>
      </w:r>
      <w:r>
        <w:t xml:space="preserve"> nu bent?</w:t>
      </w:r>
    </w:p>
    <w:p w:rsidR="00F93876" w:rsidRPr="007975CB" w:rsidRDefault="00F93876" w:rsidP="00F93876">
      <w:pPr>
        <w:pBdr>
          <w:bottom w:val="single" w:sz="6" w:space="1" w:color="auto"/>
        </w:pBdr>
        <w:rPr>
          <w:b/>
        </w:rPr>
      </w:pPr>
    </w:p>
    <w:p w:rsidR="00F93876" w:rsidRDefault="00F93876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b/>
        </w:rPr>
        <w:t>Instructie</w:t>
      </w:r>
      <w:r>
        <w:t xml:space="preserve">: </w:t>
      </w:r>
      <w:r>
        <w:rPr>
          <w:rFonts w:cstheme="minorHAnsi"/>
        </w:rPr>
        <w:t xml:space="preserve"> Metriek stelsel, Tekening, kaarten en plattegronden</w:t>
      </w:r>
    </w:p>
    <w:p w:rsidR="00F93876" w:rsidRDefault="00F93876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F3900" w:rsidRDefault="009F3900" w:rsidP="009F3900">
      <w:pPr>
        <w:tabs>
          <w:tab w:val="left" w:pos="5387"/>
        </w:tabs>
        <w:spacing w:after="0"/>
      </w:pPr>
      <w:r>
        <w:t xml:space="preserve">Boek: </w:t>
      </w:r>
      <w:proofErr w:type="spellStart"/>
      <w:r>
        <w:t>Startrekenen</w:t>
      </w:r>
      <w:proofErr w:type="spellEnd"/>
      <w:r>
        <w:t xml:space="preserve"> 2F mbo, Deviant</w:t>
      </w:r>
      <w:r w:rsidR="00E73E27">
        <w:t>:</w:t>
      </w:r>
      <w:r>
        <w:t xml:space="preserve">  hoofdstuk 15</w:t>
      </w:r>
    </w:p>
    <w:p w:rsidR="00F93876" w:rsidRDefault="009F3900" w:rsidP="00F93876">
      <w:pPr>
        <w:tabs>
          <w:tab w:val="left" w:pos="5387"/>
        </w:tabs>
        <w:spacing w:after="0"/>
      </w:pPr>
      <w:r>
        <w:t xml:space="preserve"> </w:t>
      </w:r>
      <w:r w:rsidR="00F93876">
        <w:t xml:space="preserve">                               </w:t>
      </w:r>
      <w:r w:rsidR="00F93876">
        <w:tab/>
      </w:r>
    </w:p>
    <w:p w:rsidR="00F93876" w:rsidRDefault="00F93876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D39A1" w:rsidRPr="00F712AF" w:rsidRDefault="00F93876" w:rsidP="00ED39A1">
      <w:pPr>
        <w:rPr>
          <w:rFonts w:cstheme="minorHAnsi"/>
        </w:rPr>
      </w:pPr>
      <w:r>
        <w:rPr>
          <w:rFonts w:cstheme="minorHAnsi"/>
        </w:rPr>
        <w:t>Video:</w:t>
      </w:r>
      <w:r w:rsidR="00F712AF">
        <w:rPr>
          <w:rFonts w:cstheme="minorHAnsi"/>
        </w:rPr>
        <w:t xml:space="preserve"> </w:t>
      </w:r>
      <w:hyperlink r:id="rId20" w:anchor="q=kaarten%2C%20schaal%20en%20plattegronden" w:history="1">
        <w:r w:rsidR="00F712AF" w:rsidRPr="00431611">
          <w:rPr>
            <w:rStyle w:val="Hyperlink"/>
            <w:rFonts w:cstheme="minorHAnsi"/>
          </w:rPr>
          <w:t>http://www.schooltv.nl/video/schaalverdeling-kaarten-en-plattegronden-zijn-op-schaal-getekend/#q=kaarten%2C%20schaal%20en%20plattegronden</w:t>
        </w:r>
      </w:hyperlink>
    </w:p>
    <w:p w:rsidR="00F93876" w:rsidRPr="007975CB" w:rsidRDefault="00F93876" w:rsidP="00F93876">
      <w:pPr>
        <w:pBdr>
          <w:bottom w:val="single" w:sz="6" w:space="1" w:color="auto"/>
        </w:pBdr>
        <w:rPr>
          <w:b/>
        </w:rPr>
      </w:pPr>
    </w:p>
    <w:p w:rsidR="00F93876" w:rsidRPr="00B65C1F" w:rsidRDefault="00F93876" w:rsidP="00F93876">
      <w:pPr>
        <w:autoSpaceDE w:val="0"/>
        <w:autoSpaceDN w:val="0"/>
        <w:adjustRightInd w:val="0"/>
        <w:spacing w:after="0" w:line="240" w:lineRule="auto"/>
        <w:sectPr w:rsidR="00F93876" w:rsidRPr="00B65C1F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3876" w:rsidRDefault="00F93876" w:rsidP="00F93876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rPr>
          <w:b/>
        </w:rPr>
        <w:t xml:space="preserve"> </w:t>
      </w:r>
      <w:r>
        <w:t xml:space="preserve"> Deviant Meten en meetkunde:</w:t>
      </w:r>
    </w:p>
    <w:p w:rsidR="00F93876" w:rsidRDefault="009F3900" w:rsidP="00F93876">
      <w:pPr>
        <w:tabs>
          <w:tab w:val="left" w:pos="5387"/>
        </w:tabs>
        <w:spacing w:after="0"/>
      </w:pPr>
      <w:r>
        <w:t>H15.1 Kaarten</w:t>
      </w:r>
    </w:p>
    <w:p w:rsidR="00F431D8" w:rsidRDefault="009F3900" w:rsidP="00F431D8">
      <w:pPr>
        <w:tabs>
          <w:tab w:val="left" w:pos="5387"/>
        </w:tabs>
        <w:spacing w:after="0"/>
      </w:pPr>
      <w:r>
        <w:t>H15.2 Routes</w:t>
      </w:r>
    </w:p>
    <w:p w:rsidR="008F1B30" w:rsidRDefault="009F3900" w:rsidP="00F431D8">
      <w:pPr>
        <w:tabs>
          <w:tab w:val="left" w:pos="5387"/>
        </w:tabs>
        <w:spacing w:after="0"/>
      </w:pPr>
      <w:r>
        <w:t>H15.3 Schaal</w:t>
      </w:r>
    </w:p>
    <w:p w:rsidR="008F1B30" w:rsidRDefault="008F1B30" w:rsidP="00F431D8">
      <w:pPr>
        <w:tabs>
          <w:tab w:val="left" w:pos="5387"/>
        </w:tabs>
        <w:spacing w:after="0"/>
      </w:pPr>
      <w:r>
        <w:t>H15.4 Toegepast rekenen</w:t>
      </w:r>
    </w:p>
    <w:p w:rsidR="00CB3B71" w:rsidRDefault="00CB3B71" w:rsidP="00F431D8">
      <w:pPr>
        <w:tabs>
          <w:tab w:val="left" w:pos="5387"/>
        </w:tabs>
        <w:spacing w:after="0"/>
      </w:pPr>
    </w:p>
    <w:p w:rsidR="008F1B30" w:rsidRPr="00D33DAD" w:rsidRDefault="008F1B30" w:rsidP="008F1B30">
      <w:pPr>
        <w:tabs>
          <w:tab w:val="left" w:pos="5387"/>
        </w:tabs>
        <w:spacing w:after="0"/>
      </w:pPr>
      <w:r w:rsidRPr="00C77672">
        <w:rPr>
          <w:b/>
        </w:rPr>
        <w:t>Oefeningen Studiemeter</w:t>
      </w:r>
    </w:p>
    <w:p w:rsidR="00084E03" w:rsidRDefault="008F1B30" w:rsidP="008F1B30">
      <w:pPr>
        <w:tabs>
          <w:tab w:val="left" w:pos="5387"/>
        </w:tabs>
        <w:spacing w:after="0"/>
      </w:pPr>
      <w:proofErr w:type="spellStart"/>
      <w:r>
        <w:t>Startrekenen</w:t>
      </w:r>
      <w:proofErr w:type="spellEnd"/>
      <w:r>
        <w:t xml:space="preserve"> online/2F mbo (rode werkboeken/domein3 Meten &amp; meetkunde/oefeningen</w:t>
      </w:r>
      <w:r w:rsidR="003021FC">
        <w:t>:</w:t>
      </w:r>
    </w:p>
    <w:p w:rsidR="003021FC" w:rsidRDefault="003021FC" w:rsidP="003021FC">
      <w:pPr>
        <w:pStyle w:val="Lijstalinea"/>
        <w:numPr>
          <w:ilvl w:val="0"/>
          <w:numId w:val="1"/>
        </w:numPr>
        <w:tabs>
          <w:tab w:val="left" w:pos="5387"/>
        </w:tabs>
        <w:spacing w:after="0"/>
        <w:sectPr w:rsidR="003021FC" w:rsidSect="00084E0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>Kaarten en schaal</w:t>
      </w:r>
    </w:p>
    <w:p w:rsidR="008F1B30" w:rsidRDefault="00CB3B71" w:rsidP="00F93876">
      <w:pPr>
        <w:pBdr>
          <w:bottom w:val="single" w:sz="6" w:space="1" w:color="auto"/>
        </w:pBdr>
        <w:spacing w:after="0"/>
      </w:pPr>
      <w:r>
        <w:lastRenderedPageBreak/>
        <w:t>H15 Zelftest</w:t>
      </w:r>
    </w:p>
    <w:p w:rsidR="008F1B30" w:rsidRDefault="008F1B30" w:rsidP="00F93876">
      <w:pPr>
        <w:pBdr>
          <w:bottom w:val="single" w:sz="6" w:space="1" w:color="auto"/>
        </w:pBdr>
        <w:spacing w:after="0"/>
      </w:pPr>
    </w:p>
    <w:p w:rsidR="008F1B30" w:rsidRDefault="008F1B30" w:rsidP="00F93876">
      <w:pPr>
        <w:pBdr>
          <w:bottom w:val="single" w:sz="6" w:space="1" w:color="auto"/>
        </w:pBdr>
        <w:spacing w:after="0"/>
      </w:pPr>
    </w:p>
    <w:p w:rsidR="008F1B30" w:rsidRDefault="008F1B30" w:rsidP="00F93876">
      <w:pPr>
        <w:pBdr>
          <w:bottom w:val="single" w:sz="6" w:space="1" w:color="auto"/>
        </w:pBdr>
        <w:spacing w:after="0"/>
      </w:pPr>
    </w:p>
    <w:p w:rsidR="008F1B30" w:rsidRDefault="008F1B30" w:rsidP="00F93876">
      <w:pPr>
        <w:pBdr>
          <w:bottom w:val="single" w:sz="6" w:space="1" w:color="auto"/>
        </w:pBdr>
        <w:spacing w:after="0"/>
      </w:pPr>
    </w:p>
    <w:p w:rsidR="00F93876" w:rsidRDefault="00F93876" w:rsidP="00F93876">
      <w:pPr>
        <w:pStyle w:val="Lijstalinea"/>
        <w:tabs>
          <w:tab w:val="left" w:pos="5387"/>
        </w:tabs>
        <w:ind w:left="0"/>
        <w:rPr>
          <w:b/>
        </w:rPr>
      </w:pPr>
    </w:p>
    <w:p w:rsidR="00F93876" w:rsidRDefault="00F93876" w:rsidP="00F93876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>
        <w:t xml:space="preserve">: </w:t>
      </w:r>
    </w:p>
    <w:p w:rsidR="00F93876" w:rsidRDefault="00F93876" w:rsidP="00F93876">
      <w:pPr>
        <w:pStyle w:val="Lijstalinea"/>
        <w:tabs>
          <w:tab w:val="left" w:pos="5387"/>
        </w:tabs>
        <w:ind w:left="0"/>
      </w:pPr>
    </w:p>
    <w:p w:rsidR="00F93876" w:rsidRDefault="00F93876" w:rsidP="00F93876">
      <w:pPr>
        <w:pStyle w:val="Lijstalinea"/>
        <w:tabs>
          <w:tab w:val="left" w:pos="5387"/>
        </w:tabs>
        <w:ind w:left="0"/>
      </w:pPr>
    </w:p>
    <w:p w:rsidR="00F93876" w:rsidRDefault="00F93876" w:rsidP="00F93876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F93876" w:rsidRDefault="00F93876" w:rsidP="00F93876">
      <w:pPr>
        <w:pStyle w:val="Lijstalinea"/>
        <w:tabs>
          <w:tab w:val="left" w:pos="5387"/>
        </w:tabs>
        <w:ind w:left="0"/>
        <w:rPr>
          <w:b/>
        </w:rPr>
      </w:pPr>
    </w:p>
    <w:p w:rsidR="00F93876" w:rsidRDefault="00F93876" w:rsidP="00F93876">
      <w:pPr>
        <w:pStyle w:val="Lijstalinea"/>
        <w:tabs>
          <w:tab w:val="left" w:pos="5387"/>
        </w:tabs>
        <w:ind w:left="0"/>
        <w:rPr>
          <w:b/>
        </w:rPr>
        <w:sectPr w:rsidR="00F93876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93876" w:rsidRDefault="00F93876" w:rsidP="00F93876">
      <w:pPr>
        <w:pStyle w:val="Lijstalinea"/>
        <w:tabs>
          <w:tab w:val="left" w:pos="5387"/>
        </w:tabs>
        <w:spacing w:after="0"/>
        <w:ind w:left="0"/>
        <w:rPr>
          <w:b/>
        </w:rPr>
      </w:pPr>
      <w:r w:rsidRPr="007975CB">
        <w:rPr>
          <w:b/>
        </w:rPr>
        <w:lastRenderedPageBreak/>
        <w:t>Verdiepingsstof</w:t>
      </w:r>
      <w:r>
        <w:rPr>
          <w:b/>
        </w:rPr>
        <w:t>:</w:t>
      </w:r>
    </w:p>
    <w:p w:rsidR="00F93876" w:rsidRPr="00C653B4" w:rsidRDefault="00F93876" w:rsidP="00F93876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93876" w:rsidRDefault="00F93876" w:rsidP="00F93876">
      <w:pPr>
        <w:spacing w:after="0" w:line="240" w:lineRule="auto"/>
        <w:rPr>
          <w:rFonts w:cstheme="minorHAnsi"/>
        </w:rPr>
      </w:pPr>
    </w:p>
    <w:p w:rsidR="00F93876" w:rsidRDefault="00F93876" w:rsidP="00F93876">
      <w:pPr>
        <w:spacing w:after="0" w:line="240" w:lineRule="auto"/>
        <w:rPr>
          <w:rFonts w:cstheme="minorHAnsi"/>
        </w:rPr>
      </w:pPr>
      <w:r>
        <w:rPr>
          <w:rFonts w:cstheme="minorHAnsi"/>
        </w:rPr>
        <w:br w:type="page"/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8559E">
        <w:rPr>
          <w:rFonts w:cstheme="minorHAnsi"/>
          <w:b/>
          <w:bCs/>
        </w:rPr>
        <w:lastRenderedPageBreak/>
        <w:t>Referentiekader 2F:</w:t>
      </w:r>
      <w:r w:rsidRPr="0078559E">
        <w:rPr>
          <w:rFonts w:cstheme="minorHAnsi"/>
        </w:rPr>
        <w:t xml:space="preserve">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Paraat hebben:</w:t>
      </w:r>
      <w:r w:rsidRPr="0078559E">
        <w:rPr>
          <w:rFonts w:cstheme="minorHAnsi"/>
          <w:b/>
          <w:bCs/>
        </w:rPr>
        <w:tab/>
      </w:r>
      <w:r w:rsidRPr="0078559E">
        <w:rPr>
          <w:rFonts w:ascii="Arial" w:hAnsi="Arial" w:cs="Arial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− 1 ton is 1000 kg; 1 ton is € 100.000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voorvoegsels van maten megabyte, gigagbyte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symbool voor rechte hoek evenwijdig, loodrecht, haaks bouwtekening lezen, tuininrichting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vlakke figuren: vierkant, ruit, parallellogram, rechthoek, cirkel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namen van ruimtelijke figuren cilinder, piramide, bol een schoorsteen heeft ongeveer de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 vorm van een cilinder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structuur en samenhang belangrijke maten uit metriek stelsel;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interpreteren en bewerken van 2D representaties van 3D objecten en andersom (aanzichten, 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uitslagen, doorsneden, kijklijnen).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schattingen en metingen doen van hoeken, lengten en oppervlakten van objecten in de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ruimte een etage in een flatgebouw is ongeveer 3 m hoog;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oppervlakte en omtrek van enkele 2D figuren berekenen, eventueel met gegeven formule;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een rond terras voor 4 personen moet minstens diameter 3 m hebben. (Is een terras van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9  m2 geschikt?);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inhoud berekenen.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>Functioneel gebruiken:</w:t>
      </w:r>
      <w:r w:rsidRPr="0078559E">
        <w:rPr>
          <w:rFonts w:cstheme="minorHAnsi"/>
          <w:b/>
          <w:bCs/>
          <w:sz w:val="18"/>
          <w:szCs w:val="18"/>
        </w:rPr>
        <w:tab/>
      </w:r>
      <w:r w:rsidRPr="0078559E">
        <w:rPr>
          <w:rFonts w:cstheme="minorHAnsi"/>
          <w:sz w:val="18"/>
          <w:szCs w:val="18"/>
        </w:rPr>
        <w:t xml:space="preserve">− allerlei schalen (ook in beroep situaties) aflezen en interpreteren kilometerteller,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78559E">
        <w:rPr>
          <w:rFonts w:cstheme="minorHAnsi"/>
          <w:b/>
          <w:bCs/>
        </w:rPr>
        <w:tab/>
        <w:t xml:space="preserve">   </w:t>
      </w:r>
      <w:r w:rsidRPr="0078559E">
        <w:rPr>
          <w:rFonts w:cstheme="minorHAnsi"/>
          <w:sz w:val="18"/>
          <w:szCs w:val="18"/>
        </w:rPr>
        <w:t xml:space="preserve">weegschaal, duimstok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situaties beschrijven met woorden, door middel van meetkundige figuren, met coördinaten,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via (wind)richting, hoeken en afstanden; routebeschrijving geven, locatie in magazijn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30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opgeven, vorm gebouw beschrijven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eenvoudige werktekeningen interpreteren; montagetekening kast plattegrond eigen huis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aflezen van maten uit een (werk) tekening, plattegrond werktekening eigen tuin;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omtrek, oppervlakte en inhoud (hoe verandert de inhoud van een doos 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als alleen de lengte wordt gewijzigd, als alle maten evenveel vergroot worden?);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tekenen van figuren en maken van (werk)tekeningen en daarbij passer, liniaal en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geodriehoek gebruiken.</w:t>
      </w:r>
    </w:p>
    <w:p w:rsidR="0078559E" w:rsidRPr="0078559E" w:rsidRDefault="0078559E" w:rsidP="007855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127" w:hanging="2127"/>
        <w:contextualSpacing/>
        <w:rPr>
          <w:rFonts w:cstheme="minorHAnsi"/>
          <w:b/>
          <w:bCs/>
          <w:sz w:val="18"/>
          <w:szCs w:val="18"/>
        </w:rPr>
      </w:pPr>
      <w:r w:rsidRPr="0078559E">
        <w:rPr>
          <w:rFonts w:cstheme="minorHAnsi"/>
          <w:sz w:val="18"/>
          <w:szCs w:val="18"/>
        </w:rPr>
        <w:t>- juiste maat kiezen in gegeven context: Zand koop je per ‘kuub’ (m3), melk per liter.</w:t>
      </w:r>
      <w:r w:rsidRPr="0078559E">
        <w:rPr>
          <w:rFonts w:cstheme="minorHAnsi"/>
          <w:b/>
          <w:bCs/>
          <w:sz w:val="18"/>
          <w:szCs w:val="18"/>
        </w:rPr>
        <w:tab/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>Weten waarom:</w:t>
      </w:r>
      <w:r w:rsidRPr="0078559E">
        <w:rPr>
          <w:rFonts w:ascii="ArialMT" w:hAnsi="ArialMT" w:cs="ArialMT"/>
          <w:sz w:val="16"/>
          <w:szCs w:val="16"/>
        </w:rPr>
        <w:tab/>
      </w:r>
      <w:r w:rsidRPr="0078559E">
        <w:rPr>
          <w:rFonts w:cstheme="minorHAnsi"/>
          <w:sz w:val="18"/>
          <w:szCs w:val="18"/>
        </w:rPr>
        <w:t>− uit voorstellingen en beschrijvingen conclusies trekken over objecten en hun plaats in de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78559E">
        <w:rPr>
          <w:rFonts w:ascii="Arial" w:hAnsi="Arial" w:cs="Arial"/>
          <w:b/>
          <w:bCs/>
          <w:sz w:val="18"/>
          <w:szCs w:val="18"/>
        </w:rPr>
        <w:t xml:space="preserve">  </w:t>
      </w:r>
      <w:r w:rsidRPr="0078559E">
        <w:rPr>
          <w:rFonts w:cstheme="minorHAnsi"/>
          <w:sz w:val="18"/>
          <w:szCs w:val="18"/>
        </w:rPr>
        <w:t xml:space="preserve"> ruimte (hoe ziet een gebouw eruit?);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− samenhang tussen straal </w:t>
      </w:r>
      <w:r w:rsidRPr="0078559E">
        <w:rPr>
          <w:rFonts w:cstheme="minorHAnsi"/>
          <w:i/>
          <w:iCs/>
          <w:sz w:val="18"/>
          <w:szCs w:val="18"/>
        </w:rPr>
        <w:t xml:space="preserve">r </w:t>
      </w:r>
      <w:r w:rsidRPr="0078559E">
        <w:rPr>
          <w:rFonts w:cstheme="minorHAnsi"/>
          <w:sz w:val="18"/>
          <w:szCs w:val="18"/>
        </w:rPr>
        <w:t xml:space="preserve">en diameter </w:t>
      </w:r>
      <w:r w:rsidRPr="0078559E">
        <w:rPr>
          <w:rFonts w:cstheme="minorHAnsi"/>
          <w:i/>
          <w:iCs/>
          <w:sz w:val="18"/>
          <w:szCs w:val="18"/>
        </w:rPr>
        <w:t xml:space="preserve">d </w:t>
      </w:r>
      <w:r w:rsidRPr="0078559E">
        <w:rPr>
          <w:rFonts w:cstheme="minorHAnsi"/>
          <w:sz w:val="18"/>
          <w:szCs w:val="18"/>
        </w:rPr>
        <w:t>van een cirkel (in sommige beroepen wordt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 xml:space="preserve">   vooral met diameter(doorsnede) gewerkt).</w:t>
      </w:r>
    </w:p>
    <w:p w:rsidR="0078559E" w:rsidRPr="0078559E" w:rsidRDefault="0078559E" w:rsidP="0078559E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redeneren op basis van symmetrie (regelmatige patronen) randen, versieringen</w:t>
      </w:r>
    </w:p>
    <w:p w:rsidR="0078559E" w:rsidRPr="0078559E" w:rsidRDefault="0078559E" w:rsidP="0078559E">
      <w:pPr>
        <w:ind w:left="1416" w:firstLine="708"/>
        <w:rPr>
          <w:rFonts w:cstheme="minorHAnsi"/>
          <w:sz w:val="18"/>
          <w:szCs w:val="18"/>
        </w:rPr>
      </w:pPr>
      <w:r w:rsidRPr="0078559E">
        <w:rPr>
          <w:rFonts w:cstheme="minorHAnsi"/>
          <w:sz w:val="18"/>
          <w:szCs w:val="18"/>
        </w:rPr>
        <w:t>− eigenschappen van 2D figuren.</w:t>
      </w:r>
    </w:p>
    <w:p w:rsidR="006D6F73" w:rsidRPr="00C653B4" w:rsidRDefault="006D6F73" w:rsidP="00C653B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6D6F73" w:rsidRPr="00C653B4" w:rsidSect="00082D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7C58D0"/>
    <w:multiLevelType w:val="hybridMultilevel"/>
    <w:tmpl w:val="79E267F0"/>
    <w:lvl w:ilvl="0" w:tplc="423EC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508"/>
    <w:rsid w:val="00030C02"/>
    <w:rsid w:val="00045DE5"/>
    <w:rsid w:val="00076491"/>
    <w:rsid w:val="00082DDC"/>
    <w:rsid w:val="00084E03"/>
    <w:rsid w:val="00096604"/>
    <w:rsid w:val="000A3A02"/>
    <w:rsid w:val="000A5A7D"/>
    <w:rsid w:val="000E3BF2"/>
    <w:rsid w:val="000F6200"/>
    <w:rsid w:val="001139D1"/>
    <w:rsid w:val="00117058"/>
    <w:rsid w:val="00131FEC"/>
    <w:rsid w:val="00134B5F"/>
    <w:rsid w:val="00147C25"/>
    <w:rsid w:val="00160C11"/>
    <w:rsid w:val="001865EF"/>
    <w:rsid w:val="0019358E"/>
    <w:rsid w:val="001B2187"/>
    <w:rsid w:val="001E40FA"/>
    <w:rsid w:val="00221B05"/>
    <w:rsid w:val="002379DB"/>
    <w:rsid w:val="00293C88"/>
    <w:rsid w:val="003021FC"/>
    <w:rsid w:val="0030344E"/>
    <w:rsid w:val="00321B73"/>
    <w:rsid w:val="0033158D"/>
    <w:rsid w:val="00341716"/>
    <w:rsid w:val="00384A2F"/>
    <w:rsid w:val="00394079"/>
    <w:rsid w:val="003C0AF8"/>
    <w:rsid w:val="003E0286"/>
    <w:rsid w:val="00435DC5"/>
    <w:rsid w:val="0044198E"/>
    <w:rsid w:val="00463C34"/>
    <w:rsid w:val="00474CDE"/>
    <w:rsid w:val="004B6B5A"/>
    <w:rsid w:val="004C1D7D"/>
    <w:rsid w:val="004D29FA"/>
    <w:rsid w:val="00531F73"/>
    <w:rsid w:val="00533422"/>
    <w:rsid w:val="00565EB9"/>
    <w:rsid w:val="005B5508"/>
    <w:rsid w:val="005F2BD9"/>
    <w:rsid w:val="00604837"/>
    <w:rsid w:val="00607802"/>
    <w:rsid w:val="006206DB"/>
    <w:rsid w:val="0062669F"/>
    <w:rsid w:val="00635E75"/>
    <w:rsid w:val="0064352D"/>
    <w:rsid w:val="006854E0"/>
    <w:rsid w:val="00685B92"/>
    <w:rsid w:val="006A3EE8"/>
    <w:rsid w:val="006D6F73"/>
    <w:rsid w:val="00753A72"/>
    <w:rsid w:val="00767728"/>
    <w:rsid w:val="0078559E"/>
    <w:rsid w:val="007D3D05"/>
    <w:rsid w:val="007F0ACC"/>
    <w:rsid w:val="00813998"/>
    <w:rsid w:val="00865C31"/>
    <w:rsid w:val="00867F74"/>
    <w:rsid w:val="008817C9"/>
    <w:rsid w:val="008817E1"/>
    <w:rsid w:val="00891942"/>
    <w:rsid w:val="008E2BBA"/>
    <w:rsid w:val="008E336D"/>
    <w:rsid w:val="008F1B30"/>
    <w:rsid w:val="00920E19"/>
    <w:rsid w:val="00933B08"/>
    <w:rsid w:val="00984ECE"/>
    <w:rsid w:val="009A20E5"/>
    <w:rsid w:val="009A2AE2"/>
    <w:rsid w:val="009B03EE"/>
    <w:rsid w:val="009E73CA"/>
    <w:rsid w:val="009F3900"/>
    <w:rsid w:val="00A24B85"/>
    <w:rsid w:val="00A31D4A"/>
    <w:rsid w:val="00A41EB3"/>
    <w:rsid w:val="00A50E59"/>
    <w:rsid w:val="00A5130F"/>
    <w:rsid w:val="00A72551"/>
    <w:rsid w:val="00A81DC0"/>
    <w:rsid w:val="00A8265A"/>
    <w:rsid w:val="00A940E3"/>
    <w:rsid w:val="00AD1A55"/>
    <w:rsid w:val="00AD3422"/>
    <w:rsid w:val="00AE10AE"/>
    <w:rsid w:val="00AE30DA"/>
    <w:rsid w:val="00AF6D07"/>
    <w:rsid w:val="00B65C1F"/>
    <w:rsid w:val="00B7187F"/>
    <w:rsid w:val="00B730BD"/>
    <w:rsid w:val="00B90745"/>
    <w:rsid w:val="00B9512D"/>
    <w:rsid w:val="00B97ABB"/>
    <w:rsid w:val="00BD41F9"/>
    <w:rsid w:val="00BE1445"/>
    <w:rsid w:val="00BF4AC5"/>
    <w:rsid w:val="00C039F8"/>
    <w:rsid w:val="00C05FF4"/>
    <w:rsid w:val="00C33BF4"/>
    <w:rsid w:val="00C45052"/>
    <w:rsid w:val="00C653B4"/>
    <w:rsid w:val="00C77672"/>
    <w:rsid w:val="00C85F76"/>
    <w:rsid w:val="00C937A4"/>
    <w:rsid w:val="00C95772"/>
    <w:rsid w:val="00CB3B71"/>
    <w:rsid w:val="00CC4EDC"/>
    <w:rsid w:val="00CC4FC0"/>
    <w:rsid w:val="00D33DAD"/>
    <w:rsid w:val="00D94CA7"/>
    <w:rsid w:val="00DD1C49"/>
    <w:rsid w:val="00DE0B38"/>
    <w:rsid w:val="00DF6530"/>
    <w:rsid w:val="00E13639"/>
    <w:rsid w:val="00E51636"/>
    <w:rsid w:val="00E73E27"/>
    <w:rsid w:val="00E74C0A"/>
    <w:rsid w:val="00E76A00"/>
    <w:rsid w:val="00EB01C2"/>
    <w:rsid w:val="00EB6B60"/>
    <w:rsid w:val="00ED39A1"/>
    <w:rsid w:val="00EF027A"/>
    <w:rsid w:val="00F431D8"/>
    <w:rsid w:val="00F52296"/>
    <w:rsid w:val="00F712AF"/>
    <w:rsid w:val="00F93876"/>
    <w:rsid w:val="00FA7BBB"/>
    <w:rsid w:val="00FC721F"/>
    <w:rsid w:val="00FD4CE5"/>
    <w:rsid w:val="00FD7596"/>
    <w:rsid w:val="00FF3215"/>
    <w:rsid w:val="00FF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6619EF-99AB-4220-9117-A79C3A3F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E10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B550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5B5508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E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jfers.net/lengte.html" TargetMode="External"/><Relationship Id="rId13" Type="http://schemas.openxmlformats.org/officeDocument/2006/relationships/hyperlink" Target="http://www.mijnrekensite.nl/meetkunde/h5-inhoud-van-ruimtefiguren" TargetMode="External"/><Relationship Id="rId18" Type="http://schemas.openxmlformats.org/officeDocument/2006/relationships/hyperlink" Target="http://www.cijfers.net/life_01.html" TargetMode="External"/><Relationship Id="rId26" Type="http://schemas.openxmlformats.org/officeDocument/2006/relationships/customXml" Target="../customXml/item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cijfers.net/aarde_01.html" TargetMode="External"/><Relationship Id="rId12" Type="http://schemas.openxmlformats.org/officeDocument/2006/relationships/hyperlink" Target="http://www.youtube.com/watch?v=r5bLPIo_wso" TargetMode="External"/><Relationship Id="rId17" Type="http://schemas.openxmlformats.org/officeDocument/2006/relationships/hyperlink" Target="http://www.cijfers.net/dik_02.html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://www.ffrekenen.nl/versie1/content/theorie/meten_en_meetkunde/r01_th_mt_014" TargetMode="External"/><Relationship Id="rId20" Type="http://schemas.openxmlformats.org/officeDocument/2006/relationships/hyperlink" Target="http://www.schooltv.nl/video/schaalverdeling-kaarten-en-plattegronden-zijn-op-schaal-getekend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frekenen.nl/versie1/content/theorie/meten_en_meetkunde/r01_th_mt_008" TargetMode="External"/><Relationship Id="rId11" Type="http://schemas.openxmlformats.org/officeDocument/2006/relationships/hyperlink" Target="http://www.kilometerafstanden.nl/oppervlakte-berekenen.htm" TargetMode="External"/><Relationship Id="rId24" Type="http://schemas.openxmlformats.org/officeDocument/2006/relationships/customXml" Target="../customXml/item2.xml"/><Relationship Id="rId5" Type="http://schemas.openxmlformats.org/officeDocument/2006/relationships/hyperlink" Target="http://www.google.nl/search?hl=nl&amp;gs_rn=5&amp;gs_ri=psy-ab&amp;cp=20&amp;gs_id=2i&amp;xhr=t&amp;q=metriek+stelsel+lengtematen&amp;bav=on.2,or.r_gc.r_pw.r_qf.&amp;bvm=bv.43148975,d.d2k&amp;biw=1280&amp;bih=906&amp;wrapid=tljp1362472000186043&amp;um=1&amp;ie=UTF-8&amp;tbm=isch&amp;source=og&amp;sa=N&amp;tab=wi&amp;ei=Taw1UfXhEOyV0QX6q4DQBA" TargetMode="External"/><Relationship Id="rId15" Type="http://schemas.openxmlformats.org/officeDocument/2006/relationships/hyperlink" Target="http://www.google.nl/search?hl=nl&amp;site=imghp&amp;tbm=isch&amp;source=hp&amp;biw=1280&amp;bih=906&amp;q=gewichten+fitness&amp;oq=gewichten&amp;gs_l=img.1.3.0l6j0i10j0l3.2098.3936.0.8794.9.7.0.2.2.0.59.332.7.7.0...0.0...1ac.1.5.img.nWhtO4dDvTI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://beterrekenen.nl/website/index.php?pag=237" TargetMode="External"/><Relationship Id="rId19" Type="http://schemas.openxmlformats.org/officeDocument/2006/relationships/hyperlink" Target="http://plattegrond-nijmegen.stadindex.n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immit.nl/content/detail/Berekenen-van-oppervlakte" TargetMode="External"/><Relationship Id="rId14" Type="http://schemas.openxmlformats.org/officeDocument/2006/relationships/hyperlink" Target="http://www.wiskunde.net/inhoud-cilinder" TargetMode="External"/><Relationship Id="rId22" Type="http://schemas.openxmlformats.org/officeDocument/2006/relationships/theme" Target="theme/theme1.xml"/><Relationship Id="rId27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0620027c-625f-40d9-9ed0-ff23b5bfde26" ContentTypeId="0x0101" PreviousValue="false"/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B22B34-ACBF-468E-98B7-34AB9B63486A}"/>
</file>

<file path=customXml/itemProps2.xml><?xml version="1.0" encoding="utf-8"?>
<ds:datastoreItem xmlns:ds="http://schemas.openxmlformats.org/officeDocument/2006/customXml" ds:itemID="{57E595F2-1C81-4794-A7E9-CA2DF0817510}"/>
</file>

<file path=customXml/itemProps3.xml><?xml version="1.0" encoding="utf-8"?>
<ds:datastoreItem xmlns:ds="http://schemas.openxmlformats.org/officeDocument/2006/customXml" ds:itemID="{33C0C649-8B7C-42C1-814A-8B6D821E0D37}"/>
</file>

<file path=customXml/itemProps4.xml><?xml version="1.0" encoding="utf-8"?>
<ds:datastoreItem xmlns:ds="http://schemas.openxmlformats.org/officeDocument/2006/customXml" ds:itemID="{A6DF1703-B359-47B6-82D5-032450C9A71C}"/>
</file>

<file path=customXml/itemProps5.xml><?xml version="1.0" encoding="utf-8"?>
<ds:datastoreItem xmlns:ds="http://schemas.openxmlformats.org/officeDocument/2006/customXml" ds:itemID="{272FA32C-74B6-4993-8508-4A59635364D5}"/>
</file>

<file path=docProps/app.xml><?xml version="1.0" encoding="utf-8"?>
<Properties xmlns="http://schemas.openxmlformats.org/officeDocument/2006/extended-properties" xmlns:vt="http://schemas.openxmlformats.org/officeDocument/2006/docPropsVTypes">
  <Template>C7237068</Template>
  <TotalTime>144</TotalTime>
  <Pages>10</Pages>
  <Words>2048</Words>
  <Characters>16123</Characters>
  <Application>Microsoft Office Word</Application>
  <DocSecurity>0</DocSecurity>
  <Lines>134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Harry Janssen</dc:creator>
  <cp:lastModifiedBy>Harry Janssen</cp:lastModifiedBy>
  <cp:revision>36</cp:revision>
  <dcterms:created xsi:type="dcterms:W3CDTF">2014-12-02T15:39:00Z</dcterms:created>
  <dcterms:modified xsi:type="dcterms:W3CDTF">2015-01-06T14:48:00Z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31300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