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F98" w:rsidRPr="007975CB" w:rsidRDefault="00943F98" w:rsidP="00943F98">
      <w:pPr>
        <w:pBdr>
          <w:bottom w:val="single" w:sz="6" w:space="1" w:color="auto"/>
        </w:pBdr>
        <w:rPr>
          <w:b/>
        </w:rPr>
      </w:pPr>
      <w:r w:rsidRPr="007975CB">
        <w:rPr>
          <w:b/>
        </w:rPr>
        <w:t xml:space="preserve">Rekenen 2F: </w:t>
      </w:r>
      <w:r>
        <w:rPr>
          <w:b/>
        </w:rPr>
        <w:t>Verbanden: Grafieken</w:t>
      </w:r>
    </w:p>
    <w:p w:rsidR="00943F98" w:rsidRDefault="00943F98" w:rsidP="00943F98">
      <w:r w:rsidRPr="007975CB">
        <w:rPr>
          <w:b/>
        </w:rPr>
        <w:t>Starter</w:t>
      </w:r>
      <w:r>
        <w:t xml:space="preserve">: </w:t>
      </w:r>
    </w:p>
    <w:p w:rsidR="00953CA1" w:rsidRPr="00953CA1" w:rsidRDefault="00953CA1" w:rsidP="00943F98">
      <w:pPr>
        <w:spacing w:after="0" w:line="240" w:lineRule="auto"/>
        <w:rPr>
          <w:rFonts w:ascii="Arial" w:eastAsia="Times New Roman" w:hAnsi="Arial" w:cs="Arial"/>
          <w:b/>
          <w:vanish/>
          <w:color w:val="222222"/>
          <w:sz w:val="24"/>
          <w:szCs w:val="24"/>
          <w:lang w:eastAsia="nl-NL"/>
        </w:rPr>
      </w:pPr>
      <w:hyperlink r:id="rId6" w:history="1">
        <w:r w:rsidRPr="00953CA1">
          <w:rPr>
            <w:rStyle w:val="Hyperlink"/>
            <w:rFonts w:ascii="Arial" w:eastAsia="Times New Roman" w:hAnsi="Arial" w:cs="Arial"/>
            <w:b/>
            <w:vanish/>
            <w:sz w:val="24"/>
            <w:szCs w:val="24"/>
            <w:lang w:eastAsia="nl-NL"/>
          </w:rPr>
          <w:t>Verkoopgrafiek lezen</w:t>
        </w:r>
      </w:hyperlink>
    </w:p>
    <w:p w:rsidR="00953CA1" w:rsidRDefault="00953CA1" w:rsidP="00943F98">
      <w:pPr>
        <w:spacing w:after="0" w:line="240" w:lineRule="auto"/>
        <w:rPr>
          <w:rFonts w:ascii="Arial" w:eastAsia="Times New Roman" w:hAnsi="Arial" w:cs="Arial"/>
          <w:vanish/>
          <w:color w:val="222222"/>
          <w:sz w:val="24"/>
          <w:szCs w:val="24"/>
          <w:lang w:eastAsia="nl-NL"/>
        </w:rPr>
      </w:pPr>
    </w:p>
    <w:p w:rsidR="00943F98" w:rsidRDefault="00943F98" w:rsidP="00943F98">
      <w:pPr>
        <w:pBdr>
          <w:bottom w:val="single" w:sz="6" w:space="1" w:color="auto"/>
        </w:pBdr>
      </w:pPr>
    </w:p>
    <w:p w:rsidR="00943F98" w:rsidRDefault="00BE5428" w:rsidP="00943F98">
      <w:r>
        <w:rPr>
          <w:b/>
        </w:rPr>
        <w:t>Instructie grafieken.</w:t>
      </w:r>
    </w:p>
    <w:p w:rsidR="00943F98" w:rsidRDefault="00943F98" w:rsidP="00943F98">
      <w:pPr>
        <w:tabs>
          <w:tab w:val="left" w:pos="5387"/>
        </w:tabs>
        <w:ind w:left="5387" w:hanging="4831"/>
      </w:pPr>
      <w:r>
        <w:t xml:space="preserve">Boek Deviant 2F: </w:t>
      </w:r>
      <w:proofErr w:type="spellStart"/>
      <w:r w:rsidR="00953CA1">
        <w:t>hfdst</w:t>
      </w:r>
      <w:proofErr w:type="spellEnd"/>
      <w:r w:rsidR="00953CA1">
        <w:t xml:space="preserve"> 18 formules en grafieken</w:t>
      </w:r>
    </w:p>
    <w:p w:rsidR="00943F98" w:rsidRDefault="00953CA1" w:rsidP="00943F98">
      <w:pPr>
        <w:pBdr>
          <w:bottom w:val="single" w:sz="6" w:space="3" w:color="auto"/>
        </w:pBdr>
        <w:tabs>
          <w:tab w:val="left" w:pos="5387"/>
        </w:tabs>
        <w:ind w:left="5387" w:hanging="4831"/>
      </w:pPr>
      <w:hyperlink r:id="rId7" w:history="1">
        <w:r w:rsidR="00943F98" w:rsidRPr="00953CA1">
          <w:rPr>
            <w:rStyle w:val="Hyperlink"/>
          </w:rPr>
          <w:t>Video</w:t>
        </w:r>
        <w:r w:rsidRPr="00953CA1">
          <w:rPr>
            <w:rStyle w:val="Hyperlink"/>
          </w:rPr>
          <w:t xml:space="preserve"> en opdrachten ffrekenen (inloggen)</w:t>
        </w:r>
        <w:r w:rsidR="00943F98" w:rsidRPr="00953CA1">
          <w:rPr>
            <w:rStyle w:val="Hyperlink"/>
          </w:rPr>
          <w:t>:</w:t>
        </w:r>
      </w:hyperlink>
      <w:r w:rsidR="00943F98">
        <w:t xml:space="preserve"> </w:t>
      </w:r>
    </w:p>
    <w:p w:rsidR="00943F98" w:rsidRPr="00D87664" w:rsidRDefault="00943F98" w:rsidP="00943F98">
      <w:pPr>
        <w:pBdr>
          <w:bottom w:val="single" w:sz="6" w:space="3" w:color="auto"/>
        </w:pBdr>
        <w:tabs>
          <w:tab w:val="left" w:pos="5387"/>
        </w:tabs>
        <w:ind w:left="5387" w:hanging="4831"/>
        <w:rPr>
          <w:color w:val="0000FF" w:themeColor="hyperlink"/>
          <w:u w:val="single"/>
        </w:rPr>
        <w:sectPr w:rsidR="00943F98" w:rsidRPr="00D87664" w:rsidSect="00B62C5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43F98" w:rsidRDefault="00943F98" w:rsidP="00943F98">
      <w:pPr>
        <w:tabs>
          <w:tab w:val="left" w:pos="5387"/>
        </w:tabs>
        <w:spacing w:after="0"/>
      </w:pPr>
      <w:r w:rsidRPr="007975CB">
        <w:rPr>
          <w:b/>
        </w:rPr>
        <w:t>Oefeningen boek</w:t>
      </w:r>
      <w:r>
        <w:t xml:space="preserve">  Deviant:</w:t>
      </w:r>
    </w:p>
    <w:p w:rsidR="00943F98" w:rsidRDefault="00943F98" w:rsidP="00943F98">
      <w:pPr>
        <w:tabs>
          <w:tab w:val="left" w:pos="5387"/>
        </w:tabs>
        <w:spacing w:after="0"/>
      </w:pPr>
      <w:r>
        <w:t>H</w:t>
      </w:r>
      <w:r w:rsidR="006E6D5C">
        <w:t>18</w:t>
      </w:r>
      <w:r>
        <w:t xml:space="preserve">.1 </w:t>
      </w:r>
      <w:r w:rsidR="006E6D5C">
        <w:t>verbanden</w:t>
      </w:r>
    </w:p>
    <w:p w:rsidR="00943F98" w:rsidRDefault="00943F98" w:rsidP="00943F98">
      <w:pPr>
        <w:tabs>
          <w:tab w:val="left" w:pos="5387"/>
        </w:tabs>
        <w:spacing w:after="0"/>
      </w:pPr>
      <w:r>
        <w:t>H</w:t>
      </w:r>
      <w:r w:rsidR="006E6D5C">
        <w:t>18</w:t>
      </w:r>
      <w:r>
        <w:t xml:space="preserve">.2 </w:t>
      </w:r>
      <w:r w:rsidR="006E6D5C">
        <w:t>formules en grafieken</w:t>
      </w:r>
    </w:p>
    <w:p w:rsidR="00943F98" w:rsidRDefault="00943F98" w:rsidP="00943F98">
      <w:pPr>
        <w:tabs>
          <w:tab w:val="left" w:pos="5387"/>
        </w:tabs>
        <w:spacing w:after="0"/>
      </w:pPr>
      <w:r>
        <w:tab/>
      </w:r>
      <w:r>
        <w:br w:type="column"/>
      </w:r>
      <w:r w:rsidRPr="007975CB">
        <w:rPr>
          <w:b/>
        </w:rPr>
        <w:t>Oefeningen Studiemeter</w:t>
      </w:r>
      <w:r>
        <w:t xml:space="preserve"> online 2.0:</w:t>
      </w:r>
      <w:r w:rsidRPr="00AD688A">
        <w:t xml:space="preserve"> </w:t>
      </w:r>
    </w:p>
    <w:p w:rsidR="00C93B3E" w:rsidRDefault="00C93B3E" w:rsidP="00C93B3E">
      <w:pPr>
        <w:tabs>
          <w:tab w:val="left" w:pos="5387"/>
        </w:tabs>
        <w:spacing w:after="0"/>
      </w:pPr>
      <w:r>
        <w:t>Domein 4 verbanden, oefeningen,</w:t>
      </w:r>
    </w:p>
    <w:p w:rsidR="00C93B3E" w:rsidRDefault="00C93B3E" w:rsidP="00C93B3E">
      <w:pPr>
        <w:tabs>
          <w:tab w:val="left" w:pos="5387"/>
        </w:tabs>
        <w:spacing w:after="0"/>
      </w:pPr>
      <w:r>
        <w:t>Diagrammen:</w:t>
      </w:r>
    </w:p>
    <w:p w:rsidR="00C93B3E" w:rsidRDefault="006E6D5C" w:rsidP="00C93B3E">
      <w:pPr>
        <w:pStyle w:val="Lijstalinea"/>
        <w:numPr>
          <w:ilvl w:val="0"/>
          <w:numId w:val="3"/>
        </w:numPr>
        <w:tabs>
          <w:tab w:val="left" w:pos="5387"/>
        </w:tabs>
        <w:spacing w:after="0"/>
      </w:pPr>
      <w:r>
        <w:t>verbanden</w:t>
      </w:r>
    </w:p>
    <w:p w:rsidR="00C93B3E" w:rsidRDefault="006E6D5C" w:rsidP="00C93B3E">
      <w:pPr>
        <w:pStyle w:val="Lijstalinea"/>
        <w:numPr>
          <w:ilvl w:val="0"/>
          <w:numId w:val="3"/>
        </w:numPr>
        <w:tabs>
          <w:tab w:val="left" w:pos="5387"/>
        </w:tabs>
        <w:spacing w:after="0"/>
      </w:pPr>
      <w:r>
        <w:t>formules</w:t>
      </w:r>
    </w:p>
    <w:p w:rsidR="00943F98" w:rsidRDefault="006E6D5C" w:rsidP="00943F98">
      <w:pPr>
        <w:pStyle w:val="Lijstalinea"/>
        <w:numPr>
          <w:ilvl w:val="0"/>
          <w:numId w:val="3"/>
        </w:numPr>
        <w:tabs>
          <w:tab w:val="left" w:pos="5387"/>
        </w:tabs>
        <w:spacing w:after="0"/>
        <w:sectPr w:rsidR="00943F98" w:rsidSect="001D759F">
          <w:type w:val="continuous"/>
          <w:pgSz w:w="11906" w:h="16838"/>
          <w:pgMar w:top="1417" w:right="1417" w:bottom="1417" w:left="1417" w:header="708" w:footer="708" w:gutter="0"/>
          <w:cols w:num="2" w:space="286"/>
          <w:docGrid w:linePitch="360"/>
        </w:sectPr>
      </w:pPr>
      <w:r>
        <w:t>grafieken</w:t>
      </w:r>
    </w:p>
    <w:p w:rsidR="00943F98" w:rsidRDefault="00943F98" w:rsidP="00943F98">
      <w:pPr>
        <w:pBdr>
          <w:bottom w:val="single" w:sz="6" w:space="1" w:color="auto"/>
        </w:pBdr>
        <w:tabs>
          <w:tab w:val="left" w:pos="5387"/>
        </w:tabs>
      </w:pPr>
    </w:p>
    <w:p w:rsidR="00943F98" w:rsidRDefault="00943F98" w:rsidP="00943F98">
      <w:pPr>
        <w:pStyle w:val="Lijstalinea"/>
        <w:tabs>
          <w:tab w:val="left" w:pos="5387"/>
        </w:tabs>
        <w:ind w:left="0"/>
      </w:pPr>
    </w:p>
    <w:p w:rsidR="006E6D5C" w:rsidRPr="007975CB" w:rsidRDefault="00943F98" w:rsidP="006E6D5C">
      <w:pPr>
        <w:pStyle w:val="Lijstalinea"/>
        <w:tabs>
          <w:tab w:val="left" w:pos="5387"/>
        </w:tabs>
        <w:ind w:left="0"/>
        <w:rPr>
          <w:b/>
        </w:rPr>
      </w:pPr>
      <w:r w:rsidRPr="007975CB">
        <w:rPr>
          <w:b/>
        </w:rPr>
        <w:t>Alternatieve opdrachten</w:t>
      </w:r>
      <w:r w:rsidR="006E6D5C">
        <w:t xml:space="preserve"> / </w:t>
      </w:r>
      <w:r w:rsidR="006E6D5C" w:rsidRPr="007975CB">
        <w:rPr>
          <w:b/>
        </w:rPr>
        <w:t>Verdiepingsstof</w:t>
      </w:r>
      <w:r w:rsidR="006E6D5C">
        <w:rPr>
          <w:b/>
        </w:rPr>
        <w:t>:</w:t>
      </w:r>
    </w:p>
    <w:p w:rsidR="00943F98" w:rsidRDefault="00943F98" w:rsidP="00943F98">
      <w:pPr>
        <w:pStyle w:val="Lijstalinea"/>
        <w:tabs>
          <w:tab w:val="left" w:pos="5387"/>
        </w:tabs>
        <w:ind w:left="0"/>
      </w:pPr>
    </w:p>
    <w:p w:rsidR="00943F98" w:rsidRDefault="006E6D5C" w:rsidP="00943F98">
      <w:pPr>
        <w:pStyle w:val="Lijstalinea"/>
        <w:tabs>
          <w:tab w:val="left" w:pos="5387"/>
        </w:tabs>
        <w:ind w:left="0"/>
      </w:pPr>
      <w:hyperlink r:id="rId8" w:history="1">
        <w:r w:rsidRPr="006E6D5C">
          <w:rPr>
            <w:rStyle w:val="Hyperlink"/>
          </w:rPr>
          <w:t>Uitleg over grafieken met voorbeelden</w:t>
        </w:r>
      </w:hyperlink>
    </w:p>
    <w:p w:rsidR="00943F98" w:rsidRDefault="00943F98" w:rsidP="00943F98">
      <w:pPr>
        <w:pStyle w:val="Lijstalinea"/>
        <w:pBdr>
          <w:bottom w:val="single" w:sz="6" w:space="1" w:color="auto"/>
        </w:pBdr>
        <w:tabs>
          <w:tab w:val="left" w:pos="5387"/>
        </w:tabs>
        <w:ind w:left="0"/>
      </w:pPr>
    </w:p>
    <w:p w:rsidR="00606B25" w:rsidRPr="0086444F" w:rsidRDefault="00606B25" w:rsidP="007A264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86444F">
        <w:rPr>
          <w:rFonts w:cstheme="minorHAnsi"/>
          <w:b/>
          <w:bCs/>
        </w:rPr>
        <w:t>Referentiekader 2F:</w:t>
      </w:r>
      <w:r w:rsidR="007A2649" w:rsidRPr="0086444F">
        <w:rPr>
          <w:rFonts w:cstheme="minorHAnsi"/>
        </w:rPr>
        <w:t xml:space="preserve"> </w:t>
      </w:r>
    </w:p>
    <w:p w:rsidR="00780597" w:rsidRDefault="00780597" w:rsidP="005B1E8D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" w:hAnsi="Arial" w:cs="Arial"/>
          <w:b/>
          <w:bCs/>
          <w:sz w:val="18"/>
          <w:szCs w:val="18"/>
        </w:rPr>
      </w:pPr>
    </w:p>
    <w:p w:rsidR="00407846" w:rsidRDefault="0022170F" w:rsidP="00407846">
      <w:pPr>
        <w:autoSpaceDE w:val="0"/>
        <w:autoSpaceDN w:val="0"/>
        <w:adjustRightInd w:val="0"/>
        <w:spacing w:after="0" w:line="240" w:lineRule="auto"/>
        <w:ind w:left="1416" w:hanging="1416"/>
        <w:rPr>
          <w:rFonts w:cstheme="minorHAnsi"/>
          <w:sz w:val="20"/>
          <w:szCs w:val="20"/>
        </w:rPr>
      </w:pPr>
      <w:r w:rsidRPr="0086444F">
        <w:rPr>
          <w:rFonts w:cstheme="minorHAnsi"/>
          <w:b/>
          <w:bCs/>
        </w:rPr>
        <w:t>Paraat hebben</w:t>
      </w:r>
      <w:r w:rsidR="00606B25" w:rsidRPr="0086444F">
        <w:rPr>
          <w:rFonts w:cstheme="minorHAnsi"/>
          <w:b/>
          <w:bCs/>
          <w:sz w:val="20"/>
          <w:szCs w:val="20"/>
        </w:rPr>
        <w:t>:</w:t>
      </w:r>
      <w:r w:rsidR="00606B25" w:rsidRPr="0086444F">
        <w:rPr>
          <w:rFonts w:cstheme="minorHAnsi"/>
          <w:b/>
          <w:bCs/>
          <w:sz w:val="20"/>
          <w:szCs w:val="20"/>
        </w:rPr>
        <w:tab/>
      </w:r>
      <w:r w:rsidR="00407846">
        <w:rPr>
          <w:rFonts w:cstheme="minorHAnsi"/>
          <w:b/>
          <w:bCs/>
          <w:sz w:val="20"/>
          <w:szCs w:val="20"/>
        </w:rPr>
        <w:tab/>
      </w:r>
      <w:r w:rsidR="00773ADE" w:rsidRPr="0086444F">
        <w:rPr>
          <w:rFonts w:cstheme="minorHAnsi"/>
          <w:sz w:val="20"/>
          <w:szCs w:val="20"/>
        </w:rPr>
        <w:t xml:space="preserve">− beschrijven van verloop van een grafiek met termen als stijgend, dalend, steeds </w:t>
      </w:r>
    </w:p>
    <w:p w:rsidR="00407846" w:rsidRDefault="00407846" w:rsidP="00407846">
      <w:pPr>
        <w:autoSpaceDE w:val="0"/>
        <w:autoSpaceDN w:val="0"/>
        <w:adjustRightInd w:val="0"/>
        <w:spacing w:after="0" w:line="240" w:lineRule="auto"/>
        <w:ind w:left="1416" w:hanging="1416"/>
        <w:rPr>
          <w:rFonts w:cstheme="minorHAnsi"/>
          <w:sz w:val="20"/>
          <w:szCs w:val="20"/>
        </w:rPr>
      </w:pP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  <w:t xml:space="preserve">   </w:t>
      </w:r>
      <w:r w:rsidR="00773ADE" w:rsidRPr="0086444F">
        <w:rPr>
          <w:rFonts w:cstheme="minorHAnsi"/>
          <w:sz w:val="20"/>
          <w:szCs w:val="20"/>
        </w:rPr>
        <w:t>herhalend, minimum, maximum</w:t>
      </w:r>
      <w:r>
        <w:rPr>
          <w:rFonts w:cstheme="minorHAnsi"/>
          <w:sz w:val="20"/>
          <w:szCs w:val="20"/>
        </w:rPr>
        <w:t xml:space="preserve"> </w:t>
      </w:r>
    </w:p>
    <w:p w:rsidR="00407846" w:rsidRDefault="00773ADE" w:rsidP="00407846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20"/>
          <w:szCs w:val="20"/>
        </w:rPr>
      </w:pPr>
      <w:r w:rsidRPr="0086444F">
        <w:rPr>
          <w:rFonts w:cstheme="minorHAnsi"/>
          <w:sz w:val="20"/>
          <w:szCs w:val="20"/>
        </w:rPr>
        <w:t>−</w:t>
      </w:r>
      <w:bookmarkStart w:id="0" w:name="_GoBack"/>
      <w:bookmarkEnd w:id="0"/>
      <w:r w:rsidRPr="0086444F">
        <w:rPr>
          <w:rFonts w:cstheme="minorHAnsi"/>
          <w:sz w:val="20"/>
          <w:szCs w:val="20"/>
        </w:rPr>
        <w:t xml:space="preserve"> snijpunt (twee rechte lijnen, snijpunten met de assen)</w:t>
      </w:r>
      <w:r w:rsidR="00407846">
        <w:rPr>
          <w:rFonts w:cstheme="minorHAnsi"/>
          <w:sz w:val="20"/>
          <w:szCs w:val="20"/>
        </w:rPr>
        <w:t xml:space="preserve"> </w:t>
      </w:r>
    </w:p>
    <w:p w:rsidR="00773ADE" w:rsidRPr="0086444F" w:rsidRDefault="00773ADE" w:rsidP="00407846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20"/>
          <w:szCs w:val="20"/>
        </w:rPr>
      </w:pPr>
      <w:r w:rsidRPr="0086444F">
        <w:rPr>
          <w:rFonts w:cstheme="minorHAnsi"/>
          <w:sz w:val="20"/>
          <w:szCs w:val="20"/>
        </w:rPr>
        <w:t>− negatieve en andere dan gehele coördinaten in een assenstelsel</w:t>
      </w:r>
    </w:p>
    <w:p w:rsidR="00407846" w:rsidRDefault="00773ADE" w:rsidP="00407846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20"/>
          <w:szCs w:val="20"/>
        </w:rPr>
      </w:pPr>
      <w:r w:rsidRPr="0086444F">
        <w:rPr>
          <w:rFonts w:cstheme="minorHAnsi"/>
          <w:sz w:val="20"/>
          <w:szCs w:val="20"/>
        </w:rPr>
        <w:t xml:space="preserve">− op een kritische manier lezen en interpreteren van verschillende soorten </w:t>
      </w:r>
      <w:r w:rsidR="00407846">
        <w:rPr>
          <w:rFonts w:cstheme="minorHAnsi"/>
          <w:sz w:val="20"/>
          <w:szCs w:val="20"/>
        </w:rPr>
        <w:t xml:space="preserve">  </w:t>
      </w:r>
    </w:p>
    <w:p w:rsidR="00773ADE" w:rsidRPr="0086444F" w:rsidRDefault="00407846" w:rsidP="00407846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</w:t>
      </w:r>
      <w:r w:rsidR="00773ADE" w:rsidRPr="0086444F">
        <w:rPr>
          <w:rFonts w:cstheme="minorHAnsi"/>
          <w:sz w:val="20"/>
          <w:szCs w:val="20"/>
        </w:rPr>
        <w:t>diagrammen en grafieken</w:t>
      </w:r>
    </w:p>
    <w:p w:rsidR="00407846" w:rsidRDefault="00773ADE" w:rsidP="00407846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20"/>
          <w:szCs w:val="20"/>
        </w:rPr>
      </w:pPr>
      <w:r w:rsidRPr="0086444F">
        <w:rPr>
          <w:rFonts w:cstheme="minorHAnsi"/>
          <w:sz w:val="20"/>
          <w:szCs w:val="20"/>
        </w:rPr>
        <w:t xml:space="preserve">− eventuele misleidende informatie herkennen, bijvoorbeeld door indeling assen, </w:t>
      </w:r>
      <w:r w:rsidR="00407846">
        <w:rPr>
          <w:rFonts w:cstheme="minorHAnsi"/>
          <w:sz w:val="20"/>
          <w:szCs w:val="20"/>
        </w:rPr>
        <w:t xml:space="preserve"> </w:t>
      </w:r>
    </w:p>
    <w:p w:rsidR="00773ADE" w:rsidRPr="0086444F" w:rsidRDefault="00407846" w:rsidP="00407846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</w:t>
      </w:r>
      <w:r w:rsidR="00773ADE" w:rsidRPr="0086444F">
        <w:rPr>
          <w:rFonts w:cstheme="minorHAnsi"/>
          <w:sz w:val="20"/>
          <w:szCs w:val="20"/>
        </w:rPr>
        <w:t>vorm van de grafiek etc.</w:t>
      </w:r>
    </w:p>
    <w:p w:rsidR="00845C85" w:rsidRPr="00953CA1" w:rsidRDefault="00845C85" w:rsidP="00953CA1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20"/>
          <w:szCs w:val="20"/>
        </w:rPr>
      </w:pPr>
      <w:r w:rsidRPr="0086444F">
        <w:rPr>
          <w:rFonts w:cstheme="minorHAnsi"/>
          <w:sz w:val="20"/>
          <w:szCs w:val="20"/>
        </w:rPr>
        <w:t xml:space="preserve">− grafiek tekenen bij informatie of tabel − regelmatigheden in een tabel beschrijven </w:t>
      </w:r>
    </w:p>
    <w:p w:rsidR="00845C85" w:rsidRDefault="00845C85" w:rsidP="005B1E8D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" w:hAnsi="Arial" w:cs="Arial"/>
          <w:b/>
          <w:bCs/>
          <w:sz w:val="18"/>
          <w:szCs w:val="18"/>
        </w:rPr>
      </w:pPr>
    </w:p>
    <w:p w:rsidR="00262459" w:rsidRDefault="00492228" w:rsidP="00262459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sz w:val="20"/>
          <w:szCs w:val="20"/>
        </w:rPr>
      </w:pPr>
      <w:r w:rsidRPr="0086444F">
        <w:rPr>
          <w:rFonts w:cstheme="minorHAnsi"/>
          <w:b/>
          <w:bCs/>
        </w:rPr>
        <w:t>Functioneel gebruiken:</w:t>
      </w:r>
      <w:r w:rsidR="00774210" w:rsidRPr="00262459">
        <w:rPr>
          <w:rFonts w:cstheme="minorHAnsi"/>
          <w:sz w:val="20"/>
          <w:szCs w:val="20"/>
        </w:rPr>
        <w:t xml:space="preserve">− uit het verloop, de vorm en de plaats van punten in een grafiek conclusies trekken </w:t>
      </w:r>
    </w:p>
    <w:p w:rsidR="00774210" w:rsidRPr="00953CA1" w:rsidRDefault="00262459" w:rsidP="00953CA1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</w:rPr>
        <w:tab/>
        <w:t xml:space="preserve">  </w:t>
      </w:r>
      <w:r w:rsidR="00774210" w:rsidRPr="00262459">
        <w:rPr>
          <w:rFonts w:cstheme="minorHAnsi"/>
          <w:sz w:val="20"/>
          <w:szCs w:val="20"/>
        </w:rPr>
        <w:t>over de bijbehorende situatie: De verkoop neemt steeds sneller toe.</w:t>
      </w:r>
    </w:p>
    <w:p w:rsidR="00262459" w:rsidRDefault="00774210" w:rsidP="00262459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20"/>
          <w:szCs w:val="20"/>
        </w:rPr>
      </w:pPr>
      <w:r w:rsidRPr="00262459">
        <w:rPr>
          <w:rFonts w:cstheme="minorHAnsi"/>
          <w:sz w:val="20"/>
          <w:szCs w:val="20"/>
        </w:rPr>
        <w:t xml:space="preserve">− kwantitatieve informatie uit tabellen, diagrammen en grafieken gebruiken om </w:t>
      </w:r>
      <w:r w:rsidR="00262459">
        <w:rPr>
          <w:rFonts w:cstheme="minorHAnsi"/>
          <w:sz w:val="20"/>
          <w:szCs w:val="20"/>
        </w:rPr>
        <w:t xml:space="preserve"> </w:t>
      </w:r>
    </w:p>
    <w:p w:rsidR="00262459" w:rsidRDefault="00262459" w:rsidP="00262459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</w:t>
      </w:r>
      <w:r w:rsidR="00774210" w:rsidRPr="00262459">
        <w:rPr>
          <w:rFonts w:cstheme="minorHAnsi"/>
          <w:sz w:val="20"/>
          <w:szCs w:val="20"/>
        </w:rPr>
        <w:t xml:space="preserve">berekeningen uit te voeren en conclusies te trekken: vergelijkingen tussen </w:t>
      </w:r>
      <w:r>
        <w:rPr>
          <w:rFonts w:cstheme="minorHAnsi"/>
          <w:sz w:val="20"/>
          <w:szCs w:val="20"/>
        </w:rPr>
        <w:t xml:space="preserve"> </w:t>
      </w:r>
    </w:p>
    <w:p w:rsidR="00780597" w:rsidRPr="00DB07D6" w:rsidRDefault="00262459" w:rsidP="00DB07D6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b/>
          <w:bCs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</w:t>
      </w:r>
      <w:r w:rsidR="00774210" w:rsidRPr="00262459">
        <w:rPr>
          <w:rFonts w:cstheme="minorHAnsi"/>
          <w:sz w:val="20"/>
          <w:szCs w:val="20"/>
        </w:rPr>
        <w:t>producten maken op basis van informatie in tabellen.</w:t>
      </w:r>
    </w:p>
    <w:p w:rsidR="00DB07D6" w:rsidRDefault="00DB07D6" w:rsidP="005B1E8D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b/>
          <w:bCs/>
        </w:rPr>
      </w:pPr>
    </w:p>
    <w:p w:rsidR="00DB07D6" w:rsidRDefault="00606B25" w:rsidP="00DB07D6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sz w:val="20"/>
          <w:szCs w:val="20"/>
        </w:rPr>
      </w:pPr>
      <w:r w:rsidRPr="0086444F">
        <w:rPr>
          <w:rFonts w:cstheme="minorHAnsi"/>
          <w:b/>
          <w:bCs/>
        </w:rPr>
        <w:t>Weten waarom:</w:t>
      </w:r>
      <w:r w:rsidRPr="0086444F">
        <w:rPr>
          <w:rFonts w:cstheme="minorHAnsi"/>
        </w:rPr>
        <w:tab/>
      </w:r>
      <w:r w:rsidR="00BB75EC" w:rsidRPr="00DB07D6">
        <w:rPr>
          <w:rFonts w:cstheme="minorHAnsi"/>
          <w:sz w:val="20"/>
          <w:szCs w:val="20"/>
        </w:rPr>
        <w:t xml:space="preserve">− uit de vorm van een formule conclusies trekken over het verloop van de </w:t>
      </w:r>
    </w:p>
    <w:p w:rsidR="0041099A" w:rsidRPr="00DB07D6" w:rsidRDefault="00DB07D6" w:rsidP="00953CA1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sz w:val="20"/>
          <w:szCs w:val="20"/>
        </w:rPr>
      </w:pPr>
      <w:r>
        <w:rPr>
          <w:rFonts w:cstheme="minorHAnsi"/>
          <w:b/>
          <w:bCs/>
        </w:rPr>
        <w:tab/>
        <w:t xml:space="preserve">   </w:t>
      </w:r>
      <w:r>
        <w:rPr>
          <w:rFonts w:cstheme="minorHAnsi"/>
          <w:sz w:val="20"/>
          <w:szCs w:val="20"/>
        </w:rPr>
        <w:t>b</w:t>
      </w:r>
      <w:r w:rsidR="00BB75EC" w:rsidRPr="00DB07D6">
        <w:rPr>
          <w:rFonts w:cstheme="minorHAnsi"/>
          <w:sz w:val="20"/>
          <w:szCs w:val="20"/>
        </w:rPr>
        <w:t>ijbehorende</w:t>
      </w:r>
      <w:r>
        <w:rPr>
          <w:rFonts w:cstheme="minorHAnsi"/>
          <w:sz w:val="20"/>
          <w:szCs w:val="20"/>
        </w:rPr>
        <w:t xml:space="preserve"> </w:t>
      </w:r>
      <w:r w:rsidR="00BB75EC" w:rsidRPr="00DB07D6">
        <w:rPr>
          <w:rFonts w:cstheme="minorHAnsi"/>
          <w:sz w:val="20"/>
          <w:szCs w:val="20"/>
        </w:rPr>
        <w:t xml:space="preserve">grafiek </w:t>
      </w:r>
    </w:p>
    <w:p w:rsidR="00696700" w:rsidRPr="00DB07D6" w:rsidRDefault="0041099A" w:rsidP="00DB07D6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20"/>
          <w:szCs w:val="20"/>
        </w:rPr>
      </w:pPr>
      <w:r w:rsidRPr="00DB07D6">
        <w:rPr>
          <w:rFonts w:cstheme="minorHAnsi"/>
          <w:sz w:val="20"/>
          <w:szCs w:val="20"/>
        </w:rPr>
        <w:t xml:space="preserve"> − overzicht van (evenredige) groei.</w:t>
      </w:r>
    </w:p>
    <w:p w:rsidR="0041099A" w:rsidRPr="00DB07D6" w:rsidRDefault="0041099A" w:rsidP="00BB75EC">
      <w:pPr>
        <w:autoSpaceDE w:val="0"/>
        <w:autoSpaceDN w:val="0"/>
        <w:adjustRightInd w:val="0"/>
        <w:spacing w:after="0" w:line="240" w:lineRule="auto"/>
        <w:ind w:left="1416"/>
        <w:rPr>
          <w:rFonts w:cstheme="minorHAnsi"/>
          <w:sz w:val="20"/>
          <w:szCs w:val="20"/>
        </w:rPr>
      </w:pPr>
    </w:p>
    <w:sectPr w:rsidR="0041099A" w:rsidRPr="00DB07D6" w:rsidSect="001D759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433A4"/>
    <w:multiLevelType w:val="hybridMultilevel"/>
    <w:tmpl w:val="AB52E054"/>
    <w:lvl w:ilvl="0" w:tplc="43F0DB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77FFE"/>
    <w:multiLevelType w:val="multilevel"/>
    <w:tmpl w:val="04CC5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BE3B71"/>
    <w:multiLevelType w:val="hybridMultilevel"/>
    <w:tmpl w:val="6DF827B8"/>
    <w:lvl w:ilvl="0" w:tplc="A02E79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F348B"/>
    <w:multiLevelType w:val="hybridMultilevel"/>
    <w:tmpl w:val="C7E679D8"/>
    <w:lvl w:ilvl="0" w:tplc="493C1A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8D4951"/>
    <w:multiLevelType w:val="multilevel"/>
    <w:tmpl w:val="CF3CD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36D"/>
    <w:rsid w:val="0006673F"/>
    <w:rsid w:val="00071A16"/>
    <w:rsid w:val="000A3BC0"/>
    <w:rsid w:val="000A55B8"/>
    <w:rsid w:val="000A598A"/>
    <w:rsid w:val="0010136D"/>
    <w:rsid w:val="00140968"/>
    <w:rsid w:val="00193A3A"/>
    <w:rsid w:val="001D033B"/>
    <w:rsid w:val="001D759F"/>
    <w:rsid w:val="001F2F44"/>
    <w:rsid w:val="0022170F"/>
    <w:rsid w:val="00262459"/>
    <w:rsid w:val="00272C5B"/>
    <w:rsid w:val="002B2086"/>
    <w:rsid w:val="002D6662"/>
    <w:rsid w:val="002D79CB"/>
    <w:rsid w:val="002E2B80"/>
    <w:rsid w:val="00307078"/>
    <w:rsid w:val="0032102C"/>
    <w:rsid w:val="00355AA6"/>
    <w:rsid w:val="00360D84"/>
    <w:rsid w:val="0036365A"/>
    <w:rsid w:val="003A5C7A"/>
    <w:rsid w:val="003F6DE6"/>
    <w:rsid w:val="00407846"/>
    <w:rsid w:val="0041099A"/>
    <w:rsid w:val="00425E66"/>
    <w:rsid w:val="00437A24"/>
    <w:rsid w:val="00490613"/>
    <w:rsid w:val="00492228"/>
    <w:rsid w:val="00496A3D"/>
    <w:rsid w:val="004B0840"/>
    <w:rsid w:val="004C3DCA"/>
    <w:rsid w:val="00505878"/>
    <w:rsid w:val="00547D2A"/>
    <w:rsid w:val="0057627A"/>
    <w:rsid w:val="0058183E"/>
    <w:rsid w:val="00595EA0"/>
    <w:rsid w:val="005B1E8D"/>
    <w:rsid w:val="005C6455"/>
    <w:rsid w:val="005E3F7E"/>
    <w:rsid w:val="005E66F8"/>
    <w:rsid w:val="005F1326"/>
    <w:rsid w:val="00606B25"/>
    <w:rsid w:val="00616502"/>
    <w:rsid w:val="0064104F"/>
    <w:rsid w:val="00666030"/>
    <w:rsid w:val="006728D8"/>
    <w:rsid w:val="00694A56"/>
    <w:rsid w:val="00696700"/>
    <w:rsid w:val="006A287E"/>
    <w:rsid w:val="006B7096"/>
    <w:rsid w:val="006E6D5C"/>
    <w:rsid w:val="00726BEC"/>
    <w:rsid w:val="00761B0E"/>
    <w:rsid w:val="00773ADE"/>
    <w:rsid w:val="00774210"/>
    <w:rsid w:val="00777679"/>
    <w:rsid w:val="00780597"/>
    <w:rsid w:val="007971AB"/>
    <w:rsid w:val="007975CB"/>
    <w:rsid w:val="007A0E0F"/>
    <w:rsid w:val="007A2649"/>
    <w:rsid w:val="007B1804"/>
    <w:rsid w:val="007C07AF"/>
    <w:rsid w:val="0081003A"/>
    <w:rsid w:val="0082030F"/>
    <w:rsid w:val="00822715"/>
    <w:rsid w:val="00830674"/>
    <w:rsid w:val="00836760"/>
    <w:rsid w:val="00845C85"/>
    <w:rsid w:val="00853D10"/>
    <w:rsid w:val="008547B3"/>
    <w:rsid w:val="0086444F"/>
    <w:rsid w:val="008B41F5"/>
    <w:rsid w:val="008D6B85"/>
    <w:rsid w:val="008F167F"/>
    <w:rsid w:val="008F2B37"/>
    <w:rsid w:val="00917690"/>
    <w:rsid w:val="00917FC5"/>
    <w:rsid w:val="00924663"/>
    <w:rsid w:val="009267FF"/>
    <w:rsid w:val="0094162E"/>
    <w:rsid w:val="00943F98"/>
    <w:rsid w:val="00953CA1"/>
    <w:rsid w:val="009935C7"/>
    <w:rsid w:val="009B72AF"/>
    <w:rsid w:val="009C302E"/>
    <w:rsid w:val="009D62D3"/>
    <w:rsid w:val="00A1128C"/>
    <w:rsid w:val="00A11C26"/>
    <w:rsid w:val="00A2161E"/>
    <w:rsid w:val="00A26EB9"/>
    <w:rsid w:val="00A31DF2"/>
    <w:rsid w:val="00A32650"/>
    <w:rsid w:val="00A87BFD"/>
    <w:rsid w:val="00AA6D32"/>
    <w:rsid w:val="00AD688A"/>
    <w:rsid w:val="00AE6ECC"/>
    <w:rsid w:val="00AF6206"/>
    <w:rsid w:val="00B17933"/>
    <w:rsid w:val="00B2002E"/>
    <w:rsid w:val="00B40FA0"/>
    <w:rsid w:val="00B62C50"/>
    <w:rsid w:val="00B6483A"/>
    <w:rsid w:val="00B77E35"/>
    <w:rsid w:val="00B8763B"/>
    <w:rsid w:val="00BB75EC"/>
    <w:rsid w:val="00BC0954"/>
    <w:rsid w:val="00BE5428"/>
    <w:rsid w:val="00C2568A"/>
    <w:rsid w:val="00C411CB"/>
    <w:rsid w:val="00C47D27"/>
    <w:rsid w:val="00C65FD6"/>
    <w:rsid w:val="00C93B3E"/>
    <w:rsid w:val="00CA3D96"/>
    <w:rsid w:val="00CC7469"/>
    <w:rsid w:val="00CF1157"/>
    <w:rsid w:val="00D07553"/>
    <w:rsid w:val="00D65A18"/>
    <w:rsid w:val="00D73F06"/>
    <w:rsid w:val="00D87664"/>
    <w:rsid w:val="00DA752F"/>
    <w:rsid w:val="00DB07D6"/>
    <w:rsid w:val="00E012E2"/>
    <w:rsid w:val="00E2750C"/>
    <w:rsid w:val="00E57015"/>
    <w:rsid w:val="00E61310"/>
    <w:rsid w:val="00E76398"/>
    <w:rsid w:val="00E81149"/>
    <w:rsid w:val="00EA232B"/>
    <w:rsid w:val="00F356CA"/>
    <w:rsid w:val="00F4089B"/>
    <w:rsid w:val="00F50455"/>
    <w:rsid w:val="00F60C4B"/>
    <w:rsid w:val="00F753E3"/>
    <w:rsid w:val="00FB129B"/>
    <w:rsid w:val="00FC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C227F1-704D-4FAA-8E7D-C11EAFF7B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0136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1D759F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7975CB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81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81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1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33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8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3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54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026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93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130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925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164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7053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1791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6164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8638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101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791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8149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9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598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54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5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970946">
                          <w:marLeft w:val="-4362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08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58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586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1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1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17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2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37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3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85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689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032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0006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6395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0388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4336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2162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551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73115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938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hofstede.nl/modules/grafieken.htm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hyperlink" Target="http://www.ffrekenen.nl/versie1/content/praktijk/werk" TargetMode="Externa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leestrainer.nl/Leerlijn%20Rekenen/Tabellen/Grafiek/verkoopgrafiek.htm" TargetMode="Externa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6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DEFC9CAE7D2241A960046184269618" ma:contentTypeVersion="6" ma:contentTypeDescription="Een nieuw document maken." ma:contentTypeScope="" ma:versionID="39b557e45be175c386d6dc9e436f4387">
  <xsd:schema xmlns:xsd="http://www.w3.org/2001/XMLSchema" xmlns:xs="http://www.w3.org/2001/XMLSchema" xmlns:p="http://schemas.microsoft.com/office/2006/metadata/properties" xmlns:ns2="e5473280-2023-4bf4-9037-6d2bf238c180" targetNamespace="http://schemas.microsoft.com/office/2006/metadata/properties" ma:root="true" ma:fieldsID="db28e7ed6f10819dc2995b5169140a85" ns2:_="">
    <xsd:import namespace="e5473280-2023-4bf4-9037-6d2bf238c1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73280-2023-4bf4-9037-6d2bf238c180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7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haredContentType xmlns="Microsoft.SharePoint.Taxonomy.ContentTypeSync" SourceId="0620027c-625f-40d9-9ed0-ff23b5bfde26" ContentTypeId="0x0101" PreviousValue="false"/>
</file>

<file path=customXml/itemProps1.xml><?xml version="1.0" encoding="utf-8"?>
<ds:datastoreItem xmlns:ds="http://schemas.openxmlformats.org/officeDocument/2006/customXml" ds:itemID="{DAAF9F6C-B8A7-4E39-8137-1D55398B9EE0}"/>
</file>

<file path=customXml/itemProps2.xml><?xml version="1.0" encoding="utf-8"?>
<ds:datastoreItem xmlns:ds="http://schemas.openxmlformats.org/officeDocument/2006/customXml" ds:itemID="{F5F1AB93-75A3-4BD8-A9C9-3D0900C4B40D}"/>
</file>

<file path=customXml/itemProps3.xml><?xml version="1.0" encoding="utf-8"?>
<ds:datastoreItem xmlns:ds="http://schemas.openxmlformats.org/officeDocument/2006/customXml" ds:itemID="{2BCCC383-FFCE-4E2E-B69D-A7DA6F7F3404}"/>
</file>

<file path=customXml/itemProps4.xml><?xml version="1.0" encoding="utf-8"?>
<ds:datastoreItem xmlns:ds="http://schemas.openxmlformats.org/officeDocument/2006/customXml" ds:itemID="{720F55D7-97C7-46DF-84C8-F28618078C88}"/>
</file>

<file path=customXml/itemProps5.xml><?xml version="1.0" encoding="utf-8"?>
<ds:datastoreItem xmlns:ds="http://schemas.openxmlformats.org/officeDocument/2006/customXml" ds:itemID="{FBD0091D-D046-453F-BAE8-A132363039AB}"/>
</file>

<file path=customXml/itemProps6.xml><?xml version="1.0" encoding="utf-8"?>
<ds:datastoreItem xmlns:ds="http://schemas.openxmlformats.org/officeDocument/2006/customXml" ds:itemID="{BEBAEEDB-2319-497E-8798-9E9FA4CD7AA2}"/>
</file>

<file path=docProps/app.xml><?xml version="1.0" encoding="utf-8"?>
<Properties xmlns="http://schemas.openxmlformats.org/officeDocument/2006/extended-properties" xmlns:vt="http://schemas.openxmlformats.org/officeDocument/2006/docPropsVTypes">
  <Template>9897F777</Template>
  <TotalTime>1</TotalTime>
  <Pages>1</Pages>
  <Words>277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Nijmegen</Company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Marcel Peeters</dc:creator>
  <cp:lastModifiedBy>Marcel Peeters</cp:lastModifiedBy>
  <cp:revision>2</cp:revision>
  <cp:lastPrinted>2012-12-14T11:21:00Z</cp:lastPrinted>
  <dcterms:created xsi:type="dcterms:W3CDTF">2015-02-04T12:26:00Z</dcterms:created>
  <dcterms:modified xsi:type="dcterms:W3CDTF">2015-02-04T12:26:00Z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0x0101002BDEFC9CAE7D2241A960046184269618</vt:lpwstr>
  </property>
  <property fmtid="{D5CDD505-2E9C-101B-9397-08002B2CF9AE}" pid="3" name="Order">
    <vt:r8>31100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