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theme/theme1.xml" ContentType="application/vnd.openxmlformats-officedocument.theme+xml"/>
  <Override PartName="/word/diagrams/drawing1.xml" ContentType="application/vnd.ms-office.drawingml.diagramDrawing+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Override PartName="/docProps/app.xml" ContentType="application/vnd.openxmlformats-officedocument.extended-properties+xml"/>
  <Override PartName="/word/stylesWithEffects.xml" ContentType="application/vnd.ms-word.stylesWithEffect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77" w:rsidRPr="00F6076B" w:rsidRDefault="00852377" w:rsidP="00852377">
      <w:pPr>
        <w:rPr>
          <w:rFonts w:cs="Arial"/>
          <w:b/>
          <w:u w:val="single"/>
        </w:rPr>
      </w:pPr>
      <w:r w:rsidRPr="00F6076B">
        <w:rPr>
          <w:rFonts w:cs="Arial"/>
          <w:b/>
          <w:noProof/>
          <w:lang w:eastAsia="nl-NL"/>
        </w:rPr>
        <w:drawing>
          <wp:anchor distT="0" distB="0" distL="114300" distR="114300" simplePos="0" relativeHeight="251659264" behindDoc="1" locked="0" layoutInCell="1" allowOverlap="1" wp14:anchorId="4914F359" wp14:editId="43C873CD">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076B">
        <w:rPr>
          <w:rFonts w:cs="Arial"/>
          <w:b/>
          <w:u w:val="single"/>
        </w:rPr>
        <w:t>Kennismaken met jouw school en de (gebruikers) regels</w:t>
      </w:r>
      <w:r w:rsidRPr="00F6076B">
        <w:rPr>
          <w:rFonts w:cs="Arial"/>
          <w:b/>
          <w:u w:val="single"/>
        </w:rPr>
        <w:tab/>
      </w:r>
      <w:r w:rsidRPr="00F6076B">
        <w:rPr>
          <w:rFonts w:cs="Arial"/>
          <w:b/>
          <w:u w:val="single"/>
        </w:rPr>
        <w:tab/>
        <w:t>1-1B</w:t>
      </w:r>
      <w:r w:rsidRPr="00F6076B">
        <w:rPr>
          <w:rFonts w:cs="Arial"/>
          <w:b/>
          <w:u w:val="single"/>
        </w:rPr>
        <w:tab/>
      </w:r>
    </w:p>
    <w:p w:rsidR="00852377" w:rsidRPr="00F6076B" w:rsidRDefault="00852377" w:rsidP="00852377">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Titel opdracht:</w:t>
            </w:r>
          </w:p>
        </w:tc>
        <w:tc>
          <w:tcPr>
            <w:tcW w:w="3843" w:type="dxa"/>
          </w:tcPr>
          <w:p w:rsidR="00852377" w:rsidRPr="00F6076B" w:rsidRDefault="00852377" w:rsidP="00852377">
            <w:pPr>
              <w:rPr>
                <w:rFonts w:cs="Arial"/>
              </w:rPr>
            </w:pPr>
            <w:r w:rsidRPr="00F6076B">
              <w:rPr>
                <w:rFonts w:cs="Arial"/>
              </w:rPr>
              <w:t>Kennismaking met de school</w:t>
            </w:r>
          </w:p>
        </w:tc>
        <w:tc>
          <w:tcPr>
            <w:tcW w:w="3843" w:type="dxa"/>
          </w:tcPr>
          <w:p w:rsidR="00852377" w:rsidRPr="00F6076B" w:rsidRDefault="00852377" w:rsidP="00393360">
            <w:pPr>
              <w:rPr>
                <w:rFonts w:cs="Arial"/>
              </w:rPr>
            </w:pPr>
            <w:r w:rsidRPr="00F6076B">
              <w:rPr>
                <w:rFonts w:cs="Arial"/>
              </w:rPr>
              <w:t>Opdracht nr. 1-1B</w:t>
            </w:r>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Behorend bij:</w:t>
            </w:r>
          </w:p>
        </w:tc>
        <w:tc>
          <w:tcPr>
            <w:tcW w:w="7686" w:type="dxa"/>
            <w:gridSpan w:val="2"/>
          </w:tcPr>
          <w:p w:rsidR="00852377" w:rsidRPr="00F6076B" w:rsidRDefault="00852377" w:rsidP="00393360">
            <w:pPr>
              <w:pStyle w:val="Normaalweb"/>
              <w:rPr>
                <w:rFonts w:asciiTheme="minorHAnsi" w:hAnsiTheme="minorHAnsi" w:cs="Arial"/>
                <w:sz w:val="22"/>
                <w:szCs w:val="22"/>
              </w:rPr>
            </w:pPr>
            <w:r w:rsidRPr="00F6076B">
              <w:rPr>
                <w:rFonts w:asciiTheme="minorHAnsi" w:hAnsiTheme="minorHAnsi" w:cs="Arial"/>
                <w:sz w:val="22"/>
                <w:szCs w:val="22"/>
              </w:rPr>
              <w:t xml:space="preserve">Kerntaak: B1-K1: Bieden van zorg en begeleiding in het verpleegkundig </w:t>
            </w:r>
            <w:proofErr w:type="gramStart"/>
            <w:r w:rsidRPr="00F6076B">
              <w:rPr>
                <w:rFonts w:asciiTheme="minorHAnsi" w:hAnsiTheme="minorHAnsi" w:cs="Arial"/>
                <w:sz w:val="22"/>
                <w:szCs w:val="22"/>
              </w:rPr>
              <w:t xml:space="preserve">proces               </w:t>
            </w:r>
            <w:proofErr w:type="gramEnd"/>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Bewaren in:</w:t>
            </w:r>
          </w:p>
        </w:tc>
        <w:tc>
          <w:tcPr>
            <w:tcW w:w="7686" w:type="dxa"/>
            <w:gridSpan w:val="2"/>
          </w:tcPr>
          <w:p w:rsidR="00852377" w:rsidRPr="00F6076B" w:rsidRDefault="00852377" w:rsidP="00393360">
            <w:pPr>
              <w:rPr>
                <w:rFonts w:cs="Arial"/>
              </w:rPr>
            </w:pPr>
            <w:r w:rsidRPr="00F6076B">
              <w:rPr>
                <w:rFonts w:cs="Arial"/>
              </w:rPr>
              <w:t xml:space="preserve">Portfolio ontwikkelingsgericht </w:t>
            </w:r>
          </w:p>
        </w:tc>
      </w:tr>
      <w:tr w:rsidR="00852377" w:rsidRPr="00F6076B" w:rsidTr="00393360">
        <w:tc>
          <w:tcPr>
            <w:tcW w:w="1526" w:type="dxa"/>
            <w:shd w:val="clear" w:color="auto" w:fill="FF7C80"/>
          </w:tcPr>
          <w:p w:rsidR="00852377" w:rsidRPr="00F6076B" w:rsidRDefault="00852377" w:rsidP="00393360">
            <w:pPr>
              <w:rPr>
                <w:rFonts w:cs="Arial"/>
              </w:rPr>
            </w:pPr>
            <w:r w:rsidRPr="00F6076B">
              <w:rPr>
                <w:rFonts w:cs="Arial"/>
              </w:rPr>
              <w:t>Planning:</w:t>
            </w:r>
          </w:p>
        </w:tc>
        <w:tc>
          <w:tcPr>
            <w:tcW w:w="7686" w:type="dxa"/>
            <w:gridSpan w:val="2"/>
          </w:tcPr>
          <w:p w:rsidR="00852377" w:rsidRPr="00F6076B" w:rsidRDefault="00852377" w:rsidP="00393360">
            <w:pPr>
              <w:rPr>
                <w:rFonts w:cs="Arial"/>
              </w:rPr>
            </w:pPr>
            <w:r w:rsidRPr="00F6076B">
              <w:rPr>
                <w:rFonts w:cs="Arial"/>
              </w:rPr>
              <w:t>Week 1</w:t>
            </w:r>
          </w:p>
        </w:tc>
      </w:tr>
    </w:tbl>
    <w:p w:rsidR="00D06B1B" w:rsidRPr="00F6076B" w:rsidRDefault="00852377">
      <w:pPr>
        <w:rPr>
          <w:b/>
        </w:rPr>
      </w:pPr>
      <w:r w:rsidRPr="00F6076B">
        <w:rPr>
          <w:rFonts w:cs="Arial"/>
        </w:rPr>
        <w:br/>
      </w:r>
      <w:r w:rsidR="00990B68" w:rsidRPr="00F6076B">
        <w:rPr>
          <w:b/>
        </w:rPr>
        <w:t xml:space="preserve">Deze school, een Regionaal </w:t>
      </w:r>
      <w:proofErr w:type="spellStart"/>
      <w:r w:rsidR="00990B68" w:rsidRPr="00F6076B">
        <w:rPr>
          <w:b/>
        </w:rPr>
        <w:t>Opleidings</w:t>
      </w:r>
      <w:proofErr w:type="spellEnd"/>
      <w:r w:rsidR="00990B68" w:rsidRPr="00F6076B">
        <w:rPr>
          <w:b/>
        </w:rPr>
        <w:t xml:space="preserve"> Centrum R.O.C., is vast een andere school dan jouw vorige school. Je leert individueel en in een groep van veel begeleiding naar zelfstandigheid. Er worden soms andere dingen van jou verwacht dan op een middelbare school. Ook zullen er soms andere regels zijn. </w:t>
      </w:r>
    </w:p>
    <w:tbl>
      <w:tblPr>
        <w:tblStyle w:val="Tabelraster"/>
        <w:tblW w:w="0" w:type="auto"/>
        <w:tblLook w:val="04A0" w:firstRow="1" w:lastRow="0" w:firstColumn="1" w:lastColumn="0" w:noHBand="0" w:noVBand="1"/>
      </w:tblPr>
      <w:tblGrid>
        <w:gridCol w:w="9212"/>
      </w:tblGrid>
      <w:tr w:rsidR="00990B68" w:rsidRPr="00F6076B" w:rsidTr="00990B68">
        <w:tc>
          <w:tcPr>
            <w:tcW w:w="9212" w:type="dxa"/>
          </w:tcPr>
          <w:p w:rsidR="00990B68" w:rsidRPr="00F6076B" w:rsidRDefault="00990B68">
            <w:pPr>
              <w:rPr>
                <w:b/>
              </w:rPr>
            </w:pPr>
            <w:r w:rsidRPr="00F6076B">
              <w:rPr>
                <w:b/>
              </w:rPr>
              <w:t>Opdracht:</w:t>
            </w:r>
          </w:p>
          <w:p w:rsidR="00990B68" w:rsidRPr="00F6076B" w:rsidRDefault="00990B68">
            <w:r w:rsidRPr="00F6076B">
              <w:t xml:space="preserve">- je gaat in groepjes van 4 studenten de </w:t>
            </w:r>
            <w:proofErr w:type="spellStart"/>
            <w:r w:rsidRPr="00F6076B">
              <w:t>mindmap</w:t>
            </w:r>
            <w:proofErr w:type="spellEnd"/>
            <w:r w:rsidRPr="00F6076B">
              <w:t xml:space="preserve"> goed bekijken. Missen jullie dingen die jullie willen weten? Wil je weten hoe het zit? Vul dan eerst de </w:t>
            </w:r>
            <w:proofErr w:type="spellStart"/>
            <w:r w:rsidRPr="00F6076B">
              <w:t>mindmap</w:t>
            </w:r>
            <w:proofErr w:type="spellEnd"/>
            <w:r w:rsidRPr="00F6076B">
              <w:t xml:space="preserve"> aan. </w:t>
            </w:r>
          </w:p>
          <w:p w:rsidR="00990B68" w:rsidRPr="00F6076B" w:rsidRDefault="00990B68">
            <w:r w:rsidRPr="00F6076B">
              <w:t xml:space="preserve">- vervolgens ga je bekijken (lezen en bespreken) welke drie belangrijke vragen je hebt bij ieder onderwerp/onderdeel. Vul dit in de </w:t>
            </w:r>
            <w:proofErr w:type="spellStart"/>
            <w:r w:rsidRPr="00F6076B">
              <w:t>mindmap</w:t>
            </w:r>
            <w:proofErr w:type="spellEnd"/>
            <w:r w:rsidRPr="00F6076B">
              <w:t>.</w:t>
            </w:r>
            <w:r w:rsidRPr="00F6076B">
              <w:br/>
              <w:t xml:space="preserve">- </w:t>
            </w:r>
            <w:r w:rsidR="008746D6" w:rsidRPr="00F6076B">
              <w:t xml:space="preserve">je gaat daarna ‘op pad’ en bezoekt ieder onderdeel uit de </w:t>
            </w:r>
            <w:proofErr w:type="spellStart"/>
            <w:r w:rsidR="008746D6" w:rsidRPr="00F6076B">
              <w:t>mindmap</w:t>
            </w:r>
            <w:proofErr w:type="spellEnd"/>
            <w:r w:rsidR="008746D6" w:rsidRPr="00F6076B">
              <w:t>. Je vraagt de betrokken medewerkers naar het antwoord op jullie vraag.</w:t>
            </w:r>
          </w:p>
          <w:p w:rsidR="008746D6" w:rsidRPr="00F6076B" w:rsidRDefault="008746D6">
            <w:r w:rsidRPr="00F6076B">
              <w:t xml:space="preserve">- maak de </w:t>
            </w:r>
            <w:proofErr w:type="spellStart"/>
            <w:r w:rsidRPr="00F6076B">
              <w:t>mindmap</w:t>
            </w:r>
            <w:proofErr w:type="spellEnd"/>
            <w:r w:rsidRPr="00F6076B">
              <w:t xml:space="preserve"> compleet!</w:t>
            </w:r>
          </w:p>
          <w:p w:rsidR="00990B68" w:rsidRPr="00F6076B" w:rsidRDefault="00990B68"/>
        </w:tc>
      </w:tr>
    </w:tbl>
    <w:p w:rsidR="00990B68" w:rsidRPr="00F6076B" w:rsidRDefault="00990B68">
      <w:pPr>
        <w:rPr>
          <w:b/>
        </w:rPr>
      </w:pPr>
    </w:p>
    <w:p w:rsidR="008746D6" w:rsidRPr="00F6076B" w:rsidRDefault="00F6076B">
      <w:pPr>
        <w:rPr>
          <w:b/>
        </w:rPr>
      </w:pPr>
      <w:bookmarkStart w:id="0" w:name="_GoBack"/>
      <w:bookmarkEnd w:id="0"/>
      <w:r w:rsidRPr="00F6076B">
        <w:rPr>
          <w:b/>
          <w:noProof/>
          <w:lang w:eastAsia="nl-NL"/>
        </w:rPr>
        <mc:AlternateContent>
          <mc:Choice Requires="wps">
            <w:drawing>
              <wp:anchor distT="0" distB="0" distL="114300" distR="114300" simplePos="0" relativeHeight="251660288" behindDoc="0" locked="0" layoutInCell="1" allowOverlap="1" wp14:anchorId="6877BDDD" wp14:editId="54BBBC79">
                <wp:simplePos x="0" y="0"/>
                <wp:positionH relativeFrom="column">
                  <wp:posOffset>2814955</wp:posOffset>
                </wp:positionH>
                <wp:positionV relativeFrom="paragraph">
                  <wp:posOffset>248285</wp:posOffset>
                </wp:positionV>
                <wp:extent cx="419100" cy="552450"/>
                <wp:effectExtent l="38100" t="38100" r="57150" b="76200"/>
                <wp:wrapNone/>
                <wp:docPr id="3" name="Rechte verbindingslijn met pijl 3"/>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 o:spid="_x0000_s1026" type="#_x0000_t32" style="position:absolute;margin-left:221.65pt;margin-top:19.55pt;width:33pt;height:4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" strokecolor="#c0504d [3205]"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62336" behindDoc="0" locked="0" layoutInCell="1" allowOverlap="1" wp14:anchorId="69A71DA8" wp14:editId="4B29AAC5">
                <wp:simplePos x="0" y="0"/>
                <wp:positionH relativeFrom="column">
                  <wp:posOffset>2605405</wp:posOffset>
                </wp:positionH>
                <wp:positionV relativeFrom="paragraph">
                  <wp:posOffset>48260</wp:posOffset>
                </wp:positionV>
                <wp:extent cx="0" cy="762000"/>
                <wp:effectExtent l="114300" t="38100" r="76200" b="76200"/>
                <wp:wrapNone/>
                <wp:docPr id="4" name="Rechte verbindingslijn met pijl 4"/>
                <wp:cNvGraphicFramePr/>
                <a:graphic xmlns:a="http://schemas.openxmlformats.org/drawingml/2006/main">
                  <a:graphicData uri="http://schemas.microsoft.com/office/word/2010/wordprocessingShape">
                    <wps:wsp>
                      <wps:cNvCnPr/>
                      <wps:spPr>
                        <a:xfrm flipV="1">
                          <a:off x="0" y="0"/>
                          <a:ext cx="0" cy="7620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 o:spid="_x0000_s1026" type="#_x0000_t32" style="position:absolute;margin-left:205.15pt;margin-top:3.8pt;width:0;height:60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64384" behindDoc="0" locked="0" layoutInCell="1" allowOverlap="1" wp14:anchorId="18892142" wp14:editId="5FCDA4B6">
                <wp:simplePos x="0" y="0"/>
                <wp:positionH relativeFrom="column">
                  <wp:posOffset>2100580</wp:posOffset>
                </wp:positionH>
                <wp:positionV relativeFrom="paragraph">
                  <wp:posOffset>295910</wp:posOffset>
                </wp:positionV>
                <wp:extent cx="295275" cy="495300"/>
                <wp:effectExtent l="57150" t="38100" r="66675" b="76200"/>
                <wp:wrapNone/>
                <wp:docPr id="5" name="Rechte verbindingslijn met pijl 5"/>
                <wp:cNvGraphicFramePr/>
                <a:graphic xmlns:a="http://schemas.openxmlformats.org/drawingml/2006/main">
                  <a:graphicData uri="http://schemas.microsoft.com/office/word/2010/wordprocessingShape">
                    <wps:wsp>
                      <wps:cNvCnPr/>
                      <wps:spPr>
                        <a:xfrm flipH="1" flipV="1">
                          <a:off x="0" y="0"/>
                          <a:ext cx="295275" cy="4953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5" o:spid="_x0000_s1026" type="#_x0000_t32" style="position:absolute;margin-left:165.4pt;margin-top:23.3pt;width:23.25pt;height:39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" strokecolor="#c0504d" strokeweight="2pt">
                <v:stroke endarrow="open"/>
                <v:shadow on="t" color="black" opacity="24903f" origin=",.5" offset="0,.55556mm"/>
              </v:shape>
            </w:pict>
          </mc:Fallback>
        </mc:AlternateContent>
      </w:r>
    </w:p>
    <w:p w:rsidR="008746D6" w:rsidRPr="00F6076B" w:rsidRDefault="008746D6">
      <w:pPr>
        <w:rPr>
          <w:b/>
        </w:rPr>
      </w:pPr>
    </w:p>
    <w:p w:rsidR="008746D6" w:rsidRPr="00F6076B" w:rsidRDefault="00491823">
      <w:pPr>
        <w:rPr>
          <w:b/>
        </w:rPr>
      </w:pPr>
      <w:r w:rsidRPr="00F6076B">
        <w:rPr>
          <w:b/>
          <w:noProof/>
          <w:lang w:eastAsia="nl-NL"/>
        </w:rPr>
        <mc:AlternateContent>
          <mc:Choice Requires="wps">
            <w:drawing>
              <wp:anchor distT="0" distB="0" distL="114300" distR="114300" simplePos="0" relativeHeight="251678720" behindDoc="0" locked="0" layoutInCell="1" allowOverlap="1" wp14:anchorId="168351A9" wp14:editId="46E08EC5">
                <wp:simplePos x="0" y="0"/>
                <wp:positionH relativeFrom="column">
                  <wp:posOffset>1148080</wp:posOffset>
                </wp:positionH>
                <wp:positionV relativeFrom="paragraph">
                  <wp:posOffset>146685</wp:posOffset>
                </wp:positionV>
                <wp:extent cx="266700" cy="571500"/>
                <wp:effectExtent l="57150" t="38100" r="76200" b="76200"/>
                <wp:wrapNone/>
                <wp:docPr id="12" name="Rechte verbindingslijn met pijl 12"/>
                <wp:cNvGraphicFramePr/>
                <a:graphic xmlns:a="http://schemas.openxmlformats.org/drawingml/2006/main">
                  <a:graphicData uri="http://schemas.microsoft.com/office/word/2010/wordprocessingShape">
                    <wps:wsp>
                      <wps:cNvCnPr/>
                      <wps:spPr>
                        <a:xfrm flipH="1" flipV="1">
                          <a:off x="0" y="0"/>
                          <a:ext cx="266700" cy="5715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2" o:spid="_x0000_s1026" type="#_x0000_t32" style="position:absolute;margin-left:90.4pt;margin-top:11.55pt;width:21pt;height:4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86912" behindDoc="0" locked="0" layoutInCell="1" allowOverlap="1" wp14:anchorId="7333FC23" wp14:editId="2C5CCF57">
                <wp:simplePos x="0" y="0"/>
                <wp:positionH relativeFrom="column">
                  <wp:posOffset>671830</wp:posOffset>
                </wp:positionH>
                <wp:positionV relativeFrom="paragraph">
                  <wp:posOffset>70485</wp:posOffset>
                </wp:positionV>
                <wp:extent cx="571500" cy="666750"/>
                <wp:effectExtent l="57150" t="38100" r="57150" b="76200"/>
                <wp:wrapNone/>
                <wp:docPr id="16" name="Rechte verbindingslijn met pijl 16"/>
                <wp:cNvGraphicFramePr/>
                <a:graphic xmlns:a="http://schemas.openxmlformats.org/drawingml/2006/main">
                  <a:graphicData uri="http://schemas.microsoft.com/office/word/2010/wordprocessingShape">
                    <wps:wsp>
                      <wps:cNvCnPr/>
                      <wps:spPr>
                        <a:xfrm flipH="1" flipV="1">
                          <a:off x="0" y="0"/>
                          <a:ext cx="571500" cy="6667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6" o:spid="_x0000_s1026" type="#_x0000_t32" style="position:absolute;margin-left:52.9pt;margin-top:5.55pt;width:45pt;height:52.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" strokecolor="#c0504d" strokeweight="2pt">
                <v:stroke endarrow="open"/>
                <v:shadow on="t" color="black" opacity="24903f" origin=",.5" offset="0,.55556mm"/>
              </v:shape>
            </w:pict>
          </mc:Fallback>
        </mc:AlternateContent>
      </w:r>
      <w:r w:rsidRPr="00F6076B">
        <w:rPr>
          <w:b/>
          <w:noProof/>
          <w:lang w:eastAsia="nl-NL"/>
        </w:rPr>
        <mc:AlternateContent>
          <mc:Choice Requires="wps">
            <w:drawing>
              <wp:anchor distT="0" distB="0" distL="114300" distR="114300" simplePos="0" relativeHeight="251680768" behindDoc="0" locked="0" layoutInCell="1" allowOverlap="1" wp14:anchorId="7F8B0369" wp14:editId="130EC5F0">
                <wp:simplePos x="0" y="0"/>
                <wp:positionH relativeFrom="column">
                  <wp:posOffset>548005</wp:posOffset>
                </wp:positionH>
                <wp:positionV relativeFrom="paragraph">
                  <wp:posOffset>803910</wp:posOffset>
                </wp:positionV>
                <wp:extent cx="600076" cy="123825"/>
                <wp:effectExtent l="57150" t="57150" r="66675" b="85725"/>
                <wp:wrapNone/>
                <wp:docPr id="13" name="Rechte verbindingslijn met pijl 13"/>
                <wp:cNvGraphicFramePr/>
                <a:graphic xmlns:a="http://schemas.openxmlformats.org/drawingml/2006/main">
                  <a:graphicData uri="http://schemas.microsoft.com/office/word/2010/wordprocessingShape">
                    <wps:wsp>
                      <wps:cNvCnPr/>
                      <wps:spPr>
                        <a:xfrm flipH="1" flipV="1">
                          <a:off x="0" y="0"/>
                          <a:ext cx="600076" cy="1238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3" o:spid="_x0000_s1026" type="#_x0000_t32" style="position:absolute;margin-left:43.15pt;margin-top:63.3pt;width:47.25pt;height:9.7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" strokecolor="#c0504d" strokeweight="2pt">
                <v:stroke endarrow="open"/>
                <v:shadow on="t" color="black" opacity="24903f" origin=",.5" offset="0,.55556mm"/>
              </v:shape>
            </w:pict>
          </mc:Fallback>
        </mc:AlternateContent>
      </w:r>
      <w:r w:rsidR="00AA5519" w:rsidRPr="00F6076B">
        <w:rPr>
          <w:b/>
          <w:noProof/>
          <w:lang w:eastAsia="nl-NL"/>
        </w:rPr>
        <mc:AlternateContent>
          <mc:Choice Requires="wps">
            <w:drawing>
              <wp:anchor distT="0" distB="0" distL="114300" distR="114300" simplePos="0" relativeHeight="251682816" behindDoc="0" locked="0" layoutInCell="1" allowOverlap="1" wp14:anchorId="38CC4627" wp14:editId="0FAC2854">
                <wp:simplePos x="0" y="0"/>
                <wp:positionH relativeFrom="column">
                  <wp:posOffset>671830</wp:posOffset>
                </wp:positionH>
                <wp:positionV relativeFrom="paragraph">
                  <wp:posOffset>1383030</wp:posOffset>
                </wp:positionV>
                <wp:extent cx="295275" cy="495300"/>
                <wp:effectExtent l="57150" t="38100" r="66675" b="76200"/>
                <wp:wrapNone/>
                <wp:docPr id="14" name="Rechte verbindingslijn met pijl 14"/>
                <wp:cNvGraphicFramePr/>
                <a:graphic xmlns:a="http://schemas.openxmlformats.org/drawingml/2006/main">
                  <a:graphicData uri="http://schemas.microsoft.com/office/word/2010/wordprocessingShape">
                    <wps:wsp>
                      <wps:cNvCnPr/>
                      <wps:spPr>
                        <a:xfrm flipH="1" flipV="1">
                          <a:off x="0" y="0"/>
                          <a:ext cx="295275" cy="49530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4" o:spid="_x0000_s1026" type="#_x0000_t32" style="position:absolute;margin-left:52.9pt;margin-top:108.9pt;width:23.25pt;height:39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88960" behindDoc="0" locked="0" layoutInCell="1" allowOverlap="1" wp14:anchorId="5A93D00B" wp14:editId="73A1124E">
                <wp:simplePos x="0" y="0"/>
                <wp:positionH relativeFrom="column">
                  <wp:posOffset>3348355</wp:posOffset>
                </wp:positionH>
                <wp:positionV relativeFrom="paragraph">
                  <wp:posOffset>3278505</wp:posOffset>
                </wp:positionV>
                <wp:extent cx="304800" cy="295275"/>
                <wp:effectExtent l="38100" t="19050" r="95250" b="85725"/>
                <wp:wrapNone/>
                <wp:docPr id="17" name="Rechte verbindingslijn met pijl 17"/>
                <wp:cNvGraphicFramePr/>
                <a:graphic xmlns:a="http://schemas.openxmlformats.org/drawingml/2006/main">
                  <a:graphicData uri="http://schemas.microsoft.com/office/word/2010/wordprocessingShape">
                    <wps:wsp>
                      <wps:cNvCnPr/>
                      <wps:spPr>
                        <a:xfrm>
                          <a:off x="0" y="0"/>
                          <a:ext cx="304800" cy="29527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7" o:spid="_x0000_s1026" type="#_x0000_t32" style="position:absolute;margin-left:263.65pt;margin-top:258.15pt;width:24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701248" behindDoc="0" locked="0" layoutInCell="1" allowOverlap="1" wp14:anchorId="05483226" wp14:editId="3DB8A05D">
                <wp:simplePos x="0" y="0"/>
                <wp:positionH relativeFrom="column">
                  <wp:posOffset>3167380</wp:posOffset>
                </wp:positionH>
                <wp:positionV relativeFrom="paragraph">
                  <wp:posOffset>3335655</wp:posOffset>
                </wp:positionV>
                <wp:extent cx="0" cy="323850"/>
                <wp:effectExtent l="95250" t="19050" r="114300" b="95250"/>
                <wp:wrapNone/>
                <wp:docPr id="23" name="Rechte verbindingslijn met pijl 23"/>
                <wp:cNvGraphicFramePr/>
                <a:graphic xmlns:a="http://schemas.openxmlformats.org/drawingml/2006/main">
                  <a:graphicData uri="http://schemas.microsoft.com/office/word/2010/wordprocessingShape">
                    <wps:wsp>
                      <wps:cNvCnPr/>
                      <wps:spPr>
                        <a:xfrm flipH="1">
                          <a:off x="0" y="0"/>
                          <a:ext cx="0"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3" o:spid="_x0000_s1026" type="#_x0000_t32" style="position:absolute;margin-left:249.4pt;margin-top:262.65pt;width:0;height:25.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9200" behindDoc="0" locked="0" layoutInCell="1" allowOverlap="1" wp14:anchorId="6EECF157" wp14:editId="12F3837B">
                <wp:simplePos x="0" y="0"/>
                <wp:positionH relativeFrom="column">
                  <wp:posOffset>2748280</wp:posOffset>
                </wp:positionH>
                <wp:positionV relativeFrom="paragraph">
                  <wp:posOffset>3278505</wp:posOffset>
                </wp:positionV>
                <wp:extent cx="209550" cy="323850"/>
                <wp:effectExtent l="57150" t="19050" r="57150" b="95250"/>
                <wp:wrapNone/>
                <wp:docPr id="22" name="Rechte verbindingslijn met pijl 22"/>
                <wp:cNvGraphicFramePr/>
                <a:graphic xmlns:a="http://schemas.openxmlformats.org/drawingml/2006/main">
                  <a:graphicData uri="http://schemas.microsoft.com/office/word/2010/wordprocessingShape">
                    <wps:wsp>
                      <wps:cNvCnPr/>
                      <wps:spPr>
                        <a:xfrm flipH="1">
                          <a:off x="0" y="0"/>
                          <a:ext cx="209550"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2" o:spid="_x0000_s1026" type="#_x0000_t32" style="position:absolute;margin-left:216.4pt;margin-top:258.15pt;width:16.5pt;height:25.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1008" behindDoc="0" locked="0" layoutInCell="1" allowOverlap="1" wp14:anchorId="2307B650" wp14:editId="79E9F07A">
                <wp:simplePos x="0" y="0"/>
                <wp:positionH relativeFrom="column">
                  <wp:posOffset>1786255</wp:posOffset>
                </wp:positionH>
                <wp:positionV relativeFrom="paragraph">
                  <wp:posOffset>3354705</wp:posOffset>
                </wp:positionV>
                <wp:extent cx="352425" cy="295275"/>
                <wp:effectExtent l="38100" t="19050" r="85725" b="85725"/>
                <wp:wrapNone/>
                <wp:docPr id="18" name="Rechte verbindingslijn met pijl 18"/>
                <wp:cNvGraphicFramePr/>
                <a:graphic xmlns:a="http://schemas.openxmlformats.org/drawingml/2006/main">
                  <a:graphicData uri="http://schemas.microsoft.com/office/word/2010/wordprocessingShape">
                    <wps:wsp>
                      <wps:cNvCnPr/>
                      <wps:spPr>
                        <a:xfrm>
                          <a:off x="0" y="0"/>
                          <a:ext cx="352425" cy="29527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8" o:spid="_x0000_s1026" type="#_x0000_t32" style="position:absolute;margin-left:140.65pt;margin-top:264.15pt;width:27.75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7152" behindDoc="0" locked="0" layoutInCell="1" allowOverlap="1" wp14:anchorId="1EBB7B39" wp14:editId="1972F9C6">
                <wp:simplePos x="0" y="0"/>
                <wp:positionH relativeFrom="column">
                  <wp:posOffset>1548130</wp:posOffset>
                </wp:positionH>
                <wp:positionV relativeFrom="paragraph">
                  <wp:posOffset>3364230</wp:posOffset>
                </wp:positionV>
                <wp:extent cx="0" cy="428625"/>
                <wp:effectExtent l="114300" t="19050" r="76200" b="85725"/>
                <wp:wrapNone/>
                <wp:docPr id="21" name="Rechte verbindingslijn met pijl 21"/>
                <wp:cNvGraphicFramePr/>
                <a:graphic xmlns:a="http://schemas.openxmlformats.org/drawingml/2006/main">
                  <a:graphicData uri="http://schemas.microsoft.com/office/word/2010/wordprocessingShape">
                    <wps:wsp>
                      <wps:cNvCnPr/>
                      <wps:spPr>
                        <a:xfrm flipH="1">
                          <a:off x="0" y="0"/>
                          <a:ext cx="0" cy="4286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1" o:spid="_x0000_s1026" type="#_x0000_t32" style="position:absolute;margin-left:121.9pt;margin-top:264.9pt;width:0;height:33.7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95104" behindDoc="0" locked="0" layoutInCell="1" allowOverlap="1" wp14:anchorId="6AE4E004" wp14:editId="6972F768">
                <wp:simplePos x="0" y="0"/>
                <wp:positionH relativeFrom="column">
                  <wp:posOffset>967105</wp:posOffset>
                </wp:positionH>
                <wp:positionV relativeFrom="paragraph">
                  <wp:posOffset>3268980</wp:posOffset>
                </wp:positionV>
                <wp:extent cx="352425" cy="323850"/>
                <wp:effectExtent l="38100" t="19050" r="66675" b="95250"/>
                <wp:wrapNone/>
                <wp:docPr id="20" name="Rechte verbindingslijn met pijl 20"/>
                <wp:cNvGraphicFramePr/>
                <a:graphic xmlns:a="http://schemas.openxmlformats.org/drawingml/2006/main">
                  <a:graphicData uri="http://schemas.microsoft.com/office/word/2010/wordprocessingShape">
                    <wps:wsp>
                      <wps:cNvCnPr/>
                      <wps:spPr>
                        <a:xfrm flipH="1">
                          <a:off x="0" y="0"/>
                          <a:ext cx="352425" cy="3238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0" o:spid="_x0000_s1026" type="#_x0000_t32" style="position:absolute;margin-left:76.15pt;margin-top:257.4pt;width:27.75pt;height:25.5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0528" behindDoc="0" locked="0" layoutInCell="1" allowOverlap="1" wp14:anchorId="7A8A37A8" wp14:editId="238610EF">
                <wp:simplePos x="0" y="0"/>
                <wp:positionH relativeFrom="column">
                  <wp:posOffset>3948430</wp:posOffset>
                </wp:positionH>
                <wp:positionV relativeFrom="paragraph">
                  <wp:posOffset>1173480</wp:posOffset>
                </wp:positionV>
                <wp:extent cx="542925" cy="209550"/>
                <wp:effectExtent l="38100" t="38100" r="47625" b="114300"/>
                <wp:wrapNone/>
                <wp:docPr id="8" name="Rechte verbindingslijn met pijl 8"/>
                <wp:cNvGraphicFramePr/>
                <a:graphic xmlns:a="http://schemas.openxmlformats.org/drawingml/2006/main">
                  <a:graphicData uri="http://schemas.microsoft.com/office/word/2010/wordprocessingShape">
                    <wps:wsp>
                      <wps:cNvCnPr/>
                      <wps:spPr>
                        <a:xfrm>
                          <a:off x="0" y="0"/>
                          <a:ext cx="542925" cy="2095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8" o:spid="_x0000_s1026" type="#_x0000_t32" style="position:absolute;margin-left:310.9pt;margin-top:92.4pt;width:42.7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66432" behindDoc="0" locked="0" layoutInCell="1" allowOverlap="1" wp14:anchorId="69445FB0" wp14:editId="7F17CBFC">
                <wp:simplePos x="0" y="0"/>
                <wp:positionH relativeFrom="column">
                  <wp:posOffset>3938905</wp:posOffset>
                </wp:positionH>
                <wp:positionV relativeFrom="paragraph">
                  <wp:posOffset>249555</wp:posOffset>
                </wp:positionV>
                <wp:extent cx="419100" cy="552450"/>
                <wp:effectExtent l="38100" t="38100" r="57150" b="76200"/>
                <wp:wrapNone/>
                <wp:docPr id="6" name="Rechte verbindingslijn met pijl 6"/>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6" o:spid="_x0000_s1026" type="#_x0000_t32" style="position:absolute;margin-left:310.15pt;margin-top:19.65pt;width:33pt;height:43.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68480" behindDoc="0" locked="0" layoutInCell="1" allowOverlap="1" wp14:anchorId="4EF975B6" wp14:editId="5325A800">
                <wp:simplePos x="0" y="0"/>
                <wp:positionH relativeFrom="column">
                  <wp:posOffset>3938905</wp:posOffset>
                </wp:positionH>
                <wp:positionV relativeFrom="paragraph">
                  <wp:posOffset>1021080</wp:posOffset>
                </wp:positionV>
                <wp:extent cx="676275" cy="0"/>
                <wp:effectExtent l="0" t="76200" r="28575" b="152400"/>
                <wp:wrapNone/>
                <wp:docPr id="7" name="Rechte verbindingslijn met pijl 7"/>
                <wp:cNvGraphicFramePr/>
                <a:graphic xmlns:a="http://schemas.openxmlformats.org/drawingml/2006/main">
                  <a:graphicData uri="http://schemas.microsoft.com/office/word/2010/wordprocessingShape">
                    <wps:wsp>
                      <wps:cNvCnPr/>
                      <wps:spPr>
                        <a:xfrm>
                          <a:off x="0" y="0"/>
                          <a:ext cx="676275"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7" o:spid="_x0000_s1026" type="#_x0000_t32" style="position:absolute;margin-left:310.15pt;margin-top:80.4pt;width:53.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6672" behindDoc="0" locked="0" layoutInCell="1" allowOverlap="1" wp14:anchorId="66AADC84" wp14:editId="43DAAFF6">
                <wp:simplePos x="0" y="0"/>
                <wp:positionH relativeFrom="column">
                  <wp:posOffset>4072255</wp:posOffset>
                </wp:positionH>
                <wp:positionV relativeFrom="paragraph">
                  <wp:posOffset>2306955</wp:posOffset>
                </wp:positionV>
                <wp:extent cx="419100" cy="352425"/>
                <wp:effectExtent l="38100" t="19050" r="76200" b="85725"/>
                <wp:wrapNone/>
                <wp:docPr id="11" name="Rechte verbindingslijn met pijl 11"/>
                <wp:cNvGraphicFramePr/>
                <a:graphic xmlns:a="http://schemas.openxmlformats.org/drawingml/2006/main">
                  <a:graphicData uri="http://schemas.microsoft.com/office/word/2010/wordprocessingShape">
                    <wps:wsp>
                      <wps:cNvCnPr/>
                      <wps:spPr>
                        <a:xfrm>
                          <a:off x="0" y="0"/>
                          <a:ext cx="419100" cy="352425"/>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1" o:spid="_x0000_s1026" type="#_x0000_t32" style="position:absolute;margin-left:320.65pt;margin-top:181.65pt;width:33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4624" behindDoc="0" locked="0" layoutInCell="1" allowOverlap="1" wp14:anchorId="379D3B72" wp14:editId="25FE5E68">
                <wp:simplePos x="0" y="0"/>
                <wp:positionH relativeFrom="column">
                  <wp:posOffset>4196080</wp:posOffset>
                </wp:positionH>
                <wp:positionV relativeFrom="paragraph">
                  <wp:posOffset>2240280</wp:posOffset>
                </wp:positionV>
                <wp:extent cx="647700" cy="0"/>
                <wp:effectExtent l="0" t="76200" r="19050" b="152400"/>
                <wp:wrapNone/>
                <wp:docPr id="10" name="Rechte verbindingslijn met pijl 10"/>
                <wp:cNvGraphicFramePr/>
                <a:graphic xmlns:a="http://schemas.openxmlformats.org/drawingml/2006/main">
                  <a:graphicData uri="http://schemas.microsoft.com/office/word/2010/wordprocessingShape">
                    <wps:wsp>
                      <wps:cNvCnPr/>
                      <wps:spPr>
                        <a:xfrm>
                          <a:off x="0" y="0"/>
                          <a:ext cx="647700"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0" o:spid="_x0000_s1026" type="#_x0000_t32" style="position:absolute;margin-left:330.4pt;margin-top:176.4pt;width:51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" strokecolor="#c0504d" strokeweight="2pt">
                <v:stroke endarrow="open"/>
                <v:shadow on="t" color="black" opacity="24903f" origin=",.5" offset="0,.55556mm"/>
              </v:shape>
            </w:pict>
          </mc:Fallback>
        </mc:AlternateContent>
      </w:r>
      <w:r w:rsidR="00F6076B" w:rsidRPr="00F6076B">
        <w:rPr>
          <w:b/>
          <w:noProof/>
          <w:lang w:eastAsia="nl-NL"/>
        </w:rPr>
        <mc:AlternateContent>
          <mc:Choice Requires="wps">
            <w:drawing>
              <wp:anchor distT="0" distB="0" distL="114300" distR="114300" simplePos="0" relativeHeight="251672576" behindDoc="0" locked="0" layoutInCell="1" allowOverlap="1" wp14:anchorId="2A787507" wp14:editId="6A2E5EB0">
                <wp:simplePos x="0" y="0"/>
                <wp:positionH relativeFrom="column">
                  <wp:posOffset>4196080</wp:posOffset>
                </wp:positionH>
                <wp:positionV relativeFrom="paragraph">
                  <wp:posOffset>1459230</wp:posOffset>
                </wp:positionV>
                <wp:extent cx="419100" cy="552450"/>
                <wp:effectExtent l="38100" t="38100" r="57150" b="76200"/>
                <wp:wrapNone/>
                <wp:docPr id="9" name="Rechte verbindingslijn met pijl 9"/>
                <wp:cNvGraphicFramePr/>
                <a:graphic xmlns:a="http://schemas.openxmlformats.org/drawingml/2006/main">
                  <a:graphicData uri="http://schemas.microsoft.com/office/word/2010/wordprocessingShape">
                    <wps:wsp>
                      <wps:cNvCnPr/>
                      <wps:spPr>
                        <a:xfrm flipV="1">
                          <a:off x="0" y="0"/>
                          <a:ext cx="419100" cy="5524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9" o:spid="_x0000_s1026" type="#_x0000_t32" style="position:absolute;margin-left:330.4pt;margin-top:114.9pt;width:33pt;height:43.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" strokecolor="#c0504d" strokeweight="2pt">
                <v:stroke endarrow="open"/>
                <v:shadow on="t" color="black" opacity="24903f" origin=",.5" offset="0,.55556mm"/>
              </v:shape>
            </w:pict>
          </mc:Fallback>
        </mc:AlternateContent>
      </w:r>
      <w:r w:rsidR="00054CBE" w:rsidRPr="00F6076B">
        <w:rPr>
          <w:b/>
          <w:noProof/>
          <w:lang w:eastAsia="nl-NL"/>
        </w:rPr>
        <mc:AlternateContent>
          <mc:Choice Requires="wps">
            <w:drawing>
              <wp:anchor distT="0" distB="0" distL="114300" distR="114300" simplePos="0" relativeHeight="251693056" behindDoc="0" locked="0" layoutInCell="1" allowOverlap="1" wp14:anchorId="0FF37B47" wp14:editId="0ACD1781">
                <wp:simplePos x="0" y="0"/>
                <wp:positionH relativeFrom="column">
                  <wp:posOffset>471805</wp:posOffset>
                </wp:positionH>
                <wp:positionV relativeFrom="paragraph">
                  <wp:posOffset>2306955</wp:posOffset>
                </wp:positionV>
                <wp:extent cx="495301" cy="0"/>
                <wp:effectExtent l="57150" t="76200" r="0" b="152400"/>
                <wp:wrapNone/>
                <wp:docPr id="19" name="Rechte verbindingslijn met pijl 19"/>
                <wp:cNvGraphicFramePr/>
                <a:graphic xmlns:a="http://schemas.openxmlformats.org/drawingml/2006/main">
                  <a:graphicData uri="http://schemas.microsoft.com/office/word/2010/wordprocessingShape">
                    <wps:wsp>
                      <wps:cNvCnPr/>
                      <wps:spPr>
                        <a:xfrm flipH="1">
                          <a:off x="0" y="0"/>
                          <a:ext cx="495301" cy="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9" o:spid="_x0000_s1026" type="#_x0000_t32" style="position:absolute;margin-left:37.15pt;margin-top:181.65pt;width:39pt;height: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" strokecolor="#c0504d" strokeweight="2pt">
                <v:stroke endarrow="open"/>
                <v:shadow on="t" color="black" opacity="24903f" origin=",.5" offset="0,.55556mm"/>
              </v:shape>
            </w:pict>
          </mc:Fallback>
        </mc:AlternateContent>
      </w:r>
      <w:r w:rsidR="00054CBE" w:rsidRPr="00F6076B">
        <w:rPr>
          <w:b/>
          <w:noProof/>
          <w:lang w:eastAsia="nl-NL"/>
        </w:rPr>
        <mc:AlternateContent>
          <mc:Choice Requires="wps">
            <w:drawing>
              <wp:anchor distT="0" distB="0" distL="114300" distR="114300" simplePos="0" relativeHeight="251684864" behindDoc="0" locked="0" layoutInCell="1" allowOverlap="1" wp14:anchorId="790B78FD" wp14:editId="482D8CE7">
                <wp:simplePos x="0" y="0"/>
                <wp:positionH relativeFrom="column">
                  <wp:posOffset>548005</wp:posOffset>
                </wp:positionH>
                <wp:positionV relativeFrom="paragraph">
                  <wp:posOffset>2506980</wp:posOffset>
                </wp:positionV>
                <wp:extent cx="476251" cy="400050"/>
                <wp:effectExtent l="38100" t="19050" r="57150" b="95250"/>
                <wp:wrapNone/>
                <wp:docPr id="15" name="Rechte verbindingslijn met pijl 15"/>
                <wp:cNvGraphicFramePr/>
                <a:graphic xmlns:a="http://schemas.openxmlformats.org/drawingml/2006/main">
                  <a:graphicData uri="http://schemas.microsoft.com/office/word/2010/wordprocessingShape">
                    <wps:wsp>
                      <wps:cNvCnPr/>
                      <wps:spPr>
                        <a:xfrm flipH="1">
                          <a:off x="0" y="0"/>
                          <a:ext cx="476251" cy="4000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5" o:spid="_x0000_s1026" type="#_x0000_t32" style="position:absolute;margin-left:43.15pt;margin-top:197.4pt;width:37.5pt;height:31.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" strokecolor="#c0504d" strokeweight="2pt">
                <v:stroke endarrow="open"/>
                <v:shadow on="t" color="black" opacity="24903f" origin=",.5" offset="0,.55556mm"/>
              </v:shape>
            </w:pict>
          </mc:Fallback>
        </mc:AlternateContent>
      </w:r>
      <w:r w:rsidR="008746D6" w:rsidRPr="00F6076B">
        <w:rPr>
          <w:b/>
          <w:noProof/>
          <w:lang w:eastAsia="nl-NL"/>
        </w:rPr>
        <w:drawing>
          <wp:inline distT="0" distB="0" distL="0" distR="0" wp14:anchorId="5FA13724" wp14:editId="46CD57E3">
            <wp:extent cx="5162550" cy="3476625"/>
            <wp:effectExtent l="0" t="0" r="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8746D6" w:rsidRPr="00F60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77"/>
    <w:rsid w:val="00054CBE"/>
    <w:rsid w:val="001349AC"/>
    <w:rsid w:val="003F60B6"/>
    <w:rsid w:val="00491823"/>
    <w:rsid w:val="00852377"/>
    <w:rsid w:val="008746D6"/>
    <w:rsid w:val="00990B68"/>
    <w:rsid w:val="00AA5519"/>
    <w:rsid w:val="00D06B1B"/>
    <w:rsid w:val="00F607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23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5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237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746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6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23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5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237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746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46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customXml" Target="../customXml/item3.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customXml" Target="../customXml/item2.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626BFE0-421A-4546-8AB6-3B4BCC42627B}" type="doc">
      <dgm:prSet loTypeId="urn:microsoft.com/office/officeart/2008/layout/RadialCluster" loCatId="cycle" qsTypeId="urn:microsoft.com/office/officeart/2005/8/quickstyle/simple1" qsCatId="simple" csTypeId="urn:microsoft.com/office/officeart/2005/8/colors/accent2_1" csCatId="accent2" phldr="1"/>
      <dgm:spPr/>
      <dgm:t>
        <a:bodyPr/>
        <a:lstStyle/>
        <a:p>
          <a:endParaRPr lang="nl-NL"/>
        </a:p>
      </dgm:t>
    </dgm:pt>
    <dgm:pt modelId="{11707341-8232-45B0-8E45-B442E7D37B90}">
      <dgm:prSet phldrT="[Tekst]"/>
      <dgm:spPr/>
      <dgm:t>
        <a:bodyPr/>
        <a:lstStyle/>
        <a:p>
          <a:r>
            <a:rPr lang="nl-NL" b="1"/>
            <a:t>school</a:t>
          </a:r>
        </a:p>
      </dgm:t>
    </dgm:pt>
    <dgm:pt modelId="{2A1EB533-B074-45F0-A4A0-A9EF6E39A6FA}" type="parTrans" cxnId="{37759131-9E38-4A9D-88FE-F7BB71A04BF8}">
      <dgm:prSet/>
      <dgm:spPr/>
      <dgm:t>
        <a:bodyPr/>
        <a:lstStyle/>
        <a:p>
          <a:endParaRPr lang="nl-NL"/>
        </a:p>
      </dgm:t>
    </dgm:pt>
    <dgm:pt modelId="{975DE6B3-7578-4E68-A891-8DFD54994726}" type="sibTrans" cxnId="{37759131-9E38-4A9D-88FE-F7BB71A04BF8}">
      <dgm:prSet/>
      <dgm:spPr/>
      <dgm:t>
        <a:bodyPr/>
        <a:lstStyle/>
        <a:p>
          <a:endParaRPr lang="nl-NL"/>
        </a:p>
      </dgm:t>
    </dgm:pt>
    <dgm:pt modelId="{C65B386D-6102-4C12-8E15-0E54B9FC97BD}">
      <dgm:prSet phldrT="[Tekst]" custT="1"/>
      <dgm:spPr/>
      <dgm:t>
        <a:bodyPr/>
        <a:lstStyle/>
        <a:p>
          <a:r>
            <a:rPr lang="nl-NL" sz="1100"/>
            <a:t>kantine,</a:t>
          </a:r>
          <a:br>
            <a:rPr lang="nl-NL" sz="1100"/>
          </a:br>
          <a:r>
            <a:rPr lang="nl-NL" sz="1100"/>
            <a:t>eten en drinken</a:t>
          </a:r>
        </a:p>
      </dgm:t>
    </dgm:pt>
    <dgm:pt modelId="{E93A2B18-272E-4AC4-9397-FC58CD26B8AC}" type="parTrans" cxnId="{5DDE5717-E65F-4A68-92CD-2C49C118E243}">
      <dgm:prSet/>
      <dgm:spPr/>
      <dgm:t>
        <a:bodyPr/>
        <a:lstStyle/>
        <a:p>
          <a:endParaRPr lang="nl-NL"/>
        </a:p>
      </dgm:t>
    </dgm:pt>
    <dgm:pt modelId="{302260DD-DF85-4CD9-AF66-26B9BA89DE50}" type="sibTrans" cxnId="{5DDE5717-E65F-4A68-92CD-2C49C118E243}">
      <dgm:prSet/>
      <dgm:spPr/>
      <dgm:t>
        <a:bodyPr/>
        <a:lstStyle/>
        <a:p>
          <a:endParaRPr lang="nl-NL"/>
        </a:p>
      </dgm:t>
    </dgm:pt>
    <dgm:pt modelId="{27A4CE7A-E95F-48E4-AF1A-1490AA8B78E1}">
      <dgm:prSet phldrT="[Tekst]"/>
      <dgm:spPr/>
      <dgm:t>
        <a:bodyPr/>
        <a:lstStyle/>
        <a:p>
          <a:r>
            <a:rPr lang="nl-NL"/>
            <a:t>ziekte/</a:t>
          </a:r>
        </a:p>
        <a:p>
          <a:r>
            <a:rPr lang="nl-NL"/>
            <a:t>afwezigheid</a:t>
          </a:r>
        </a:p>
        <a:p>
          <a:r>
            <a:rPr lang="nl-NL"/>
            <a:t>van jou</a:t>
          </a:r>
        </a:p>
      </dgm:t>
    </dgm:pt>
    <dgm:pt modelId="{C195452C-A966-4B12-8DE1-AB444142BAB7}" type="parTrans" cxnId="{225B14AB-14E2-4F5B-B419-B1BB70822E65}">
      <dgm:prSet/>
      <dgm:spPr/>
      <dgm:t>
        <a:bodyPr/>
        <a:lstStyle/>
        <a:p>
          <a:endParaRPr lang="nl-NL"/>
        </a:p>
      </dgm:t>
    </dgm:pt>
    <dgm:pt modelId="{A728178A-8D13-4D0E-9337-B1FE94FCEEEB}" type="sibTrans" cxnId="{225B14AB-14E2-4F5B-B419-B1BB70822E65}">
      <dgm:prSet/>
      <dgm:spPr/>
      <dgm:t>
        <a:bodyPr/>
        <a:lstStyle/>
        <a:p>
          <a:endParaRPr lang="nl-NL"/>
        </a:p>
      </dgm:t>
    </dgm:pt>
    <dgm:pt modelId="{38B06784-BDBE-4DAC-B1C5-4B54D7083BD9}">
      <dgm:prSet phldrT="[Tekst]" custT="1"/>
      <dgm:spPr/>
      <dgm:t>
        <a:bodyPr/>
        <a:lstStyle/>
        <a:p>
          <a:r>
            <a:rPr lang="nl-NL" sz="1100"/>
            <a:t>OLC (LIC)</a:t>
          </a:r>
        </a:p>
      </dgm:t>
    </dgm:pt>
    <dgm:pt modelId="{45C28931-AD46-44C9-AA80-C242E37D603C}" type="parTrans" cxnId="{65B9E326-09E9-4161-AD7F-7081CA0D60C5}">
      <dgm:prSet/>
      <dgm:spPr/>
      <dgm:t>
        <a:bodyPr/>
        <a:lstStyle/>
        <a:p>
          <a:endParaRPr lang="nl-NL"/>
        </a:p>
      </dgm:t>
    </dgm:pt>
    <dgm:pt modelId="{753A1005-DE36-42D1-824A-4158A36C2B04}" type="sibTrans" cxnId="{65B9E326-09E9-4161-AD7F-7081CA0D60C5}">
      <dgm:prSet/>
      <dgm:spPr/>
      <dgm:t>
        <a:bodyPr/>
        <a:lstStyle/>
        <a:p>
          <a:endParaRPr lang="nl-NL"/>
        </a:p>
      </dgm:t>
    </dgm:pt>
    <dgm:pt modelId="{D8F05B85-9A53-4A9C-925C-31C01AC37914}">
      <dgm:prSet/>
      <dgm:spPr/>
      <dgm:t>
        <a:bodyPr/>
        <a:lstStyle/>
        <a:p>
          <a:r>
            <a:rPr lang="nl-NL"/>
            <a:t>fietsenhok</a:t>
          </a:r>
        </a:p>
      </dgm:t>
    </dgm:pt>
    <dgm:pt modelId="{1404EA55-C9D6-4C8A-95F0-556078534B69}" type="parTrans" cxnId="{82EF0D6A-F6E8-4198-8DD1-A4EA1255A97C}">
      <dgm:prSet/>
      <dgm:spPr/>
      <dgm:t>
        <a:bodyPr/>
        <a:lstStyle/>
        <a:p>
          <a:endParaRPr lang="nl-NL"/>
        </a:p>
      </dgm:t>
    </dgm:pt>
    <dgm:pt modelId="{AC9F9809-E709-4094-8270-1AAAF37B2EAC}" type="sibTrans" cxnId="{82EF0D6A-F6E8-4198-8DD1-A4EA1255A97C}">
      <dgm:prSet/>
      <dgm:spPr/>
      <dgm:t>
        <a:bodyPr/>
        <a:lstStyle/>
        <a:p>
          <a:endParaRPr lang="nl-NL"/>
        </a:p>
      </dgm:t>
    </dgm:pt>
    <dgm:pt modelId="{C1E3004A-44C5-46E6-8321-34BC766A7328}">
      <dgm:prSet custT="1"/>
      <dgm:spPr/>
      <dgm:t>
        <a:bodyPr/>
        <a:lstStyle/>
        <a:p>
          <a:r>
            <a:rPr lang="nl-NL" sz="1100"/>
            <a:t>?</a:t>
          </a:r>
        </a:p>
      </dgm:t>
    </dgm:pt>
    <dgm:pt modelId="{925F0D5D-7884-40A4-B519-089FF5415D42}" type="parTrans" cxnId="{DDEE0FCC-82CC-486B-89B1-41E5025F3B8B}">
      <dgm:prSet/>
      <dgm:spPr/>
      <dgm:t>
        <a:bodyPr/>
        <a:lstStyle/>
        <a:p>
          <a:endParaRPr lang="nl-NL"/>
        </a:p>
      </dgm:t>
    </dgm:pt>
    <dgm:pt modelId="{4761E07B-FB36-41A2-B367-D3F9870F918C}" type="sibTrans" cxnId="{DDEE0FCC-82CC-486B-89B1-41E5025F3B8B}">
      <dgm:prSet/>
      <dgm:spPr/>
      <dgm:t>
        <a:bodyPr/>
        <a:lstStyle/>
        <a:p>
          <a:endParaRPr lang="nl-NL"/>
        </a:p>
      </dgm:t>
    </dgm:pt>
    <dgm:pt modelId="{724485A4-E5DA-4689-B722-445BE72D60DE}">
      <dgm:prSet custT="1"/>
      <dgm:spPr/>
      <dgm:t>
        <a:bodyPr/>
        <a:lstStyle/>
        <a:p>
          <a:r>
            <a:rPr lang="nl-NL" sz="1100"/>
            <a:t>gedrag in de klas</a:t>
          </a:r>
        </a:p>
      </dgm:t>
    </dgm:pt>
    <dgm:pt modelId="{FFF6963D-E479-4A5D-87DF-82E1EFAD78D7}" type="parTrans" cxnId="{65CEF9A9-C362-4E1B-9998-A3CF7B87937E}">
      <dgm:prSet/>
      <dgm:spPr/>
      <dgm:t>
        <a:bodyPr/>
        <a:lstStyle/>
        <a:p>
          <a:endParaRPr lang="nl-NL"/>
        </a:p>
      </dgm:t>
    </dgm:pt>
    <dgm:pt modelId="{2C3F3EBD-A271-4CB0-BBB4-295DC18E61FB}" type="sibTrans" cxnId="{65CEF9A9-C362-4E1B-9998-A3CF7B87937E}">
      <dgm:prSet/>
      <dgm:spPr/>
      <dgm:t>
        <a:bodyPr/>
        <a:lstStyle/>
        <a:p>
          <a:endParaRPr lang="nl-NL"/>
        </a:p>
      </dgm:t>
    </dgm:pt>
    <dgm:pt modelId="{788A604A-B915-4FBA-9360-FBFE23F00E62}">
      <dgm:prSet custT="1"/>
      <dgm:spPr/>
      <dgm:t>
        <a:bodyPr/>
        <a:lstStyle/>
        <a:p>
          <a:r>
            <a:rPr lang="nl-NL" sz="1100"/>
            <a:t>kluisjes</a:t>
          </a:r>
          <a:br>
            <a:rPr lang="nl-NL" sz="1100"/>
          </a:br>
          <a:r>
            <a:rPr lang="nl-NL" sz="1100"/>
            <a:t>pas</a:t>
          </a:r>
        </a:p>
      </dgm:t>
    </dgm:pt>
    <dgm:pt modelId="{1CEBC2F6-0689-4707-BCDF-1684E4DF56DF}" type="parTrans" cxnId="{C087D565-5F4A-4613-BC23-572EDBDCF029}">
      <dgm:prSet/>
      <dgm:spPr/>
      <dgm:t>
        <a:bodyPr/>
        <a:lstStyle/>
        <a:p>
          <a:endParaRPr lang="nl-NL"/>
        </a:p>
      </dgm:t>
    </dgm:pt>
    <dgm:pt modelId="{D0DC283D-5F93-4945-A7AA-227D50B13BE2}" type="sibTrans" cxnId="{C087D565-5F4A-4613-BC23-572EDBDCF029}">
      <dgm:prSet/>
      <dgm:spPr/>
      <dgm:t>
        <a:bodyPr/>
        <a:lstStyle/>
        <a:p>
          <a:endParaRPr lang="nl-NL"/>
        </a:p>
      </dgm:t>
    </dgm:pt>
    <dgm:pt modelId="{7F2D1E5F-EE94-4407-BD83-5A2BE5C79D82}">
      <dgm:prSet phldrT="[Tekst]"/>
      <dgm:spPr/>
      <dgm:t>
        <a:bodyPr/>
        <a:lstStyle/>
        <a:p>
          <a:endParaRPr lang="nl-NL"/>
        </a:p>
      </dgm:t>
    </dgm:pt>
    <dgm:pt modelId="{F6AD46AA-0AE7-4DC0-9654-7DBE3C5FB167}" type="parTrans" cxnId="{F8DD4E3C-F381-4D09-996F-F202D7F52EB6}">
      <dgm:prSet/>
      <dgm:spPr/>
      <dgm:t>
        <a:bodyPr/>
        <a:lstStyle/>
        <a:p>
          <a:endParaRPr lang="nl-NL"/>
        </a:p>
      </dgm:t>
    </dgm:pt>
    <dgm:pt modelId="{F6A006A0-74F4-47FC-8C5E-A7F98F7A82DF}" type="sibTrans" cxnId="{F8DD4E3C-F381-4D09-996F-F202D7F52EB6}">
      <dgm:prSet/>
      <dgm:spPr/>
      <dgm:t>
        <a:bodyPr/>
        <a:lstStyle/>
        <a:p>
          <a:endParaRPr lang="nl-NL"/>
        </a:p>
      </dgm:t>
    </dgm:pt>
    <dgm:pt modelId="{5E9A14CF-4A39-418C-AD97-D97A56FA9091}" type="pres">
      <dgm:prSet presAssocID="{B626BFE0-421A-4546-8AB6-3B4BCC42627B}" presName="Name0" presStyleCnt="0">
        <dgm:presLayoutVars>
          <dgm:chMax val="1"/>
          <dgm:chPref val="1"/>
          <dgm:dir/>
          <dgm:animOne val="branch"/>
          <dgm:animLvl val="lvl"/>
        </dgm:presLayoutVars>
      </dgm:prSet>
      <dgm:spPr/>
      <dgm:t>
        <a:bodyPr/>
        <a:lstStyle/>
        <a:p>
          <a:endParaRPr lang="nl-NL"/>
        </a:p>
      </dgm:t>
    </dgm:pt>
    <dgm:pt modelId="{5E834B84-BADE-4896-8D17-4ED09D34D72D}" type="pres">
      <dgm:prSet presAssocID="{11707341-8232-45B0-8E45-B442E7D37B90}" presName="singleCycle" presStyleCnt="0"/>
      <dgm:spPr/>
    </dgm:pt>
    <dgm:pt modelId="{B3A0C5A1-5126-471B-8857-759E96445A3D}" type="pres">
      <dgm:prSet presAssocID="{11707341-8232-45B0-8E45-B442E7D37B90}" presName="singleCenter" presStyleLbl="node1" presStyleIdx="0" presStyleCnt="8" custLinFactNeighborX="-3929" custLinFactNeighborY="3292">
        <dgm:presLayoutVars>
          <dgm:chMax val="7"/>
          <dgm:chPref val="7"/>
        </dgm:presLayoutVars>
      </dgm:prSet>
      <dgm:spPr/>
      <dgm:t>
        <a:bodyPr/>
        <a:lstStyle/>
        <a:p>
          <a:endParaRPr lang="nl-NL"/>
        </a:p>
      </dgm:t>
    </dgm:pt>
    <dgm:pt modelId="{D99731BF-72A9-47C8-BCEE-DA0556069ED3}" type="pres">
      <dgm:prSet presAssocID="{E93A2B18-272E-4AC4-9397-FC58CD26B8AC}" presName="Name56" presStyleLbl="parChTrans1D2" presStyleIdx="0" presStyleCnt="7"/>
      <dgm:spPr/>
      <dgm:t>
        <a:bodyPr/>
        <a:lstStyle/>
        <a:p>
          <a:endParaRPr lang="nl-NL"/>
        </a:p>
      </dgm:t>
    </dgm:pt>
    <dgm:pt modelId="{B888001E-90F1-4BA1-B75C-3CEC99C3B7B8}" type="pres">
      <dgm:prSet presAssocID="{C65B386D-6102-4C12-8E15-0E54B9FC97BD}" presName="text0" presStyleLbl="node1" presStyleIdx="1" presStyleCnt="8" custRadScaleRad="98078">
        <dgm:presLayoutVars>
          <dgm:bulletEnabled val="1"/>
        </dgm:presLayoutVars>
      </dgm:prSet>
      <dgm:spPr/>
      <dgm:t>
        <a:bodyPr/>
        <a:lstStyle/>
        <a:p>
          <a:endParaRPr lang="nl-NL"/>
        </a:p>
      </dgm:t>
    </dgm:pt>
    <dgm:pt modelId="{89349763-1DBE-49E4-825F-4BBAF927B418}" type="pres">
      <dgm:prSet presAssocID="{C195452C-A966-4B12-8DE1-AB444142BAB7}" presName="Name56" presStyleLbl="parChTrans1D2" presStyleIdx="1" presStyleCnt="7"/>
      <dgm:spPr/>
      <dgm:t>
        <a:bodyPr/>
        <a:lstStyle/>
        <a:p>
          <a:endParaRPr lang="nl-NL"/>
        </a:p>
      </dgm:t>
    </dgm:pt>
    <dgm:pt modelId="{C617DA94-84CA-404F-B66D-6B8926CF9EA5}" type="pres">
      <dgm:prSet presAssocID="{27A4CE7A-E95F-48E4-AF1A-1490AA8B78E1}" presName="text0" presStyleLbl="node1" presStyleIdx="2" presStyleCnt="8">
        <dgm:presLayoutVars>
          <dgm:bulletEnabled val="1"/>
        </dgm:presLayoutVars>
      </dgm:prSet>
      <dgm:spPr/>
      <dgm:t>
        <a:bodyPr/>
        <a:lstStyle/>
        <a:p>
          <a:endParaRPr lang="nl-NL"/>
        </a:p>
      </dgm:t>
    </dgm:pt>
    <dgm:pt modelId="{77ACFB42-41E2-4719-8EE5-96FDA4D747C5}" type="pres">
      <dgm:prSet presAssocID="{45C28931-AD46-44C9-AA80-C242E37D603C}" presName="Name56" presStyleLbl="parChTrans1D2" presStyleIdx="2" presStyleCnt="7"/>
      <dgm:spPr/>
      <dgm:t>
        <a:bodyPr/>
        <a:lstStyle/>
        <a:p>
          <a:endParaRPr lang="nl-NL"/>
        </a:p>
      </dgm:t>
    </dgm:pt>
    <dgm:pt modelId="{D1192B50-AC76-45D2-8A24-B524DB41BB3D}" type="pres">
      <dgm:prSet presAssocID="{38B06784-BDBE-4DAC-B1C5-4B54D7083BD9}" presName="text0" presStyleLbl="node1" presStyleIdx="3" presStyleCnt="8">
        <dgm:presLayoutVars>
          <dgm:bulletEnabled val="1"/>
        </dgm:presLayoutVars>
      </dgm:prSet>
      <dgm:spPr/>
      <dgm:t>
        <a:bodyPr/>
        <a:lstStyle/>
        <a:p>
          <a:endParaRPr lang="nl-NL"/>
        </a:p>
      </dgm:t>
    </dgm:pt>
    <dgm:pt modelId="{F1B77F67-0DDA-40B6-9E19-89A78D430381}" type="pres">
      <dgm:prSet presAssocID="{1404EA55-C9D6-4C8A-95F0-556078534B69}" presName="Name56" presStyleLbl="parChTrans1D2" presStyleIdx="3" presStyleCnt="7"/>
      <dgm:spPr/>
      <dgm:t>
        <a:bodyPr/>
        <a:lstStyle/>
        <a:p>
          <a:endParaRPr lang="nl-NL"/>
        </a:p>
      </dgm:t>
    </dgm:pt>
    <dgm:pt modelId="{09015958-B424-4157-9B06-79CB8C7ADF68}" type="pres">
      <dgm:prSet presAssocID="{D8F05B85-9A53-4A9C-925C-31C01AC37914}" presName="text0" presStyleLbl="node1" presStyleIdx="4" presStyleCnt="8">
        <dgm:presLayoutVars>
          <dgm:bulletEnabled val="1"/>
        </dgm:presLayoutVars>
      </dgm:prSet>
      <dgm:spPr/>
      <dgm:t>
        <a:bodyPr/>
        <a:lstStyle/>
        <a:p>
          <a:endParaRPr lang="nl-NL"/>
        </a:p>
      </dgm:t>
    </dgm:pt>
    <dgm:pt modelId="{3A81033F-1659-4E80-AE4A-2FFB781E4E25}" type="pres">
      <dgm:prSet presAssocID="{925F0D5D-7884-40A4-B519-089FF5415D42}" presName="Name56" presStyleLbl="parChTrans1D2" presStyleIdx="4" presStyleCnt="7"/>
      <dgm:spPr/>
      <dgm:t>
        <a:bodyPr/>
        <a:lstStyle/>
        <a:p>
          <a:endParaRPr lang="nl-NL"/>
        </a:p>
      </dgm:t>
    </dgm:pt>
    <dgm:pt modelId="{566CF6C3-BB90-48B7-9DB8-FC6464EC3D40}" type="pres">
      <dgm:prSet presAssocID="{C1E3004A-44C5-46E6-8321-34BC766A7328}" presName="text0" presStyleLbl="node1" presStyleIdx="5" presStyleCnt="8" custRadScaleRad="115912" custRadScaleInc="43904">
        <dgm:presLayoutVars>
          <dgm:bulletEnabled val="1"/>
        </dgm:presLayoutVars>
      </dgm:prSet>
      <dgm:spPr/>
      <dgm:t>
        <a:bodyPr/>
        <a:lstStyle/>
        <a:p>
          <a:endParaRPr lang="nl-NL"/>
        </a:p>
      </dgm:t>
    </dgm:pt>
    <dgm:pt modelId="{EE505605-26C6-4CC7-96C6-8A292C9DB035}" type="pres">
      <dgm:prSet presAssocID="{FFF6963D-E479-4A5D-87DF-82E1EFAD78D7}" presName="Name56" presStyleLbl="parChTrans1D2" presStyleIdx="5" presStyleCnt="7"/>
      <dgm:spPr/>
      <dgm:t>
        <a:bodyPr/>
        <a:lstStyle/>
        <a:p>
          <a:endParaRPr lang="nl-NL"/>
        </a:p>
      </dgm:t>
    </dgm:pt>
    <dgm:pt modelId="{108D9C52-D0A6-4B13-90C7-056579911072}" type="pres">
      <dgm:prSet presAssocID="{724485A4-E5DA-4689-B722-445BE72D60DE}" presName="text0" presStyleLbl="node1" presStyleIdx="6" presStyleCnt="8">
        <dgm:presLayoutVars>
          <dgm:bulletEnabled val="1"/>
        </dgm:presLayoutVars>
      </dgm:prSet>
      <dgm:spPr/>
      <dgm:t>
        <a:bodyPr/>
        <a:lstStyle/>
        <a:p>
          <a:endParaRPr lang="nl-NL"/>
        </a:p>
      </dgm:t>
    </dgm:pt>
    <dgm:pt modelId="{F561FEC3-326C-40C9-812B-83E49F4C71E9}" type="pres">
      <dgm:prSet presAssocID="{1CEBC2F6-0689-4707-BCDF-1684E4DF56DF}" presName="Name56" presStyleLbl="parChTrans1D2" presStyleIdx="6" presStyleCnt="7"/>
      <dgm:spPr/>
      <dgm:t>
        <a:bodyPr/>
        <a:lstStyle/>
        <a:p>
          <a:endParaRPr lang="nl-NL"/>
        </a:p>
      </dgm:t>
    </dgm:pt>
    <dgm:pt modelId="{B8FA9F91-86D8-4863-A449-F5120502103C}" type="pres">
      <dgm:prSet presAssocID="{788A604A-B915-4FBA-9360-FBFE23F00E62}" presName="text0" presStyleLbl="node1" presStyleIdx="7" presStyleCnt="8">
        <dgm:presLayoutVars>
          <dgm:bulletEnabled val="1"/>
        </dgm:presLayoutVars>
      </dgm:prSet>
      <dgm:spPr/>
      <dgm:t>
        <a:bodyPr/>
        <a:lstStyle/>
        <a:p>
          <a:endParaRPr lang="nl-NL"/>
        </a:p>
      </dgm:t>
    </dgm:pt>
  </dgm:ptLst>
  <dgm:cxnLst>
    <dgm:cxn modelId="{37759131-9E38-4A9D-88FE-F7BB71A04BF8}" srcId="{B626BFE0-421A-4546-8AB6-3B4BCC42627B}" destId="{11707341-8232-45B0-8E45-B442E7D37B90}" srcOrd="0" destOrd="0" parTransId="{2A1EB533-B074-45F0-A4A0-A9EF6E39A6FA}" sibTransId="{975DE6B3-7578-4E68-A891-8DFD54994726}"/>
    <dgm:cxn modelId="{DDEE0FCC-82CC-486B-89B1-41E5025F3B8B}" srcId="{11707341-8232-45B0-8E45-B442E7D37B90}" destId="{C1E3004A-44C5-46E6-8321-34BC766A7328}" srcOrd="4" destOrd="0" parTransId="{925F0D5D-7884-40A4-B519-089FF5415D42}" sibTransId="{4761E07B-FB36-41A2-B367-D3F9870F918C}"/>
    <dgm:cxn modelId="{7778CEF4-F1E6-4268-9AB0-C2F11B2263D7}" type="presOf" srcId="{C195452C-A966-4B12-8DE1-AB444142BAB7}" destId="{89349763-1DBE-49E4-825F-4BBAF927B418}" srcOrd="0" destOrd="0" presId="urn:microsoft.com/office/officeart/2008/layout/RadialCluster"/>
    <dgm:cxn modelId="{F8DD4E3C-F381-4D09-996F-F202D7F52EB6}" srcId="{B626BFE0-421A-4546-8AB6-3B4BCC42627B}" destId="{7F2D1E5F-EE94-4407-BD83-5A2BE5C79D82}" srcOrd="1" destOrd="0" parTransId="{F6AD46AA-0AE7-4DC0-9654-7DBE3C5FB167}" sibTransId="{F6A006A0-74F4-47FC-8C5E-A7F98F7A82DF}"/>
    <dgm:cxn modelId="{225B14AB-14E2-4F5B-B419-B1BB70822E65}" srcId="{11707341-8232-45B0-8E45-B442E7D37B90}" destId="{27A4CE7A-E95F-48E4-AF1A-1490AA8B78E1}" srcOrd="1" destOrd="0" parTransId="{C195452C-A966-4B12-8DE1-AB444142BAB7}" sibTransId="{A728178A-8D13-4D0E-9337-B1FE94FCEEEB}"/>
    <dgm:cxn modelId="{A545B6D7-73D9-41AA-A0F8-D441F695EF6E}" type="presOf" srcId="{C65B386D-6102-4C12-8E15-0E54B9FC97BD}" destId="{B888001E-90F1-4BA1-B75C-3CEC99C3B7B8}" srcOrd="0" destOrd="0" presId="urn:microsoft.com/office/officeart/2008/layout/RadialCluster"/>
    <dgm:cxn modelId="{C087D565-5F4A-4613-BC23-572EDBDCF029}" srcId="{11707341-8232-45B0-8E45-B442E7D37B90}" destId="{788A604A-B915-4FBA-9360-FBFE23F00E62}" srcOrd="6" destOrd="0" parTransId="{1CEBC2F6-0689-4707-BCDF-1684E4DF56DF}" sibTransId="{D0DC283D-5F93-4945-A7AA-227D50B13BE2}"/>
    <dgm:cxn modelId="{05B5F017-3BFE-4919-BB17-32BCD2DCD439}" type="presOf" srcId="{27A4CE7A-E95F-48E4-AF1A-1490AA8B78E1}" destId="{C617DA94-84CA-404F-B66D-6B8926CF9EA5}" srcOrd="0" destOrd="0" presId="urn:microsoft.com/office/officeart/2008/layout/RadialCluster"/>
    <dgm:cxn modelId="{97096A97-7CFF-435D-BB5C-0CC7C2EF5711}" type="presOf" srcId="{E93A2B18-272E-4AC4-9397-FC58CD26B8AC}" destId="{D99731BF-72A9-47C8-BCEE-DA0556069ED3}" srcOrd="0" destOrd="0" presId="urn:microsoft.com/office/officeart/2008/layout/RadialCluster"/>
    <dgm:cxn modelId="{2355F73D-FFCD-4E67-BB21-8E374FD0BF60}" type="presOf" srcId="{D8F05B85-9A53-4A9C-925C-31C01AC37914}" destId="{09015958-B424-4157-9B06-79CB8C7ADF68}" srcOrd="0" destOrd="0" presId="urn:microsoft.com/office/officeart/2008/layout/RadialCluster"/>
    <dgm:cxn modelId="{11B6602E-BB79-4EAF-A675-EBCAF9875D37}" type="presOf" srcId="{1404EA55-C9D6-4C8A-95F0-556078534B69}" destId="{F1B77F67-0DDA-40B6-9E19-89A78D430381}" srcOrd="0" destOrd="0" presId="urn:microsoft.com/office/officeart/2008/layout/RadialCluster"/>
    <dgm:cxn modelId="{9E4ADB0B-56D5-436D-9090-D84712025AF5}" type="presOf" srcId="{925F0D5D-7884-40A4-B519-089FF5415D42}" destId="{3A81033F-1659-4E80-AE4A-2FFB781E4E25}" srcOrd="0" destOrd="0" presId="urn:microsoft.com/office/officeart/2008/layout/RadialCluster"/>
    <dgm:cxn modelId="{F0857107-2AAC-4BD3-98C3-9DD9641F6C80}" type="presOf" srcId="{FFF6963D-E479-4A5D-87DF-82E1EFAD78D7}" destId="{EE505605-26C6-4CC7-96C6-8A292C9DB035}" srcOrd="0" destOrd="0" presId="urn:microsoft.com/office/officeart/2008/layout/RadialCluster"/>
    <dgm:cxn modelId="{0832C1C0-F93F-4AE2-AFCC-1F519CF5D2C0}" type="presOf" srcId="{788A604A-B915-4FBA-9360-FBFE23F00E62}" destId="{B8FA9F91-86D8-4863-A449-F5120502103C}" srcOrd="0" destOrd="0" presId="urn:microsoft.com/office/officeart/2008/layout/RadialCluster"/>
    <dgm:cxn modelId="{EE99FEC4-36F0-4045-BE9D-597B9BA95671}" type="presOf" srcId="{1CEBC2F6-0689-4707-BCDF-1684E4DF56DF}" destId="{F561FEC3-326C-40C9-812B-83E49F4C71E9}" srcOrd="0" destOrd="0" presId="urn:microsoft.com/office/officeart/2008/layout/RadialCluster"/>
    <dgm:cxn modelId="{65CEF9A9-C362-4E1B-9998-A3CF7B87937E}" srcId="{11707341-8232-45B0-8E45-B442E7D37B90}" destId="{724485A4-E5DA-4689-B722-445BE72D60DE}" srcOrd="5" destOrd="0" parTransId="{FFF6963D-E479-4A5D-87DF-82E1EFAD78D7}" sibTransId="{2C3F3EBD-A271-4CB0-BBB4-295DC18E61FB}"/>
    <dgm:cxn modelId="{65B9E326-09E9-4161-AD7F-7081CA0D60C5}" srcId="{11707341-8232-45B0-8E45-B442E7D37B90}" destId="{38B06784-BDBE-4DAC-B1C5-4B54D7083BD9}" srcOrd="2" destOrd="0" parTransId="{45C28931-AD46-44C9-AA80-C242E37D603C}" sibTransId="{753A1005-DE36-42D1-824A-4158A36C2B04}"/>
    <dgm:cxn modelId="{A4694D2E-2133-4BE1-B981-ED0AFE533665}" type="presOf" srcId="{724485A4-E5DA-4689-B722-445BE72D60DE}" destId="{108D9C52-D0A6-4B13-90C7-056579911072}" srcOrd="0" destOrd="0" presId="urn:microsoft.com/office/officeart/2008/layout/RadialCluster"/>
    <dgm:cxn modelId="{7763E5BA-C8C5-4DF2-8327-032364784E05}" type="presOf" srcId="{38B06784-BDBE-4DAC-B1C5-4B54D7083BD9}" destId="{D1192B50-AC76-45D2-8A24-B524DB41BB3D}" srcOrd="0" destOrd="0" presId="urn:microsoft.com/office/officeart/2008/layout/RadialCluster"/>
    <dgm:cxn modelId="{F94EB35E-AEA6-4F97-9017-44EB6C5DF3AB}" type="presOf" srcId="{11707341-8232-45B0-8E45-B442E7D37B90}" destId="{B3A0C5A1-5126-471B-8857-759E96445A3D}" srcOrd="0" destOrd="0" presId="urn:microsoft.com/office/officeart/2008/layout/RadialCluster"/>
    <dgm:cxn modelId="{5DDE5717-E65F-4A68-92CD-2C49C118E243}" srcId="{11707341-8232-45B0-8E45-B442E7D37B90}" destId="{C65B386D-6102-4C12-8E15-0E54B9FC97BD}" srcOrd="0" destOrd="0" parTransId="{E93A2B18-272E-4AC4-9397-FC58CD26B8AC}" sibTransId="{302260DD-DF85-4CD9-AF66-26B9BA89DE50}"/>
    <dgm:cxn modelId="{8103C954-D2C4-46DD-BA4F-BC98BE2F3857}" type="presOf" srcId="{C1E3004A-44C5-46E6-8321-34BC766A7328}" destId="{566CF6C3-BB90-48B7-9DB8-FC6464EC3D40}" srcOrd="0" destOrd="0" presId="urn:microsoft.com/office/officeart/2008/layout/RadialCluster"/>
    <dgm:cxn modelId="{82EF0D6A-F6E8-4198-8DD1-A4EA1255A97C}" srcId="{11707341-8232-45B0-8E45-B442E7D37B90}" destId="{D8F05B85-9A53-4A9C-925C-31C01AC37914}" srcOrd="3" destOrd="0" parTransId="{1404EA55-C9D6-4C8A-95F0-556078534B69}" sibTransId="{AC9F9809-E709-4094-8270-1AAAF37B2EAC}"/>
    <dgm:cxn modelId="{FFEBB7D7-6338-4A04-89A0-A1841D4382E9}" type="presOf" srcId="{B626BFE0-421A-4546-8AB6-3B4BCC42627B}" destId="{5E9A14CF-4A39-418C-AD97-D97A56FA9091}" srcOrd="0" destOrd="0" presId="urn:microsoft.com/office/officeart/2008/layout/RadialCluster"/>
    <dgm:cxn modelId="{74793B57-D4AA-48DA-AB54-16583399352A}" type="presOf" srcId="{45C28931-AD46-44C9-AA80-C242E37D603C}" destId="{77ACFB42-41E2-4719-8EE5-96FDA4D747C5}" srcOrd="0" destOrd="0" presId="urn:microsoft.com/office/officeart/2008/layout/RadialCluster"/>
    <dgm:cxn modelId="{1D30242A-7DDE-489E-A04B-12E00C0A95FB}" type="presParOf" srcId="{5E9A14CF-4A39-418C-AD97-D97A56FA9091}" destId="{5E834B84-BADE-4896-8D17-4ED09D34D72D}" srcOrd="0" destOrd="0" presId="urn:microsoft.com/office/officeart/2008/layout/RadialCluster"/>
    <dgm:cxn modelId="{1C4893D5-C923-4107-8DCC-4C93A8CE67B8}" type="presParOf" srcId="{5E834B84-BADE-4896-8D17-4ED09D34D72D}" destId="{B3A0C5A1-5126-471B-8857-759E96445A3D}" srcOrd="0" destOrd="0" presId="urn:microsoft.com/office/officeart/2008/layout/RadialCluster"/>
    <dgm:cxn modelId="{F9F1FCA8-DC72-4734-BE60-1B582665FE4C}" type="presParOf" srcId="{5E834B84-BADE-4896-8D17-4ED09D34D72D}" destId="{D99731BF-72A9-47C8-BCEE-DA0556069ED3}" srcOrd="1" destOrd="0" presId="urn:microsoft.com/office/officeart/2008/layout/RadialCluster"/>
    <dgm:cxn modelId="{F93D87BE-593C-4F40-B6F2-F43E3F239E90}" type="presParOf" srcId="{5E834B84-BADE-4896-8D17-4ED09D34D72D}" destId="{B888001E-90F1-4BA1-B75C-3CEC99C3B7B8}" srcOrd="2" destOrd="0" presId="urn:microsoft.com/office/officeart/2008/layout/RadialCluster"/>
    <dgm:cxn modelId="{96E133F3-5A32-4205-AB3A-FAF18249F341}" type="presParOf" srcId="{5E834B84-BADE-4896-8D17-4ED09D34D72D}" destId="{89349763-1DBE-49E4-825F-4BBAF927B418}" srcOrd="3" destOrd="0" presId="urn:microsoft.com/office/officeart/2008/layout/RadialCluster"/>
    <dgm:cxn modelId="{A6039DA2-A4F8-43E8-BB15-A383B7B9865E}" type="presParOf" srcId="{5E834B84-BADE-4896-8D17-4ED09D34D72D}" destId="{C617DA94-84CA-404F-B66D-6B8926CF9EA5}" srcOrd="4" destOrd="0" presId="urn:microsoft.com/office/officeart/2008/layout/RadialCluster"/>
    <dgm:cxn modelId="{25B29D72-C8A7-4BA7-AE09-0E4DFAC46A78}" type="presParOf" srcId="{5E834B84-BADE-4896-8D17-4ED09D34D72D}" destId="{77ACFB42-41E2-4719-8EE5-96FDA4D747C5}" srcOrd="5" destOrd="0" presId="urn:microsoft.com/office/officeart/2008/layout/RadialCluster"/>
    <dgm:cxn modelId="{F3A4F92A-E000-4DBE-8DBE-F012C89C3912}" type="presParOf" srcId="{5E834B84-BADE-4896-8D17-4ED09D34D72D}" destId="{D1192B50-AC76-45D2-8A24-B524DB41BB3D}" srcOrd="6" destOrd="0" presId="urn:microsoft.com/office/officeart/2008/layout/RadialCluster"/>
    <dgm:cxn modelId="{2DFA1980-A5F2-48B9-A2C8-37A692699357}" type="presParOf" srcId="{5E834B84-BADE-4896-8D17-4ED09D34D72D}" destId="{F1B77F67-0DDA-40B6-9E19-89A78D430381}" srcOrd="7" destOrd="0" presId="urn:microsoft.com/office/officeart/2008/layout/RadialCluster"/>
    <dgm:cxn modelId="{AB7D30C4-B0DF-4FA6-8F93-69E01B2D619F}" type="presParOf" srcId="{5E834B84-BADE-4896-8D17-4ED09D34D72D}" destId="{09015958-B424-4157-9B06-79CB8C7ADF68}" srcOrd="8" destOrd="0" presId="urn:microsoft.com/office/officeart/2008/layout/RadialCluster"/>
    <dgm:cxn modelId="{5BAE9BE5-1F78-4891-B749-8F59D9CF21A5}" type="presParOf" srcId="{5E834B84-BADE-4896-8D17-4ED09D34D72D}" destId="{3A81033F-1659-4E80-AE4A-2FFB781E4E25}" srcOrd="9" destOrd="0" presId="urn:microsoft.com/office/officeart/2008/layout/RadialCluster"/>
    <dgm:cxn modelId="{9C10F08A-2953-49F6-9B45-95A223180F15}" type="presParOf" srcId="{5E834B84-BADE-4896-8D17-4ED09D34D72D}" destId="{566CF6C3-BB90-48B7-9DB8-FC6464EC3D40}" srcOrd="10" destOrd="0" presId="urn:microsoft.com/office/officeart/2008/layout/RadialCluster"/>
    <dgm:cxn modelId="{92213935-3474-40FE-AC1D-088226459A72}" type="presParOf" srcId="{5E834B84-BADE-4896-8D17-4ED09D34D72D}" destId="{EE505605-26C6-4CC7-96C6-8A292C9DB035}" srcOrd="11" destOrd="0" presId="urn:microsoft.com/office/officeart/2008/layout/RadialCluster"/>
    <dgm:cxn modelId="{8D70B532-C649-4A04-A44B-046D35209FDE}" type="presParOf" srcId="{5E834B84-BADE-4896-8D17-4ED09D34D72D}" destId="{108D9C52-D0A6-4B13-90C7-056579911072}" srcOrd="12" destOrd="0" presId="urn:microsoft.com/office/officeart/2008/layout/RadialCluster"/>
    <dgm:cxn modelId="{16E0D520-9742-489B-9966-F7C658BF1422}" type="presParOf" srcId="{5E834B84-BADE-4896-8D17-4ED09D34D72D}" destId="{F561FEC3-326C-40C9-812B-83E49F4C71E9}" srcOrd="13" destOrd="0" presId="urn:microsoft.com/office/officeart/2008/layout/RadialCluster"/>
    <dgm:cxn modelId="{7E9562D5-D580-4816-955B-0036AF6225D9}" type="presParOf" srcId="{5E834B84-BADE-4896-8D17-4ED09D34D72D}" destId="{B8FA9F91-86D8-4863-A449-F5120502103C}" srcOrd="14" destOrd="0" presId="urn:microsoft.com/office/officeart/2008/layout/RadialCluster"/>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A0C5A1-5126-471B-8857-759E96445A3D}">
      <dsp:nvSpPr>
        <dsp:cNvPr id="0" name=""/>
        <dsp:cNvSpPr/>
      </dsp:nvSpPr>
      <dsp:spPr>
        <a:xfrm>
          <a:off x="1947862" y="1381115"/>
          <a:ext cx="1042987" cy="1042987"/>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1066800">
            <a:lnSpc>
              <a:spcPct val="90000"/>
            </a:lnSpc>
            <a:spcBef>
              <a:spcPct val="0"/>
            </a:spcBef>
            <a:spcAft>
              <a:spcPct val="35000"/>
            </a:spcAft>
          </a:pPr>
          <a:r>
            <a:rPr lang="nl-NL" sz="2400" b="1" kern="1200"/>
            <a:t>school</a:t>
          </a:r>
        </a:p>
      </dsp:txBody>
      <dsp:txXfrm>
        <a:off x="1998776" y="1432029"/>
        <a:ext cx="941159" cy="941159"/>
      </dsp:txXfrm>
    </dsp:sp>
    <dsp:sp modelId="{D99731BF-72A9-47C8-BCEE-DA0556069ED3}">
      <dsp:nvSpPr>
        <dsp:cNvPr id="0" name=""/>
        <dsp:cNvSpPr/>
      </dsp:nvSpPr>
      <dsp:spPr>
        <a:xfrm rot="16457622">
          <a:off x="2221020" y="1071232"/>
          <a:ext cx="621510" cy="0"/>
        </a:xfrm>
        <a:custGeom>
          <a:avLst/>
          <a:gdLst/>
          <a:ahLst/>
          <a:cxnLst/>
          <a:rect l="0" t="0" r="0" b="0"/>
          <a:pathLst>
            <a:path>
              <a:moveTo>
                <a:pt x="0" y="0"/>
              </a:moveTo>
              <a:lnTo>
                <a:pt x="621510"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88001E-90F1-4BA1-B75C-3CEC99C3B7B8}">
      <dsp:nvSpPr>
        <dsp:cNvPr id="0" name=""/>
        <dsp:cNvSpPr/>
      </dsp:nvSpPr>
      <dsp:spPr>
        <a:xfrm>
          <a:off x="2231874" y="62547"/>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kantine,</a:t>
          </a:r>
          <a:br>
            <a:rPr lang="nl-NL" sz="1100" kern="1200"/>
          </a:br>
          <a:r>
            <a:rPr lang="nl-NL" sz="1100" kern="1200"/>
            <a:t>eten en drinken</a:t>
          </a:r>
        </a:p>
      </dsp:txBody>
      <dsp:txXfrm>
        <a:off x="2265987" y="96660"/>
        <a:ext cx="630575" cy="630575"/>
      </dsp:txXfrm>
    </dsp:sp>
    <dsp:sp modelId="{89349763-1DBE-49E4-825F-4BBAF927B418}">
      <dsp:nvSpPr>
        <dsp:cNvPr id="0" name=""/>
        <dsp:cNvSpPr/>
      </dsp:nvSpPr>
      <dsp:spPr>
        <a:xfrm rot="19277975">
          <a:off x="2940972" y="1342778"/>
          <a:ext cx="454311" cy="0"/>
        </a:xfrm>
        <a:custGeom>
          <a:avLst/>
          <a:gdLst/>
          <a:ahLst/>
          <a:cxnLst/>
          <a:rect l="0" t="0" r="0" b="0"/>
          <a:pathLst>
            <a:path>
              <a:moveTo>
                <a:pt x="0" y="0"/>
              </a:moveTo>
              <a:lnTo>
                <a:pt x="45431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17DA94-84CA-404F-B66D-6B8926CF9EA5}">
      <dsp:nvSpPr>
        <dsp:cNvPr id="0" name=""/>
        <dsp:cNvSpPr/>
      </dsp:nvSpPr>
      <dsp:spPr>
        <a:xfrm>
          <a:off x="3345406" y="57142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400050">
            <a:lnSpc>
              <a:spcPct val="90000"/>
            </a:lnSpc>
            <a:spcBef>
              <a:spcPct val="0"/>
            </a:spcBef>
            <a:spcAft>
              <a:spcPct val="35000"/>
            </a:spcAft>
          </a:pPr>
          <a:r>
            <a:rPr lang="nl-NL" sz="900" kern="1200"/>
            <a:t>ziekte/</a:t>
          </a:r>
        </a:p>
        <a:p>
          <a:pPr lvl="0" algn="ctr" defTabSz="400050">
            <a:lnSpc>
              <a:spcPct val="90000"/>
            </a:lnSpc>
            <a:spcBef>
              <a:spcPct val="0"/>
            </a:spcBef>
            <a:spcAft>
              <a:spcPct val="35000"/>
            </a:spcAft>
          </a:pPr>
          <a:r>
            <a:rPr lang="nl-NL" sz="900" kern="1200"/>
            <a:t>afwezigheid</a:t>
          </a:r>
        </a:p>
        <a:p>
          <a:pPr lvl="0" algn="ctr" defTabSz="400050">
            <a:lnSpc>
              <a:spcPct val="90000"/>
            </a:lnSpc>
            <a:spcBef>
              <a:spcPct val="0"/>
            </a:spcBef>
            <a:spcAft>
              <a:spcPct val="35000"/>
            </a:spcAft>
          </a:pPr>
          <a:r>
            <a:rPr lang="nl-NL" sz="900" kern="1200"/>
            <a:t>van jou</a:t>
          </a:r>
        </a:p>
      </dsp:txBody>
      <dsp:txXfrm>
        <a:off x="3379519" y="605535"/>
        <a:ext cx="630575" cy="630575"/>
      </dsp:txXfrm>
    </dsp:sp>
    <dsp:sp modelId="{77ACFB42-41E2-4719-8EE5-96FDA4D747C5}">
      <dsp:nvSpPr>
        <dsp:cNvPr id="0" name=""/>
        <dsp:cNvSpPr/>
      </dsp:nvSpPr>
      <dsp:spPr>
        <a:xfrm rot="507552">
          <a:off x="2987387" y="2026983"/>
          <a:ext cx="636501" cy="0"/>
        </a:xfrm>
        <a:custGeom>
          <a:avLst/>
          <a:gdLst/>
          <a:ahLst/>
          <a:cxnLst/>
          <a:rect l="0" t="0" r="0" b="0"/>
          <a:pathLst>
            <a:path>
              <a:moveTo>
                <a:pt x="0" y="0"/>
              </a:moveTo>
              <a:lnTo>
                <a:pt x="63650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192B50-AC76-45D2-8A24-B524DB41BB3D}">
      <dsp:nvSpPr>
        <dsp:cNvPr id="0" name=""/>
        <dsp:cNvSpPr/>
      </dsp:nvSpPr>
      <dsp:spPr>
        <a:xfrm>
          <a:off x="3620426" y="177636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OLC (LIC)</a:t>
          </a:r>
        </a:p>
      </dsp:txBody>
      <dsp:txXfrm>
        <a:off x="3654539" y="1810475"/>
        <a:ext cx="630575" cy="630575"/>
      </dsp:txXfrm>
    </dsp:sp>
    <dsp:sp modelId="{F1B77F67-0DDA-40B6-9E19-89A78D430381}">
      <dsp:nvSpPr>
        <dsp:cNvPr id="0" name=""/>
        <dsp:cNvSpPr/>
      </dsp:nvSpPr>
      <dsp:spPr>
        <a:xfrm rot="3507918">
          <a:off x="2700228" y="2583376"/>
          <a:ext cx="373740" cy="0"/>
        </a:xfrm>
        <a:custGeom>
          <a:avLst/>
          <a:gdLst/>
          <a:ahLst/>
          <a:cxnLst/>
          <a:rect l="0" t="0" r="0" b="0"/>
          <a:pathLst>
            <a:path>
              <a:moveTo>
                <a:pt x="0" y="0"/>
              </a:moveTo>
              <a:lnTo>
                <a:pt x="373740"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015958-B424-4157-9B06-79CB8C7ADF68}">
      <dsp:nvSpPr>
        <dsp:cNvPr id="0" name=""/>
        <dsp:cNvSpPr/>
      </dsp:nvSpPr>
      <dsp:spPr>
        <a:xfrm>
          <a:off x="2849838" y="2742650"/>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nl-NL" sz="1000" kern="1200"/>
            <a:t>fietsenhok</a:t>
          </a:r>
        </a:p>
      </dsp:txBody>
      <dsp:txXfrm>
        <a:off x="2883951" y="2776763"/>
        <a:ext cx="630575" cy="630575"/>
      </dsp:txXfrm>
    </dsp:sp>
    <dsp:sp modelId="{3A81033F-1659-4E80-AE4A-2FFB781E4E25}">
      <dsp:nvSpPr>
        <dsp:cNvPr id="0" name=""/>
        <dsp:cNvSpPr/>
      </dsp:nvSpPr>
      <dsp:spPr>
        <a:xfrm rot="7545194">
          <a:off x="1748622" y="2600963"/>
          <a:ext cx="435862" cy="0"/>
        </a:xfrm>
        <a:custGeom>
          <a:avLst/>
          <a:gdLst/>
          <a:ahLst/>
          <a:cxnLst/>
          <a:rect l="0" t="0" r="0" b="0"/>
          <a:pathLst>
            <a:path>
              <a:moveTo>
                <a:pt x="0" y="0"/>
              </a:moveTo>
              <a:lnTo>
                <a:pt x="435862"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6CF6C3-BB90-48B7-9DB8-FC6464EC3D40}">
      <dsp:nvSpPr>
        <dsp:cNvPr id="0" name=""/>
        <dsp:cNvSpPr/>
      </dsp:nvSpPr>
      <dsp:spPr>
        <a:xfrm>
          <a:off x="1238254" y="2777823"/>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a:t>
          </a:r>
        </a:p>
      </dsp:txBody>
      <dsp:txXfrm>
        <a:off x="1272367" y="2811936"/>
        <a:ext cx="630575" cy="630575"/>
      </dsp:txXfrm>
    </dsp:sp>
    <dsp:sp modelId="{EE505605-26C6-4CC7-96C6-8A292C9DB035}">
      <dsp:nvSpPr>
        <dsp:cNvPr id="0" name=""/>
        <dsp:cNvSpPr/>
      </dsp:nvSpPr>
      <dsp:spPr>
        <a:xfrm rot="10205095">
          <a:off x="1539047" y="2029227"/>
          <a:ext cx="411891" cy="0"/>
        </a:xfrm>
        <a:custGeom>
          <a:avLst/>
          <a:gdLst/>
          <a:ahLst/>
          <a:cxnLst/>
          <a:rect l="0" t="0" r="0" b="0"/>
          <a:pathLst>
            <a:path>
              <a:moveTo>
                <a:pt x="0" y="0"/>
              </a:moveTo>
              <a:lnTo>
                <a:pt x="411891"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8D9C52-D0A6-4B13-90C7-056579911072}">
      <dsp:nvSpPr>
        <dsp:cNvPr id="0" name=""/>
        <dsp:cNvSpPr/>
      </dsp:nvSpPr>
      <dsp:spPr>
        <a:xfrm>
          <a:off x="843321" y="177636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gedrag in de klas</a:t>
          </a:r>
        </a:p>
      </dsp:txBody>
      <dsp:txXfrm>
        <a:off x="877434" y="1810475"/>
        <a:ext cx="630575" cy="630575"/>
      </dsp:txXfrm>
    </dsp:sp>
    <dsp:sp modelId="{F561FEC3-326C-40C9-812B-83E49F4C71E9}">
      <dsp:nvSpPr>
        <dsp:cNvPr id="0" name=""/>
        <dsp:cNvSpPr/>
      </dsp:nvSpPr>
      <dsp:spPr>
        <a:xfrm rot="13465634">
          <a:off x="1790980" y="1327372"/>
          <a:ext cx="183044" cy="0"/>
        </a:xfrm>
        <a:custGeom>
          <a:avLst/>
          <a:gdLst/>
          <a:ahLst/>
          <a:cxnLst/>
          <a:rect l="0" t="0" r="0" b="0"/>
          <a:pathLst>
            <a:path>
              <a:moveTo>
                <a:pt x="0" y="0"/>
              </a:moveTo>
              <a:lnTo>
                <a:pt x="183044" y="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FA9F91-86D8-4863-A449-F5120502103C}">
      <dsp:nvSpPr>
        <dsp:cNvPr id="0" name=""/>
        <dsp:cNvSpPr/>
      </dsp:nvSpPr>
      <dsp:spPr>
        <a:xfrm>
          <a:off x="1118341" y="571422"/>
          <a:ext cx="698801" cy="698801"/>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nl-NL" sz="1100" kern="1200"/>
            <a:t>kluisjes</a:t>
          </a:r>
          <a:br>
            <a:rPr lang="nl-NL" sz="1100" kern="1200"/>
          </a:br>
          <a:r>
            <a:rPr lang="nl-NL" sz="1100" kern="1200"/>
            <a:t>pas</a:t>
          </a:r>
        </a:p>
      </dsp:txBody>
      <dsp:txXfrm>
        <a:off x="1152454" y="605535"/>
        <a:ext cx="630575" cy="630575"/>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0" ma:contentTypeDescription="Een nieuw document maken." ma:contentTypeScope="" ma:versionID="0b956338a92e16261914a10a347f06a6">
  <xsd:schema xmlns:xsd="http://www.w3.org/2001/XMLSchema" xmlns:xs="http://www.w3.org/2001/XMLSchema" xmlns:p="http://schemas.microsoft.com/office/2006/metadata/properties" targetNamespace="http://schemas.microsoft.com/office/2006/metadata/properties" ma:root="true" ma:fieldsID="40ef766d1f547291ff1bdaf890d5a0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C3145F-7AEE-4744-A796-138E0EA7266F}"/>
</file>

<file path=customXml/itemProps2.xml><?xml version="1.0" encoding="utf-8"?>
<ds:datastoreItem xmlns:ds="http://schemas.openxmlformats.org/officeDocument/2006/customXml" ds:itemID="{E915F427-7CB6-4A12-84FD-92F32E43C834}"/>
</file>

<file path=customXml/itemProps3.xml><?xml version="1.0" encoding="utf-8"?>
<ds:datastoreItem xmlns:ds="http://schemas.openxmlformats.org/officeDocument/2006/customXml" ds:itemID="{7DBE7F6E-22F4-4B43-8317-8C050A149253}"/>
</file>

<file path=docProps/app.xml><?xml version="1.0" encoding="utf-8"?>
<Properties xmlns="http://schemas.openxmlformats.org/officeDocument/2006/extended-properties" xmlns:vt="http://schemas.openxmlformats.org/officeDocument/2006/docPropsVTypes">
  <Template>Normal</Template>
  <TotalTime>36</TotalTime>
  <Pages>1</Pages>
  <Words>170</Words>
  <Characters>939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2016-06-05T13:55:00Z</dcterms:created>
  <dcterms:modified xsi:type="dcterms:W3CDTF">2016-06-06T18:58:00Z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