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B0" w:rsidRDefault="00486360" w:rsidP="00486360">
      <w:pPr>
        <w:pStyle w:val="Titel"/>
        <w:jc w:val="center"/>
      </w:pPr>
      <w:r>
        <w:t>Werkblad ‘De zeven wereldwonderen’</w:t>
      </w:r>
    </w:p>
    <w:p w:rsidR="00486360" w:rsidRDefault="00486360" w:rsidP="004863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486360"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  <w:t>Welk van de zeven wereldwonderen heb jij uitgekozen?</w:t>
      </w:r>
      <w:r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  <w:br/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br/>
      </w:r>
    </w:p>
    <w:p w:rsidR="00486360" w:rsidRPr="00486360" w:rsidRDefault="00486360" w:rsidP="004863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486360"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  <w:t>Waar is jouw wereldwonder te vinden? Denk hierbij niet alleen aan het land, maar ook de specifieke plaats.</w:t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br/>
      </w:r>
    </w:p>
    <w:p w:rsidR="00486360" w:rsidRPr="00486360" w:rsidRDefault="00486360" w:rsidP="004863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486360"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  <w:t>Wat zijn de kenmerken van dit wereldwonder?</w:t>
      </w:r>
    </w:p>
    <w:p w:rsidR="00486360" w:rsidRDefault="00486360" w:rsidP="00486360">
      <w:pPr>
        <w:shd w:val="clear" w:color="auto" w:fill="FFFFFF"/>
        <w:spacing w:before="100" w:beforeAutospacing="1" w:after="100" w:afterAutospacing="1" w:line="400" w:lineRule="atLeast"/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</w:pPr>
    </w:p>
    <w:p w:rsidR="00486360" w:rsidRDefault="00486360" w:rsidP="00486360">
      <w:pPr>
        <w:shd w:val="clear" w:color="auto" w:fill="FFFFFF"/>
        <w:spacing w:before="100" w:beforeAutospacing="1" w:after="100" w:afterAutospacing="1" w:line="400" w:lineRule="atLeast"/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</w:pPr>
    </w:p>
    <w:p w:rsidR="00486360" w:rsidRDefault="00486360" w:rsidP="00486360">
      <w:pPr>
        <w:shd w:val="clear" w:color="auto" w:fill="FFFFFF"/>
        <w:spacing w:before="100" w:beforeAutospacing="1" w:after="100" w:afterAutospacing="1" w:line="4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</w:p>
    <w:p w:rsidR="00486360" w:rsidRDefault="00486360" w:rsidP="00486360">
      <w:pPr>
        <w:shd w:val="clear" w:color="auto" w:fill="FFFFFF"/>
        <w:spacing w:before="100" w:beforeAutospacing="1" w:after="100" w:afterAutospacing="1" w:line="4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</w:p>
    <w:p w:rsidR="00486360" w:rsidRDefault="00486360" w:rsidP="00486360">
      <w:pPr>
        <w:shd w:val="clear" w:color="auto" w:fill="FFFFFF"/>
        <w:spacing w:before="100" w:beforeAutospacing="1" w:after="100" w:afterAutospacing="1" w:line="4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</w:p>
    <w:p w:rsidR="00486360" w:rsidRPr="00486360" w:rsidRDefault="00486360" w:rsidP="00486360">
      <w:pPr>
        <w:shd w:val="clear" w:color="auto" w:fill="FFFFFF"/>
        <w:spacing w:before="100" w:beforeAutospacing="1" w:after="100" w:afterAutospacing="1" w:line="4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</w:p>
    <w:p w:rsidR="00486360" w:rsidRPr="00486360" w:rsidRDefault="00486360" w:rsidP="004863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486360">
        <w:rPr>
          <w:rFonts w:ascii="Verdana" w:eastAsia="Times New Roman" w:hAnsi="Verdana" w:cs="Times New Roman"/>
          <w:color w:val="495057"/>
          <w:sz w:val="21"/>
          <w:szCs w:val="21"/>
          <w:lang w:eastAsia="nl-NL"/>
        </w:rPr>
        <w:t>Wat is de oorsprong van jouw gekozen wereldwonder, hoe is dit ontstaan?</w:t>
      </w:r>
    </w:p>
    <w:p w:rsidR="00486360" w:rsidRDefault="00486360" w:rsidP="00486360"/>
    <w:p w:rsidR="00486360" w:rsidRDefault="00486360" w:rsidP="00486360"/>
    <w:p w:rsidR="00486360" w:rsidRDefault="00486360" w:rsidP="00486360">
      <w:r>
        <w:br/>
      </w:r>
      <w:r>
        <w:br/>
      </w:r>
      <w:r>
        <w:br/>
      </w:r>
      <w:r>
        <w:br/>
      </w:r>
    </w:p>
    <w:p w:rsidR="00486360" w:rsidRDefault="00486360" w:rsidP="00486360"/>
    <w:p w:rsidR="00486360" w:rsidRDefault="00486360" w:rsidP="00486360"/>
    <w:p w:rsidR="00486360" w:rsidRDefault="00486360" w:rsidP="00486360"/>
    <w:p w:rsidR="00486360" w:rsidRPr="00486360" w:rsidRDefault="00486360" w:rsidP="00486360">
      <w:r>
        <w:t>Namen:____________________________________________________________________________</w:t>
      </w:r>
      <w:bookmarkStart w:id="0" w:name="_GoBack"/>
      <w:bookmarkEnd w:id="0"/>
    </w:p>
    <w:sectPr w:rsidR="00486360" w:rsidRPr="00486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E5E08"/>
    <w:multiLevelType w:val="multilevel"/>
    <w:tmpl w:val="4CD4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6A14B4"/>
    <w:multiLevelType w:val="hybridMultilevel"/>
    <w:tmpl w:val="8DCE8032"/>
    <w:lvl w:ilvl="0" w:tplc="C71898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44444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1A"/>
    <w:rsid w:val="0001121A"/>
    <w:rsid w:val="00134286"/>
    <w:rsid w:val="00486360"/>
    <w:rsid w:val="004B44B0"/>
    <w:rsid w:val="00583561"/>
    <w:rsid w:val="009860B0"/>
    <w:rsid w:val="00B0380B"/>
    <w:rsid w:val="00E0617A"/>
    <w:rsid w:val="00E84EFC"/>
    <w:rsid w:val="00F2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4EFC"/>
  </w:style>
  <w:style w:type="paragraph" w:styleId="Kop1">
    <w:name w:val="heading 1"/>
    <w:basedOn w:val="Standaard"/>
    <w:next w:val="Standaard"/>
    <w:link w:val="Kop1Char"/>
    <w:uiPriority w:val="9"/>
    <w:qFormat/>
    <w:rsid w:val="004863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03504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84EFC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4EFC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01121A"/>
    <w:pPr>
      <w:ind w:left="720"/>
      <w:contextualSpacing/>
    </w:pPr>
  </w:style>
  <w:style w:type="table" w:styleId="Tabelraster">
    <w:name w:val="Table Grid"/>
    <w:basedOn w:val="Standaardtabel"/>
    <w:uiPriority w:val="59"/>
    <w:rsid w:val="00B0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27E1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B44B0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486360"/>
    <w:rPr>
      <w:rFonts w:asciiTheme="majorHAnsi" w:eastAsiaTheme="majorEastAsia" w:hAnsiTheme="majorHAnsi" w:cstheme="majorBidi"/>
      <w:b/>
      <w:bCs/>
      <w:color w:val="703504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486360"/>
    <w:pPr>
      <w:pBdr>
        <w:bottom w:val="single" w:sz="8" w:space="4" w:color="97480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863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4EFC"/>
  </w:style>
  <w:style w:type="paragraph" w:styleId="Kop1">
    <w:name w:val="heading 1"/>
    <w:basedOn w:val="Standaard"/>
    <w:next w:val="Standaard"/>
    <w:link w:val="Kop1Char"/>
    <w:uiPriority w:val="9"/>
    <w:qFormat/>
    <w:rsid w:val="004863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03504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84EFC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4EFC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01121A"/>
    <w:pPr>
      <w:ind w:left="720"/>
      <w:contextualSpacing/>
    </w:pPr>
  </w:style>
  <w:style w:type="table" w:styleId="Tabelraster">
    <w:name w:val="Table Grid"/>
    <w:basedOn w:val="Standaardtabel"/>
    <w:uiPriority w:val="59"/>
    <w:rsid w:val="00B0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27E1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B44B0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486360"/>
    <w:rPr>
      <w:rFonts w:asciiTheme="majorHAnsi" w:eastAsiaTheme="majorEastAsia" w:hAnsiTheme="majorHAnsi" w:cstheme="majorBidi"/>
      <w:b/>
      <w:bCs/>
      <w:color w:val="703504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486360"/>
    <w:pPr>
      <w:pBdr>
        <w:bottom w:val="single" w:sz="8" w:space="4" w:color="97480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863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Aangepast 6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74806"/>
      </a:accent1>
      <a:accent2>
        <a:srgbClr val="C0504D"/>
      </a:accent2>
      <a:accent3>
        <a:srgbClr val="E36C0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8A5DDBA7.dotm</Template>
  <TotalTime>82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Systeembeheer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Leerling Account Arabesk</dc:creator>
  <cp:lastModifiedBy>Leerling Account Arabesk</cp:lastModifiedBy>
  <cp:revision>1</cp:revision>
  <dcterms:created xsi:type="dcterms:W3CDTF">2016-05-31T07:07:00Z</dcterms:created>
  <dcterms:modified xsi:type="dcterms:W3CDTF">2016-05-31T08:35:00Z</dcterms:modified>
</cp:coreProperties>
</file>