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01A" w:rsidRDefault="004E1B07">
      <w:r>
        <w:t>Filmpje provocatief coachen</w:t>
      </w:r>
    </w:p>
    <w:p w:rsidR="004E1B07" w:rsidRDefault="004E1B07"/>
    <w:p w:rsidR="004E1B07" w:rsidRDefault="004E1B07">
      <w:hyperlink r:id="rId5" w:history="1">
        <w:r w:rsidRPr="00A862D1">
          <w:rPr>
            <w:rStyle w:val="Hyperlink"/>
          </w:rPr>
          <w:t>https://www.youtube.com/watch?v=TW21-MUMlsM</w:t>
        </w:r>
      </w:hyperlink>
    </w:p>
    <w:p w:rsidR="004E1B07" w:rsidRDefault="004E1B07"/>
    <w:p w:rsidR="004E1B07" w:rsidRDefault="004E1B07">
      <w:bookmarkStart w:id="0" w:name="_GoBack"/>
      <w:bookmarkEnd w:id="0"/>
    </w:p>
    <w:sectPr w:rsidR="004E1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B07"/>
    <w:rsid w:val="004E1B07"/>
    <w:rsid w:val="00F2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E1B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E1B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TW21-MUMls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87BBC5AC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Albrecht,K.G.M.</dc:creator>
  <cp:lastModifiedBy>Albrecht,K.G.M.</cp:lastModifiedBy>
  <cp:revision>1</cp:revision>
  <dcterms:created xsi:type="dcterms:W3CDTF">2016-02-11T10:18:00Z</dcterms:created>
  <dcterms:modified xsi:type="dcterms:W3CDTF">2016-02-11T10:19:00Z</dcterms:modified>
</cp:coreProperties>
</file>