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6EC" w:rsidRDefault="00DB56EC">
      <w:pPr>
        <w:rPr>
          <w:noProof/>
          <w:color w:val="0000FF"/>
          <w:lang w:eastAsia="nl-NL"/>
        </w:rPr>
      </w:pPr>
    </w:p>
    <w:p w:rsidR="00F2501A" w:rsidRDefault="00F2501A"/>
    <w:p w:rsidR="00DB56EC" w:rsidRDefault="00DB56EC"/>
    <w:p w:rsidR="00DB56EC" w:rsidRDefault="00DB56EC">
      <w:r>
        <w:rPr>
          <w:noProof/>
          <w:color w:val="0000FF"/>
          <w:lang w:eastAsia="nl-NL"/>
        </w:rPr>
        <w:drawing>
          <wp:inline distT="0" distB="0" distL="0" distR="0" wp14:anchorId="5A235178" wp14:editId="562FA33B">
            <wp:extent cx="5760720" cy="4322759"/>
            <wp:effectExtent l="0" t="0" r="0" b="1905"/>
            <wp:docPr id="2" name="irc_mi" descr="http://www.tilp.nl/attachments/article/98/Reflectiemodel%20van%20Dilts%20en%20Bateson%20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ilp.nl/attachments/article/98/Reflectiemodel%20van%20Dilts%20en%20Bateson%20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2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6EC" w:rsidRDefault="00DB56EC">
      <w:r>
        <w:rPr>
          <w:noProof/>
          <w:color w:val="0000FF"/>
          <w:lang w:eastAsia="nl-NL"/>
        </w:rPr>
        <w:lastRenderedPageBreak/>
        <w:drawing>
          <wp:inline distT="0" distB="0" distL="0" distR="0" wp14:anchorId="7DC93291" wp14:editId="2AA5EDB9">
            <wp:extent cx="5760720" cy="4316095"/>
            <wp:effectExtent l="0" t="0" r="0" b="8255"/>
            <wp:docPr id="3" name="irc_mi" descr="http://www.tilp.nl/attachments/article/98/Reflectiemodel%20van%20Dilts%20en%20Bateson%203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ilp.nl/attachments/article/98/Reflectiemodel%20van%20Dilts%20en%20Bateson%203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5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EC"/>
    <w:rsid w:val="00DB56EC"/>
    <w:rsid w:val="00F2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B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B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5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source=images&amp;cd=&amp;cad=rja&amp;uact=8&amp;ved=0ahUKEwiz-rSjiInNAhXEI8AKHcA8AhEQjRwIBw&amp;url=http://www.tilp.nl/index.php/inspiratie-downloads/98-reflectie&amp;bvm=bv.123664746,d.d2s&amp;psig=AFQjCNF_71tEes9diZSqsqWOAZ6As29pbw&amp;ust=146494697649695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nl/url?sa=i&amp;rct=j&amp;q=&amp;esrc=s&amp;source=images&amp;cd=&amp;cad=rja&amp;uact=8&amp;ved=0ahUKEwiq1K6ziInNAhUHDcAKHaEWD3UQjRwIBw&amp;url=http://www.tilp.nl/index.php/inspiratie-downloads/98-reflectie&amp;bvm=bv.123664746,d.d2s&amp;psig=AFQjCNF_71tEes9diZSqsqWOAZ6As29pbw&amp;ust=146494697649695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2CDD849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Albrecht,K.G.M.</dc:creator>
  <cp:lastModifiedBy>Albrecht,K.G.M.</cp:lastModifiedBy>
  <cp:revision>1</cp:revision>
  <dcterms:created xsi:type="dcterms:W3CDTF">2016-06-02T09:49:00Z</dcterms:created>
  <dcterms:modified xsi:type="dcterms:W3CDTF">2016-06-02T09:50:00Z</dcterms:modified>
</cp:coreProperties>
</file>