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310" w:rsidRPr="005B4310" w:rsidRDefault="005B4310" w:rsidP="009D6C5F">
      <w:pPr>
        <w:spacing w:line="240" w:lineRule="auto"/>
        <w:rPr>
          <w:rFonts w:ascii="Arial" w:hAnsi="Arial" w:cs="Arial"/>
          <w:b/>
          <w:sz w:val="28"/>
          <w:szCs w:val="28"/>
          <w:u w:val="single"/>
        </w:rPr>
      </w:pPr>
      <w:r w:rsidRPr="005B4310">
        <w:rPr>
          <w:rFonts w:ascii="Arial" w:hAnsi="Arial" w:cs="Arial"/>
          <w:b/>
          <w:sz w:val="28"/>
          <w:szCs w:val="28"/>
          <w:u w:val="single"/>
        </w:rPr>
        <w:t xml:space="preserve">AANDACHTSPUNTEN PARAGRAAF </w:t>
      </w:r>
      <w:r w:rsidR="00FE3266">
        <w:rPr>
          <w:rFonts w:ascii="Arial" w:hAnsi="Arial" w:cs="Arial"/>
          <w:b/>
          <w:sz w:val="28"/>
          <w:szCs w:val="28"/>
          <w:u w:val="single"/>
        </w:rPr>
        <w:t>2</w:t>
      </w:r>
    </w:p>
    <w:p w:rsidR="005F272B" w:rsidRPr="009D6C5F" w:rsidRDefault="009D6C5F" w:rsidP="009D6C5F">
      <w:pPr>
        <w:spacing w:line="240" w:lineRule="auto"/>
        <w:rPr>
          <w:rFonts w:ascii="Arial" w:hAnsi="Arial" w:cs="Arial"/>
          <w:b/>
          <w:sz w:val="28"/>
          <w:szCs w:val="28"/>
        </w:rPr>
      </w:pPr>
      <w:r w:rsidRPr="009D6C5F">
        <w:rPr>
          <w:rFonts w:ascii="Arial" w:hAnsi="Arial" w:cs="Arial"/>
          <w:b/>
          <w:sz w:val="28"/>
          <w:szCs w:val="28"/>
        </w:rPr>
        <w:t xml:space="preserve">Bekijk de film </w:t>
      </w:r>
      <w:r w:rsidRPr="009D6C5F">
        <w:rPr>
          <w:rFonts w:ascii="Arial" w:hAnsi="Arial" w:cs="Arial"/>
          <w:b/>
          <w:i/>
          <w:sz w:val="28"/>
          <w:szCs w:val="28"/>
        </w:rPr>
        <w:t xml:space="preserve">paragraaf </w:t>
      </w:r>
      <w:r w:rsidR="00FE3266">
        <w:rPr>
          <w:rFonts w:ascii="Arial" w:hAnsi="Arial" w:cs="Arial"/>
          <w:b/>
          <w:i/>
          <w:sz w:val="28"/>
          <w:szCs w:val="28"/>
        </w:rPr>
        <w:t>2</w:t>
      </w:r>
      <w:r w:rsidRPr="009D6C5F">
        <w:rPr>
          <w:rFonts w:ascii="Arial" w:hAnsi="Arial" w:cs="Arial"/>
          <w:b/>
          <w:sz w:val="28"/>
          <w:szCs w:val="28"/>
        </w:rPr>
        <w:t xml:space="preserve"> en beantwoord de onderstaande vragen. Als je dat serieus en goed doet, heb je een goede samenvatting gemaakt. Dit zal je goed helpen bij het leren van de toets.</w:t>
      </w:r>
    </w:p>
    <w:p w:rsidR="009D6C5F" w:rsidRPr="009D6C5F" w:rsidRDefault="009D6C5F" w:rsidP="009D6C5F">
      <w:pPr>
        <w:spacing w:line="240" w:lineRule="auto"/>
        <w:rPr>
          <w:rFonts w:ascii="Arial" w:hAnsi="Arial" w:cs="Arial"/>
          <w:sz w:val="24"/>
          <w:szCs w:val="24"/>
        </w:rPr>
      </w:pPr>
    </w:p>
    <w:p w:rsidR="009D6C5F" w:rsidRDefault="00E42E75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Met welke 2 landen in Azië handelden de Europeanen al eeuwen lang?</w:t>
      </w:r>
    </w:p>
    <w:p w:rsidR="002000EA" w:rsidRPr="00056034" w:rsidRDefault="00520A2A" w:rsidP="00056034">
      <w:pPr>
        <w:spacing w:line="240" w:lineRule="auto"/>
        <w:ind w:left="36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2000EA" w:rsidRPr="002000EA" w:rsidRDefault="002000EA" w:rsidP="002000EA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097E17" w:rsidRDefault="00524B12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Welke </w:t>
      </w:r>
      <w:r w:rsidR="00E42E75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</w:t>
      </w:r>
      <w:r w:rsidR="00E42E75">
        <w:rPr>
          <w:rFonts w:ascii="Arial" w:hAnsi="Arial" w:cs="Arial"/>
          <w:sz w:val="24"/>
          <w:szCs w:val="24"/>
        </w:rPr>
        <w:t>handelsproducten uit deze landen waren erg populair in Europa</w:t>
      </w:r>
      <w:r>
        <w:rPr>
          <w:rFonts w:ascii="Arial" w:hAnsi="Arial" w:cs="Arial"/>
          <w:sz w:val="24"/>
          <w:szCs w:val="24"/>
        </w:rPr>
        <w:t>?</w:t>
      </w:r>
    </w:p>
    <w:p w:rsidR="00E63F91" w:rsidRDefault="00520A2A" w:rsidP="002000EA">
      <w:pPr>
        <w:pStyle w:val="Lijstalinea"/>
        <w:numPr>
          <w:ilvl w:val="1"/>
          <w:numId w:val="5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2000EA" w:rsidRDefault="00520A2A" w:rsidP="002000EA">
      <w:pPr>
        <w:pStyle w:val="Lijstalinea"/>
        <w:numPr>
          <w:ilvl w:val="1"/>
          <w:numId w:val="5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E42E75" w:rsidRDefault="00520A2A" w:rsidP="002000EA">
      <w:pPr>
        <w:pStyle w:val="Lijstalinea"/>
        <w:numPr>
          <w:ilvl w:val="1"/>
          <w:numId w:val="5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2000EA" w:rsidRPr="002000EA" w:rsidRDefault="002000EA" w:rsidP="002000EA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524B12" w:rsidRDefault="00E42E75" w:rsidP="00524B12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zochten de Europeanen een handelsroute over zee en niet meer over land?</w:t>
      </w:r>
    </w:p>
    <w:p w:rsidR="002000EA" w:rsidRDefault="00520A2A" w:rsidP="00520A2A">
      <w:pPr>
        <w:pStyle w:val="Lijstalinea"/>
        <w:numPr>
          <w:ilvl w:val="1"/>
          <w:numId w:val="3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520A2A" w:rsidRDefault="00520A2A" w:rsidP="00520A2A">
      <w:pPr>
        <w:pStyle w:val="Lijstalinea"/>
        <w:numPr>
          <w:ilvl w:val="1"/>
          <w:numId w:val="3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Daarom ……</w:t>
      </w:r>
    </w:p>
    <w:p w:rsidR="00520A2A" w:rsidRPr="00520A2A" w:rsidRDefault="00520A2A" w:rsidP="00520A2A">
      <w:pPr>
        <w:rPr>
          <w:rFonts w:ascii="Arial" w:hAnsi="Arial" w:cs="Arial"/>
          <w:color w:val="FF0000"/>
          <w:sz w:val="24"/>
          <w:szCs w:val="24"/>
        </w:rPr>
      </w:pPr>
    </w:p>
    <w:p w:rsidR="00524B12" w:rsidRPr="00520A2A" w:rsidRDefault="00524B12" w:rsidP="00520A2A">
      <w:pPr>
        <w:spacing w:line="240" w:lineRule="auto"/>
        <w:rPr>
          <w:rFonts w:ascii="Arial" w:hAnsi="Arial" w:cs="Arial"/>
          <w:sz w:val="24"/>
          <w:szCs w:val="24"/>
        </w:rPr>
      </w:pPr>
    </w:p>
    <w:p w:rsidR="00413513" w:rsidRDefault="00E42E75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4 redenen waarom de Europeanen het durfden om een route over zee te zoeken.</w:t>
      </w:r>
    </w:p>
    <w:p w:rsidR="00E63F91" w:rsidRDefault="00520A2A" w:rsidP="002000EA">
      <w:pPr>
        <w:pStyle w:val="Lijstalinea"/>
        <w:numPr>
          <w:ilvl w:val="0"/>
          <w:numId w:val="6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2000EA" w:rsidRPr="002000EA" w:rsidRDefault="00520A2A" w:rsidP="002000EA">
      <w:pPr>
        <w:pStyle w:val="Lijstalinea"/>
        <w:numPr>
          <w:ilvl w:val="0"/>
          <w:numId w:val="6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E42E75" w:rsidRDefault="00520A2A" w:rsidP="002000EA">
      <w:pPr>
        <w:pStyle w:val="Lijstalinea"/>
        <w:numPr>
          <w:ilvl w:val="0"/>
          <w:numId w:val="6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E42E75" w:rsidRDefault="00520A2A" w:rsidP="002000EA">
      <w:pPr>
        <w:pStyle w:val="Lijstalinea"/>
        <w:numPr>
          <w:ilvl w:val="0"/>
          <w:numId w:val="6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2000EA" w:rsidRDefault="002000EA" w:rsidP="002000EA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E42E75" w:rsidRDefault="00E42E75" w:rsidP="00E42E75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3 nieuwe instrumenten die het varen over zee makkelijker maakten.</w:t>
      </w:r>
    </w:p>
    <w:p w:rsidR="00E42E75" w:rsidRPr="00E42E75" w:rsidRDefault="00520A2A" w:rsidP="00E42E75">
      <w:pPr>
        <w:pStyle w:val="Lijstalinea"/>
        <w:numPr>
          <w:ilvl w:val="0"/>
          <w:numId w:val="10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E42E75" w:rsidRPr="00E42E75" w:rsidRDefault="00520A2A" w:rsidP="00E42E75">
      <w:pPr>
        <w:pStyle w:val="Lijstalinea"/>
        <w:numPr>
          <w:ilvl w:val="0"/>
          <w:numId w:val="10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E42E75" w:rsidRPr="00E42E75" w:rsidRDefault="00520A2A" w:rsidP="00E42E75">
      <w:pPr>
        <w:pStyle w:val="Lijstalinea"/>
        <w:numPr>
          <w:ilvl w:val="0"/>
          <w:numId w:val="10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E42E75" w:rsidRPr="002000EA" w:rsidRDefault="00E42E75" w:rsidP="002000EA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A30A7E" w:rsidRDefault="00E42E75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4 ontdekkingsreizigers en vertel welke zeeroute zij ontdekt hebben.</w:t>
      </w:r>
    </w:p>
    <w:p w:rsidR="00E63F91" w:rsidRPr="00E42E75" w:rsidRDefault="00520A2A" w:rsidP="00E42E75">
      <w:pPr>
        <w:pStyle w:val="Lijstalinea"/>
        <w:numPr>
          <w:ilvl w:val="0"/>
          <w:numId w:val="12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E42E75" w:rsidRPr="00E42E75" w:rsidRDefault="00E42E75" w:rsidP="00E42E75">
      <w:pPr>
        <w:pStyle w:val="Lijstalinea"/>
        <w:numPr>
          <w:ilvl w:val="1"/>
          <w:numId w:val="12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Een route </w:t>
      </w:r>
      <w:r w:rsidR="00520A2A">
        <w:rPr>
          <w:rFonts w:ascii="Arial" w:hAnsi="Arial" w:cs="Arial"/>
          <w:color w:val="FF0000"/>
          <w:sz w:val="24"/>
          <w:szCs w:val="24"/>
        </w:rPr>
        <w:t>…..</w:t>
      </w:r>
    </w:p>
    <w:p w:rsidR="00E42E75" w:rsidRPr="00E42E75" w:rsidRDefault="00520A2A" w:rsidP="00E42E75">
      <w:pPr>
        <w:pStyle w:val="Lijstalinea"/>
        <w:numPr>
          <w:ilvl w:val="0"/>
          <w:numId w:val="12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520A2A" w:rsidRPr="00E42E75" w:rsidRDefault="00520A2A" w:rsidP="00520A2A">
      <w:pPr>
        <w:pStyle w:val="Lijstalinea"/>
        <w:numPr>
          <w:ilvl w:val="1"/>
          <w:numId w:val="12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Een route …..</w:t>
      </w:r>
    </w:p>
    <w:p w:rsidR="00E42E75" w:rsidRDefault="00520A2A" w:rsidP="00E42E75">
      <w:pPr>
        <w:pStyle w:val="Lijstalinea"/>
        <w:numPr>
          <w:ilvl w:val="0"/>
          <w:numId w:val="12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520A2A" w:rsidRPr="00E42E75" w:rsidRDefault="00520A2A" w:rsidP="00520A2A">
      <w:pPr>
        <w:pStyle w:val="Lijstalinea"/>
        <w:numPr>
          <w:ilvl w:val="1"/>
          <w:numId w:val="12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Een route …..</w:t>
      </w:r>
    </w:p>
    <w:p w:rsidR="00E42E75" w:rsidRDefault="00520A2A" w:rsidP="00E42E75">
      <w:pPr>
        <w:pStyle w:val="Lijstalinea"/>
        <w:numPr>
          <w:ilvl w:val="0"/>
          <w:numId w:val="12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520A2A" w:rsidRPr="00E42E75" w:rsidRDefault="00520A2A" w:rsidP="00520A2A">
      <w:pPr>
        <w:pStyle w:val="Lijstalinea"/>
        <w:numPr>
          <w:ilvl w:val="1"/>
          <w:numId w:val="12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Een route …..</w:t>
      </w:r>
    </w:p>
    <w:p w:rsidR="00056034" w:rsidRDefault="00056034" w:rsidP="00056034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Uit welke landen kwamen de eerste ontdekkingsreizigers</w:t>
      </w:r>
      <w:r>
        <w:rPr>
          <w:rFonts w:ascii="Arial" w:hAnsi="Arial" w:cs="Arial"/>
          <w:sz w:val="24"/>
          <w:szCs w:val="24"/>
        </w:rPr>
        <w:t>?</w:t>
      </w:r>
    </w:p>
    <w:p w:rsidR="00056034" w:rsidRDefault="00520A2A" w:rsidP="00056034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056034" w:rsidRPr="002000EA" w:rsidRDefault="00056034" w:rsidP="00056034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A30A7E" w:rsidRDefault="0084477C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welk jaar herontdekte Columbus Amerika?</w:t>
      </w:r>
    </w:p>
    <w:p w:rsidR="00E63F91" w:rsidRDefault="00520A2A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84477C" w:rsidRPr="002000EA" w:rsidRDefault="0084477C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524B12" w:rsidRDefault="00524B12" w:rsidP="00524B12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was </w:t>
      </w:r>
      <w:r w:rsidR="0084477C">
        <w:rPr>
          <w:rFonts w:ascii="Arial" w:hAnsi="Arial" w:cs="Arial"/>
          <w:sz w:val="24"/>
          <w:szCs w:val="24"/>
        </w:rPr>
        <w:t>zo apart aan zijn reis</w:t>
      </w:r>
      <w:r>
        <w:rPr>
          <w:rFonts w:ascii="Arial" w:hAnsi="Arial" w:cs="Arial"/>
          <w:sz w:val="24"/>
          <w:szCs w:val="24"/>
        </w:rPr>
        <w:t>?</w:t>
      </w:r>
      <w:r w:rsidR="0084477C">
        <w:rPr>
          <w:rFonts w:ascii="Arial" w:hAnsi="Arial" w:cs="Arial"/>
          <w:sz w:val="24"/>
          <w:szCs w:val="24"/>
        </w:rPr>
        <w:t xml:space="preserve"> </w:t>
      </w:r>
      <w:r w:rsidR="0084477C" w:rsidRPr="0084477C">
        <w:rPr>
          <w:rFonts w:ascii="Arial" w:hAnsi="Arial" w:cs="Arial"/>
          <w:i/>
          <w:sz w:val="24"/>
          <w:szCs w:val="24"/>
        </w:rPr>
        <w:t xml:space="preserve">Tip: denk aan de </w:t>
      </w:r>
      <w:r w:rsidR="0084477C" w:rsidRPr="0084477C">
        <w:rPr>
          <w:rFonts w:ascii="Arial" w:hAnsi="Arial" w:cs="Arial"/>
          <w:i/>
          <w:sz w:val="24"/>
          <w:szCs w:val="24"/>
          <w:u w:val="single"/>
        </w:rPr>
        <w:t>richting</w:t>
      </w:r>
      <w:r w:rsidR="0084477C" w:rsidRPr="0084477C">
        <w:rPr>
          <w:rFonts w:ascii="Arial" w:hAnsi="Arial" w:cs="Arial"/>
          <w:i/>
          <w:sz w:val="24"/>
          <w:szCs w:val="24"/>
        </w:rPr>
        <w:t xml:space="preserve"> waarin hij ging varen!</w:t>
      </w:r>
    </w:p>
    <w:p w:rsidR="00524B12" w:rsidRPr="002000EA" w:rsidRDefault="00520A2A" w:rsidP="00524B12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2000EA" w:rsidRPr="00E63F91" w:rsidRDefault="002000EA" w:rsidP="00524B12">
      <w:pPr>
        <w:spacing w:line="240" w:lineRule="auto"/>
        <w:rPr>
          <w:rFonts w:ascii="Arial" w:hAnsi="Arial" w:cs="Arial"/>
          <w:sz w:val="24"/>
          <w:szCs w:val="24"/>
        </w:rPr>
      </w:pPr>
    </w:p>
    <w:p w:rsidR="00A30A7E" w:rsidRDefault="0084477C" w:rsidP="00A30A7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Waarom noemde Columbus de inwoners van Amerika </w:t>
      </w:r>
      <w:r w:rsidRPr="0084477C">
        <w:rPr>
          <w:rFonts w:ascii="Arial" w:hAnsi="Arial" w:cs="Arial"/>
          <w:i/>
          <w:sz w:val="24"/>
          <w:szCs w:val="24"/>
          <w:u w:val="single"/>
        </w:rPr>
        <w:t>Indianen</w:t>
      </w:r>
      <w:r>
        <w:rPr>
          <w:rFonts w:ascii="Arial" w:hAnsi="Arial" w:cs="Arial"/>
          <w:sz w:val="24"/>
          <w:szCs w:val="24"/>
        </w:rPr>
        <w:t xml:space="preserve"> en niet </w:t>
      </w:r>
      <w:r w:rsidRPr="0084477C">
        <w:rPr>
          <w:rFonts w:ascii="Arial" w:hAnsi="Arial" w:cs="Arial"/>
          <w:i/>
          <w:sz w:val="24"/>
          <w:szCs w:val="24"/>
          <w:u w:val="single"/>
        </w:rPr>
        <w:t>Amerikanen</w:t>
      </w:r>
      <w:r>
        <w:rPr>
          <w:rFonts w:ascii="Arial" w:hAnsi="Arial" w:cs="Arial"/>
          <w:sz w:val="24"/>
          <w:szCs w:val="24"/>
        </w:rPr>
        <w:t>?</w:t>
      </w:r>
    </w:p>
    <w:p w:rsidR="00E63F91" w:rsidRPr="002000EA" w:rsidRDefault="00520A2A" w:rsidP="002000EA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2000EA" w:rsidRPr="002000EA" w:rsidRDefault="002000EA" w:rsidP="002000EA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A30A7E" w:rsidRDefault="00524B12" w:rsidP="00A30A7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Waarom </w:t>
      </w:r>
      <w:r w:rsidR="0084477C">
        <w:rPr>
          <w:rFonts w:ascii="Arial" w:hAnsi="Arial" w:cs="Arial"/>
          <w:sz w:val="24"/>
          <w:szCs w:val="24"/>
        </w:rPr>
        <w:t xml:space="preserve">zeggen we dat Columbus Amerika heeft </w:t>
      </w:r>
      <w:r w:rsidR="0084477C" w:rsidRPr="0084477C">
        <w:rPr>
          <w:rFonts w:ascii="Arial" w:hAnsi="Arial" w:cs="Arial"/>
          <w:i/>
          <w:sz w:val="24"/>
          <w:szCs w:val="24"/>
          <w:u w:val="single"/>
        </w:rPr>
        <w:t>herontdekt</w:t>
      </w:r>
      <w:r w:rsidR="0084477C">
        <w:rPr>
          <w:rFonts w:ascii="Arial" w:hAnsi="Arial" w:cs="Arial"/>
          <w:sz w:val="24"/>
          <w:szCs w:val="24"/>
        </w:rPr>
        <w:t xml:space="preserve"> en niet </w:t>
      </w:r>
      <w:r w:rsidR="0084477C" w:rsidRPr="0084477C">
        <w:rPr>
          <w:rFonts w:ascii="Arial" w:hAnsi="Arial" w:cs="Arial"/>
          <w:i/>
          <w:sz w:val="24"/>
          <w:szCs w:val="24"/>
          <w:u w:val="single"/>
        </w:rPr>
        <w:t>ontdekt</w:t>
      </w:r>
      <w:r>
        <w:rPr>
          <w:rFonts w:ascii="Arial" w:hAnsi="Arial" w:cs="Arial"/>
          <w:sz w:val="24"/>
          <w:szCs w:val="24"/>
        </w:rPr>
        <w:t>?</w:t>
      </w:r>
    </w:p>
    <w:p w:rsidR="00E63F91" w:rsidRDefault="00520A2A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2000EA" w:rsidRPr="002000EA" w:rsidRDefault="002000EA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A30A7E" w:rsidRDefault="0084477C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5 redenen om op ontdekkingsreis te gaan.</w:t>
      </w:r>
    </w:p>
    <w:p w:rsidR="002000EA" w:rsidRDefault="00520A2A" w:rsidP="0084477C">
      <w:pPr>
        <w:pStyle w:val="Lijstalinea"/>
        <w:numPr>
          <w:ilvl w:val="1"/>
          <w:numId w:val="13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84477C" w:rsidRDefault="00520A2A" w:rsidP="0084477C">
      <w:pPr>
        <w:pStyle w:val="Lijstalinea"/>
        <w:numPr>
          <w:ilvl w:val="1"/>
          <w:numId w:val="13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520A2A" w:rsidRDefault="00520A2A" w:rsidP="0084477C">
      <w:pPr>
        <w:pStyle w:val="Lijstalinea"/>
        <w:numPr>
          <w:ilvl w:val="1"/>
          <w:numId w:val="13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520A2A" w:rsidRDefault="00520A2A" w:rsidP="0084477C">
      <w:pPr>
        <w:pStyle w:val="Lijstalinea"/>
        <w:numPr>
          <w:ilvl w:val="1"/>
          <w:numId w:val="13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520A2A" w:rsidRDefault="00520A2A" w:rsidP="0084477C">
      <w:pPr>
        <w:pStyle w:val="Lijstalinea"/>
        <w:numPr>
          <w:ilvl w:val="1"/>
          <w:numId w:val="13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84477C" w:rsidRDefault="0084477C" w:rsidP="0084477C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84477C" w:rsidRPr="00056034" w:rsidRDefault="0084477C" w:rsidP="0084477C">
      <w:pPr>
        <w:spacing w:line="240" w:lineRule="auto"/>
        <w:rPr>
          <w:rFonts w:ascii="Arial" w:hAnsi="Arial" w:cs="Arial"/>
          <w:sz w:val="24"/>
          <w:szCs w:val="24"/>
        </w:rPr>
      </w:pPr>
      <w:r w:rsidRPr="00056034">
        <w:rPr>
          <w:rFonts w:ascii="Arial" w:hAnsi="Arial" w:cs="Arial"/>
          <w:sz w:val="24"/>
          <w:szCs w:val="24"/>
        </w:rPr>
        <w:t>Noem 3 oorzaken van het uitsterven van de indianen.</w:t>
      </w:r>
    </w:p>
    <w:p w:rsidR="0084477C" w:rsidRDefault="00520A2A" w:rsidP="0084477C">
      <w:pPr>
        <w:pStyle w:val="Lijstalinea"/>
        <w:numPr>
          <w:ilvl w:val="0"/>
          <w:numId w:val="14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84477C" w:rsidRDefault="00520A2A" w:rsidP="0084477C">
      <w:pPr>
        <w:pStyle w:val="Lijstalinea"/>
        <w:numPr>
          <w:ilvl w:val="0"/>
          <w:numId w:val="14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84477C" w:rsidRDefault="00520A2A" w:rsidP="0084477C">
      <w:pPr>
        <w:pStyle w:val="Lijstalinea"/>
        <w:numPr>
          <w:ilvl w:val="0"/>
          <w:numId w:val="14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84477C" w:rsidRDefault="0084477C" w:rsidP="0084477C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84477C" w:rsidRPr="00056034" w:rsidRDefault="0084477C" w:rsidP="0084477C">
      <w:pPr>
        <w:spacing w:line="240" w:lineRule="auto"/>
        <w:rPr>
          <w:rFonts w:ascii="Arial" w:hAnsi="Arial" w:cs="Arial"/>
          <w:sz w:val="24"/>
          <w:szCs w:val="24"/>
        </w:rPr>
      </w:pPr>
      <w:r w:rsidRPr="00056034">
        <w:rPr>
          <w:rFonts w:ascii="Arial" w:hAnsi="Arial" w:cs="Arial"/>
          <w:sz w:val="24"/>
          <w:szCs w:val="24"/>
        </w:rPr>
        <w:t>Welk verschrikkelijk gevolg had het uitsterven van de indianen voor een ander deel van de wereldbevolking?</w:t>
      </w:r>
      <w:bookmarkStart w:id="0" w:name="_GoBack"/>
      <w:bookmarkEnd w:id="0"/>
    </w:p>
    <w:sectPr w:rsidR="0084477C" w:rsidRPr="000560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944E0"/>
    <w:multiLevelType w:val="hybridMultilevel"/>
    <w:tmpl w:val="2BF49E6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D535E4"/>
    <w:multiLevelType w:val="hybridMultilevel"/>
    <w:tmpl w:val="5A222F6E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177B26"/>
    <w:multiLevelType w:val="hybridMultilevel"/>
    <w:tmpl w:val="7F44F13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97730E"/>
    <w:multiLevelType w:val="hybridMultilevel"/>
    <w:tmpl w:val="52BE97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F302C2"/>
    <w:multiLevelType w:val="hybridMultilevel"/>
    <w:tmpl w:val="1592EE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482263"/>
    <w:multiLevelType w:val="hybridMultilevel"/>
    <w:tmpl w:val="D684277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4230ED"/>
    <w:multiLevelType w:val="hybridMultilevel"/>
    <w:tmpl w:val="87F0A9E2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4F01041"/>
    <w:multiLevelType w:val="hybridMultilevel"/>
    <w:tmpl w:val="61A8D906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0EF14D9"/>
    <w:multiLevelType w:val="hybridMultilevel"/>
    <w:tmpl w:val="E1982CE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51E3830"/>
    <w:multiLevelType w:val="hybridMultilevel"/>
    <w:tmpl w:val="B64ABF6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7360784"/>
    <w:multiLevelType w:val="hybridMultilevel"/>
    <w:tmpl w:val="E8F0C6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DF2CBC"/>
    <w:multiLevelType w:val="hybridMultilevel"/>
    <w:tmpl w:val="570282D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C293586"/>
    <w:multiLevelType w:val="hybridMultilevel"/>
    <w:tmpl w:val="041E6F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D03CD9"/>
    <w:multiLevelType w:val="hybridMultilevel"/>
    <w:tmpl w:val="45427A3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1"/>
  </w:num>
  <w:num w:numId="4">
    <w:abstractNumId w:val="12"/>
  </w:num>
  <w:num w:numId="5">
    <w:abstractNumId w:val="0"/>
  </w:num>
  <w:num w:numId="6">
    <w:abstractNumId w:val="1"/>
  </w:num>
  <w:num w:numId="7">
    <w:abstractNumId w:val="8"/>
  </w:num>
  <w:num w:numId="8">
    <w:abstractNumId w:val="7"/>
  </w:num>
  <w:num w:numId="9">
    <w:abstractNumId w:val="3"/>
  </w:num>
  <w:num w:numId="10">
    <w:abstractNumId w:val="13"/>
  </w:num>
  <w:num w:numId="11">
    <w:abstractNumId w:val="2"/>
  </w:num>
  <w:num w:numId="12">
    <w:abstractNumId w:val="6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C5F"/>
    <w:rsid w:val="00056034"/>
    <w:rsid w:val="00083B23"/>
    <w:rsid w:val="00097E17"/>
    <w:rsid w:val="000C34A2"/>
    <w:rsid w:val="000D3B70"/>
    <w:rsid w:val="000E73E7"/>
    <w:rsid w:val="0010010C"/>
    <w:rsid w:val="00105C4C"/>
    <w:rsid w:val="00173860"/>
    <w:rsid w:val="001B3129"/>
    <w:rsid w:val="002000EA"/>
    <w:rsid w:val="00231CF7"/>
    <w:rsid w:val="00241F4E"/>
    <w:rsid w:val="00257979"/>
    <w:rsid w:val="002D5057"/>
    <w:rsid w:val="003D69E2"/>
    <w:rsid w:val="003F1BF8"/>
    <w:rsid w:val="00413513"/>
    <w:rsid w:val="004A164D"/>
    <w:rsid w:val="004E085D"/>
    <w:rsid w:val="004F7721"/>
    <w:rsid w:val="00520A2A"/>
    <w:rsid w:val="00524B12"/>
    <w:rsid w:val="00532917"/>
    <w:rsid w:val="005B4310"/>
    <w:rsid w:val="005C1C9E"/>
    <w:rsid w:val="005F272B"/>
    <w:rsid w:val="00634DB6"/>
    <w:rsid w:val="00730C44"/>
    <w:rsid w:val="007874B3"/>
    <w:rsid w:val="007B40C0"/>
    <w:rsid w:val="007D0D10"/>
    <w:rsid w:val="0084477C"/>
    <w:rsid w:val="008A7F25"/>
    <w:rsid w:val="009355B5"/>
    <w:rsid w:val="00944E4F"/>
    <w:rsid w:val="00965471"/>
    <w:rsid w:val="009D6C5F"/>
    <w:rsid w:val="009E367E"/>
    <w:rsid w:val="00A30A7E"/>
    <w:rsid w:val="00A3301E"/>
    <w:rsid w:val="00AC440A"/>
    <w:rsid w:val="00B118C5"/>
    <w:rsid w:val="00B354F7"/>
    <w:rsid w:val="00B960A9"/>
    <w:rsid w:val="00BC7E7F"/>
    <w:rsid w:val="00C244A4"/>
    <w:rsid w:val="00C73B20"/>
    <w:rsid w:val="00D97DFC"/>
    <w:rsid w:val="00DE081F"/>
    <w:rsid w:val="00DE252F"/>
    <w:rsid w:val="00E42E75"/>
    <w:rsid w:val="00E63F91"/>
    <w:rsid w:val="00EB70F7"/>
    <w:rsid w:val="00EF18F4"/>
    <w:rsid w:val="00F16D82"/>
    <w:rsid w:val="00F52878"/>
    <w:rsid w:val="00F5292A"/>
    <w:rsid w:val="00FE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C5BD6"/>
  <w15:chartTrackingRefBased/>
  <w15:docId w15:val="{437913A2-D7B2-44C2-98DE-D78B3FF2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D6C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DA9D6232</Template>
  <TotalTime>4</TotalTime>
  <Pages>2</Pages>
  <Words>204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Claudio Ruffin (rfc)</cp:lastModifiedBy>
  <cp:revision>3</cp:revision>
  <dcterms:created xsi:type="dcterms:W3CDTF">2016-06-01T15:37:00Z</dcterms:created>
  <dcterms:modified xsi:type="dcterms:W3CDTF">2016-06-01T15:41:00Z</dcterms:modified>
</cp:coreProperties>
</file>