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76834" w14:textId="478B179E" w:rsidR="005E5004" w:rsidRDefault="005E5004" w:rsidP="005E5004">
      <w:pPr>
        <w:spacing w:after="0"/>
        <w:rPr>
          <w:b/>
        </w:rPr>
      </w:pPr>
      <w:r>
        <w:rPr>
          <w:b/>
        </w:rPr>
        <w:t xml:space="preserve">Van model naar spel – Opdracht 4: </w:t>
      </w:r>
      <w:r>
        <w:rPr>
          <w:rStyle w:val="Zwaar"/>
        </w:rPr>
        <w:t>Een 'to-do-lijst'</w:t>
      </w:r>
      <w:r w:rsidR="004227FB">
        <w:rPr>
          <w:rStyle w:val="Zwaar"/>
        </w:rPr>
        <w:t xml:space="preserve"> </w:t>
      </w:r>
      <w:r>
        <w:rPr>
          <w:rStyle w:val="Zwaar"/>
        </w:rPr>
        <w:t>maken</w:t>
      </w:r>
    </w:p>
    <w:p w14:paraId="1DA55ECC" w14:textId="344D50A9" w:rsidR="005E5004" w:rsidRDefault="007B5C9D" w:rsidP="005E5004">
      <w:pPr>
        <w:spacing w:after="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85F4719" wp14:editId="62879C81">
            <wp:simplePos x="0" y="0"/>
            <wp:positionH relativeFrom="column">
              <wp:posOffset>-38328</wp:posOffset>
            </wp:positionH>
            <wp:positionV relativeFrom="paragraph">
              <wp:posOffset>74210</wp:posOffset>
            </wp:positionV>
            <wp:extent cx="593090" cy="669925"/>
            <wp:effectExtent l="0" t="0" r="0" b="0"/>
            <wp:wrapTight wrapText="bothSides">
              <wp:wrapPolygon edited="0">
                <wp:start x="0" y="0"/>
                <wp:lineTo x="0" y="20883"/>
                <wp:lineTo x="20814" y="20883"/>
                <wp:lineTo x="2081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 d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71A72D" w14:textId="7ECD2EDE" w:rsidR="004227FB" w:rsidRDefault="005E5004" w:rsidP="0063391B">
      <w:pPr>
        <w:spacing w:after="0"/>
      </w:pPr>
      <w:r w:rsidRPr="00556E20">
        <w:t xml:space="preserve">Wat moet er </w:t>
      </w:r>
      <w:r>
        <w:t xml:space="preserve">voor het maken van het spel </w:t>
      </w:r>
      <w:r w:rsidRPr="00556E20">
        <w:t xml:space="preserve">allemaal gebeuren? </w:t>
      </w:r>
      <w:r w:rsidR="0063391B">
        <w:br/>
      </w:r>
      <w:r w:rsidRPr="00556E20">
        <w:t xml:space="preserve">Maak met elkaar een </w:t>
      </w:r>
      <w:r w:rsidR="004227FB">
        <w:t>taken</w:t>
      </w:r>
      <w:r w:rsidRPr="00556E20">
        <w:t>overz</w:t>
      </w:r>
      <w:r>
        <w:t>icht</w:t>
      </w:r>
      <w:r w:rsidR="004227FB">
        <w:t>: n</w:t>
      </w:r>
      <w:r>
        <w:t xml:space="preserve">oteer de </w:t>
      </w:r>
      <w:r w:rsidRPr="00556E20">
        <w:t>taken in de kolom ‘Taak’</w:t>
      </w:r>
      <w:r w:rsidR="004227FB">
        <w:t xml:space="preserve"> en beschrijf dit zo </w:t>
      </w:r>
      <w:bookmarkStart w:id="0" w:name="_GoBack"/>
      <w:bookmarkEnd w:id="0"/>
      <w:r w:rsidR="004227FB">
        <w:t xml:space="preserve">dat voor iedereen duidelijk is </w:t>
      </w:r>
      <w:r w:rsidRPr="00556E20">
        <w:t xml:space="preserve">wat de taak inhoudt. </w:t>
      </w:r>
    </w:p>
    <w:p w14:paraId="7FCDFACC" w14:textId="77777777" w:rsidR="004227FB" w:rsidRDefault="004227FB" w:rsidP="0063391B">
      <w:pPr>
        <w:spacing w:after="0"/>
      </w:pPr>
    </w:p>
    <w:p w14:paraId="6AD32EFC" w14:textId="1C1B7120" w:rsidR="004227FB" w:rsidRDefault="004227FB" w:rsidP="0063391B">
      <w:pPr>
        <w:spacing w:after="0"/>
      </w:pPr>
      <w:r>
        <w:t>Verdeel vervolgens de taken door bij</w:t>
      </w:r>
      <w:r w:rsidR="0063391B">
        <w:t xml:space="preserve"> 'Taakverdeling</w:t>
      </w:r>
      <w:r>
        <w:t xml:space="preserve"> per teamlid</w:t>
      </w:r>
      <w:r w:rsidR="0063391B">
        <w:t xml:space="preserve">' alle namen van de teamleden boven een kolom </w:t>
      </w:r>
      <w:r>
        <w:t xml:space="preserve">te zetten. Zet bij elke taak een kruisje onder de naam of namen </w:t>
      </w:r>
      <w:r w:rsidR="0063391B">
        <w:t xml:space="preserve">van </w:t>
      </w:r>
      <w:r>
        <w:t xml:space="preserve">degene die deze taak </w:t>
      </w:r>
      <w:r w:rsidR="0063391B">
        <w:t xml:space="preserve">uit </w:t>
      </w:r>
      <w:r>
        <w:t>gaat</w:t>
      </w:r>
      <w:r w:rsidR="0063391B">
        <w:t xml:space="preserve"> voeren.</w:t>
      </w:r>
    </w:p>
    <w:tbl>
      <w:tblPr>
        <w:tblStyle w:val="Tabelraster"/>
        <w:tblW w:w="888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92"/>
        <w:gridCol w:w="4698"/>
        <w:gridCol w:w="947"/>
        <w:gridCol w:w="948"/>
        <w:gridCol w:w="948"/>
        <w:gridCol w:w="948"/>
        <w:tblGridChange w:id="1">
          <w:tblGrid>
            <w:gridCol w:w="392"/>
            <w:gridCol w:w="4698"/>
            <w:gridCol w:w="947"/>
            <w:gridCol w:w="948"/>
            <w:gridCol w:w="948"/>
            <w:gridCol w:w="948"/>
          </w:tblGrid>
        </w:tblGridChange>
      </w:tblGrid>
      <w:tr w:rsidR="004227FB" w:rsidRPr="007B5C9D" w14:paraId="5D444384" w14:textId="77777777" w:rsidTr="004227FB">
        <w:trPr>
          <w:trHeight w:val="455"/>
        </w:trPr>
        <w:tc>
          <w:tcPr>
            <w:tcW w:w="392" w:type="dxa"/>
            <w:vMerge w:val="restart"/>
            <w:tcBorders>
              <w:right w:val="nil"/>
            </w:tcBorders>
            <w:vAlign w:val="bottom"/>
          </w:tcPr>
          <w:p w14:paraId="52EB870B" w14:textId="77777777" w:rsidR="004227FB" w:rsidRPr="009337DB" w:rsidRDefault="004227FB" w:rsidP="00573DA5">
            <w:pPr>
              <w:spacing w:after="0"/>
              <w:rPr>
                <w:b/>
              </w:rPr>
            </w:pPr>
          </w:p>
        </w:tc>
        <w:tc>
          <w:tcPr>
            <w:tcW w:w="4698" w:type="dxa"/>
            <w:vMerge w:val="restart"/>
            <w:tcBorders>
              <w:left w:val="nil"/>
            </w:tcBorders>
            <w:vAlign w:val="bottom"/>
          </w:tcPr>
          <w:p w14:paraId="30A8A057" w14:textId="2E8D097D" w:rsidR="004227FB" w:rsidRPr="007B5C9D" w:rsidRDefault="004227FB" w:rsidP="00573DA5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Taak</w:t>
            </w:r>
          </w:p>
        </w:tc>
        <w:tc>
          <w:tcPr>
            <w:tcW w:w="3791" w:type="dxa"/>
            <w:gridSpan w:val="4"/>
            <w:vAlign w:val="center"/>
          </w:tcPr>
          <w:p w14:paraId="501C004C" w14:textId="0500E99D" w:rsidR="004227FB" w:rsidRPr="007B5C9D" w:rsidRDefault="004227FB" w:rsidP="00573DA5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Taakverdeling per teamlid</w:t>
            </w:r>
          </w:p>
        </w:tc>
      </w:tr>
      <w:tr w:rsidR="004227FB" w:rsidRPr="007B5C9D" w14:paraId="355EC33B" w14:textId="77777777" w:rsidTr="004227FB">
        <w:trPr>
          <w:trHeight w:val="455"/>
        </w:trPr>
        <w:tc>
          <w:tcPr>
            <w:tcW w:w="392" w:type="dxa"/>
            <w:vMerge/>
            <w:tcBorders>
              <w:right w:val="nil"/>
            </w:tcBorders>
            <w:vAlign w:val="center"/>
          </w:tcPr>
          <w:p w14:paraId="7269590B" w14:textId="77777777" w:rsidR="004227FB" w:rsidRPr="009337DB" w:rsidRDefault="004227FB" w:rsidP="0095570C">
            <w:pPr>
              <w:spacing w:after="0"/>
              <w:rPr>
                <w:b/>
              </w:rPr>
            </w:pPr>
          </w:p>
        </w:tc>
        <w:tc>
          <w:tcPr>
            <w:tcW w:w="4698" w:type="dxa"/>
            <w:vMerge/>
            <w:tcBorders>
              <w:left w:val="nil"/>
            </w:tcBorders>
            <w:vAlign w:val="bottom"/>
          </w:tcPr>
          <w:p w14:paraId="4E89FC9F" w14:textId="77777777" w:rsidR="004227FB" w:rsidRPr="007B5C9D" w:rsidRDefault="004227FB" w:rsidP="00573DA5">
            <w:pPr>
              <w:spacing w:after="0"/>
              <w:rPr>
                <w:b/>
              </w:rPr>
            </w:pPr>
          </w:p>
        </w:tc>
        <w:tc>
          <w:tcPr>
            <w:tcW w:w="947" w:type="dxa"/>
            <w:vAlign w:val="center"/>
          </w:tcPr>
          <w:p w14:paraId="3391957F" w14:textId="77777777" w:rsidR="004227FB" w:rsidRDefault="004227FB" w:rsidP="0095570C">
            <w:pPr>
              <w:spacing w:after="0"/>
              <w:rPr>
                <w:b/>
              </w:rPr>
            </w:pPr>
          </w:p>
        </w:tc>
        <w:tc>
          <w:tcPr>
            <w:tcW w:w="948" w:type="dxa"/>
            <w:vAlign w:val="center"/>
          </w:tcPr>
          <w:p w14:paraId="7320EC0B" w14:textId="77777777" w:rsidR="004227FB" w:rsidRDefault="004227FB" w:rsidP="0095570C">
            <w:pPr>
              <w:spacing w:after="0"/>
              <w:rPr>
                <w:b/>
              </w:rPr>
            </w:pPr>
          </w:p>
        </w:tc>
        <w:tc>
          <w:tcPr>
            <w:tcW w:w="948" w:type="dxa"/>
            <w:vAlign w:val="center"/>
          </w:tcPr>
          <w:p w14:paraId="510C6A11" w14:textId="77777777" w:rsidR="004227FB" w:rsidRDefault="004227FB" w:rsidP="0095570C">
            <w:pPr>
              <w:spacing w:after="0"/>
              <w:rPr>
                <w:b/>
              </w:rPr>
            </w:pPr>
          </w:p>
        </w:tc>
        <w:tc>
          <w:tcPr>
            <w:tcW w:w="948" w:type="dxa"/>
            <w:vAlign w:val="center"/>
          </w:tcPr>
          <w:p w14:paraId="77EC0A94" w14:textId="646937E1" w:rsidR="004227FB" w:rsidRDefault="004227FB" w:rsidP="0095570C">
            <w:pPr>
              <w:spacing w:after="0"/>
              <w:rPr>
                <w:b/>
              </w:rPr>
            </w:pPr>
          </w:p>
        </w:tc>
      </w:tr>
      <w:tr w:rsidR="004227FB" w:rsidRPr="00556E20" w14:paraId="0287E38D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1EDF0BFA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6DDB344F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69C7D05B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1912806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8B9366A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0D72A746" w14:textId="67EC2802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3341770A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323157C3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2A00AEE2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EAF0466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B4888F5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8BAF8EA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741D2D0" w14:textId="2A01B5FA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3A5B5CCE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71808FAC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6C14BFE7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A72E89A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5523D21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EFFE505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312FC06" w14:textId="18B748DC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4B9C24A3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5E041098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5CFD752D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6551E197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14845E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CAFA0C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02853703" w14:textId="4D7D91DE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0D2087A5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4036640C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01A9013F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4C2614A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BF44C06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61562D7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4BA17C0B" w14:textId="79945FA4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6B5664C4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3400751F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1099F83D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0CFD64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05D68C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A891FC2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DD4E4B1" w14:textId="0A4554B8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233AA468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6C64A6D1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6C608441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69803F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0DDB91C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4513237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4DBE93D8" w14:textId="594426F9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35625C49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1BC1E294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781E1577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24AA674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849BC7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FCF92EA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52A5DEF" w14:textId="1F5540FA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7877A75B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197B3AC8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278AD177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7F30BF7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21EB7E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F82FDF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3928EA9" w14:textId="2D71F5E5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09FBB55A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215C5695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6E7243CE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7046A22B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0C84959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EB2D3B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0A02016" w14:textId="0466A14C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7E606F69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1868EA81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0BF9222B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59833F43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B1ED3F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08B78B46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FA09426" w14:textId="1AA8D1BF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3818261A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549F07DA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73FD2802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07DEA05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49876FD2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BD9B95B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51F4D18E" w14:textId="409E35AC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046FC94B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117A9468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269C0EE8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3F58F461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52A40B1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A4B94F3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4BF4ABCE" w14:textId="64BCF03B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4AE87717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4F89F259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7A2331B2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7" w:type="dxa"/>
            <w:vAlign w:val="center"/>
          </w:tcPr>
          <w:p w14:paraId="5352D0B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B1D6960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2605581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336730D" w14:textId="796FDBDE" w:rsidR="004227FB" w:rsidRPr="00556E20" w:rsidRDefault="004227FB" w:rsidP="0095570C">
            <w:pPr>
              <w:spacing w:after="0"/>
            </w:pPr>
          </w:p>
        </w:tc>
      </w:tr>
      <w:tr w:rsidR="004227FB" w:rsidRPr="00556E20" w14:paraId="3ED4070B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532D7E21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134C8A7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7" w:type="dxa"/>
            <w:vAlign w:val="center"/>
          </w:tcPr>
          <w:p w14:paraId="0E62EC60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0412DBB9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283E833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A69905C" w14:textId="353D5E99" w:rsidR="004227FB" w:rsidRPr="00556E20" w:rsidRDefault="004227FB" w:rsidP="0095570C">
            <w:pPr>
              <w:spacing w:after="0"/>
            </w:pPr>
          </w:p>
        </w:tc>
      </w:tr>
      <w:tr w:rsidR="004227FB" w:rsidRPr="00556E20" w14:paraId="5D484703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671F00F1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2B74167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7" w:type="dxa"/>
            <w:vAlign w:val="center"/>
          </w:tcPr>
          <w:p w14:paraId="1B627B33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C1D091A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70F2FF69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F8F7355" w14:textId="61ABEAFB" w:rsidR="004227FB" w:rsidRPr="00556E20" w:rsidRDefault="004227FB" w:rsidP="0095570C">
            <w:pPr>
              <w:spacing w:after="0"/>
            </w:pPr>
          </w:p>
        </w:tc>
      </w:tr>
      <w:tr w:rsidR="004227FB" w:rsidRPr="00556E20" w14:paraId="60BEF12F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38D934B4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7FC7A578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7" w:type="dxa"/>
            <w:vAlign w:val="center"/>
          </w:tcPr>
          <w:p w14:paraId="55339495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6D80BB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9475C48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923E2C2" w14:textId="0A7C14B8" w:rsidR="004227FB" w:rsidRPr="00556E20" w:rsidRDefault="004227FB" w:rsidP="0095570C">
            <w:pPr>
              <w:spacing w:after="0"/>
            </w:pPr>
          </w:p>
        </w:tc>
      </w:tr>
      <w:tr w:rsidR="004227FB" w:rsidRPr="00556E20" w14:paraId="3545CFC5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18378792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2558AA4E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7" w:type="dxa"/>
            <w:vAlign w:val="center"/>
          </w:tcPr>
          <w:p w14:paraId="717D513F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FA2D28C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54743E0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558A4A00" w14:textId="20A1927C" w:rsidR="004227FB" w:rsidRPr="00556E20" w:rsidRDefault="004227FB" w:rsidP="0095570C">
            <w:pPr>
              <w:spacing w:after="0"/>
            </w:pPr>
          </w:p>
        </w:tc>
      </w:tr>
      <w:tr w:rsidR="004227FB" w:rsidRPr="00556E20" w14:paraId="1E55F261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52409660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12D5CA9A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7" w:type="dxa"/>
            <w:vAlign w:val="center"/>
          </w:tcPr>
          <w:p w14:paraId="3ADECD67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07ACC00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51F0DED6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ECA34BD" w14:textId="7A737866" w:rsidR="004227FB" w:rsidRPr="00556E20" w:rsidRDefault="004227FB" w:rsidP="0095570C">
            <w:pPr>
              <w:spacing w:after="0"/>
            </w:pPr>
          </w:p>
        </w:tc>
      </w:tr>
      <w:tr w:rsidR="004227FB" w:rsidRPr="00556E20" w14:paraId="6CA914DC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62404429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5683B954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E38C011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22CFE01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03193E30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16699C97" w14:textId="651C6AC4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1AB64A33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2D922B1E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5B8CE6A7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1781AE27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6502BD4C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3524F01D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47797CD1" w14:textId="2EE1623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  <w:tr w:rsidR="004227FB" w:rsidRPr="00556E20" w14:paraId="5896A67C" w14:textId="77777777" w:rsidTr="004227FB">
        <w:trPr>
          <w:trHeight w:val="455"/>
        </w:trPr>
        <w:tc>
          <w:tcPr>
            <w:tcW w:w="392" w:type="dxa"/>
            <w:tcBorders>
              <w:right w:val="nil"/>
            </w:tcBorders>
            <w:vAlign w:val="center"/>
          </w:tcPr>
          <w:p w14:paraId="5E494C0F" w14:textId="77777777" w:rsidR="004227FB" w:rsidRPr="007B5C9D" w:rsidRDefault="004227FB" w:rsidP="0095570C">
            <w:pPr>
              <w:pStyle w:val="Lijstalinea"/>
              <w:numPr>
                <w:ilvl w:val="0"/>
                <w:numId w:val="35"/>
              </w:numPr>
              <w:spacing w:after="0"/>
            </w:pPr>
          </w:p>
        </w:tc>
        <w:tc>
          <w:tcPr>
            <w:tcW w:w="4698" w:type="dxa"/>
            <w:tcBorders>
              <w:left w:val="nil"/>
            </w:tcBorders>
            <w:vAlign w:val="center"/>
          </w:tcPr>
          <w:p w14:paraId="3CF7CADE" w14:textId="77777777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 w14:paraId="0FFBFAA7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50CB9D14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2E55DBE3" w14:textId="77777777" w:rsidR="004227FB" w:rsidRPr="00556E20" w:rsidRDefault="004227FB" w:rsidP="0095570C">
            <w:pPr>
              <w:spacing w:after="0"/>
            </w:pPr>
          </w:p>
        </w:tc>
        <w:tc>
          <w:tcPr>
            <w:tcW w:w="948" w:type="dxa"/>
            <w:vAlign w:val="center"/>
          </w:tcPr>
          <w:p w14:paraId="092E8450" w14:textId="4EFE61D5" w:rsidR="004227FB" w:rsidRPr="00556E20" w:rsidRDefault="004227FB" w:rsidP="0095570C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1E5D6A4" w14:textId="77777777" w:rsidR="005E5004" w:rsidRPr="00556E20" w:rsidRDefault="005E5004" w:rsidP="005E5004">
      <w:pPr>
        <w:spacing w:after="0"/>
      </w:pPr>
    </w:p>
    <w:sectPr w:rsidR="005E5004" w:rsidRPr="00556E20" w:rsidSect="00E75647">
      <w:footerReference w:type="default" r:id="rId9"/>
      <w:endnotePr>
        <w:numFmt w:val="decimal"/>
      </w:endnotePr>
      <w:type w:val="continuous"/>
      <w:pgSz w:w="11907" w:h="16840" w:code="9"/>
      <w:pgMar w:top="1021" w:right="1418" w:bottom="1814" w:left="2155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53ABA" w14:textId="77777777" w:rsidR="003748EF" w:rsidRDefault="003748EF">
      <w:r>
        <w:separator/>
      </w:r>
    </w:p>
  </w:endnote>
  <w:endnote w:type="continuationSeparator" w:id="0">
    <w:p w14:paraId="7881266B" w14:textId="77777777" w:rsidR="003748EF" w:rsidRDefault="00374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A306" w14:textId="77777777" w:rsidR="00A13360" w:rsidRDefault="00A13360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</w:pPr>
    <w:r w:rsidRPr="00685A18">
      <w:rPr>
        <w:rStyle w:val="Paginanummer"/>
        <w:color w:val="C7007D"/>
      </w:rPr>
      <w:t>Informatiepunt Onderwijs &amp; Talentontwikkeling</w:t>
    </w:r>
    <w:r>
      <w:rPr>
        <w:rStyle w:val="Paginanummer"/>
        <w:color w:val="C7007D"/>
      </w:rPr>
      <w:tab/>
    </w:r>
    <w:r>
      <w:rPr>
        <w:rStyle w:val="Paginanummer"/>
        <w:color w:val="C7007D"/>
      </w:rPr>
      <w:tab/>
    </w:r>
    <w:hyperlink r:id="rId1" w:history="1">
      <w:r w:rsidRPr="000D7309">
        <w:rPr>
          <w:rStyle w:val="Hyperlink"/>
          <w:u w:val="none"/>
        </w:rPr>
        <w:t>www.talentstimuleren.nl</w:t>
      </w:r>
    </w:hyperlink>
    <w:r w:rsidRPr="00EA0470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rStyle w:val="Paginanummer"/>
        <w:color w:val="C7007D"/>
      </w:rPr>
      <w:t xml:space="preserve"> </w:t>
    </w:r>
    <w:r>
      <w:rPr>
        <w:noProof/>
      </w:rPr>
      <w:drawing>
        <wp:anchor distT="0" distB="0" distL="114300" distR="114300" simplePos="0" relativeHeight="251657728" behindDoc="1" locked="1" layoutInCell="1" allowOverlap="1" wp14:anchorId="4CCE599D" wp14:editId="2350BEB8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11" name="Afbeelding 11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9CEC7" w14:textId="77777777" w:rsidR="003748EF" w:rsidRDefault="003748EF">
      <w:r>
        <w:separator/>
      </w:r>
    </w:p>
  </w:footnote>
  <w:footnote w:type="continuationSeparator" w:id="0">
    <w:p w14:paraId="2C22612E" w14:textId="77777777" w:rsidR="003748EF" w:rsidRDefault="003748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BC2798"/>
    <w:multiLevelType w:val="hybridMultilevel"/>
    <w:tmpl w:val="93965E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C37D7A"/>
    <w:multiLevelType w:val="hybridMultilevel"/>
    <w:tmpl w:val="B0BE15EA"/>
    <w:lvl w:ilvl="0" w:tplc="EB7448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73DE1"/>
    <w:multiLevelType w:val="hybridMultilevel"/>
    <w:tmpl w:val="76867BAE"/>
    <w:lvl w:ilvl="0" w:tplc="AC7C7E1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42265"/>
    <w:multiLevelType w:val="hybridMultilevel"/>
    <w:tmpl w:val="9A007966"/>
    <w:lvl w:ilvl="0" w:tplc="AC7C7E1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80A00"/>
    <w:multiLevelType w:val="hybridMultilevel"/>
    <w:tmpl w:val="7D908A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AC65C9"/>
    <w:multiLevelType w:val="hybridMultilevel"/>
    <w:tmpl w:val="30C2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B78EE"/>
    <w:multiLevelType w:val="hybridMultilevel"/>
    <w:tmpl w:val="E33E71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0D70A4"/>
    <w:multiLevelType w:val="hybridMultilevel"/>
    <w:tmpl w:val="2826905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EF28A1"/>
    <w:multiLevelType w:val="hybridMultilevel"/>
    <w:tmpl w:val="B044A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7C0D0D"/>
    <w:multiLevelType w:val="hybridMultilevel"/>
    <w:tmpl w:val="B3D4768C"/>
    <w:lvl w:ilvl="0" w:tplc="DE9CC02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2"/>
  </w:num>
  <w:num w:numId="5">
    <w:abstractNumId w:val="17"/>
  </w:num>
  <w:num w:numId="6">
    <w:abstractNumId w:val="22"/>
  </w:num>
  <w:num w:numId="7">
    <w:abstractNumId w:val="15"/>
  </w:num>
  <w:num w:numId="8">
    <w:abstractNumId w:val="5"/>
  </w:num>
  <w:num w:numId="9">
    <w:abstractNumId w:val="34"/>
  </w:num>
  <w:num w:numId="10">
    <w:abstractNumId w:val="11"/>
  </w:num>
  <w:num w:numId="11">
    <w:abstractNumId w:val="4"/>
  </w:num>
  <w:num w:numId="12">
    <w:abstractNumId w:val="0"/>
  </w:num>
  <w:num w:numId="13">
    <w:abstractNumId w:val="24"/>
  </w:num>
  <w:num w:numId="14">
    <w:abstractNumId w:val="2"/>
  </w:num>
  <w:num w:numId="15">
    <w:abstractNumId w:val="1"/>
  </w:num>
  <w:num w:numId="16">
    <w:abstractNumId w:val="23"/>
  </w:num>
  <w:num w:numId="17">
    <w:abstractNumId w:val="25"/>
  </w:num>
  <w:num w:numId="18">
    <w:abstractNumId w:val="14"/>
  </w:num>
  <w:num w:numId="19">
    <w:abstractNumId w:val="29"/>
  </w:num>
  <w:num w:numId="20">
    <w:abstractNumId w:val="21"/>
  </w:num>
  <w:num w:numId="21">
    <w:abstractNumId w:val="32"/>
  </w:num>
  <w:num w:numId="22">
    <w:abstractNumId w:val="6"/>
  </w:num>
  <w:num w:numId="23">
    <w:abstractNumId w:val="26"/>
  </w:num>
  <w:num w:numId="24">
    <w:abstractNumId w:val="18"/>
  </w:num>
  <w:num w:numId="25">
    <w:abstractNumId w:val="20"/>
  </w:num>
  <w:num w:numId="26">
    <w:abstractNumId w:val="27"/>
  </w:num>
  <w:num w:numId="27">
    <w:abstractNumId w:val="8"/>
  </w:num>
  <w:num w:numId="28">
    <w:abstractNumId w:val="19"/>
  </w:num>
  <w:num w:numId="29">
    <w:abstractNumId w:val="30"/>
  </w:num>
  <w:num w:numId="30">
    <w:abstractNumId w:val="31"/>
  </w:num>
  <w:num w:numId="31">
    <w:abstractNumId w:val="28"/>
  </w:num>
  <w:num w:numId="32">
    <w:abstractNumId w:val="13"/>
  </w:num>
  <w:num w:numId="33">
    <w:abstractNumId w:val="16"/>
  </w:num>
  <w:num w:numId="34">
    <w:abstractNumId w:val="7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31F1C"/>
    <w:rsid w:val="00035611"/>
    <w:rsid w:val="00047A33"/>
    <w:rsid w:val="000514F1"/>
    <w:rsid w:val="00057A76"/>
    <w:rsid w:val="00060E59"/>
    <w:rsid w:val="000717D0"/>
    <w:rsid w:val="00094739"/>
    <w:rsid w:val="000957EC"/>
    <w:rsid w:val="000A22A0"/>
    <w:rsid w:val="000B60A9"/>
    <w:rsid w:val="000B6707"/>
    <w:rsid w:val="000C4940"/>
    <w:rsid w:val="000C4E48"/>
    <w:rsid w:val="000D4933"/>
    <w:rsid w:val="000D5444"/>
    <w:rsid w:val="000D7309"/>
    <w:rsid w:val="000D73B7"/>
    <w:rsid w:val="000E6786"/>
    <w:rsid w:val="000F582B"/>
    <w:rsid w:val="001010FD"/>
    <w:rsid w:val="0012509C"/>
    <w:rsid w:val="001410D5"/>
    <w:rsid w:val="001457F1"/>
    <w:rsid w:val="001472AA"/>
    <w:rsid w:val="00160CAA"/>
    <w:rsid w:val="001615E3"/>
    <w:rsid w:val="00167DA8"/>
    <w:rsid w:val="001760E1"/>
    <w:rsid w:val="001A565A"/>
    <w:rsid w:val="001A7049"/>
    <w:rsid w:val="001B1E04"/>
    <w:rsid w:val="001B7C65"/>
    <w:rsid w:val="001C37F6"/>
    <w:rsid w:val="001E0D37"/>
    <w:rsid w:val="001F58F0"/>
    <w:rsid w:val="00212D40"/>
    <w:rsid w:val="00227972"/>
    <w:rsid w:val="00235D22"/>
    <w:rsid w:val="00237542"/>
    <w:rsid w:val="0024065C"/>
    <w:rsid w:val="00245059"/>
    <w:rsid w:val="00277CA9"/>
    <w:rsid w:val="00287B77"/>
    <w:rsid w:val="002A3EE2"/>
    <w:rsid w:val="002B5A9A"/>
    <w:rsid w:val="002E0FAA"/>
    <w:rsid w:val="002E1EC7"/>
    <w:rsid w:val="00301C21"/>
    <w:rsid w:val="00307B43"/>
    <w:rsid w:val="0031516F"/>
    <w:rsid w:val="00326F1C"/>
    <w:rsid w:val="0032780A"/>
    <w:rsid w:val="00337955"/>
    <w:rsid w:val="00354F01"/>
    <w:rsid w:val="00356E76"/>
    <w:rsid w:val="0036119F"/>
    <w:rsid w:val="00373578"/>
    <w:rsid w:val="003748EF"/>
    <w:rsid w:val="00382267"/>
    <w:rsid w:val="003934E2"/>
    <w:rsid w:val="003B187C"/>
    <w:rsid w:val="003B35B8"/>
    <w:rsid w:val="003B45D3"/>
    <w:rsid w:val="003B4DCC"/>
    <w:rsid w:val="003D0533"/>
    <w:rsid w:val="003E09E7"/>
    <w:rsid w:val="003E0EA5"/>
    <w:rsid w:val="004227FB"/>
    <w:rsid w:val="004346AB"/>
    <w:rsid w:val="0045519B"/>
    <w:rsid w:val="00456321"/>
    <w:rsid w:val="0047522D"/>
    <w:rsid w:val="004866D0"/>
    <w:rsid w:val="00487297"/>
    <w:rsid w:val="00490BDE"/>
    <w:rsid w:val="00490F00"/>
    <w:rsid w:val="00493AA5"/>
    <w:rsid w:val="004B0DC7"/>
    <w:rsid w:val="004D39AD"/>
    <w:rsid w:val="004F4634"/>
    <w:rsid w:val="0052617F"/>
    <w:rsid w:val="005500D4"/>
    <w:rsid w:val="00555FB1"/>
    <w:rsid w:val="005601AF"/>
    <w:rsid w:val="0056707F"/>
    <w:rsid w:val="00573DA5"/>
    <w:rsid w:val="00590A62"/>
    <w:rsid w:val="005C4831"/>
    <w:rsid w:val="005C6BE5"/>
    <w:rsid w:val="005C6EAE"/>
    <w:rsid w:val="005E5004"/>
    <w:rsid w:val="005F4603"/>
    <w:rsid w:val="006073E6"/>
    <w:rsid w:val="00613270"/>
    <w:rsid w:val="006134E4"/>
    <w:rsid w:val="00614BC7"/>
    <w:rsid w:val="00617C84"/>
    <w:rsid w:val="0062229F"/>
    <w:rsid w:val="00625160"/>
    <w:rsid w:val="00631BF0"/>
    <w:rsid w:val="0063391B"/>
    <w:rsid w:val="00656EDD"/>
    <w:rsid w:val="00657C65"/>
    <w:rsid w:val="00657CB9"/>
    <w:rsid w:val="00675D73"/>
    <w:rsid w:val="00685A18"/>
    <w:rsid w:val="00693CAB"/>
    <w:rsid w:val="006B43F3"/>
    <w:rsid w:val="006C1468"/>
    <w:rsid w:val="006D0A84"/>
    <w:rsid w:val="006D7629"/>
    <w:rsid w:val="006E051B"/>
    <w:rsid w:val="006E166D"/>
    <w:rsid w:val="00701107"/>
    <w:rsid w:val="00741BBF"/>
    <w:rsid w:val="00751051"/>
    <w:rsid w:val="00762834"/>
    <w:rsid w:val="007823BE"/>
    <w:rsid w:val="007A5DB8"/>
    <w:rsid w:val="007B548B"/>
    <w:rsid w:val="007B5C9D"/>
    <w:rsid w:val="007C3E36"/>
    <w:rsid w:val="007C4203"/>
    <w:rsid w:val="007C70C2"/>
    <w:rsid w:val="007E3ABF"/>
    <w:rsid w:val="007F016D"/>
    <w:rsid w:val="008038A1"/>
    <w:rsid w:val="00807BF9"/>
    <w:rsid w:val="00832936"/>
    <w:rsid w:val="0083679F"/>
    <w:rsid w:val="00841885"/>
    <w:rsid w:val="00841DAE"/>
    <w:rsid w:val="008502E3"/>
    <w:rsid w:val="00860DE7"/>
    <w:rsid w:val="00860E31"/>
    <w:rsid w:val="0086579F"/>
    <w:rsid w:val="00870AEC"/>
    <w:rsid w:val="00877717"/>
    <w:rsid w:val="00884E7D"/>
    <w:rsid w:val="0088760E"/>
    <w:rsid w:val="00890B33"/>
    <w:rsid w:val="00890D6F"/>
    <w:rsid w:val="008A7711"/>
    <w:rsid w:val="008E38B5"/>
    <w:rsid w:val="008E5F34"/>
    <w:rsid w:val="008F2887"/>
    <w:rsid w:val="0090695D"/>
    <w:rsid w:val="00911514"/>
    <w:rsid w:val="00923E27"/>
    <w:rsid w:val="00930768"/>
    <w:rsid w:val="009320DE"/>
    <w:rsid w:val="009337DB"/>
    <w:rsid w:val="00954838"/>
    <w:rsid w:val="00963254"/>
    <w:rsid w:val="00975E17"/>
    <w:rsid w:val="00991599"/>
    <w:rsid w:val="00995FAA"/>
    <w:rsid w:val="009D59F7"/>
    <w:rsid w:val="009D68FD"/>
    <w:rsid w:val="009E37AA"/>
    <w:rsid w:val="00A13360"/>
    <w:rsid w:val="00A16C82"/>
    <w:rsid w:val="00A3553F"/>
    <w:rsid w:val="00A41ED6"/>
    <w:rsid w:val="00A50D46"/>
    <w:rsid w:val="00A62CF2"/>
    <w:rsid w:val="00AA4089"/>
    <w:rsid w:val="00AA5FFB"/>
    <w:rsid w:val="00AC5978"/>
    <w:rsid w:val="00AD3B05"/>
    <w:rsid w:val="00AD7CFD"/>
    <w:rsid w:val="00AF3289"/>
    <w:rsid w:val="00B0424A"/>
    <w:rsid w:val="00B1225C"/>
    <w:rsid w:val="00B3675D"/>
    <w:rsid w:val="00B41416"/>
    <w:rsid w:val="00B6017A"/>
    <w:rsid w:val="00B74901"/>
    <w:rsid w:val="00BA3D86"/>
    <w:rsid w:val="00BB2200"/>
    <w:rsid w:val="00BB2DB8"/>
    <w:rsid w:val="00BB3696"/>
    <w:rsid w:val="00BB788A"/>
    <w:rsid w:val="00BC4320"/>
    <w:rsid w:val="00BC6EBC"/>
    <w:rsid w:val="00BE5645"/>
    <w:rsid w:val="00BF3B4B"/>
    <w:rsid w:val="00C10DA2"/>
    <w:rsid w:val="00C44425"/>
    <w:rsid w:val="00C458E6"/>
    <w:rsid w:val="00C47A7B"/>
    <w:rsid w:val="00C54834"/>
    <w:rsid w:val="00C75600"/>
    <w:rsid w:val="00CA1929"/>
    <w:rsid w:val="00CB0EC5"/>
    <w:rsid w:val="00CB1AFE"/>
    <w:rsid w:val="00CC3512"/>
    <w:rsid w:val="00CD2A05"/>
    <w:rsid w:val="00CE257A"/>
    <w:rsid w:val="00CE3DB8"/>
    <w:rsid w:val="00CF6CB9"/>
    <w:rsid w:val="00D12C96"/>
    <w:rsid w:val="00D1523C"/>
    <w:rsid w:val="00D355DF"/>
    <w:rsid w:val="00D37E72"/>
    <w:rsid w:val="00D64816"/>
    <w:rsid w:val="00D673EC"/>
    <w:rsid w:val="00D72BEA"/>
    <w:rsid w:val="00D746F9"/>
    <w:rsid w:val="00DA50A2"/>
    <w:rsid w:val="00DB21B0"/>
    <w:rsid w:val="00DB4A49"/>
    <w:rsid w:val="00DC0F41"/>
    <w:rsid w:val="00DC2D85"/>
    <w:rsid w:val="00DD4603"/>
    <w:rsid w:val="00DD5588"/>
    <w:rsid w:val="00DD747C"/>
    <w:rsid w:val="00DE163A"/>
    <w:rsid w:val="00DE39D8"/>
    <w:rsid w:val="00E05F4D"/>
    <w:rsid w:val="00E26E8C"/>
    <w:rsid w:val="00E27070"/>
    <w:rsid w:val="00E3697E"/>
    <w:rsid w:val="00E51397"/>
    <w:rsid w:val="00E562BA"/>
    <w:rsid w:val="00E65979"/>
    <w:rsid w:val="00E75647"/>
    <w:rsid w:val="00E77FBC"/>
    <w:rsid w:val="00EA0470"/>
    <w:rsid w:val="00EA2DE3"/>
    <w:rsid w:val="00EC21DA"/>
    <w:rsid w:val="00ED3F2E"/>
    <w:rsid w:val="00EE7A10"/>
    <w:rsid w:val="00EF0B82"/>
    <w:rsid w:val="00F076CE"/>
    <w:rsid w:val="00F139C9"/>
    <w:rsid w:val="00F35962"/>
    <w:rsid w:val="00F41DBC"/>
    <w:rsid w:val="00F4343E"/>
    <w:rsid w:val="00F43641"/>
    <w:rsid w:val="00F4729E"/>
    <w:rsid w:val="00F55589"/>
    <w:rsid w:val="00F55ABC"/>
    <w:rsid w:val="00F6642A"/>
    <w:rsid w:val="00F87CA5"/>
    <w:rsid w:val="00F9204D"/>
    <w:rsid w:val="00FA0393"/>
    <w:rsid w:val="00FA0DE5"/>
    <w:rsid w:val="00FB7754"/>
    <w:rsid w:val="00FE38FA"/>
    <w:rsid w:val="00F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0E88DA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  <w:style w:type="table" w:customStyle="1" w:styleId="Tabelraster1">
    <w:name w:val="Tabelraster1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39"/>
    <w:rsid w:val="004D39A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semiHidden/>
    <w:unhideWhenUsed/>
    <w:rsid w:val="00860E31"/>
    <w:rPr>
      <w:sz w:val="16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860E31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semiHidden/>
    <w:rsid w:val="00860E31"/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860E3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860E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www.talentstimuleren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8CE48-120D-45A8-B6CA-4B0AF5D3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12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3</cp:revision>
  <cp:lastPrinted>2014-03-24T11:05:00Z</cp:lastPrinted>
  <dcterms:created xsi:type="dcterms:W3CDTF">2015-10-11T13:57:00Z</dcterms:created>
  <dcterms:modified xsi:type="dcterms:W3CDTF">2015-10-11T14:09:00Z</dcterms:modified>
</cp:coreProperties>
</file>