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9C" w:rsidRPr="00BA569C" w:rsidRDefault="00BA569C" w:rsidP="00BA569C">
      <w:pPr>
        <w:autoSpaceDE/>
        <w:autoSpaceDN/>
        <w:spacing w:line="24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BA569C" w:rsidRDefault="00BA569C" w:rsidP="00BA569C">
      <w:pPr>
        <w:autoSpaceDE/>
        <w:autoSpaceDN/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BA569C" w:rsidRPr="00BA569C" w:rsidTr="0066313B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  <w:p w:rsidR="00BA569C" w:rsidRPr="00BA569C" w:rsidRDefault="0066313B" w:rsidP="008B3CA4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BE</w:t>
            </w:r>
            <w:r w:rsidR="008B3CA4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OORDELINGS</w:t>
            </w: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 xml:space="preserve">GESPREK (TYPE </w:t>
            </w:r>
            <w:r w:rsidR="00BA569C" w:rsidRPr="00BA569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FUNCTIONERINGSGESPREK</w:t>
            </w: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)</w:t>
            </w:r>
            <w:r w:rsidR="00BA569C" w:rsidRPr="00BA569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BA569C" w:rsidRPr="00BA569C" w:rsidTr="0066313B">
        <w:tc>
          <w:tcPr>
            <w:tcW w:w="6689" w:type="dxa"/>
            <w:gridSpan w:val="3"/>
            <w:vMerge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BA569C" w:rsidRPr="00BA569C" w:rsidTr="0066313B">
        <w:tc>
          <w:tcPr>
            <w:tcW w:w="9720" w:type="dxa"/>
            <w:gridSpan w:val="1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lang w:eastAsia="zh-CN"/>
              </w:rPr>
              <w:t>Observatiepunten Aanloopfase</w:t>
            </w:r>
          </w:p>
        </w:tc>
      </w:tr>
      <w:tr w:rsidR="00BA569C" w:rsidRPr="00BA569C" w:rsidTr="0066313B">
        <w:tc>
          <w:tcPr>
            <w:tcW w:w="900" w:type="dxa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stelt –met ‘’</w:t>
            </w:r>
            <w:proofErr w:type="spellStart"/>
            <w:r w:rsidRPr="00BA569C">
              <w:rPr>
                <w:rFonts w:ascii="Calibri" w:eastAsia="SimSun" w:hAnsi="Calibri"/>
                <w:lang w:eastAsia="zh-CN"/>
              </w:rPr>
              <w:t>social</w:t>
            </w:r>
            <w:proofErr w:type="spellEnd"/>
            <w:r w:rsidRPr="00BA569C">
              <w:rPr>
                <w:rFonts w:ascii="Calibri" w:eastAsia="SimSun" w:hAnsi="Calibri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720" w:type="dxa"/>
            <w:gridSpan w:val="1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Planningsfase</w:t>
            </w:r>
          </w:p>
        </w:tc>
      </w:tr>
      <w:tr w:rsidR="00BA569C" w:rsidRPr="00BA569C" w:rsidTr="0066313B">
        <w:tc>
          <w:tcPr>
            <w:tcW w:w="900" w:type="dxa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720" w:type="dxa"/>
            <w:gridSpan w:val="1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Themafase</w:t>
            </w:r>
          </w:p>
        </w:tc>
      </w:tr>
      <w:tr w:rsidR="0066313B" w:rsidRPr="00BA569C" w:rsidTr="0066313B">
        <w:tc>
          <w:tcPr>
            <w:tcW w:w="9720" w:type="dxa"/>
            <w:gridSpan w:val="10"/>
          </w:tcPr>
          <w:p w:rsidR="0066313B" w:rsidRPr="00BA569C" w:rsidRDefault="0066313B" w:rsidP="008B3CA4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T.a.v. de </w:t>
            </w:r>
            <w:r w:rsidR="008B3CA4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beoordelaar</w:t>
            </w: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 (bv. werkbegeleider, praktijkopleider, BPV-docent, leidinggevende)</w:t>
            </w: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8</w:t>
            </w:r>
            <w:r w:rsidR="002B4396"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A4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 xml:space="preserve">0 </w:t>
            </w:r>
            <w:r w:rsidR="008B3CA4">
              <w:rPr>
                <w:rFonts w:ascii="Calibri" w:eastAsia="SimSun" w:hAnsi="Calibri"/>
                <w:lang w:eastAsia="zh-CN"/>
              </w:rPr>
              <w:t>heeft aandacht voor de stemming van de kandidaat</w:t>
            </w:r>
          </w:p>
          <w:p w:rsidR="0066313B" w:rsidRDefault="008B3CA4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benoemt wat beoordeeld wordt </w:t>
            </w:r>
            <w:r w:rsidR="0066313B">
              <w:rPr>
                <w:rFonts w:ascii="Calibri" w:eastAsia="SimSun" w:hAnsi="Calibri"/>
                <w:lang w:eastAsia="zh-CN"/>
              </w:rPr>
              <w:t xml:space="preserve"> </w:t>
            </w:r>
          </w:p>
          <w:p w:rsidR="008B3CA4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</w:t>
            </w:r>
            <w:r w:rsidR="008B3CA4">
              <w:rPr>
                <w:rFonts w:ascii="Calibri" w:eastAsia="SimSun" w:hAnsi="Calibri"/>
                <w:lang w:eastAsia="zh-CN"/>
              </w:rPr>
              <w:t>spreekt per onderdeel de beoordeling uit</w:t>
            </w:r>
          </w:p>
          <w:p w:rsidR="008B3CA4" w:rsidRDefault="008B3CA4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onderbouwt de beoordeling(en)</w:t>
            </w:r>
          </w:p>
          <w:p w:rsidR="0066313B" w:rsidRDefault="008B3CA4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</w:t>
            </w:r>
            <w:r w:rsidR="0066313B">
              <w:rPr>
                <w:rFonts w:ascii="Calibri" w:eastAsia="SimSun" w:hAnsi="Calibri"/>
                <w:lang w:eastAsia="zh-CN"/>
              </w:rPr>
              <w:t xml:space="preserve">stimuleert </w:t>
            </w:r>
            <w:r>
              <w:rPr>
                <w:rFonts w:ascii="Calibri" w:eastAsia="SimSun" w:hAnsi="Calibri"/>
                <w:lang w:eastAsia="zh-CN"/>
              </w:rPr>
              <w:t>evt. het achterhalen van de oorzaken van een onvoldoende beoordeling</w:t>
            </w:r>
          </w:p>
          <w:p w:rsidR="008B3CA4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</w:t>
            </w:r>
            <w:r w:rsidR="008B3CA4">
              <w:rPr>
                <w:rFonts w:ascii="Calibri" w:eastAsia="SimSun" w:hAnsi="Calibri"/>
                <w:lang w:eastAsia="zh-CN"/>
              </w:rPr>
              <w:t>wijst op de gevolgen van een onvoldoende beoordeling en de mogelijkheden voor het aantekenen van bezwaar</w:t>
            </w:r>
          </w:p>
          <w:p w:rsidR="00BA569C" w:rsidRDefault="0066313B" w:rsidP="008B3CA4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</w:t>
            </w:r>
            <w:r w:rsidR="00BA569C" w:rsidRPr="00BA569C">
              <w:rPr>
                <w:rFonts w:ascii="Calibri" w:eastAsia="SimSun" w:hAnsi="Calibri"/>
                <w:lang w:eastAsia="zh-CN"/>
              </w:rPr>
              <w:t xml:space="preserve"> </w:t>
            </w:r>
            <w:r>
              <w:rPr>
                <w:rFonts w:ascii="Calibri" w:eastAsia="SimSun" w:hAnsi="Calibri"/>
                <w:lang w:eastAsia="zh-CN"/>
              </w:rPr>
              <w:t xml:space="preserve">maakt </w:t>
            </w:r>
            <w:r w:rsidR="008B3CA4">
              <w:rPr>
                <w:rFonts w:ascii="Calibri" w:eastAsia="SimSun" w:hAnsi="Calibri"/>
                <w:lang w:eastAsia="zh-CN"/>
              </w:rPr>
              <w:t>afspraken over het vervolgtraject</w:t>
            </w:r>
          </w:p>
          <w:p w:rsidR="008B3CA4" w:rsidRPr="00BA569C" w:rsidRDefault="008B3CA4" w:rsidP="008B3CA4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evalueert het begeleidings- en beoordelingsproces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</w:tr>
      <w:tr w:rsidR="0066313B" w:rsidRPr="00BA569C" w:rsidTr="0066313B">
        <w:tc>
          <w:tcPr>
            <w:tcW w:w="9720" w:type="dxa"/>
            <w:gridSpan w:val="10"/>
          </w:tcPr>
          <w:p w:rsidR="0066313B" w:rsidRPr="00BA569C" w:rsidRDefault="0066313B" w:rsidP="008B3CA4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T.a.v. de </w:t>
            </w:r>
            <w:r w:rsidR="008B3CA4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kandidaat</w:t>
            </w: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 (bv. </w:t>
            </w:r>
            <w:r w:rsidR="002B4396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stagiaire, leerling-verzorgende, student, beginnend beroepsbeoefenaar)</w:t>
            </w:r>
          </w:p>
        </w:tc>
      </w:tr>
      <w:tr w:rsidR="0066313B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3B" w:rsidRPr="00BA569C" w:rsidRDefault="002B4396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8b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A4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</w:t>
            </w:r>
            <w:r w:rsidRPr="00BA569C">
              <w:rPr>
                <w:rFonts w:ascii="Calibri" w:eastAsia="SimSun" w:hAnsi="Calibri"/>
                <w:lang w:eastAsia="zh-CN"/>
              </w:rPr>
              <w:t xml:space="preserve"> </w:t>
            </w:r>
            <w:r w:rsidR="008B3CA4">
              <w:rPr>
                <w:rFonts w:ascii="Calibri" w:eastAsia="SimSun" w:hAnsi="Calibri"/>
                <w:lang w:eastAsia="zh-CN"/>
              </w:rPr>
              <w:t>luistert naar de beoordeling(en) en onderbouwing daarvan</w:t>
            </w:r>
            <w:r w:rsidR="005866A7">
              <w:rPr>
                <w:rFonts w:ascii="Calibri" w:eastAsia="SimSun" w:hAnsi="Calibri"/>
                <w:lang w:eastAsia="zh-CN"/>
              </w:rPr>
              <w:t xml:space="preserve"> en de evt. gevolgen voor het vervolgtraject</w:t>
            </w:r>
          </w:p>
          <w:p w:rsidR="008B3CA4" w:rsidRDefault="008B3CA4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</w:t>
            </w:r>
            <w:r w:rsidR="002B4396">
              <w:rPr>
                <w:rFonts w:ascii="Calibri" w:eastAsia="SimSun" w:hAnsi="Calibri"/>
                <w:lang w:eastAsia="zh-CN"/>
              </w:rPr>
              <w:t>ver</w:t>
            </w:r>
            <w:r w:rsidR="005866A7">
              <w:rPr>
                <w:rFonts w:ascii="Calibri" w:eastAsia="SimSun" w:hAnsi="Calibri"/>
                <w:lang w:eastAsia="zh-CN"/>
              </w:rPr>
              <w:t>telt zijn/haar mening over</w:t>
            </w:r>
            <w:r>
              <w:rPr>
                <w:rFonts w:ascii="Calibri" w:eastAsia="SimSun" w:hAnsi="Calibri"/>
                <w:lang w:eastAsia="zh-CN"/>
              </w:rPr>
              <w:t xml:space="preserve"> de beoordeling(en)</w:t>
            </w:r>
          </w:p>
          <w:p w:rsidR="008B3CA4" w:rsidRDefault="008B3CA4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verwoordt evt. oorzaken van een onvoldoende beoordeling</w:t>
            </w:r>
          </w:p>
          <w:p w:rsidR="002B4396" w:rsidRDefault="002B4396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stelt </w:t>
            </w:r>
            <w:r w:rsidR="00227EB3">
              <w:rPr>
                <w:rFonts w:ascii="Calibri" w:eastAsia="SimSun" w:hAnsi="Calibri"/>
                <w:lang w:eastAsia="zh-CN"/>
              </w:rPr>
              <w:t xml:space="preserve">verduidelijkende </w:t>
            </w:r>
            <w:r>
              <w:rPr>
                <w:rFonts w:ascii="Calibri" w:eastAsia="SimSun" w:hAnsi="Calibri"/>
                <w:lang w:eastAsia="zh-CN"/>
              </w:rPr>
              <w:t>vragen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</w:t>
            </w:r>
            <w:r w:rsidR="005866A7">
              <w:rPr>
                <w:rFonts w:ascii="Calibri" w:eastAsia="SimSun" w:hAnsi="Calibri"/>
                <w:lang w:eastAsia="zh-CN"/>
              </w:rPr>
              <w:t>werkt mee aan het maken van afspraken over het vervolgtraject</w:t>
            </w:r>
          </w:p>
          <w:p w:rsidR="005866A7" w:rsidRPr="00BA569C" w:rsidRDefault="005866A7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vertelt zijn/haar mening over het begeleidings- en beoordelingsproces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</w:tr>
      <w:tr w:rsidR="00BA569C" w:rsidRPr="00BA569C" w:rsidTr="0066313B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Slotfase</w:t>
            </w: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controleert of de ander het eens is met jouw samenvatting en stelt deze zo</w:t>
            </w:r>
            <w:r w:rsidR="002B4396">
              <w:rPr>
                <w:rFonts w:ascii="Calibri" w:eastAsia="SimSun" w:hAnsi="Calibri"/>
                <w:lang w:eastAsia="zh-CN"/>
              </w:rPr>
              <w:t xml:space="preserve"> </w:t>
            </w:r>
            <w:r w:rsidRPr="00BA569C">
              <w:rPr>
                <w:rFonts w:ascii="Calibri" w:eastAsia="SimSun" w:hAnsi="Calibri"/>
                <w:lang w:eastAsia="zh-CN"/>
              </w:rPr>
              <w:t>nodig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5866A7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 xml:space="preserve">Je vat </w:t>
            </w:r>
            <w:r w:rsidR="002B4396">
              <w:rPr>
                <w:rFonts w:ascii="Calibri" w:eastAsia="SimSun" w:hAnsi="Calibri"/>
                <w:lang w:eastAsia="zh-CN"/>
              </w:rPr>
              <w:t>de gemaakte a</w:t>
            </w:r>
            <w:r w:rsidRPr="00BA569C">
              <w:rPr>
                <w:rFonts w:ascii="Calibri" w:eastAsia="SimSun" w:hAnsi="Calibri"/>
                <w:lang w:eastAsia="zh-CN"/>
              </w:rPr>
              <w:t xml:space="preserve">fspraken kort samen (volgens de 4 W’s-methode), controleert deze bij de ander en legt ze </w:t>
            </w:r>
            <w:r w:rsidR="005866A7">
              <w:rPr>
                <w:rFonts w:ascii="Calibri" w:eastAsia="SimSun" w:hAnsi="Calibri"/>
                <w:lang w:eastAsia="zh-CN"/>
              </w:rPr>
              <w:t>s</w:t>
            </w:r>
            <w:r w:rsidRPr="00BA569C">
              <w:rPr>
                <w:rFonts w:ascii="Calibri" w:eastAsia="SimSun" w:hAnsi="Calibri"/>
                <w:lang w:eastAsia="zh-CN"/>
              </w:rPr>
              <w:t xml:space="preserve">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neemt –met ‘’</w:t>
            </w:r>
            <w:proofErr w:type="spellStart"/>
            <w:r w:rsidRPr="00BA569C">
              <w:rPr>
                <w:rFonts w:ascii="Calibri" w:eastAsia="SimSun" w:hAnsi="Calibri"/>
                <w:lang w:eastAsia="zh-CN"/>
              </w:rPr>
              <w:t>social</w:t>
            </w:r>
            <w:proofErr w:type="spellEnd"/>
            <w:r w:rsidRPr="00BA569C">
              <w:rPr>
                <w:rFonts w:ascii="Calibri" w:eastAsia="SimSun" w:hAnsi="Calibri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:rsidR="00B95720" w:rsidRPr="00935E5F" w:rsidRDefault="00B95720" w:rsidP="00935E5F">
      <w:pPr>
        <w:autoSpaceDE/>
        <w:autoSpaceDN/>
        <w:spacing w:line="240" w:lineRule="auto"/>
        <w:ind w:left="0"/>
        <w:rPr>
          <w:rFonts w:ascii="Calibri" w:eastAsia="SimSun" w:hAnsi="Calibri"/>
          <w:lang w:eastAsia="zh-CN"/>
        </w:rPr>
      </w:pPr>
    </w:p>
    <w:sectPr w:rsidR="00B95720" w:rsidRPr="00935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9C"/>
    <w:rsid w:val="000F5087"/>
    <w:rsid w:val="00227EB3"/>
    <w:rsid w:val="002A797D"/>
    <w:rsid w:val="002B4396"/>
    <w:rsid w:val="003308A2"/>
    <w:rsid w:val="005866A7"/>
    <w:rsid w:val="006348A0"/>
    <w:rsid w:val="0066313B"/>
    <w:rsid w:val="008B3CA4"/>
    <w:rsid w:val="00935E5F"/>
    <w:rsid w:val="00B95720"/>
    <w:rsid w:val="00BA569C"/>
    <w:rsid w:val="00CF3C33"/>
    <w:rsid w:val="00D20895"/>
    <w:rsid w:val="00F4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F3C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3C33"/>
    <w:rPr>
      <w:rFonts w:ascii="Tahom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F3C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3C33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5936D81C</Template>
  <TotalTime>1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cp:lastPrinted>2013-11-04T13:19:00Z</cp:lastPrinted>
  <dcterms:created xsi:type="dcterms:W3CDTF">2013-11-04T13:47:00Z</dcterms:created>
  <dcterms:modified xsi:type="dcterms:W3CDTF">2013-11-04T13:47:00Z</dcterms:modified>
</cp:coreProperties>
</file>