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180"/>
      </w:tblGrid>
      <w:tr w:rsidR="007756D2" w:rsidRPr="00663FD9" w:rsidTr="003D6E8F">
        <w:tc>
          <w:tcPr>
            <w:tcW w:w="9180" w:type="dxa"/>
            <w:shd w:val="clear" w:color="auto" w:fill="000000" w:themeFill="text1"/>
          </w:tcPr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Witte loper </w:t>
            </w:r>
          </w:p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</w:p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7756D2" w:rsidRPr="00663FD9" w:rsidTr="003D6E8F">
        <w:tc>
          <w:tcPr>
            <w:tcW w:w="9180" w:type="dxa"/>
          </w:tcPr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56D2" w:rsidRPr="000F6016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0F6016">
              <w:rPr>
                <w:rFonts w:ascii="Arial" w:hAnsi="Arial" w:cs="Arial"/>
                <w:b/>
                <w:i/>
                <w:color w:val="C00000"/>
              </w:rPr>
              <w:t>Oriëntatiefase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1.1)</w:t>
            </w:r>
          </w:p>
          <w:p w:rsidR="007756D2" w:rsidRPr="00663FD9" w:rsidRDefault="007756D2" w:rsidP="007756D2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 Gegevens verzamelen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een bepaalde ordening, bijvoorbeeld: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</w: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2183"/>
              <w:gridCol w:w="2208"/>
              <w:gridCol w:w="2308"/>
              <w:gridCol w:w="2255"/>
            </w:tblGrid>
            <w:tr w:rsidR="007756D2" w:rsidRPr="00663FD9" w:rsidTr="003D6E8F">
              <w:tc>
                <w:tcPr>
                  <w:tcW w:w="2183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Holistische benadering met 4 gebieden van menselijk functioneren</w:t>
                  </w:r>
                </w:p>
              </w:tc>
              <w:tc>
                <w:tcPr>
                  <w:tcW w:w="2208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  <w:tc>
                <w:tcPr>
                  <w:tcW w:w="4563" w:type="dxa"/>
                  <w:gridSpan w:val="2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Zorgplan met 11 gezondheidspatronen van </w:t>
                  </w:r>
                  <w:proofErr w:type="spellStart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Marjory</w:t>
                  </w:r>
                  <w:proofErr w:type="spellEnd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Gordon</w:t>
                  </w:r>
                </w:p>
              </w:tc>
            </w:tr>
            <w:tr w:rsidR="007756D2" w:rsidRPr="00663FD9" w:rsidTr="003D6E8F">
              <w:tc>
                <w:tcPr>
                  <w:tcW w:w="2183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Psychisch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Sociaal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Spiritueel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08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Woon /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leef-omstandigheden</w:t>
                  </w:r>
                  <w:proofErr w:type="spellEnd"/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  <w:tc>
                <w:tcPr>
                  <w:tcW w:w="2308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Gezondheidsbeleving en -instandhouding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Voeding en stofwisseling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Uitscheiding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Activiteiten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Slaap en rust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Cognitie en waarneming</w:t>
                  </w:r>
                </w:p>
              </w:tc>
              <w:tc>
                <w:tcPr>
                  <w:tcW w:w="2255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Zelfbeleving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Rollen en relaties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Seksualiteit en voortplanting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Stressverwerking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Waarden en levensovertuiging 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2. </w:t>
            </w:r>
            <w:r w:rsidR="00DB23F3">
              <w:rPr>
                <w:rFonts w:ascii="Arial" w:hAnsi="Arial" w:cs="Arial"/>
                <w:b/>
              </w:rPr>
              <w:t>Zorgsituaties inschatten / Z</w:t>
            </w:r>
            <w:r w:rsidRPr="00663FD9">
              <w:rPr>
                <w:rFonts w:ascii="Arial" w:hAnsi="Arial" w:cs="Arial"/>
                <w:b/>
              </w:rPr>
              <w:t xml:space="preserve">orgproblemen </w:t>
            </w:r>
            <w:r w:rsidR="00DB23F3">
              <w:rPr>
                <w:rFonts w:ascii="Arial" w:hAnsi="Arial" w:cs="Arial"/>
                <w:b/>
              </w:rPr>
              <w:t>formuleren</w:t>
            </w:r>
          </w:p>
          <w:p w:rsidR="00B80420" w:rsidRPr="006324CC" w:rsidRDefault="008B69EC" w:rsidP="00B804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6324CC" w:rsidRPr="006324CC">
              <w:rPr>
                <w:rFonts w:ascii="Arial" w:hAnsi="Arial" w:cs="Arial"/>
                <w:sz w:val="18"/>
                <w:szCs w:val="18"/>
              </w:rPr>
              <w:t>In woorden die over het gedrag en de beleving van de zorgvrager gaan en zo duidelijk mogelijk.</w:t>
            </w:r>
          </w:p>
          <w:p w:rsidR="006324CC" w:rsidRPr="006324CC" w:rsidRDefault="006324CC" w:rsidP="00B80420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4390"/>
              <w:gridCol w:w="4536"/>
            </w:tblGrid>
            <w:tr w:rsidR="00B80420" w:rsidRPr="00663FD9" w:rsidTr="001719F7">
              <w:tc>
                <w:tcPr>
                  <w:tcW w:w="4390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Volgens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 4 levensdomeinen</w:t>
                  </w:r>
                </w:p>
              </w:tc>
              <w:tc>
                <w:tcPr>
                  <w:tcW w:w="4536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Volgens PES</w:t>
                  </w:r>
                </w:p>
              </w:tc>
            </w:tr>
            <w:tr w:rsidR="00B80420" w:rsidRPr="00663FD9" w:rsidTr="001719F7">
              <w:tc>
                <w:tcPr>
                  <w:tcW w:w="4390" w:type="dxa"/>
                </w:tcPr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Ga na wat de zorgvrager altijd aan zelfzorg deed.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Ga na wat de zorgvrager nu kan (zelfzorgvermogen).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Bepaal het probleem door stap 1 en stap 2 te vergelijken (balans zelfzorg en zelfzorgvermogen).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4. </w:t>
                  </w:r>
                  <w:r w:rsidR="003D6E8F">
                    <w:rPr>
                      <w:rFonts w:ascii="Arial" w:hAnsi="Arial" w:cs="Arial"/>
                      <w:sz w:val="18"/>
                      <w:szCs w:val="18"/>
                    </w:rPr>
                    <w:t>Ga na wat de mogelijke oorzaak van het probleem is.</w:t>
                  </w:r>
                </w:p>
                <w:p w:rsidR="003D6E8F" w:rsidRPr="00663FD9" w:rsidRDefault="003D6E8F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5. Ga na of het voor de zorgvrager ook een probleem is.</w:t>
                  </w:r>
                </w:p>
              </w:tc>
              <w:tc>
                <w:tcPr>
                  <w:tcW w:w="4536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 </w:t>
                  </w:r>
                  <w:r w:rsidR="001719F7">
                    <w:rPr>
                      <w:rFonts w:ascii="Arial" w:hAnsi="Arial" w:cs="Arial"/>
                    </w:rPr>
                    <w:t>C</w:t>
                  </w:r>
                  <w:r w:rsidRPr="00663FD9">
                    <w:rPr>
                      <w:rFonts w:ascii="Arial" w:hAnsi="Arial" w:cs="Arial"/>
                    </w:rPr>
                    <w:t>luster de symptomen (= verschijnselen) of klachten = S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2. </w:t>
                  </w:r>
                  <w:r w:rsidR="001719F7">
                    <w:rPr>
                      <w:rFonts w:ascii="Arial" w:hAnsi="Arial" w:cs="Arial"/>
                    </w:rPr>
                    <w:t>T</w:t>
                  </w:r>
                  <w:r w:rsidRPr="00663FD9">
                    <w:rPr>
                      <w:rFonts w:ascii="Arial" w:hAnsi="Arial" w:cs="Arial"/>
                    </w:rPr>
                    <w:t>rek conclusies en benoem problemen of tekortkoming = P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3. </w:t>
                  </w:r>
                  <w:r w:rsidR="001719F7">
                    <w:rPr>
                      <w:rFonts w:ascii="Arial" w:hAnsi="Arial" w:cs="Arial"/>
                    </w:rPr>
                    <w:t>I</w:t>
                  </w:r>
                  <w:r w:rsidRPr="00663FD9">
                    <w:rPr>
                      <w:rFonts w:ascii="Arial" w:hAnsi="Arial" w:cs="Arial"/>
                    </w:rPr>
                    <w:t>nventariseer mogelijke oorzaken (= etiologie) of gerelateerde factoren = E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0420" w:rsidRPr="00663FD9" w:rsidRDefault="00B80420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Pr="00DB23F3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DB23F3">
              <w:rPr>
                <w:rFonts w:ascii="Arial" w:hAnsi="Arial" w:cs="Arial"/>
                <w:b/>
                <w:i/>
                <w:color w:val="C00000"/>
              </w:rPr>
              <w:t>Planningsfase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3. </w:t>
            </w:r>
            <w:r w:rsidR="00DB23F3">
              <w:rPr>
                <w:rFonts w:ascii="Arial" w:hAnsi="Arial" w:cs="Arial"/>
                <w:b/>
              </w:rPr>
              <w:t>Zorgdoelen vaststellen</w:t>
            </w:r>
          </w:p>
          <w:p w:rsidR="007756D2" w:rsidRPr="00663FD9" w:rsidRDefault="007756D2" w:rsidP="001719F7">
            <w:pPr>
              <w:ind w:left="284"/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De resultaten zijn gericht op het oplossen, in ernst</w:t>
            </w:r>
            <w:r w:rsidR="009A3209">
              <w:rPr>
                <w:rFonts w:ascii="Arial" w:hAnsi="Arial" w:cs="Arial"/>
              </w:rPr>
              <w:t xml:space="preserve"> laten afnemen of stabiliseren </w:t>
            </w:r>
            <w:r w:rsidRPr="00663FD9">
              <w:rPr>
                <w:rFonts w:ascii="Arial" w:hAnsi="Arial" w:cs="Arial"/>
              </w:rPr>
              <w:t xml:space="preserve">van het probleem. Formulering van beoogde resultaten </w:t>
            </w:r>
            <w:r w:rsidR="001719F7">
              <w:rPr>
                <w:rFonts w:ascii="Arial" w:hAnsi="Arial" w:cs="Arial"/>
              </w:rPr>
              <w:t xml:space="preserve">of doelen </w:t>
            </w:r>
            <w:r w:rsidRPr="00663FD9">
              <w:rPr>
                <w:rFonts w:ascii="Arial" w:hAnsi="Arial" w:cs="Arial"/>
              </w:rPr>
              <w:t>volgens: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4410"/>
              <w:gridCol w:w="4516"/>
            </w:tblGrid>
            <w:tr w:rsidR="007756D2" w:rsidRPr="00663FD9" w:rsidTr="009A3209">
              <w:tc>
                <w:tcPr>
                  <w:tcW w:w="4410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RUMBA</w:t>
                  </w:r>
                </w:p>
              </w:tc>
              <w:tc>
                <w:tcPr>
                  <w:tcW w:w="4516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7756D2" w:rsidRPr="00663FD9" w:rsidTr="009A3209">
              <w:tc>
                <w:tcPr>
                  <w:tcW w:w="4410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Relevant =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terzake</w:t>
                  </w:r>
                  <w:proofErr w:type="spellEnd"/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Understandable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begrijpelijk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Measurable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meetbaar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Behavorial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waarneembaar gedrag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Attainable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haalbaar</w:t>
                  </w:r>
                </w:p>
              </w:tc>
              <w:tc>
                <w:tcPr>
                  <w:tcW w:w="4516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4. Interventies kiezen</w:t>
            </w:r>
          </w:p>
          <w:p w:rsidR="007756D2" w:rsidRPr="00663FD9" w:rsidRDefault="001719F7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Interventies binnen zeven gebieden</w:t>
            </w:r>
            <w:r w:rsidR="009D512E">
              <w:rPr>
                <w:rFonts w:ascii="Arial" w:hAnsi="Arial" w:cs="Arial"/>
              </w:rPr>
              <w:t xml:space="preserve"> en bijbehorende werkprocessen</w:t>
            </w:r>
            <w:r w:rsidR="007756D2" w:rsidRPr="00663FD9">
              <w:rPr>
                <w:rFonts w:ascii="Arial" w:hAnsi="Arial" w:cs="Arial"/>
              </w:rPr>
              <w:t>:</w:t>
            </w:r>
          </w:p>
          <w:p w:rsidR="008B69EC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observeren en signaleren</w:t>
            </w:r>
            <w:r w:rsidR="009D512E">
              <w:rPr>
                <w:rFonts w:ascii="Arial" w:hAnsi="Arial" w:cs="Arial"/>
              </w:rPr>
              <w:t xml:space="preserve"> (werkproces 1.2)</w:t>
            </w:r>
          </w:p>
          <w:p w:rsidR="008B69EC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bieden van persoonlijke </w:t>
            </w:r>
            <w:r w:rsidR="008B69EC">
              <w:rPr>
                <w:rFonts w:ascii="Arial" w:hAnsi="Arial" w:cs="Arial"/>
              </w:rPr>
              <w:t>verzorg</w:t>
            </w:r>
            <w:r>
              <w:rPr>
                <w:rFonts w:ascii="Arial" w:hAnsi="Arial" w:cs="Arial"/>
              </w:rPr>
              <w:t>ing (werkproces 1.2)</w:t>
            </w:r>
          </w:p>
          <w:p w:rsidR="008B69EC" w:rsidRPr="00663FD9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verpleegtechnische handel</w:t>
            </w:r>
            <w:r>
              <w:rPr>
                <w:rFonts w:ascii="Arial" w:hAnsi="Arial" w:cs="Arial"/>
              </w:rPr>
              <w:t>e</w:t>
            </w:r>
            <w:r w:rsidRPr="00663FD9">
              <w:rPr>
                <w:rFonts w:ascii="Arial" w:hAnsi="Arial" w:cs="Arial"/>
              </w:rPr>
              <w:t>n</w:t>
            </w:r>
            <w:r w:rsidR="009D512E">
              <w:rPr>
                <w:rFonts w:ascii="Arial" w:hAnsi="Arial" w:cs="Arial"/>
              </w:rPr>
              <w:t xml:space="preserve"> (werkproces 1.3)</w:t>
            </w:r>
            <w:r w:rsidR="00BF6620">
              <w:rPr>
                <w:rFonts w:ascii="Arial" w:hAnsi="Arial" w:cs="Arial"/>
              </w:rPr>
              <w:t xml:space="preserve"> / </w:t>
            </w:r>
            <w:r w:rsidR="00766E31">
              <w:rPr>
                <w:rFonts w:ascii="Arial" w:hAnsi="Arial" w:cs="Arial"/>
              </w:rPr>
              <w:t>uitvoeren partusassistentie (werkproces 1.4)</w:t>
            </w:r>
          </w:p>
          <w:p w:rsidR="008B69EC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begeleiden</w:t>
            </w:r>
            <w:r w:rsidR="009D512E">
              <w:rPr>
                <w:rFonts w:ascii="Arial" w:hAnsi="Arial" w:cs="Arial"/>
              </w:rPr>
              <w:t xml:space="preserve"> (werkproces 1.5 en 1.6)</w:t>
            </w:r>
          </w:p>
          <w:p w:rsidR="009D512E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ondersteunen bij huishouden en wonen (werkproces 1.7)</w:t>
            </w:r>
          </w:p>
          <w:p w:rsidR="007756D2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voorlichten (</w:t>
            </w:r>
            <w:r w:rsidR="007756D2" w:rsidRPr="00663FD9">
              <w:rPr>
                <w:rFonts w:ascii="Arial" w:hAnsi="Arial" w:cs="Arial"/>
              </w:rPr>
              <w:t>informeren</w:t>
            </w:r>
            <w:r>
              <w:rPr>
                <w:rFonts w:ascii="Arial" w:hAnsi="Arial" w:cs="Arial"/>
              </w:rPr>
              <w:t>)</w:t>
            </w:r>
            <w:r w:rsidR="008B69EC">
              <w:rPr>
                <w:rFonts w:ascii="Arial" w:hAnsi="Arial" w:cs="Arial"/>
              </w:rPr>
              <w:t xml:space="preserve">, </w:t>
            </w:r>
            <w:r w:rsidR="007756D2" w:rsidRPr="00663FD9">
              <w:rPr>
                <w:rFonts w:ascii="Arial" w:hAnsi="Arial" w:cs="Arial"/>
              </w:rPr>
              <w:t>adviseren</w:t>
            </w:r>
            <w:r w:rsidR="008B69EC">
              <w:rPr>
                <w:rFonts w:ascii="Arial" w:hAnsi="Arial" w:cs="Arial"/>
              </w:rPr>
              <w:t>, instrueren</w:t>
            </w:r>
            <w:r>
              <w:rPr>
                <w:rFonts w:ascii="Arial" w:hAnsi="Arial" w:cs="Arial"/>
              </w:rPr>
              <w:t xml:space="preserve"> (werkproces 1.</w:t>
            </w:r>
            <w:r w:rsidR="000F601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)</w:t>
            </w:r>
          </w:p>
          <w:p w:rsidR="009D512E" w:rsidRPr="00663FD9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afstemmen van de zorgverlening (werkproces 1.10)</w:t>
            </w:r>
          </w:p>
          <w:p w:rsidR="007756D2" w:rsidRPr="00663FD9" w:rsidRDefault="007756D2" w:rsidP="009D512E">
            <w:pPr>
              <w:ind w:left="1440"/>
              <w:rPr>
                <w:rFonts w:ascii="Arial" w:hAnsi="Arial" w:cs="Arial"/>
              </w:rPr>
            </w:pPr>
          </w:p>
          <w:p w:rsidR="007756D2" w:rsidRPr="00766E31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766E31">
              <w:rPr>
                <w:rFonts w:ascii="Arial" w:hAnsi="Arial" w:cs="Arial"/>
                <w:b/>
                <w:i/>
                <w:color w:val="C00000"/>
              </w:rPr>
              <w:t>Uitvoeringsfase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1.1, 1.3, 1.4 1.5, 1.6, 1.7, 1.8, 1.9, 1.10)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5. Uitvoeren van interventies</w:t>
            </w:r>
          </w:p>
          <w:p w:rsidR="007756D2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Prioriteiten stellen, zorgvrager monitoren en rapporteren</w:t>
            </w:r>
          </w:p>
          <w:p w:rsidR="00BF6620" w:rsidRPr="00663FD9" w:rsidRDefault="00BF6620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Reageren op crisissituaties en onverwachte situaties (werkproces 1.9)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R</w:t>
            </w:r>
            <w:r w:rsidR="007756D2" w:rsidRPr="00663FD9">
              <w:rPr>
                <w:rFonts w:ascii="Arial" w:hAnsi="Arial" w:cs="Arial"/>
              </w:rPr>
              <w:t>apportage: concreet, bondig, eenduidig, objectief en duidelijk.</w:t>
            </w:r>
          </w:p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56D2" w:rsidRPr="00766E31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766E31">
              <w:rPr>
                <w:rFonts w:ascii="Arial" w:hAnsi="Arial" w:cs="Arial"/>
                <w:b/>
                <w:i/>
                <w:color w:val="C00000"/>
              </w:rPr>
              <w:t>Evaluatiefase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1.11)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6. Evalueren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Product: feitelijk behaald resultaat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</w:t>
            </w:r>
            <w:r w:rsidR="007756D2" w:rsidRPr="00663FD9">
              <w:rPr>
                <w:rFonts w:ascii="Arial" w:hAnsi="Arial" w:cs="Arial"/>
              </w:rPr>
              <w:t>roces: de manier waarop het resultaat is bereikt</w:t>
            </w:r>
          </w:p>
        </w:tc>
      </w:tr>
    </w:tbl>
    <w:p w:rsidR="00B95720" w:rsidRDefault="00B95720" w:rsidP="006324CC"/>
    <w:sectPr w:rsidR="00B95720" w:rsidSect="009D3C5F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2B0C3F"/>
    <w:multiLevelType w:val="hybridMultilevel"/>
    <w:tmpl w:val="22E87F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CD9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D2"/>
    <w:rsid w:val="00011420"/>
    <w:rsid w:val="000F5087"/>
    <w:rsid w:val="000F6016"/>
    <w:rsid w:val="001719F7"/>
    <w:rsid w:val="003308A2"/>
    <w:rsid w:val="0038139B"/>
    <w:rsid w:val="003D6E8F"/>
    <w:rsid w:val="005930BF"/>
    <w:rsid w:val="005C4FFB"/>
    <w:rsid w:val="006324CC"/>
    <w:rsid w:val="00766E31"/>
    <w:rsid w:val="007756D2"/>
    <w:rsid w:val="008B69EC"/>
    <w:rsid w:val="009A3209"/>
    <w:rsid w:val="009D3C5F"/>
    <w:rsid w:val="009D512E"/>
    <w:rsid w:val="00B80420"/>
    <w:rsid w:val="00B95720"/>
    <w:rsid w:val="00BF6620"/>
    <w:rsid w:val="00C32FB4"/>
    <w:rsid w:val="00CA0C22"/>
    <w:rsid w:val="00D20895"/>
    <w:rsid w:val="00DB23F3"/>
    <w:rsid w:val="00F5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CCCB2CD</Template>
  <TotalTime>0</TotalTime>
  <Pages>1</Pages>
  <Words>396</Words>
  <Characters>2540</Characters>
  <Application>Microsoft Office Word</Application>
  <DocSecurity>0</DocSecurity>
  <Lines>110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2014-01-20T09:12:00Z</cp:lastPrinted>
  <dcterms:created xsi:type="dcterms:W3CDTF">2014-01-20T09:59:00Z</dcterms:created>
  <dcterms:modified xsi:type="dcterms:W3CDTF">2014-01-20T09:59:00Z</dcterms:modified>
</cp:coreProperties>
</file>