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5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5"/>
      </w:tblGrid>
      <w:tr w:rsidR="00527802" w14:paraId="31A773CA" w14:textId="77777777" w:rsidTr="00527802">
        <w:tblPrEx>
          <w:tblCellMar>
            <w:top w:w="0" w:type="dxa"/>
            <w:bottom w:w="0" w:type="dxa"/>
          </w:tblCellMar>
        </w:tblPrEx>
        <w:trPr>
          <w:trHeight w:val="1035"/>
        </w:trPr>
        <w:tc>
          <w:tcPr>
            <w:tcW w:w="9915" w:type="dxa"/>
          </w:tcPr>
          <w:p w14:paraId="739C0393" w14:textId="77777777" w:rsidR="00527802" w:rsidRDefault="00527802" w:rsidP="00527802">
            <w:pPr>
              <w:ind w:left="113"/>
              <w:rPr>
                <w:rFonts w:ascii="Arial" w:hAnsi="Arial" w:cs="Arial"/>
                <w:b/>
                <w:sz w:val="32"/>
                <w:szCs w:val="32"/>
              </w:rPr>
            </w:pPr>
            <w:r w:rsidRPr="006302E3">
              <w:rPr>
                <w:rFonts w:ascii="Arial" w:hAnsi="Arial" w:cs="Arial"/>
                <w:b/>
                <w:sz w:val="32"/>
                <w:szCs w:val="32"/>
              </w:rPr>
              <w:t>Voor deze module fictie 1 deel 1 heb je 4 lessen.</w:t>
            </w:r>
          </w:p>
          <w:p w14:paraId="143ADFC6" w14:textId="3734A9F0" w:rsidR="00282C9E" w:rsidRPr="006302E3" w:rsidRDefault="00282C9E" w:rsidP="00527802">
            <w:pPr>
              <w:ind w:left="113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Kijk in de agenda van Magister wanneer dit deel geüpload moet zijn.</w:t>
            </w:r>
          </w:p>
        </w:tc>
      </w:tr>
    </w:tbl>
    <w:p w14:paraId="68F528DB" w14:textId="3F792922" w:rsidR="00527802" w:rsidRDefault="00527802" w:rsidP="00527802">
      <w:pPr>
        <w:jc w:val="center"/>
        <w:rPr>
          <w:noProof/>
          <w:color w:val="0000FF"/>
        </w:rPr>
      </w:pPr>
    </w:p>
    <w:p w14:paraId="202D556B" w14:textId="1BB80921" w:rsidR="00527802" w:rsidRDefault="00527802" w:rsidP="00527802">
      <w:pPr>
        <w:jc w:val="center"/>
        <w:rPr>
          <w:noProof/>
          <w:color w:val="0000FF"/>
        </w:rPr>
      </w:pPr>
    </w:p>
    <w:p w14:paraId="0632A704" w14:textId="77777777" w:rsidR="00527802" w:rsidRDefault="00527802" w:rsidP="00527802">
      <w:pPr>
        <w:jc w:val="center"/>
        <w:rPr>
          <w:noProof/>
          <w:color w:val="0000FF"/>
        </w:rPr>
      </w:pPr>
    </w:p>
    <w:p w14:paraId="603E0052" w14:textId="7E42E97D" w:rsidR="00527802" w:rsidRDefault="000E1FF0" w:rsidP="00527802">
      <w:pPr>
        <w:jc w:val="center"/>
        <w:rPr>
          <w:noProof/>
          <w:color w:val="0000FF"/>
        </w:rPr>
      </w:pPr>
      <w:r w:rsidRPr="000E1FF0"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6298F9" wp14:editId="77482FF9">
                <wp:simplePos x="0" y="0"/>
                <wp:positionH relativeFrom="column">
                  <wp:posOffset>4547870</wp:posOffset>
                </wp:positionH>
                <wp:positionV relativeFrom="paragraph">
                  <wp:posOffset>1090930</wp:posOffset>
                </wp:positionV>
                <wp:extent cx="647700" cy="285750"/>
                <wp:effectExtent l="0" t="0" r="19050" b="1905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822E6" w14:textId="75210F7C" w:rsidR="000E1FF0" w:rsidRDefault="000E1FF0" w:rsidP="000E1FF0">
                            <w:pPr>
                              <w:shd w:val="clear" w:color="auto" w:fill="92D050"/>
                            </w:pPr>
                            <w:bookmarkStart w:id="0" w:name="_GoBack"/>
                            <w:r>
                              <w:t>Deel 1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58.1pt;margin-top:85.9pt;width:51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">
                <v:textbox>
                  <w:txbxContent>
                    <w:p w14:paraId="32C822E6" w14:textId="75210F7C" w:rsidR="000E1FF0" w:rsidRDefault="000E1FF0" w:rsidP="000E1FF0">
                      <w:pPr>
                        <w:shd w:val="clear" w:color="auto" w:fill="92D050"/>
                      </w:pPr>
                      <w:bookmarkStart w:id="1" w:name="_GoBack"/>
                      <w:r>
                        <w:t>Deel 1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27802" w:rsidRPr="00F26D72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0E5B21A9" wp14:editId="2AFC25FC">
            <wp:extent cx="4362450" cy="3271838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63059" cy="327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58511" w14:textId="3C7F3674" w:rsidR="00DA2D98" w:rsidRPr="00F26D72" w:rsidRDefault="00DA2D98" w:rsidP="00DA2D98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2"/>
      </w:tblGrid>
      <w:tr w:rsidR="00A628E5" w:rsidRPr="00F26D72" w14:paraId="7A8C0BC5" w14:textId="77777777" w:rsidTr="00566139">
        <w:trPr>
          <w:trHeight w:val="2339"/>
        </w:trPr>
        <w:tc>
          <w:tcPr>
            <w:tcW w:w="9172" w:type="dxa"/>
          </w:tcPr>
          <w:p w14:paraId="289C1B9C" w14:textId="77777777" w:rsidR="00A628E5" w:rsidRPr="00F26D72" w:rsidRDefault="00A628E5" w:rsidP="00A628E5">
            <w:pPr>
              <w:ind w:left="383"/>
              <w:rPr>
                <w:rFonts w:ascii="Arial" w:hAnsi="Arial" w:cs="Arial"/>
                <w:sz w:val="24"/>
                <w:szCs w:val="24"/>
              </w:rPr>
            </w:pPr>
          </w:p>
          <w:p w14:paraId="19B4306A" w14:textId="2A75D636" w:rsidR="00A628E5" w:rsidRPr="00F26D72" w:rsidRDefault="00A628E5" w:rsidP="00566139">
            <w:pPr>
              <w:ind w:left="383"/>
              <w:rPr>
                <w:rFonts w:ascii="Arial" w:hAnsi="Arial" w:cs="Arial"/>
                <w:sz w:val="24"/>
                <w:szCs w:val="24"/>
              </w:rPr>
            </w:pPr>
            <w:r w:rsidRPr="00F26D72">
              <w:rPr>
                <w:rFonts w:ascii="Arial" w:hAnsi="Arial" w:cs="Arial"/>
                <w:sz w:val="24"/>
                <w:szCs w:val="24"/>
              </w:rPr>
              <w:t>Werkdocument  deel 1</w:t>
            </w:r>
            <w:r w:rsidR="00566139" w:rsidRPr="00F26D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26D72">
              <w:rPr>
                <w:rFonts w:ascii="Arial" w:hAnsi="Arial" w:cs="Arial"/>
                <w:sz w:val="24"/>
                <w:szCs w:val="24"/>
              </w:rPr>
              <w:t>van:</w:t>
            </w:r>
          </w:p>
          <w:p w14:paraId="3A8DAFD9" w14:textId="390AF243" w:rsidR="00A628E5" w:rsidRPr="00F26D72" w:rsidRDefault="00566139" w:rsidP="00A628E5">
            <w:pPr>
              <w:ind w:left="383"/>
              <w:rPr>
                <w:rFonts w:ascii="Arial" w:hAnsi="Arial" w:cs="Arial"/>
                <w:sz w:val="24"/>
                <w:szCs w:val="24"/>
              </w:rPr>
            </w:pPr>
            <w:r w:rsidRPr="00F26D72">
              <w:rPr>
                <w:rFonts w:ascii="Arial" w:hAnsi="Arial" w:cs="Arial"/>
                <w:sz w:val="24"/>
                <w:szCs w:val="24"/>
              </w:rPr>
              <w:t>Klas: T3</w:t>
            </w:r>
          </w:p>
          <w:p w14:paraId="73E385AC" w14:textId="308343AF" w:rsidR="00A628E5" w:rsidRPr="00F26D72" w:rsidRDefault="00A628E5" w:rsidP="00566139">
            <w:pPr>
              <w:ind w:left="383"/>
              <w:rPr>
                <w:rFonts w:ascii="Arial" w:hAnsi="Arial" w:cs="Arial"/>
                <w:sz w:val="24"/>
                <w:szCs w:val="24"/>
              </w:rPr>
            </w:pPr>
            <w:r w:rsidRPr="00F26D72">
              <w:rPr>
                <w:rFonts w:ascii="Arial" w:hAnsi="Arial" w:cs="Arial"/>
                <w:sz w:val="24"/>
                <w:szCs w:val="24"/>
              </w:rPr>
              <w:t>Docenten</w:t>
            </w:r>
            <w:r w:rsidR="00566139" w:rsidRPr="00F26D72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</w:tbl>
    <w:p w14:paraId="46613978" w14:textId="1AE69AEB" w:rsidR="00527802" w:rsidRDefault="0052780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0A91943" w14:textId="5F4071F9" w:rsidR="00A628E5" w:rsidRPr="00F26D72" w:rsidRDefault="00256A65" w:rsidP="00DA2D98">
      <w:pPr>
        <w:rPr>
          <w:rFonts w:ascii="Arial" w:hAnsi="Arial" w:cs="Arial"/>
          <w:b/>
          <w:bCs/>
          <w:sz w:val="24"/>
          <w:szCs w:val="24"/>
        </w:rPr>
      </w:pPr>
      <w:r w:rsidRPr="00F26D72">
        <w:rPr>
          <w:rFonts w:ascii="Arial" w:hAnsi="Arial" w:cs="Arial"/>
          <w:b/>
          <w:bCs/>
          <w:noProof/>
          <w:sz w:val="24"/>
          <w:szCs w:val="24"/>
          <w:lang w:eastAsia="nl-NL"/>
        </w:rPr>
        <w:drawing>
          <wp:anchor distT="0" distB="0" distL="114300" distR="114300" simplePos="0" relativeHeight="251663360" behindDoc="0" locked="0" layoutInCell="1" allowOverlap="1" wp14:anchorId="5E7E711A" wp14:editId="35673608">
            <wp:simplePos x="0" y="0"/>
            <wp:positionH relativeFrom="column">
              <wp:posOffset>-231140</wp:posOffset>
            </wp:positionH>
            <wp:positionV relativeFrom="paragraph">
              <wp:posOffset>271780</wp:posOffset>
            </wp:positionV>
            <wp:extent cx="639445" cy="639445"/>
            <wp:effectExtent l="0" t="0" r="8255" b="8255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58532" w14:textId="1BE69461" w:rsidR="00527802" w:rsidRDefault="00A628E5" w:rsidP="00DA2D98">
      <w:pPr>
        <w:rPr>
          <w:rFonts w:ascii="Arial" w:hAnsi="Arial" w:cs="Arial"/>
          <w:b/>
          <w:bCs/>
          <w:sz w:val="24"/>
          <w:szCs w:val="24"/>
        </w:rPr>
      </w:pPr>
      <w:r w:rsidRPr="00F26D72">
        <w:rPr>
          <w:rFonts w:ascii="Arial" w:hAnsi="Arial" w:cs="Arial"/>
          <w:b/>
          <w:bCs/>
          <w:sz w:val="24"/>
          <w:szCs w:val="24"/>
        </w:rPr>
        <w:t xml:space="preserve">Je begint altijd met de </w:t>
      </w:r>
      <w:r w:rsidR="00C4785B" w:rsidRPr="00F26D72">
        <w:rPr>
          <w:rFonts w:ascii="Arial" w:hAnsi="Arial" w:cs="Arial"/>
          <w:b/>
          <w:bCs/>
          <w:sz w:val="24"/>
          <w:szCs w:val="24"/>
        </w:rPr>
        <w:t>Uitleg pdf</w:t>
      </w:r>
      <w:r w:rsidRPr="00F26D72">
        <w:rPr>
          <w:rFonts w:ascii="Arial" w:hAnsi="Arial" w:cs="Arial"/>
          <w:b/>
          <w:bCs/>
          <w:sz w:val="24"/>
          <w:szCs w:val="24"/>
        </w:rPr>
        <w:t xml:space="preserve"> en die verwijst je, als het nodig is, </w:t>
      </w:r>
      <w:r w:rsidR="00791BDC" w:rsidRPr="00F26D72">
        <w:rPr>
          <w:rFonts w:ascii="Arial" w:hAnsi="Arial" w:cs="Arial"/>
          <w:b/>
          <w:bCs/>
          <w:sz w:val="24"/>
          <w:szCs w:val="24"/>
        </w:rPr>
        <w:t>naar het Werkdocument!</w:t>
      </w:r>
    </w:p>
    <w:p w14:paraId="29F6AF75" w14:textId="77777777" w:rsidR="003E5A2F" w:rsidRDefault="003E5A2F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1A971F75" w14:textId="4E839BA4" w:rsidR="00B5509A" w:rsidRPr="00F26D72" w:rsidRDefault="0047301D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6D72">
        <w:rPr>
          <w:rFonts w:ascii="Arial" w:hAnsi="Arial" w:cs="Arial"/>
          <w:b/>
          <w:bCs/>
          <w:sz w:val="24"/>
          <w:szCs w:val="24"/>
        </w:rPr>
        <w:lastRenderedPageBreak/>
        <w:t>Werkplan</w:t>
      </w:r>
    </w:p>
    <w:p w14:paraId="08EE012C" w14:textId="77777777" w:rsidR="00851388" w:rsidRPr="00F26D72" w:rsidRDefault="0085138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3855451" w14:textId="352F14C8" w:rsidR="00B5509A" w:rsidRPr="003E5A2F" w:rsidRDefault="00B5509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E5A2F">
        <w:rPr>
          <w:rFonts w:ascii="Arial" w:hAnsi="Arial" w:cs="Arial"/>
          <w:bCs/>
          <w:sz w:val="24"/>
          <w:szCs w:val="24"/>
        </w:rPr>
        <w:t xml:space="preserve">Lees de opdrachten </w:t>
      </w:r>
      <w:r w:rsidR="00383E00" w:rsidRPr="003E5A2F">
        <w:rPr>
          <w:rFonts w:ascii="Arial" w:hAnsi="Arial" w:cs="Arial"/>
          <w:bCs/>
          <w:sz w:val="24"/>
          <w:szCs w:val="24"/>
        </w:rPr>
        <w:t xml:space="preserve">in het Werkdocument </w:t>
      </w:r>
      <w:r w:rsidRPr="003E5A2F">
        <w:rPr>
          <w:rFonts w:ascii="Arial" w:hAnsi="Arial" w:cs="Arial"/>
          <w:bCs/>
          <w:sz w:val="24"/>
          <w:szCs w:val="24"/>
        </w:rPr>
        <w:t xml:space="preserve">door en bepaal hoeveel tijd je voor de uitwerking </w:t>
      </w:r>
      <w:r w:rsidR="00383E00" w:rsidRPr="003E5A2F">
        <w:rPr>
          <w:rFonts w:ascii="Arial" w:hAnsi="Arial" w:cs="Arial"/>
          <w:bCs/>
          <w:sz w:val="24"/>
          <w:szCs w:val="24"/>
        </w:rPr>
        <w:t xml:space="preserve">van </w:t>
      </w:r>
      <w:r w:rsidRPr="003E5A2F">
        <w:rPr>
          <w:rFonts w:ascii="Arial" w:hAnsi="Arial" w:cs="Arial"/>
          <w:bCs/>
          <w:sz w:val="24"/>
          <w:szCs w:val="24"/>
        </w:rPr>
        <w:t>iedere opdracht nodig hebt:</w:t>
      </w:r>
    </w:p>
    <w:p w14:paraId="329619A8" w14:textId="77777777" w:rsidR="00B5509A" w:rsidRPr="003E5A2F" w:rsidRDefault="00B5509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495"/>
        <w:gridCol w:w="2268"/>
        <w:gridCol w:w="1874"/>
      </w:tblGrid>
      <w:tr w:rsidR="00E14260" w:rsidRPr="003E5A2F" w14:paraId="77FF3B7D" w14:textId="77777777" w:rsidTr="009A216F">
        <w:tc>
          <w:tcPr>
            <w:tcW w:w="9637" w:type="dxa"/>
            <w:gridSpan w:val="3"/>
            <w:shd w:val="clear" w:color="auto" w:fill="D9D9D9" w:themeFill="background1" w:themeFillShade="D9"/>
          </w:tcPr>
          <w:p w14:paraId="3D7CCE32" w14:textId="3960AC72" w:rsidR="00E14260" w:rsidRPr="003E5A2F" w:rsidRDefault="00E1426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>Begin werkplan</w:t>
            </w:r>
          </w:p>
        </w:tc>
      </w:tr>
      <w:tr w:rsidR="00B5509A" w:rsidRPr="003E5A2F" w14:paraId="4599F7ED" w14:textId="7AD7E493" w:rsidTr="00636917">
        <w:tc>
          <w:tcPr>
            <w:tcW w:w="5495" w:type="dxa"/>
            <w:shd w:val="clear" w:color="auto" w:fill="D9D9D9" w:themeFill="background1" w:themeFillShade="D9"/>
          </w:tcPr>
          <w:p w14:paraId="6CEEDA81" w14:textId="1640B51D" w:rsidR="00B5509A" w:rsidRPr="003E5A2F" w:rsidRDefault="00B5509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>4 lessen x 50 min = max 200 min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2417E60" w14:textId="1B9516EA" w:rsidR="00B5509A" w:rsidRPr="003E5A2F" w:rsidRDefault="00B5509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>Tijd nodig</w:t>
            </w:r>
          </w:p>
        </w:tc>
        <w:tc>
          <w:tcPr>
            <w:tcW w:w="1874" w:type="dxa"/>
            <w:shd w:val="clear" w:color="auto" w:fill="D9D9D9" w:themeFill="background1" w:themeFillShade="D9"/>
          </w:tcPr>
          <w:p w14:paraId="4768C2E1" w14:textId="48D7378E" w:rsidR="00B5509A" w:rsidRPr="003E5A2F" w:rsidRDefault="00B5509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>Gebruikte tijd</w:t>
            </w:r>
          </w:p>
        </w:tc>
      </w:tr>
      <w:tr w:rsidR="00636917" w:rsidRPr="003E5A2F" w14:paraId="7A3623F9" w14:textId="4BDDAFBE" w:rsidTr="00553AB3">
        <w:tc>
          <w:tcPr>
            <w:tcW w:w="9637" w:type="dxa"/>
            <w:gridSpan w:val="3"/>
          </w:tcPr>
          <w:p w14:paraId="12ABFA52" w14:textId="466C870C" w:rsidR="00636917" w:rsidRPr="003E5A2F" w:rsidRDefault="00636917" w:rsidP="0063691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>Opdrachten en leerdoelen</w:t>
            </w:r>
          </w:p>
        </w:tc>
      </w:tr>
      <w:tr w:rsidR="00791BDC" w:rsidRPr="003E5A2F" w14:paraId="675F0391" w14:textId="77777777" w:rsidTr="00C55181">
        <w:tc>
          <w:tcPr>
            <w:tcW w:w="5495" w:type="dxa"/>
          </w:tcPr>
          <w:p w14:paraId="5EA7F872" w14:textId="77777777" w:rsidR="00791BDC" w:rsidRPr="003E5A2F" w:rsidRDefault="00791BDC" w:rsidP="00791BD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>Opdracht 1</w:t>
            </w:r>
          </w:p>
          <w:p w14:paraId="2F7FFFDC" w14:textId="77777777" w:rsidR="00791BDC" w:rsidRPr="003E5A2F" w:rsidRDefault="00791BDC" w:rsidP="00791BD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>Mijn favoriete sprookje</w:t>
            </w:r>
          </w:p>
          <w:p w14:paraId="30B0C41E" w14:textId="76163026" w:rsidR="00C55181" w:rsidRPr="003E5A2F" w:rsidRDefault="00C55181" w:rsidP="00791BD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>Leerdoel: leren formuleren van je mening</w:t>
            </w:r>
          </w:p>
          <w:p w14:paraId="64952C0B" w14:textId="6CF30800" w:rsidR="00791BDC" w:rsidRPr="003E5A2F" w:rsidRDefault="00791BDC" w:rsidP="00791BD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9C77C0F" w14:textId="77777777" w:rsidR="00791BDC" w:rsidRPr="003E5A2F" w:rsidRDefault="00791BD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74" w:type="dxa"/>
          </w:tcPr>
          <w:p w14:paraId="04EF3208" w14:textId="77777777" w:rsidR="00791BDC" w:rsidRPr="003E5A2F" w:rsidRDefault="00791BD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5509A" w:rsidRPr="003E5A2F" w14:paraId="1B7BC5C0" w14:textId="7191680F" w:rsidTr="00C55181">
        <w:tc>
          <w:tcPr>
            <w:tcW w:w="5495" w:type="dxa"/>
          </w:tcPr>
          <w:p w14:paraId="07CB3FD2" w14:textId="77777777" w:rsidR="00B5509A" w:rsidRPr="003E5A2F" w:rsidRDefault="00B5509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>Opdracht 2</w:t>
            </w:r>
          </w:p>
          <w:p w14:paraId="34DA6DA8" w14:textId="5C87767C" w:rsidR="00791BDC" w:rsidRPr="003E5A2F" w:rsidRDefault="00791BD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>Mensen en dieren</w:t>
            </w:r>
          </w:p>
          <w:p w14:paraId="2E39328D" w14:textId="215BAA40" w:rsidR="00C55181" w:rsidRPr="003E5A2F" w:rsidRDefault="00C5518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>Leerdoel: vergelijkingen kunnen maken</w:t>
            </w:r>
          </w:p>
          <w:p w14:paraId="0A0F01F8" w14:textId="5652E8ED" w:rsidR="00791BDC" w:rsidRPr="003E5A2F" w:rsidRDefault="00791BD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CB39F7" w14:textId="77777777" w:rsidR="00B5509A" w:rsidRPr="003E5A2F" w:rsidRDefault="00B5509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74" w:type="dxa"/>
          </w:tcPr>
          <w:p w14:paraId="7251F511" w14:textId="77777777" w:rsidR="00B5509A" w:rsidRPr="003E5A2F" w:rsidRDefault="00B5509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5509A" w:rsidRPr="003E5A2F" w14:paraId="3995F6E0" w14:textId="724A0562" w:rsidTr="00C55181">
        <w:tc>
          <w:tcPr>
            <w:tcW w:w="5495" w:type="dxa"/>
          </w:tcPr>
          <w:p w14:paraId="1B5C0DDE" w14:textId="249F1013" w:rsidR="00B5509A" w:rsidRPr="003E5A2F" w:rsidRDefault="00B5509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>Opdracht 3</w:t>
            </w:r>
          </w:p>
          <w:p w14:paraId="53D94B89" w14:textId="77777777" w:rsidR="00791BDC" w:rsidRPr="003E5A2F" w:rsidRDefault="00791BD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 xml:space="preserve">Kruip in de huid van </w:t>
            </w:r>
          </w:p>
          <w:p w14:paraId="5233B477" w14:textId="2640907C" w:rsidR="00791BDC" w:rsidRPr="003E5A2F" w:rsidRDefault="00C5518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>Leerdoel: zelf een verhaal leren schrijven</w:t>
            </w:r>
          </w:p>
          <w:p w14:paraId="765E0487" w14:textId="368B3A19" w:rsidR="00791BDC" w:rsidRPr="003E5A2F" w:rsidRDefault="00791BD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E0AE93" w14:textId="77777777" w:rsidR="00B5509A" w:rsidRPr="003E5A2F" w:rsidRDefault="00B5509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74" w:type="dxa"/>
          </w:tcPr>
          <w:p w14:paraId="1CBD6B87" w14:textId="77777777" w:rsidR="00B5509A" w:rsidRPr="003E5A2F" w:rsidRDefault="00B5509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91BDC" w:rsidRPr="003E5A2F" w14:paraId="2EEB0AD5" w14:textId="77777777" w:rsidTr="00C55181">
        <w:tc>
          <w:tcPr>
            <w:tcW w:w="5495" w:type="dxa"/>
          </w:tcPr>
          <w:p w14:paraId="0A0B6174" w14:textId="0FF85772" w:rsidR="00791BDC" w:rsidRPr="003E5A2F" w:rsidRDefault="00791BD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>Afwerking</w:t>
            </w:r>
            <w:r w:rsidR="00D178C0">
              <w:rPr>
                <w:rFonts w:ascii="Arial" w:hAnsi="Arial" w:cs="Arial"/>
                <w:bCs/>
                <w:sz w:val="24"/>
                <w:szCs w:val="24"/>
              </w:rPr>
              <w:t xml:space="preserve"> ( zorgen dat het mooi document wordt zonder typefouten enz.) </w:t>
            </w:r>
            <w:r w:rsidRPr="003E5A2F">
              <w:rPr>
                <w:rFonts w:ascii="Arial" w:hAnsi="Arial" w:cs="Arial"/>
                <w:bCs/>
                <w:sz w:val="24"/>
                <w:szCs w:val="24"/>
              </w:rPr>
              <w:t xml:space="preserve"> deel 1</w:t>
            </w:r>
          </w:p>
          <w:p w14:paraId="4EE36069" w14:textId="77777777" w:rsidR="00791BDC" w:rsidRPr="003E5A2F" w:rsidRDefault="00791BD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F67ED4" w14:textId="77777777" w:rsidR="00791BDC" w:rsidRPr="003E5A2F" w:rsidRDefault="00791BD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74" w:type="dxa"/>
          </w:tcPr>
          <w:p w14:paraId="226C46F6" w14:textId="77777777" w:rsidR="00791BDC" w:rsidRPr="003E5A2F" w:rsidRDefault="00791BDC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5CC25FDF" w14:textId="3CD0353C" w:rsidR="0047301D" w:rsidRPr="003E5A2F" w:rsidRDefault="0047301D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2E324FC9" w14:textId="77777777" w:rsidR="00C55181" w:rsidRPr="003E5A2F" w:rsidRDefault="00C55181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07"/>
        <w:gridCol w:w="1204"/>
        <w:gridCol w:w="1701"/>
        <w:gridCol w:w="1554"/>
        <w:gridCol w:w="1186"/>
      </w:tblGrid>
      <w:tr w:rsidR="00C55181" w:rsidRPr="003E5A2F" w14:paraId="667F1A62" w14:textId="77777777" w:rsidTr="00383E00">
        <w:tc>
          <w:tcPr>
            <w:tcW w:w="9652" w:type="dxa"/>
            <w:gridSpan w:val="5"/>
          </w:tcPr>
          <w:p w14:paraId="4562485E" w14:textId="4A8DBB32" w:rsidR="00C55181" w:rsidRPr="003E5A2F" w:rsidRDefault="00C55181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5A2F">
              <w:rPr>
                <w:rFonts w:ascii="Arial" w:hAnsi="Arial" w:cs="Arial"/>
                <w:bCs/>
                <w:sz w:val="24"/>
                <w:szCs w:val="24"/>
              </w:rPr>
              <w:t>Evaluatie werkplan als deel 1 afgerond is.</w:t>
            </w:r>
          </w:p>
        </w:tc>
      </w:tr>
      <w:tr w:rsidR="00C55181" w:rsidRPr="003E5A2F" w14:paraId="43E46805" w14:textId="77777777" w:rsidTr="00383E00">
        <w:trPr>
          <w:trHeight w:val="651"/>
        </w:trPr>
        <w:tc>
          <w:tcPr>
            <w:tcW w:w="9652" w:type="dxa"/>
            <w:gridSpan w:val="5"/>
            <w:shd w:val="clear" w:color="auto" w:fill="D9D9D9" w:themeFill="background1" w:themeFillShade="D9"/>
          </w:tcPr>
          <w:p w14:paraId="35241272" w14:textId="7FB35B64" w:rsidR="00C55181" w:rsidRPr="003E5A2F" w:rsidRDefault="00C55181" w:rsidP="00636917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3E5A2F">
              <w:rPr>
                <w:rFonts w:ascii="Arial" w:hAnsi="Arial" w:cs="Arial"/>
                <w:sz w:val="24"/>
                <w:szCs w:val="24"/>
              </w:rPr>
              <w:t>Welke onderdelen hebben je meer/ minder tijd gekost. Hoe kwam dat</w:t>
            </w:r>
            <w:r w:rsidR="00FB02F1"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383E00" w:rsidRPr="003E5A2F" w14:paraId="275E4129" w14:textId="77777777" w:rsidTr="00383E00">
        <w:trPr>
          <w:trHeight w:val="413"/>
        </w:trPr>
        <w:tc>
          <w:tcPr>
            <w:tcW w:w="9652" w:type="dxa"/>
            <w:gridSpan w:val="5"/>
          </w:tcPr>
          <w:p w14:paraId="02E4C9CC" w14:textId="77777777" w:rsidR="00383E00" w:rsidRPr="003E5A2F" w:rsidRDefault="00383E00" w:rsidP="00383E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5A2F">
              <w:rPr>
                <w:rFonts w:ascii="Arial" w:hAnsi="Arial" w:cs="Arial"/>
                <w:sz w:val="24"/>
                <w:szCs w:val="24"/>
              </w:rPr>
              <w:t>Meer/minder tijd:</w:t>
            </w:r>
          </w:p>
          <w:p w14:paraId="1E1E4D82" w14:textId="77777777" w:rsidR="00383E00" w:rsidRPr="003E5A2F" w:rsidRDefault="00383E00" w:rsidP="00383E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A7E739" w14:textId="4831C820" w:rsidR="00383E00" w:rsidRPr="003E5A2F" w:rsidRDefault="00383E00" w:rsidP="00383E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3E00" w:rsidRPr="003E5A2F" w14:paraId="6D25E795" w14:textId="77777777" w:rsidTr="00383E00">
        <w:trPr>
          <w:trHeight w:val="413"/>
        </w:trPr>
        <w:tc>
          <w:tcPr>
            <w:tcW w:w="9652" w:type="dxa"/>
            <w:gridSpan w:val="5"/>
            <w:shd w:val="clear" w:color="auto" w:fill="D9D9D9" w:themeFill="background1" w:themeFillShade="D9"/>
          </w:tcPr>
          <w:p w14:paraId="3D3674A6" w14:textId="5639D7A7" w:rsidR="00383E00" w:rsidRPr="003E5A2F" w:rsidRDefault="00383E00" w:rsidP="00636917">
            <w:pPr>
              <w:pStyle w:val="Lijstalinea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5A2F">
              <w:rPr>
                <w:rFonts w:ascii="Arial" w:hAnsi="Arial" w:cs="Arial"/>
                <w:sz w:val="24"/>
                <w:szCs w:val="24"/>
              </w:rPr>
              <w:t>Wat ga je aan je aanpak veranderen om tot een beter resultaat te komen? Leg uit.</w:t>
            </w:r>
          </w:p>
        </w:tc>
      </w:tr>
      <w:tr w:rsidR="00383E00" w:rsidRPr="003E5A2F" w14:paraId="48C7AB2B" w14:textId="77777777" w:rsidTr="00383E00">
        <w:trPr>
          <w:trHeight w:val="413"/>
        </w:trPr>
        <w:tc>
          <w:tcPr>
            <w:tcW w:w="9652" w:type="dxa"/>
            <w:gridSpan w:val="5"/>
          </w:tcPr>
          <w:p w14:paraId="2EFE7075" w14:textId="722CF831" w:rsidR="00383E00" w:rsidRPr="003E5A2F" w:rsidRDefault="00383E00" w:rsidP="00383E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5A2F">
              <w:rPr>
                <w:rFonts w:ascii="Arial" w:hAnsi="Arial" w:cs="Arial"/>
                <w:sz w:val="24"/>
                <w:szCs w:val="24"/>
              </w:rPr>
              <w:t>Verbetering aanpak:</w:t>
            </w:r>
          </w:p>
          <w:p w14:paraId="536C9033" w14:textId="77777777" w:rsidR="00383E00" w:rsidRPr="003E5A2F" w:rsidRDefault="00383E00" w:rsidP="00383E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4AB9D3" w14:textId="77777777" w:rsidR="00383E00" w:rsidRPr="003E5A2F" w:rsidRDefault="00383E00" w:rsidP="00383E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181" w:rsidRPr="003E5A2F" w14:paraId="758A08E0" w14:textId="77777777" w:rsidTr="00383E00">
        <w:trPr>
          <w:trHeight w:val="877"/>
        </w:trPr>
        <w:tc>
          <w:tcPr>
            <w:tcW w:w="9652" w:type="dxa"/>
            <w:gridSpan w:val="5"/>
            <w:shd w:val="clear" w:color="auto" w:fill="D9D9D9" w:themeFill="background1" w:themeFillShade="D9"/>
          </w:tcPr>
          <w:p w14:paraId="15F3B4A0" w14:textId="17687FED" w:rsidR="00C55181" w:rsidRPr="003E5A2F" w:rsidRDefault="00C55181" w:rsidP="00C55181">
            <w:pPr>
              <w:rPr>
                <w:rFonts w:ascii="Arial" w:hAnsi="Arial" w:cs="Arial"/>
                <w:sz w:val="24"/>
                <w:szCs w:val="24"/>
              </w:rPr>
            </w:pPr>
            <w:r w:rsidRPr="003E5A2F">
              <w:rPr>
                <w:rFonts w:ascii="Arial" w:hAnsi="Arial" w:cs="Arial"/>
                <w:sz w:val="24"/>
                <w:szCs w:val="24"/>
              </w:rPr>
              <w:t>Bij de drie opdrachten staan drie leerdoelen.</w:t>
            </w:r>
          </w:p>
          <w:p w14:paraId="176E178C" w14:textId="649CB319" w:rsidR="00C55181" w:rsidRPr="003E5A2F" w:rsidRDefault="00C55181" w:rsidP="00636917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3E5A2F">
              <w:rPr>
                <w:rFonts w:ascii="Arial" w:hAnsi="Arial" w:cs="Arial"/>
                <w:sz w:val="24"/>
                <w:szCs w:val="24"/>
              </w:rPr>
              <w:t>Hoe goed heb je die leerdoelen volgens jezelf behaald?</w:t>
            </w:r>
          </w:p>
        </w:tc>
      </w:tr>
      <w:tr w:rsidR="00383E00" w:rsidRPr="003E5A2F" w14:paraId="0F0112D7" w14:textId="669A9084" w:rsidTr="00383E00">
        <w:trPr>
          <w:trHeight w:val="287"/>
        </w:trPr>
        <w:tc>
          <w:tcPr>
            <w:tcW w:w="4007" w:type="dxa"/>
          </w:tcPr>
          <w:p w14:paraId="08D5D961" w14:textId="0FE4A942" w:rsidR="00383E00" w:rsidRPr="003E5A2F" w:rsidRDefault="00383E00" w:rsidP="00C55181">
            <w:pPr>
              <w:rPr>
                <w:rFonts w:ascii="Arial" w:hAnsi="Arial" w:cs="Arial"/>
                <w:sz w:val="24"/>
                <w:szCs w:val="24"/>
              </w:rPr>
            </w:pPr>
            <w:r w:rsidRPr="003E5A2F">
              <w:rPr>
                <w:rFonts w:ascii="Arial" w:hAnsi="Arial" w:cs="Arial"/>
                <w:sz w:val="24"/>
                <w:szCs w:val="24"/>
              </w:rPr>
              <w:t>leerdoel</w:t>
            </w:r>
          </w:p>
        </w:tc>
        <w:tc>
          <w:tcPr>
            <w:tcW w:w="1204" w:type="dxa"/>
          </w:tcPr>
          <w:p w14:paraId="6421F3FD" w14:textId="0A762B63" w:rsidR="00383E00" w:rsidRPr="003E5A2F" w:rsidRDefault="00383E00" w:rsidP="00383E00">
            <w:pPr>
              <w:rPr>
                <w:rFonts w:ascii="Arial" w:hAnsi="Arial" w:cs="Arial"/>
                <w:sz w:val="24"/>
                <w:szCs w:val="24"/>
              </w:rPr>
            </w:pPr>
            <w:r w:rsidRPr="003E5A2F">
              <w:rPr>
                <w:rFonts w:ascii="Arial" w:hAnsi="Arial" w:cs="Arial"/>
                <w:sz w:val="24"/>
                <w:szCs w:val="24"/>
              </w:rPr>
              <w:t>goed</w:t>
            </w:r>
          </w:p>
        </w:tc>
        <w:tc>
          <w:tcPr>
            <w:tcW w:w="1701" w:type="dxa"/>
          </w:tcPr>
          <w:p w14:paraId="2B102CC2" w14:textId="2AFC3E1B" w:rsidR="00383E00" w:rsidRPr="003E5A2F" w:rsidRDefault="00D178C0" w:rsidP="00383E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  <w:r w:rsidR="00383E00" w:rsidRPr="003E5A2F">
              <w:rPr>
                <w:rFonts w:ascii="Arial" w:hAnsi="Arial" w:cs="Arial"/>
                <w:sz w:val="24"/>
                <w:szCs w:val="24"/>
              </w:rPr>
              <w:t>oldoende</w:t>
            </w:r>
          </w:p>
        </w:tc>
        <w:tc>
          <w:tcPr>
            <w:tcW w:w="1554" w:type="dxa"/>
          </w:tcPr>
          <w:p w14:paraId="7A6DB615" w14:textId="2CEE9E6E" w:rsidR="00383E00" w:rsidRPr="003E5A2F" w:rsidRDefault="00D178C0" w:rsidP="00383E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383E00" w:rsidRPr="003E5A2F">
              <w:rPr>
                <w:rFonts w:ascii="Arial" w:hAnsi="Arial" w:cs="Arial"/>
                <w:sz w:val="24"/>
                <w:szCs w:val="24"/>
              </w:rPr>
              <w:t>atig</w:t>
            </w:r>
          </w:p>
        </w:tc>
        <w:tc>
          <w:tcPr>
            <w:tcW w:w="1186" w:type="dxa"/>
          </w:tcPr>
          <w:p w14:paraId="52A6F4AD" w14:textId="2097D586" w:rsidR="00383E00" w:rsidRPr="003E5A2F" w:rsidRDefault="00383E00" w:rsidP="00383E00">
            <w:pPr>
              <w:rPr>
                <w:rFonts w:ascii="Arial" w:hAnsi="Arial" w:cs="Arial"/>
                <w:sz w:val="24"/>
                <w:szCs w:val="24"/>
              </w:rPr>
            </w:pPr>
            <w:r w:rsidRPr="003E5A2F">
              <w:rPr>
                <w:rFonts w:ascii="Arial" w:hAnsi="Arial" w:cs="Arial"/>
                <w:sz w:val="24"/>
                <w:szCs w:val="24"/>
              </w:rPr>
              <w:t>slecht</w:t>
            </w:r>
          </w:p>
        </w:tc>
      </w:tr>
      <w:tr w:rsidR="00383E00" w:rsidRPr="003E5A2F" w14:paraId="10A77B29" w14:textId="77777777" w:rsidTr="00383E00">
        <w:trPr>
          <w:trHeight w:val="213"/>
        </w:trPr>
        <w:tc>
          <w:tcPr>
            <w:tcW w:w="4007" w:type="dxa"/>
          </w:tcPr>
          <w:p w14:paraId="5B10C985" w14:textId="05381C95" w:rsidR="00383E00" w:rsidRPr="003E5A2F" w:rsidRDefault="00383E00" w:rsidP="00383E00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3E5A2F">
              <w:rPr>
                <w:rFonts w:ascii="Arial" w:hAnsi="Arial" w:cs="Arial"/>
                <w:sz w:val="24"/>
                <w:szCs w:val="24"/>
              </w:rPr>
              <w:t>Leren formuleren van je mening</w:t>
            </w:r>
          </w:p>
        </w:tc>
        <w:tc>
          <w:tcPr>
            <w:tcW w:w="1204" w:type="dxa"/>
          </w:tcPr>
          <w:p w14:paraId="2E0FD5D9" w14:textId="77777777" w:rsidR="00383E00" w:rsidRPr="003E5A2F" w:rsidRDefault="00383E00" w:rsidP="00383E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8BBA34" w14:textId="77777777" w:rsidR="00383E00" w:rsidRPr="003E5A2F" w:rsidRDefault="00383E00" w:rsidP="00383E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B732498" w14:textId="77777777" w:rsidR="00383E00" w:rsidRPr="003E5A2F" w:rsidRDefault="00383E00" w:rsidP="00383E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6" w:type="dxa"/>
          </w:tcPr>
          <w:p w14:paraId="0B4FD4E8" w14:textId="77777777" w:rsidR="00383E00" w:rsidRPr="003E5A2F" w:rsidRDefault="00383E00" w:rsidP="00383E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3E00" w:rsidRPr="003E5A2F" w14:paraId="353FE60E" w14:textId="77777777" w:rsidTr="00383E00">
        <w:trPr>
          <w:trHeight w:val="288"/>
        </w:trPr>
        <w:tc>
          <w:tcPr>
            <w:tcW w:w="4007" w:type="dxa"/>
          </w:tcPr>
          <w:p w14:paraId="5D4BF5A1" w14:textId="124AD039" w:rsidR="00383E00" w:rsidRPr="003E5A2F" w:rsidRDefault="00383E00" w:rsidP="00383E00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3E5A2F">
              <w:rPr>
                <w:rFonts w:ascii="Arial" w:hAnsi="Arial" w:cs="Arial"/>
                <w:sz w:val="24"/>
                <w:szCs w:val="24"/>
              </w:rPr>
              <w:t>Vergelijkingen kunnen maken</w:t>
            </w:r>
          </w:p>
        </w:tc>
        <w:tc>
          <w:tcPr>
            <w:tcW w:w="1204" w:type="dxa"/>
          </w:tcPr>
          <w:p w14:paraId="461B157A" w14:textId="77777777" w:rsidR="00383E00" w:rsidRPr="003E5A2F" w:rsidRDefault="00383E00" w:rsidP="00383E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13CA0E" w14:textId="77777777" w:rsidR="00383E00" w:rsidRPr="003E5A2F" w:rsidRDefault="00383E00" w:rsidP="00383E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A3B41AB" w14:textId="77777777" w:rsidR="00383E00" w:rsidRPr="003E5A2F" w:rsidRDefault="00383E00" w:rsidP="00383E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6" w:type="dxa"/>
          </w:tcPr>
          <w:p w14:paraId="5E531B01" w14:textId="77777777" w:rsidR="00383E00" w:rsidRPr="003E5A2F" w:rsidRDefault="00383E00" w:rsidP="00383E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3E00" w:rsidRPr="003E5A2F" w14:paraId="13499F6F" w14:textId="77777777" w:rsidTr="00383E00">
        <w:trPr>
          <w:trHeight w:val="262"/>
        </w:trPr>
        <w:tc>
          <w:tcPr>
            <w:tcW w:w="4007" w:type="dxa"/>
          </w:tcPr>
          <w:p w14:paraId="77BE13D6" w14:textId="10B8781D" w:rsidR="00383E00" w:rsidRPr="003E5A2F" w:rsidRDefault="00383E00" w:rsidP="00383E00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3E5A2F">
              <w:rPr>
                <w:rFonts w:ascii="Arial" w:hAnsi="Arial" w:cs="Arial"/>
                <w:sz w:val="24"/>
                <w:szCs w:val="24"/>
              </w:rPr>
              <w:t xml:space="preserve">Zelf een verhaal kunnen </w:t>
            </w:r>
            <w:r w:rsidRPr="003E5A2F">
              <w:rPr>
                <w:rFonts w:ascii="Arial" w:hAnsi="Arial" w:cs="Arial"/>
                <w:sz w:val="24"/>
                <w:szCs w:val="24"/>
              </w:rPr>
              <w:lastRenderedPageBreak/>
              <w:t>schrijven</w:t>
            </w:r>
          </w:p>
        </w:tc>
        <w:tc>
          <w:tcPr>
            <w:tcW w:w="1204" w:type="dxa"/>
          </w:tcPr>
          <w:p w14:paraId="520BECF5" w14:textId="77777777" w:rsidR="00383E00" w:rsidRPr="003E5A2F" w:rsidRDefault="00383E00" w:rsidP="00383E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8E425B" w14:textId="77777777" w:rsidR="00383E00" w:rsidRPr="003E5A2F" w:rsidRDefault="00383E00" w:rsidP="00383E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2945E40" w14:textId="77777777" w:rsidR="00383E00" w:rsidRPr="003E5A2F" w:rsidRDefault="00383E00" w:rsidP="00383E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6" w:type="dxa"/>
          </w:tcPr>
          <w:p w14:paraId="30F071C7" w14:textId="77777777" w:rsidR="00383E00" w:rsidRPr="003E5A2F" w:rsidRDefault="00383E00" w:rsidP="00383E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C3A4C" w14:textId="31F1D3DC" w:rsidR="00851388" w:rsidRPr="00F26D72" w:rsidRDefault="0085138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D33632C" w14:textId="2EA6356D" w:rsidR="00B5509A" w:rsidRPr="00F26D72" w:rsidRDefault="00791BD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6D72">
        <w:rPr>
          <w:rFonts w:ascii="Arial" w:hAnsi="Arial" w:cs="Arial"/>
          <w:b/>
          <w:bCs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 wp14:anchorId="728DC7AA" wp14:editId="4B4A0879">
            <wp:simplePos x="0" y="0"/>
            <wp:positionH relativeFrom="column">
              <wp:posOffset>-5080</wp:posOffset>
            </wp:positionH>
            <wp:positionV relativeFrom="paragraph">
              <wp:posOffset>17780</wp:posOffset>
            </wp:positionV>
            <wp:extent cx="514350" cy="514350"/>
            <wp:effectExtent l="0" t="0" r="0" b="0"/>
            <wp:wrapSquare wrapText="bothSides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FE9597" w14:textId="0121A582" w:rsidR="00791BDC" w:rsidRPr="00F26D72" w:rsidRDefault="00791BDC" w:rsidP="00DA2D98">
      <w:pPr>
        <w:rPr>
          <w:rFonts w:ascii="Arial" w:hAnsi="Arial" w:cs="Arial"/>
          <w:b/>
          <w:bCs/>
          <w:sz w:val="24"/>
          <w:szCs w:val="24"/>
        </w:rPr>
      </w:pPr>
      <w:r w:rsidRPr="00F26D72">
        <w:rPr>
          <w:rFonts w:ascii="Arial" w:hAnsi="Arial" w:cs="Arial"/>
          <w:b/>
          <w:bCs/>
          <w:sz w:val="24"/>
          <w:szCs w:val="24"/>
        </w:rPr>
        <w:t xml:space="preserve"> Lees de uitleg bij opdracht 1 in de </w:t>
      </w:r>
      <w:r w:rsidR="00C4785B" w:rsidRPr="00F26D72">
        <w:rPr>
          <w:rFonts w:ascii="Arial" w:hAnsi="Arial" w:cs="Arial"/>
          <w:b/>
          <w:bCs/>
          <w:sz w:val="24"/>
          <w:szCs w:val="24"/>
        </w:rPr>
        <w:t>Uitleg pdf</w:t>
      </w:r>
      <w:r w:rsidR="002357DF" w:rsidRPr="00F26D72">
        <w:rPr>
          <w:rFonts w:ascii="Arial" w:hAnsi="Arial" w:cs="Arial"/>
          <w:b/>
          <w:bCs/>
          <w:sz w:val="24"/>
          <w:szCs w:val="24"/>
        </w:rPr>
        <w:t>.  Maak daarna Opdracht 1</w:t>
      </w:r>
    </w:p>
    <w:p w14:paraId="4508C7FC" w14:textId="77777777" w:rsidR="00791BDC" w:rsidRPr="00F26D72" w:rsidRDefault="00791BDC" w:rsidP="00DA2D98">
      <w:pPr>
        <w:rPr>
          <w:rFonts w:ascii="Arial" w:hAnsi="Arial" w:cs="Arial"/>
          <w:b/>
          <w:bCs/>
          <w:sz w:val="24"/>
          <w:szCs w:val="24"/>
        </w:rPr>
      </w:pPr>
    </w:p>
    <w:p w14:paraId="25DD9397" w14:textId="186F85EE" w:rsidR="00E14260" w:rsidRPr="00F26D72" w:rsidRDefault="00CB12B8" w:rsidP="00DA2D98">
      <w:pPr>
        <w:rPr>
          <w:rFonts w:ascii="Arial" w:hAnsi="Arial" w:cs="Arial"/>
          <w:b/>
          <w:bCs/>
          <w:sz w:val="24"/>
          <w:szCs w:val="24"/>
        </w:rPr>
      </w:pPr>
      <w:r w:rsidRPr="00F26D72">
        <w:rPr>
          <w:rFonts w:ascii="Arial" w:hAnsi="Arial" w:cs="Arial"/>
          <w:b/>
          <w:bCs/>
          <w:sz w:val="24"/>
          <w:szCs w:val="24"/>
        </w:rPr>
        <w:t>Opdracht 1</w:t>
      </w:r>
      <w:r w:rsidR="00791BDC" w:rsidRPr="00F26D72">
        <w:rPr>
          <w:rFonts w:ascii="Arial" w:hAnsi="Arial" w:cs="Arial"/>
          <w:b/>
          <w:bCs/>
          <w:sz w:val="24"/>
          <w:szCs w:val="24"/>
        </w:rPr>
        <w:t xml:space="preserve"> Mijn favoriete sprookje</w:t>
      </w:r>
      <w:r w:rsidR="00D40C28">
        <w:rPr>
          <w:rFonts w:ascii="Arial" w:hAnsi="Arial" w:cs="Arial"/>
          <w:b/>
          <w:bCs/>
          <w:sz w:val="24"/>
          <w:szCs w:val="24"/>
        </w:rPr>
        <w:t xml:space="preserve"> (</w:t>
      </w:r>
      <w:r w:rsidR="00C55181" w:rsidRPr="00F26D72">
        <w:rPr>
          <w:rFonts w:ascii="Arial" w:hAnsi="Arial" w:cs="Arial"/>
          <w:b/>
          <w:bCs/>
          <w:sz w:val="24"/>
          <w:szCs w:val="24"/>
        </w:rPr>
        <w:t>mening geven)</w:t>
      </w:r>
    </w:p>
    <w:p w14:paraId="2D17E38D" w14:textId="088160E8" w:rsidR="005B5B3E" w:rsidRPr="00F26D72" w:rsidRDefault="005B5B3E" w:rsidP="00DD2C8F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sz w:val="24"/>
          <w:szCs w:val="24"/>
        </w:rPr>
        <w:t>Lees de vragen goed door en bekijk wat je moet doen.</w:t>
      </w:r>
    </w:p>
    <w:p w14:paraId="55DF694C" w14:textId="77777777" w:rsidR="00DD2C8F" w:rsidRPr="00F26D72" w:rsidRDefault="00CB12B8" w:rsidP="00DD2C8F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sz w:val="24"/>
          <w:szCs w:val="24"/>
        </w:rPr>
        <w:t xml:space="preserve">Maak van je </w:t>
      </w:r>
      <w:r w:rsidR="00DD2C8F" w:rsidRPr="00F26D72">
        <w:rPr>
          <w:rFonts w:ascii="Arial" w:hAnsi="Arial" w:cs="Arial"/>
          <w:sz w:val="24"/>
          <w:szCs w:val="24"/>
        </w:rPr>
        <w:t xml:space="preserve">losse </w:t>
      </w:r>
      <w:r w:rsidRPr="00F26D72">
        <w:rPr>
          <w:rFonts w:ascii="Arial" w:hAnsi="Arial" w:cs="Arial"/>
          <w:sz w:val="24"/>
          <w:szCs w:val="24"/>
        </w:rPr>
        <w:t xml:space="preserve">antwoorden een goed lopende tekst. </w:t>
      </w:r>
    </w:p>
    <w:p w14:paraId="401C651F" w14:textId="181F7AD6" w:rsidR="00DD2C8F" w:rsidRPr="00F26D72" w:rsidRDefault="00CB12B8" w:rsidP="00DD2C8F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sz w:val="24"/>
          <w:szCs w:val="24"/>
        </w:rPr>
        <w:t>Verdeel d</w:t>
      </w:r>
      <w:r w:rsidR="00DD2C8F" w:rsidRPr="00F26D72">
        <w:rPr>
          <w:rFonts w:ascii="Arial" w:hAnsi="Arial" w:cs="Arial"/>
          <w:sz w:val="24"/>
          <w:szCs w:val="24"/>
        </w:rPr>
        <w:t>i</w:t>
      </w:r>
      <w:r w:rsidRPr="00F26D72">
        <w:rPr>
          <w:rFonts w:ascii="Arial" w:hAnsi="Arial" w:cs="Arial"/>
          <w:sz w:val="24"/>
          <w:szCs w:val="24"/>
        </w:rPr>
        <w:t>e tekst in alinea’s.</w:t>
      </w:r>
      <w:r w:rsidR="00DD2C8F" w:rsidRPr="00F26D72">
        <w:rPr>
          <w:rFonts w:ascii="Arial" w:hAnsi="Arial" w:cs="Arial"/>
          <w:sz w:val="24"/>
          <w:szCs w:val="24"/>
        </w:rPr>
        <w:t xml:space="preserve"> </w:t>
      </w:r>
      <w:r w:rsidR="00D40C28">
        <w:rPr>
          <w:rFonts w:ascii="Arial" w:hAnsi="Arial" w:cs="Arial"/>
          <w:sz w:val="24"/>
          <w:szCs w:val="24"/>
        </w:rPr>
        <w:t>Als je niet weet hoe je een tekst in  alinea’s moet verdelen zoek je dit op in je boek of op internet.</w:t>
      </w:r>
    </w:p>
    <w:p w14:paraId="71BD377A" w14:textId="06F748AA" w:rsidR="005B5B3E" w:rsidRPr="00F26D72" w:rsidRDefault="005B5B3E" w:rsidP="00DD2C8F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sz w:val="24"/>
          <w:szCs w:val="24"/>
        </w:rPr>
        <w:t>Geef je tekst een titel</w:t>
      </w:r>
      <w:r w:rsidR="0083561F" w:rsidRPr="00F26D72">
        <w:rPr>
          <w:rFonts w:ascii="Arial" w:hAnsi="Arial" w:cs="Arial"/>
          <w:sz w:val="24"/>
          <w:szCs w:val="24"/>
        </w:rPr>
        <w:t>.</w:t>
      </w:r>
    </w:p>
    <w:p w14:paraId="505CF739" w14:textId="1C603234" w:rsidR="00CB12B8" w:rsidRPr="00F26D72" w:rsidRDefault="00DD2C8F" w:rsidP="00DD2C8F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sz w:val="24"/>
          <w:szCs w:val="24"/>
        </w:rPr>
        <w:t>Verwerk de vraag in  je antwoord.</w:t>
      </w:r>
    </w:p>
    <w:p w14:paraId="666F5F19" w14:textId="59A03279" w:rsidR="005B5B3E" w:rsidRPr="00F26D72" w:rsidRDefault="005B5B3E" w:rsidP="00DD2C8F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sz w:val="24"/>
          <w:szCs w:val="24"/>
        </w:rPr>
        <w:t>Zet het aantal woorden onder je tekst.</w:t>
      </w:r>
    </w:p>
    <w:p w14:paraId="57AB6917" w14:textId="2A00045C" w:rsidR="0083561F" w:rsidRPr="00F26D72" w:rsidRDefault="0083561F" w:rsidP="00DD2C8F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sz w:val="24"/>
          <w:szCs w:val="24"/>
        </w:rPr>
        <w:t>Je tekst moet</w:t>
      </w:r>
      <w:r w:rsidR="00D40C28">
        <w:rPr>
          <w:rFonts w:ascii="Arial" w:hAnsi="Arial" w:cs="Arial"/>
          <w:sz w:val="24"/>
          <w:szCs w:val="24"/>
        </w:rPr>
        <w:t xml:space="preserve"> je onder de vragen typen, bij  uitwerking opdracht .</w:t>
      </w:r>
    </w:p>
    <w:p w14:paraId="3E2D882B" w14:textId="0F94E541" w:rsidR="00E14260" w:rsidRPr="00F26D72" w:rsidRDefault="00D40C28" w:rsidP="00E1426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Als introductie is een</w:t>
      </w:r>
      <w:r w:rsidR="00E14260" w:rsidRPr="00F26D72">
        <w:rPr>
          <w:rFonts w:ascii="Arial" w:hAnsi="Arial" w:cs="Arial"/>
          <w:b/>
          <w:bCs/>
          <w:sz w:val="24"/>
          <w:szCs w:val="24"/>
        </w:rPr>
        <w:t xml:space="preserve"> bekend kindersprookje voorgelezen én heb je de trailer van:  Erik of het klein insectenboek gezien. Over sprookjes gaan de volgende vragen</w:t>
      </w:r>
    </w:p>
    <w:p w14:paraId="7C87CCCF" w14:textId="77777777" w:rsidR="00CB12B8" w:rsidRPr="00F26D72" w:rsidRDefault="00CB12B8" w:rsidP="00CB12B8">
      <w:p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bCs/>
          <w:sz w:val="24"/>
          <w:szCs w:val="24"/>
        </w:rPr>
        <w:t xml:space="preserve">Vragen: </w:t>
      </w:r>
    </w:p>
    <w:p w14:paraId="3DB6F7DE" w14:textId="1B0E0661" w:rsidR="00CB12B8" w:rsidRPr="00F26D72" w:rsidRDefault="007905C6" w:rsidP="00CD1382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bCs/>
          <w:sz w:val="24"/>
          <w:szCs w:val="24"/>
        </w:rPr>
        <w:t>Wat is jouw favoriete sprookje?</w:t>
      </w:r>
      <w:r w:rsidR="00CE4FB2" w:rsidRPr="00F26D72">
        <w:rPr>
          <w:rFonts w:ascii="Arial" w:hAnsi="Arial" w:cs="Arial"/>
          <w:bCs/>
          <w:sz w:val="24"/>
          <w:szCs w:val="24"/>
        </w:rPr>
        <w:t xml:space="preserve"> </w:t>
      </w:r>
      <w:r w:rsidR="005B5B3E" w:rsidRPr="00F26D72">
        <w:rPr>
          <w:rFonts w:ascii="Arial" w:hAnsi="Arial" w:cs="Arial"/>
          <w:bCs/>
          <w:sz w:val="24"/>
          <w:szCs w:val="24"/>
        </w:rPr>
        <w:t>Leg je antwoord duidelijk uit. G</w:t>
      </w:r>
      <w:r w:rsidR="00CE4FB2" w:rsidRPr="00F26D72">
        <w:rPr>
          <w:rFonts w:ascii="Arial" w:hAnsi="Arial" w:cs="Arial"/>
          <w:bCs/>
          <w:sz w:val="24"/>
          <w:szCs w:val="24"/>
        </w:rPr>
        <w:t xml:space="preserve">ebruik </w:t>
      </w:r>
      <w:r w:rsidR="00CE4FB2" w:rsidRPr="00F26D72">
        <w:rPr>
          <w:rFonts w:ascii="Arial" w:hAnsi="Arial" w:cs="Arial"/>
          <w:b/>
          <w:bCs/>
          <w:sz w:val="24"/>
          <w:szCs w:val="24"/>
        </w:rPr>
        <w:t>ook</w:t>
      </w:r>
      <w:r w:rsidR="00CE4FB2" w:rsidRPr="00F26D72">
        <w:rPr>
          <w:rFonts w:ascii="Arial" w:hAnsi="Arial" w:cs="Arial"/>
          <w:bCs/>
          <w:sz w:val="24"/>
          <w:szCs w:val="24"/>
        </w:rPr>
        <w:t xml:space="preserve"> voorbeelden om je keuze uit te leggen.</w:t>
      </w:r>
      <w:r w:rsidR="005B5B3E" w:rsidRPr="00F26D72">
        <w:rPr>
          <w:rFonts w:ascii="Arial" w:hAnsi="Arial" w:cs="Arial"/>
          <w:bCs/>
          <w:sz w:val="24"/>
          <w:szCs w:val="24"/>
        </w:rPr>
        <w:t xml:space="preserve"> Voorbeelden alleen zijn niet genoeg. Voorbeelden moeten je m</w:t>
      </w:r>
      <w:r w:rsidR="000855DE" w:rsidRPr="00F26D72">
        <w:rPr>
          <w:rFonts w:ascii="Arial" w:hAnsi="Arial" w:cs="Arial"/>
          <w:bCs/>
          <w:sz w:val="24"/>
          <w:szCs w:val="24"/>
        </w:rPr>
        <w:t>ening / keuze duidelijker maken.</w:t>
      </w:r>
    </w:p>
    <w:p w14:paraId="3683CE03" w14:textId="01E7882E" w:rsidR="005B5B3E" w:rsidRPr="00F26D72" w:rsidRDefault="007905C6" w:rsidP="005B5B3E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bCs/>
          <w:sz w:val="24"/>
          <w:szCs w:val="24"/>
        </w:rPr>
        <w:t xml:space="preserve">Wat zijn </w:t>
      </w:r>
      <w:r w:rsidR="00CE4FB2" w:rsidRPr="00F26D72">
        <w:rPr>
          <w:rFonts w:ascii="Arial" w:hAnsi="Arial" w:cs="Arial"/>
          <w:bCs/>
          <w:sz w:val="24"/>
          <w:szCs w:val="24"/>
        </w:rPr>
        <w:t xml:space="preserve">volgens jou </w:t>
      </w:r>
      <w:r w:rsidRPr="00F26D72">
        <w:rPr>
          <w:rFonts w:ascii="Arial" w:hAnsi="Arial" w:cs="Arial"/>
          <w:bCs/>
          <w:sz w:val="24"/>
          <w:szCs w:val="24"/>
        </w:rPr>
        <w:t xml:space="preserve">de drie belangrijkste kenmerken van een sprookje? </w:t>
      </w:r>
      <w:r w:rsidR="005B5B3E" w:rsidRPr="00F26D72">
        <w:rPr>
          <w:rFonts w:ascii="Arial" w:hAnsi="Arial" w:cs="Arial"/>
          <w:bCs/>
          <w:sz w:val="24"/>
          <w:szCs w:val="24"/>
        </w:rPr>
        <w:t xml:space="preserve">Gebruik </w:t>
      </w:r>
      <w:r w:rsidR="005B5B3E" w:rsidRPr="00F26D72">
        <w:rPr>
          <w:rFonts w:ascii="Arial" w:hAnsi="Arial" w:cs="Arial"/>
          <w:b/>
          <w:bCs/>
          <w:sz w:val="24"/>
          <w:szCs w:val="24"/>
        </w:rPr>
        <w:t>ook</w:t>
      </w:r>
      <w:r w:rsidR="005B5B3E" w:rsidRPr="00F26D72">
        <w:rPr>
          <w:rFonts w:ascii="Arial" w:hAnsi="Arial" w:cs="Arial"/>
          <w:bCs/>
          <w:sz w:val="24"/>
          <w:szCs w:val="24"/>
        </w:rPr>
        <w:t xml:space="preserve"> voorbeelden om je keuze uit te leggen. Voorbeelden alleen zijn niet genoeg. Voorbeelden moeten je m</w:t>
      </w:r>
      <w:r w:rsidR="000855DE" w:rsidRPr="00F26D72">
        <w:rPr>
          <w:rFonts w:ascii="Arial" w:hAnsi="Arial" w:cs="Arial"/>
          <w:bCs/>
          <w:sz w:val="24"/>
          <w:szCs w:val="24"/>
        </w:rPr>
        <w:t>ening / keuze duidelijker maken.</w:t>
      </w:r>
    </w:p>
    <w:p w14:paraId="0525A3F7" w14:textId="5E2B9DBE" w:rsidR="005B5B3E" w:rsidRPr="00F26D72" w:rsidRDefault="007905C6" w:rsidP="005B5B3E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bCs/>
          <w:sz w:val="24"/>
          <w:szCs w:val="24"/>
        </w:rPr>
        <w:t xml:space="preserve">Wat is </w:t>
      </w:r>
      <w:r w:rsidR="00CE4FB2" w:rsidRPr="00F26D72">
        <w:rPr>
          <w:rFonts w:ascii="Arial" w:hAnsi="Arial" w:cs="Arial"/>
          <w:bCs/>
          <w:sz w:val="24"/>
          <w:szCs w:val="24"/>
        </w:rPr>
        <w:t xml:space="preserve">volgens </w:t>
      </w:r>
      <w:r w:rsidR="00450BB0">
        <w:rPr>
          <w:rFonts w:ascii="Arial" w:hAnsi="Arial" w:cs="Arial"/>
          <w:bCs/>
          <w:sz w:val="24"/>
          <w:szCs w:val="24"/>
        </w:rPr>
        <w:t xml:space="preserve">jou </w:t>
      </w:r>
      <w:r w:rsidRPr="00F26D72">
        <w:rPr>
          <w:rFonts w:ascii="Arial" w:hAnsi="Arial" w:cs="Arial"/>
          <w:bCs/>
          <w:sz w:val="24"/>
          <w:szCs w:val="24"/>
        </w:rPr>
        <w:t>het doel van een sprookje?</w:t>
      </w:r>
      <w:r w:rsidR="00CE4FB2" w:rsidRPr="00F26D72">
        <w:rPr>
          <w:rFonts w:ascii="Arial" w:hAnsi="Arial" w:cs="Arial"/>
          <w:bCs/>
          <w:sz w:val="24"/>
          <w:szCs w:val="24"/>
        </w:rPr>
        <w:t xml:space="preserve"> </w:t>
      </w:r>
      <w:r w:rsidR="005B5B3E" w:rsidRPr="00F26D72">
        <w:rPr>
          <w:rFonts w:ascii="Arial" w:hAnsi="Arial" w:cs="Arial"/>
          <w:bCs/>
          <w:sz w:val="24"/>
          <w:szCs w:val="24"/>
        </w:rPr>
        <w:t xml:space="preserve">Gebruik </w:t>
      </w:r>
      <w:r w:rsidR="005B5B3E" w:rsidRPr="00F26D72">
        <w:rPr>
          <w:rFonts w:ascii="Arial" w:hAnsi="Arial" w:cs="Arial"/>
          <w:b/>
          <w:bCs/>
          <w:sz w:val="24"/>
          <w:szCs w:val="24"/>
        </w:rPr>
        <w:t>ook</w:t>
      </w:r>
      <w:r w:rsidR="005B5B3E" w:rsidRPr="00F26D72">
        <w:rPr>
          <w:rFonts w:ascii="Arial" w:hAnsi="Arial" w:cs="Arial"/>
          <w:bCs/>
          <w:sz w:val="24"/>
          <w:szCs w:val="24"/>
        </w:rPr>
        <w:t xml:space="preserve"> voorbeelden om je keuze uit te leggen. Voorbeelden alleen zijn niet genoeg. Voorbeelden moeten je m</w:t>
      </w:r>
      <w:r w:rsidR="000855DE" w:rsidRPr="00F26D72">
        <w:rPr>
          <w:rFonts w:ascii="Arial" w:hAnsi="Arial" w:cs="Arial"/>
          <w:bCs/>
          <w:sz w:val="24"/>
          <w:szCs w:val="24"/>
        </w:rPr>
        <w:t>ening / keuze duidelijker maken.</w:t>
      </w:r>
    </w:p>
    <w:p w14:paraId="2DE8A280" w14:textId="319E0AA5" w:rsidR="005B5B3E" w:rsidRPr="00F26D72" w:rsidRDefault="007905C6" w:rsidP="005B5B3E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bCs/>
          <w:sz w:val="24"/>
          <w:szCs w:val="24"/>
        </w:rPr>
        <w:t>Vind je dat teken</w:t>
      </w:r>
      <w:r w:rsidR="00CE4FB2" w:rsidRPr="00F26D72">
        <w:rPr>
          <w:rFonts w:ascii="Arial" w:hAnsi="Arial" w:cs="Arial"/>
          <w:bCs/>
          <w:sz w:val="24"/>
          <w:szCs w:val="24"/>
        </w:rPr>
        <w:t xml:space="preserve">films zoals Ice Age, </w:t>
      </w:r>
      <w:proofErr w:type="spellStart"/>
      <w:r w:rsidR="00CE4FB2" w:rsidRPr="00F26D72">
        <w:rPr>
          <w:rFonts w:ascii="Arial" w:hAnsi="Arial" w:cs="Arial"/>
          <w:bCs/>
          <w:sz w:val="24"/>
          <w:szCs w:val="24"/>
        </w:rPr>
        <w:t>Antz</w:t>
      </w:r>
      <w:proofErr w:type="spellEnd"/>
      <w:r w:rsidR="00CE4FB2" w:rsidRPr="00F26D72">
        <w:rPr>
          <w:rFonts w:ascii="Arial" w:hAnsi="Arial" w:cs="Arial"/>
          <w:bCs/>
          <w:sz w:val="24"/>
          <w:szCs w:val="24"/>
        </w:rPr>
        <w:t xml:space="preserve">, The </w:t>
      </w:r>
      <w:proofErr w:type="spellStart"/>
      <w:r w:rsidR="00CE4FB2" w:rsidRPr="00F26D72">
        <w:rPr>
          <w:rFonts w:ascii="Arial" w:hAnsi="Arial" w:cs="Arial"/>
          <w:bCs/>
          <w:sz w:val="24"/>
          <w:szCs w:val="24"/>
        </w:rPr>
        <w:t>Lion</w:t>
      </w:r>
      <w:proofErr w:type="spellEnd"/>
      <w:r w:rsidR="00CE4FB2" w:rsidRPr="00F26D72">
        <w:rPr>
          <w:rFonts w:ascii="Arial" w:hAnsi="Arial" w:cs="Arial"/>
          <w:bCs/>
          <w:sz w:val="24"/>
          <w:szCs w:val="24"/>
        </w:rPr>
        <w:t xml:space="preserve"> K</w:t>
      </w:r>
      <w:r w:rsidRPr="00F26D72">
        <w:rPr>
          <w:rFonts w:ascii="Arial" w:hAnsi="Arial" w:cs="Arial"/>
          <w:bCs/>
          <w:sz w:val="24"/>
          <w:szCs w:val="24"/>
        </w:rPr>
        <w:t xml:space="preserve">ing te vergelijken zijn met de sprookjes van vroeger? </w:t>
      </w:r>
      <w:r w:rsidR="005B5B3E" w:rsidRPr="00F26D72">
        <w:rPr>
          <w:rFonts w:ascii="Arial" w:hAnsi="Arial" w:cs="Arial"/>
          <w:bCs/>
          <w:sz w:val="24"/>
          <w:szCs w:val="24"/>
        </w:rPr>
        <w:t xml:space="preserve">Gebruik </w:t>
      </w:r>
      <w:r w:rsidR="005B5B3E" w:rsidRPr="00F26D72">
        <w:rPr>
          <w:rFonts w:ascii="Arial" w:hAnsi="Arial" w:cs="Arial"/>
          <w:b/>
          <w:bCs/>
          <w:sz w:val="24"/>
          <w:szCs w:val="24"/>
        </w:rPr>
        <w:t>ook</w:t>
      </w:r>
      <w:r w:rsidR="005B5B3E" w:rsidRPr="00F26D72">
        <w:rPr>
          <w:rFonts w:ascii="Arial" w:hAnsi="Arial" w:cs="Arial"/>
          <w:bCs/>
          <w:sz w:val="24"/>
          <w:szCs w:val="24"/>
        </w:rPr>
        <w:t xml:space="preserve"> voorbeelden om je keuze uit te leggen. Voorbeelden alleen zijn niet genoeg. Voorbeelden moeten je m</w:t>
      </w:r>
      <w:r w:rsidR="000855DE" w:rsidRPr="00F26D72">
        <w:rPr>
          <w:rFonts w:ascii="Arial" w:hAnsi="Arial" w:cs="Arial"/>
          <w:bCs/>
          <w:sz w:val="24"/>
          <w:szCs w:val="24"/>
        </w:rPr>
        <w:t>ening / keuze duidelijker maken.</w:t>
      </w:r>
    </w:p>
    <w:p w14:paraId="5FF757BC" w14:textId="2D2BA722" w:rsidR="005B5B3E" w:rsidRPr="00F26D72" w:rsidRDefault="00327AC1" w:rsidP="005B5B3E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bCs/>
          <w:sz w:val="24"/>
          <w:szCs w:val="24"/>
        </w:rPr>
        <w:t xml:space="preserve">Wat zou er </w:t>
      </w:r>
      <w:r w:rsidR="0088508A" w:rsidRPr="00F26D72">
        <w:rPr>
          <w:rFonts w:ascii="Arial" w:hAnsi="Arial" w:cs="Arial"/>
          <w:bCs/>
          <w:sz w:val="24"/>
          <w:szCs w:val="24"/>
        </w:rPr>
        <w:t>veranderen</w:t>
      </w:r>
      <w:r w:rsidR="007905C6" w:rsidRPr="00F26D72">
        <w:rPr>
          <w:rFonts w:ascii="Arial" w:hAnsi="Arial" w:cs="Arial"/>
          <w:bCs/>
          <w:sz w:val="24"/>
          <w:szCs w:val="24"/>
        </w:rPr>
        <w:t xml:space="preserve"> aan een</w:t>
      </w:r>
      <w:r w:rsidR="00B0768F" w:rsidRPr="00F26D72">
        <w:rPr>
          <w:rFonts w:ascii="Arial" w:hAnsi="Arial" w:cs="Arial"/>
          <w:bCs/>
          <w:sz w:val="24"/>
          <w:szCs w:val="24"/>
        </w:rPr>
        <w:t xml:space="preserve"> sprookje als het sprookje voor </w:t>
      </w:r>
      <w:r w:rsidR="00CB12B8" w:rsidRPr="00F26D72">
        <w:rPr>
          <w:rFonts w:ascii="Arial" w:hAnsi="Arial" w:cs="Arial"/>
          <w:bCs/>
          <w:sz w:val="24"/>
          <w:szCs w:val="24"/>
        </w:rPr>
        <w:t xml:space="preserve">volwassenen geschreven zou zijn? </w:t>
      </w:r>
      <w:r w:rsidR="00CB12B8" w:rsidRPr="00F26D72">
        <w:rPr>
          <w:rFonts w:ascii="Arial" w:hAnsi="Arial" w:cs="Arial"/>
          <w:sz w:val="24"/>
          <w:szCs w:val="24"/>
        </w:rPr>
        <w:t xml:space="preserve"> </w:t>
      </w:r>
      <w:r w:rsidR="005B5B3E" w:rsidRPr="00F26D72">
        <w:rPr>
          <w:rFonts w:ascii="Arial" w:hAnsi="Arial" w:cs="Arial"/>
          <w:bCs/>
          <w:sz w:val="24"/>
          <w:szCs w:val="24"/>
        </w:rPr>
        <w:t>Gebruik voorbeelden om je keuze uit te leggen. Voorbeelden alleen zijn niet genoeg. Voorbeelden moeten je m</w:t>
      </w:r>
      <w:r w:rsidR="000855DE" w:rsidRPr="00F26D72">
        <w:rPr>
          <w:rFonts w:ascii="Arial" w:hAnsi="Arial" w:cs="Arial"/>
          <w:bCs/>
          <w:sz w:val="24"/>
          <w:szCs w:val="24"/>
        </w:rPr>
        <w:t>ening / keuze duidelijker maken.</w:t>
      </w:r>
    </w:p>
    <w:p w14:paraId="1193BE16" w14:textId="17080311" w:rsidR="00F26D72" w:rsidRDefault="00F26D72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296A595A" w14:textId="77777777" w:rsidR="000855DE" w:rsidRPr="00F26D72" w:rsidRDefault="000855DE" w:rsidP="000855DE">
      <w:pPr>
        <w:rPr>
          <w:rFonts w:ascii="Arial" w:hAnsi="Arial" w:cs="Arial"/>
          <w:bCs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637"/>
      </w:tblGrid>
      <w:tr w:rsidR="002C60B7" w:rsidRPr="00F26D72" w14:paraId="7ABC1D29" w14:textId="77777777" w:rsidTr="005462F1">
        <w:trPr>
          <w:trHeight w:val="435"/>
        </w:trPr>
        <w:tc>
          <w:tcPr>
            <w:tcW w:w="9637" w:type="dxa"/>
            <w:shd w:val="clear" w:color="auto" w:fill="BFBFBF" w:themeFill="background1" w:themeFillShade="BF"/>
          </w:tcPr>
          <w:p w14:paraId="699DFC80" w14:textId="01B8FDF0" w:rsidR="002C60B7" w:rsidRPr="00F26D72" w:rsidRDefault="002C60B7" w:rsidP="0083561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26D72">
              <w:rPr>
                <w:rFonts w:ascii="Arial" w:hAnsi="Arial" w:cs="Arial"/>
                <w:b/>
                <w:sz w:val="24"/>
                <w:szCs w:val="24"/>
              </w:rPr>
              <w:t xml:space="preserve">Schrijf </w:t>
            </w:r>
            <w:r w:rsidR="00703B41" w:rsidRPr="00F26D72">
              <w:rPr>
                <w:rFonts w:ascii="Arial" w:hAnsi="Arial" w:cs="Arial"/>
                <w:b/>
                <w:sz w:val="24"/>
                <w:szCs w:val="24"/>
              </w:rPr>
              <w:t>in het</w:t>
            </w:r>
            <w:r w:rsidRPr="00F26D72">
              <w:rPr>
                <w:rFonts w:ascii="Arial" w:hAnsi="Arial" w:cs="Arial"/>
                <w:b/>
                <w:sz w:val="24"/>
                <w:szCs w:val="24"/>
              </w:rPr>
              <w:t xml:space="preserve"> blok</w:t>
            </w:r>
            <w:r w:rsidR="00703B41" w:rsidRPr="00F26D72">
              <w:rPr>
                <w:rFonts w:ascii="Arial" w:hAnsi="Arial" w:cs="Arial"/>
                <w:b/>
                <w:sz w:val="24"/>
                <w:szCs w:val="24"/>
              </w:rPr>
              <w:t xml:space="preserve"> hieronder</w:t>
            </w:r>
            <w:r w:rsidRPr="00F26D72">
              <w:rPr>
                <w:rFonts w:ascii="Arial" w:hAnsi="Arial" w:cs="Arial"/>
                <w:b/>
                <w:sz w:val="24"/>
                <w:szCs w:val="24"/>
              </w:rPr>
              <w:t xml:space="preserve"> je uitwerking opdracht 1.</w:t>
            </w:r>
            <w:r w:rsidR="00605E97" w:rsidRPr="00F26D72">
              <w:rPr>
                <w:rFonts w:ascii="Arial" w:hAnsi="Arial" w:cs="Arial"/>
                <w:b/>
                <w:sz w:val="24"/>
                <w:szCs w:val="24"/>
              </w:rPr>
              <w:t xml:space="preserve"> Controleer als je klaar bent of je de uitleg ook toegepast hebt. </w:t>
            </w:r>
          </w:p>
          <w:p w14:paraId="6CEC9E61" w14:textId="77777777" w:rsidR="00BF1E2A" w:rsidRPr="00F26D72" w:rsidRDefault="00BF1E2A" w:rsidP="0083561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684ABB6" w14:textId="061A1914" w:rsidR="00BF1E2A" w:rsidRPr="00F26D72" w:rsidRDefault="00BF1E2A" w:rsidP="0083561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26D72">
              <w:rPr>
                <w:rFonts w:ascii="Arial" w:hAnsi="Arial" w:cs="Arial"/>
                <w:b/>
                <w:sz w:val="24"/>
                <w:szCs w:val="24"/>
              </w:rPr>
              <w:t xml:space="preserve">Als je zelf de fouten er uit gehaald hebt en de zinsbouw </w:t>
            </w:r>
            <w:r w:rsidR="009875E7" w:rsidRPr="00F26D72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6432" behindDoc="0" locked="0" layoutInCell="1" allowOverlap="1" wp14:anchorId="21B7115B" wp14:editId="651BEBBC">
                  <wp:simplePos x="0" y="0"/>
                  <wp:positionH relativeFrom="column">
                    <wp:posOffset>-90805</wp:posOffset>
                  </wp:positionH>
                  <wp:positionV relativeFrom="paragraph">
                    <wp:posOffset>-286385</wp:posOffset>
                  </wp:positionV>
                  <wp:extent cx="885825" cy="947420"/>
                  <wp:effectExtent l="0" t="0" r="9525" b="5080"/>
                  <wp:wrapSquare wrapText="bothSides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kijke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947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6D72">
              <w:rPr>
                <w:rFonts w:ascii="Arial" w:hAnsi="Arial" w:cs="Arial"/>
                <w:b/>
                <w:sz w:val="24"/>
                <w:szCs w:val="24"/>
              </w:rPr>
              <w:t>gecontroleerd heb</w:t>
            </w:r>
            <w:r w:rsidR="00450BB0">
              <w:rPr>
                <w:rFonts w:ascii="Arial" w:hAnsi="Arial" w:cs="Arial"/>
                <w:b/>
                <w:sz w:val="24"/>
                <w:szCs w:val="24"/>
              </w:rPr>
              <w:t>t (</w:t>
            </w:r>
            <w:r w:rsidR="00C707F0" w:rsidRPr="00F26D72">
              <w:rPr>
                <w:rFonts w:ascii="Arial" w:hAnsi="Arial" w:cs="Arial"/>
                <w:b/>
                <w:sz w:val="24"/>
                <w:szCs w:val="24"/>
              </w:rPr>
              <w:t>zinnen niet langer dan 12-16</w:t>
            </w:r>
            <w:r w:rsidR="00450BB0">
              <w:rPr>
                <w:rFonts w:ascii="Arial" w:hAnsi="Arial" w:cs="Arial"/>
                <w:b/>
                <w:sz w:val="24"/>
                <w:szCs w:val="24"/>
              </w:rPr>
              <w:t xml:space="preserve"> woorden), kun je je buurman/ -</w:t>
            </w:r>
            <w:r w:rsidRPr="00F26D72">
              <w:rPr>
                <w:rFonts w:ascii="Arial" w:hAnsi="Arial" w:cs="Arial"/>
                <w:b/>
                <w:sz w:val="24"/>
                <w:szCs w:val="24"/>
              </w:rPr>
              <w:t>vrouw vragen om jouw tekst ook eens door te lezen en de fouten in jouw tekst te arceren.</w:t>
            </w:r>
          </w:p>
        </w:tc>
      </w:tr>
      <w:tr w:rsidR="005462F1" w:rsidRPr="00F26D72" w14:paraId="0AC15E92" w14:textId="77777777" w:rsidTr="002C60B7">
        <w:trPr>
          <w:trHeight w:val="2160"/>
        </w:trPr>
        <w:tc>
          <w:tcPr>
            <w:tcW w:w="9637" w:type="dxa"/>
          </w:tcPr>
          <w:p w14:paraId="719A9E8E" w14:textId="77777777" w:rsidR="005462F1" w:rsidRPr="00F26D72" w:rsidRDefault="005462F1" w:rsidP="0083561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3C1AF36" w14:textId="77777777" w:rsidR="005462F1" w:rsidRPr="00F26D72" w:rsidRDefault="005462F1" w:rsidP="0083561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86B8DBF" w14:textId="77777777" w:rsidR="005462F1" w:rsidRPr="00F26D72" w:rsidRDefault="005462F1" w:rsidP="0083561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76F7AA7" w14:textId="77777777" w:rsidR="005462F1" w:rsidRPr="00F26D72" w:rsidRDefault="005462F1" w:rsidP="0083561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B85BFF9" w14:textId="77777777" w:rsidR="00B0768F" w:rsidRPr="00F26D72" w:rsidRDefault="00B0768F" w:rsidP="00B0768F">
      <w:pPr>
        <w:pStyle w:val="Geenafstand"/>
        <w:rPr>
          <w:rFonts w:ascii="Arial" w:hAnsi="Arial" w:cs="Arial"/>
          <w:szCs w:val="24"/>
        </w:rPr>
      </w:pPr>
    </w:p>
    <w:p w14:paraId="5343AC97" w14:textId="6B041E9C" w:rsidR="00F372CF" w:rsidRPr="00F26D72" w:rsidRDefault="008F1C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5408" behindDoc="0" locked="0" layoutInCell="1" allowOverlap="1" wp14:anchorId="60D7A280" wp14:editId="513990C0">
            <wp:simplePos x="0" y="0"/>
            <wp:positionH relativeFrom="column">
              <wp:posOffset>4445</wp:posOffset>
            </wp:positionH>
            <wp:positionV relativeFrom="paragraph">
              <wp:posOffset>-4445</wp:posOffset>
            </wp:positionV>
            <wp:extent cx="514350" cy="514350"/>
            <wp:effectExtent l="0" t="0" r="0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alueren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636" w:rsidRPr="00F26D72">
        <w:rPr>
          <w:rFonts w:ascii="Arial" w:hAnsi="Arial" w:cs="Arial"/>
          <w:sz w:val="24"/>
          <w:szCs w:val="24"/>
        </w:rPr>
        <w:t>G</w:t>
      </w:r>
      <w:r w:rsidRPr="00F26D72">
        <w:rPr>
          <w:rFonts w:ascii="Arial" w:hAnsi="Arial" w:cs="Arial"/>
          <w:sz w:val="24"/>
          <w:szCs w:val="24"/>
        </w:rPr>
        <w:t>a nu terug naar je werkplan en vul in hoeveel tijd deze opdracht je gekost heeft.</w:t>
      </w:r>
    </w:p>
    <w:p w14:paraId="7A05853C" w14:textId="6BF775F1" w:rsidR="00DA2D98" w:rsidRPr="00F26D72" w:rsidRDefault="00DA2D98" w:rsidP="00DA2D98">
      <w:pPr>
        <w:rPr>
          <w:rFonts w:ascii="Arial" w:hAnsi="Arial" w:cs="Arial"/>
          <w:sz w:val="24"/>
          <w:szCs w:val="24"/>
        </w:rPr>
      </w:pPr>
    </w:p>
    <w:p w14:paraId="7AEF8945" w14:textId="0F74A07B" w:rsidR="002357DF" w:rsidRPr="00F26D72" w:rsidRDefault="002357DF" w:rsidP="00DA2D98">
      <w:p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0288" behindDoc="0" locked="0" layoutInCell="1" allowOverlap="1" wp14:anchorId="576C7C72" wp14:editId="083D40F7">
            <wp:simplePos x="0" y="0"/>
            <wp:positionH relativeFrom="column">
              <wp:posOffset>-90170</wp:posOffset>
            </wp:positionH>
            <wp:positionV relativeFrom="paragraph">
              <wp:posOffset>111125</wp:posOffset>
            </wp:positionV>
            <wp:extent cx="484505" cy="484505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p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505" cy="484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5853E" w14:textId="3B29C51B" w:rsidR="00DA2D98" w:rsidRPr="00F26D72" w:rsidRDefault="0083561F" w:rsidP="00DA2D98">
      <w:p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sz w:val="24"/>
          <w:szCs w:val="24"/>
        </w:rPr>
        <w:t>Ga nu te</w:t>
      </w:r>
      <w:r w:rsidR="00505876" w:rsidRPr="00F26D72">
        <w:rPr>
          <w:rFonts w:ascii="Arial" w:hAnsi="Arial" w:cs="Arial"/>
          <w:sz w:val="24"/>
          <w:szCs w:val="24"/>
        </w:rPr>
        <w:t xml:space="preserve">rug naar de </w:t>
      </w:r>
      <w:r w:rsidR="00C4785B" w:rsidRPr="00F26D72">
        <w:rPr>
          <w:rFonts w:ascii="Arial" w:hAnsi="Arial" w:cs="Arial"/>
          <w:sz w:val="24"/>
          <w:szCs w:val="24"/>
        </w:rPr>
        <w:t xml:space="preserve">Uitleg pdf </w:t>
      </w:r>
      <w:r w:rsidR="00505876" w:rsidRPr="00F26D72">
        <w:rPr>
          <w:rFonts w:ascii="Arial" w:hAnsi="Arial" w:cs="Arial"/>
          <w:sz w:val="24"/>
          <w:szCs w:val="24"/>
        </w:rPr>
        <w:t>voor</w:t>
      </w:r>
      <w:r w:rsidR="0096719E" w:rsidRPr="00F26D72">
        <w:rPr>
          <w:rFonts w:ascii="Arial" w:hAnsi="Arial" w:cs="Arial"/>
          <w:sz w:val="24"/>
          <w:szCs w:val="24"/>
        </w:rPr>
        <w:t xml:space="preserve"> </w:t>
      </w:r>
      <w:r w:rsidR="00505876" w:rsidRPr="00F26D72">
        <w:rPr>
          <w:rFonts w:ascii="Arial" w:hAnsi="Arial" w:cs="Arial"/>
          <w:sz w:val="24"/>
          <w:szCs w:val="24"/>
        </w:rPr>
        <w:t>de u</w:t>
      </w:r>
      <w:r w:rsidRPr="00F26D72">
        <w:rPr>
          <w:rFonts w:ascii="Arial" w:hAnsi="Arial" w:cs="Arial"/>
          <w:sz w:val="24"/>
          <w:szCs w:val="24"/>
        </w:rPr>
        <w:t>itleg bij opdracht 2.</w:t>
      </w:r>
    </w:p>
    <w:p w14:paraId="74C24B0C" w14:textId="77777777" w:rsidR="002C60B7" w:rsidRPr="00F26D72" w:rsidRDefault="002C60B7" w:rsidP="00DA2D98">
      <w:pPr>
        <w:rPr>
          <w:rFonts w:ascii="Arial" w:hAnsi="Arial" w:cs="Arial"/>
          <w:sz w:val="24"/>
          <w:szCs w:val="24"/>
        </w:rPr>
      </w:pPr>
    </w:p>
    <w:p w14:paraId="1E0BCFF1" w14:textId="77777777" w:rsidR="002357DF" w:rsidRPr="00F26D72" w:rsidRDefault="002357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26D72">
        <w:rPr>
          <w:rFonts w:ascii="Arial" w:hAnsi="Arial" w:cs="Arial"/>
          <w:b/>
          <w:sz w:val="24"/>
          <w:szCs w:val="24"/>
        </w:rPr>
        <w:br w:type="page"/>
      </w:r>
    </w:p>
    <w:p w14:paraId="2CCD99BC" w14:textId="7CCEA138" w:rsidR="00C55181" w:rsidRPr="00F26D72" w:rsidRDefault="00C55181" w:rsidP="00DA2D98">
      <w:pPr>
        <w:rPr>
          <w:rFonts w:ascii="Arial" w:hAnsi="Arial" w:cs="Arial"/>
          <w:b/>
          <w:sz w:val="24"/>
          <w:szCs w:val="24"/>
        </w:rPr>
      </w:pPr>
      <w:r w:rsidRPr="00F26D72">
        <w:rPr>
          <w:rFonts w:ascii="Arial" w:hAnsi="Arial" w:cs="Arial"/>
          <w:b/>
          <w:sz w:val="24"/>
          <w:szCs w:val="24"/>
        </w:rPr>
        <w:lastRenderedPageBreak/>
        <w:t xml:space="preserve">Opdracht 2 Mensen en dieren </w:t>
      </w:r>
      <w:r w:rsidR="002C60B7" w:rsidRPr="00F26D72">
        <w:rPr>
          <w:rFonts w:ascii="Arial" w:hAnsi="Arial" w:cs="Arial"/>
          <w:b/>
          <w:sz w:val="24"/>
          <w:szCs w:val="24"/>
        </w:rPr>
        <w:t>(vergelijkingen maken)</w:t>
      </w:r>
    </w:p>
    <w:tbl>
      <w:tblPr>
        <w:tblW w:w="10141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1"/>
      </w:tblGrid>
      <w:tr w:rsidR="002C60B7" w:rsidRPr="00F26D72" w14:paraId="71A15263" w14:textId="77777777" w:rsidTr="005462F1">
        <w:trPr>
          <w:trHeight w:val="360"/>
        </w:trPr>
        <w:tc>
          <w:tcPr>
            <w:tcW w:w="10141" w:type="dxa"/>
            <w:shd w:val="clear" w:color="auto" w:fill="BFBFBF" w:themeFill="background1" w:themeFillShade="BF"/>
          </w:tcPr>
          <w:p w14:paraId="6F60DA3D" w14:textId="3287324F" w:rsidR="002C60B7" w:rsidRPr="00F26D72" w:rsidRDefault="002C60B7" w:rsidP="00703B41">
            <w:pPr>
              <w:ind w:left="218"/>
              <w:rPr>
                <w:rFonts w:ascii="Arial" w:hAnsi="Arial" w:cs="Arial"/>
                <w:b/>
                <w:sz w:val="24"/>
                <w:szCs w:val="24"/>
              </w:rPr>
            </w:pPr>
            <w:r w:rsidRPr="00F26D72">
              <w:rPr>
                <w:rFonts w:ascii="Arial" w:hAnsi="Arial" w:cs="Arial"/>
                <w:b/>
                <w:sz w:val="24"/>
                <w:szCs w:val="24"/>
              </w:rPr>
              <w:t xml:space="preserve">Schrijf in </w:t>
            </w:r>
            <w:r w:rsidR="00703B41" w:rsidRPr="00F26D72">
              <w:rPr>
                <w:rFonts w:ascii="Arial" w:hAnsi="Arial" w:cs="Arial"/>
                <w:b/>
                <w:sz w:val="24"/>
                <w:szCs w:val="24"/>
              </w:rPr>
              <w:t>het</w:t>
            </w:r>
            <w:r w:rsidRPr="00F26D72">
              <w:rPr>
                <w:rFonts w:ascii="Arial" w:hAnsi="Arial" w:cs="Arial"/>
                <w:b/>
                <w:sz w:val="24"/>
                <w:szCs w:val="24"/>
              </w:rPr>
              <w:t xml:space="preserve"> blok </w:t>
            </w:r>
            <w:r w:rsidR="00703B41" w:rsidRPr="00F26D72">
              <w:rPr>
                <w:rFonts w:ascii="Arial" w:hAnsi="Arial" w:cs="Arial"/>
                <w:b/>
                <w:sz w:val="24"/>
                <w:szCs w:val="24"/>
              </w:rPr>
              <w:t xml:space="preserve">hieronder </w:t>
            </w:r>
            <w:r w:rsidRPr="00F26D72">
              <w:rPr>
                <w:rFonts w:ascii="Arial" w:hAnsi="Arial" w:cs="Arial"/>
                <w:b/>
                <w:sz w:val="24"/>
                <w:szCs w:val="24"/>
              </w:rPr>
              <w:t>je uitwerking opdracht 2a</w:t>
            </w:r>
          </w:p>
        </w:tc>
      </w:tr>
      <w:tr w:rsidR="005462F1" w:rsidRPr="00F26D72" w14:paraId="2B4F2F5F" w14:textId="77777777" w:rsidTr="005462F1">
        <w:trPr>
          <w:trHeight w:val="1110"/>
        </w:trPr>
        <w:tc>
          <w:tcPr>
            <w:tcW w:w="10141" w:type="dxa"/>
          </w:tcPr>
          <w:p w14:paraId="07B860C5" w14:textId="77777777" w:rsidR="005462F1" w:rsidRPr="00F26D72" w:rsidRDefault="005462F1" w:rsidP="002C60B7">
            <w:pPr>
              <w:spacing w:after="0" w:line="240" w:lineRule="auto"/>
              <w:ind w:left="218"/>
              <w:rPr>
                <w:rFonts w:ascii="Arial" w:hAnsi="Arial" w:cs="Arial"/>
                <w:sz w:val="24"/>
                <w:szCs w:val="24"/>
              </w:rPr>
            </w:pPr>
            <w:r w:rsidRPr="00F26D72">
              <w:rPr>
                <w:rFonts w:ascii="Arial" w:hAnsi="Arial" w:cs="Arial"/>
                <w:sz w:val="24"/>
                <w:szCs w:val="24"/>
              </w:rPr>
              <w:t>Resultaten quiz 1 en 2 zijn:</w:t>
            </w:r>
          </w:p>
          <w:p w14:paraId="476510BA" w14:textId="77777777" w:rsidR="005462F1" w:rsidRPr="00F26D72" w:rsidRDefault="005462F1" w:rsidP="002C60B7">
            <w:pPr>
              <w:spacing w:after="0" w:line="240" w:lineRule="auto"/>
              <w:ind w:left="218"/>
              <w:rPr>
                <w:rFonts w:ascii="Arial" w:hAnsi="Arial" w:cs="Arial"/>
                <w:sz w:val="24"/>
                <w:szCs w:val="24"/>
              </w:rPr>
            </w:pPr>
          </w:p>
          <w:p w14:paraId="7E8ABBAF" w14:textId="740F6EE9" w:rsidR="005462F1" w:rsidRPr="00F26D72" w:rsidRDefault="005462F1" w:rsidP="002C60B7">
            <w:pPr>
              <w:spacing w:after="0" w:line="240" w:lineRule="auto"/>
              <w:ind w:left="218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462F1" w:rsidRPr="00F26D72" w14:paraId="6E94B9F8" w14:textId="77777777" w:rsidTr="002C60B7">
        <w:trPr>
          <w:trHeight w:val="2610"/>
        </w:trPr>
        <w:tc>
          <w:tcPr>
            <w:tcW w:w="10141" w:type="dxa"/>
          </w:tcPr>
          <w:p w14:paraId="251D42B4" w14:textId="77A52EF9" w:rsidR="005462F1" w:rsidRPr="00F26D72" w:rsidRDefault="005462F1" w:rsidP="00F26D72">
            <w:pPr>
              <w:spacing w:after="0" w:line="240" w:lineRule="auto"/>
              <w:ind w:left="218"/>
              <w:rPr>
                <w:rFonts w:ascii="Arial" w:hAnsi="Arial" w:cs="Arial"/>
                <w:sz w:val="24"/>
                <w:szCs w:val="24"/>
              </w:rPr>
            </w:pPr>
            <w:r w:rsidRPr="00F26D72">
              <w:rPr>
                <w:rFonts w:ascii="Arial" w:hAnsi="Arial" w:cs="Arial"/>
                <w:sz w:val="24"/>
                <w:szCs w:val="24"/>
              </w:rPr>
              <w:t>Vraag</w:t>
            </w:r>
            <w:r w:rsidR="00F26D72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F26D72">
              <w:rPr>
                <w:rFonts w:ascii="Arial" w:hAnsi="Arial" w:cs="Arial"/>
                <w:sz w:val="24"/>
                <w:szCs w:val="24"/>
              </w:rPr>
              <w:t>Klopt de uitslag? Leg uit waarom wel/niet.</w:t>
            </w:r>
            <w:r w:rsidRPr="00F26D72">
              <w:rPr>
                <w:rFonts w:ascii="Arial" w:hAnsi="Arial" w:cs="Arial"/>
                <w:sz w:val="24"/>
                <w:szCs w:val="24"/>
              </w:rPr>
              <w:br w:type="page"/>
            </w:r>
          </w:p>
        </w:tc>
      </w:tr>
    </w:tbl>
    <w:p w14:paraId="7B1F778E" w14:textId="77777777" w:rsidR="002C60B7" w:rsidRPr="00F26D72" w:rsidRDefault="002C60B7" w:rsidP="00DA2D98">
      <w:pPr>
        <w:pStyle w:val="Geenafstand"/>
        <w:rPr>
          <w:rFonts w:ascii="Arial" w:hAnsi="Arial" w:cs="Arial"/>
          <w:b/>
          <w:szCs w:val="24"/>
        </w:rPr>
      </w:pPr>
    </w:p>
    <w:p w14:paraId="7A05854D" w14:textId="77777777" w:rsidR="00DA2D98" w:rsidRPr="00F26D72" w:rsidRDefault="00DA2D98" w:rsidP="00DA2D98">
      <w:pPr>
        <w:pStyle w:val="Geenafstand"/>
        <w:ind w:left="720"/>
        <w:rPr>
          <w:rFonts w:ascii="Arial" w:hAnsi="Arial" w:cs="Arial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7"/>
        <w:gridCol w:w="3607"/>
        <w:gridCol w:w="3197"/>
      </w:tblGrid>
      <w:tr w:rsidR="002C60B7" w:rsidRPr="00F26D72" w14:paraId="28EB11F7" w14:textId="77777777" w:rsidTr="005462F1">
        <w:trPr>
          <w:trHeight w:val="456"/>
        </w:trPr>
        <w:tc>
          <w:tcPr>
            <w:tcW w:w="10031" w:type="dxa"/>
            <w:gridSpan w:val="3"/>
            <w:shd w:val="clear" w:color="auto" w:fill="BFBFBF" w:themeFill="background1" w:themeFillShade="BF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A922C0B" w14:textId="77777777" w:rsidR="002C60B7" w:rsidRPr="00F26D72" w:rsidRDefault="002C60B7" w:rsidP="002C60B7">
            <w:pPr>
              <w:pStyle w:val="Geenafstand"/>
              <w:rPr>
                <w:rFonts w:ascii="Arial" w:hAnsi="Arial" w:cs="Arial"/>
                <w:b/>
                <w:szCs w:val="24"/>
              </w:rPr>
            </w:pPr>
          </w:p>
          <w:p w14:paraId="54B0A80B" w14:textId="4372CC71" w:rsidR="002C60B7" w:rsidRPr="00F26D72" w:rsidRDefault="002C60B7" w:rsidP="002C60B7">
            <w:pPr>
              <w:pStyle w:val="Geenafstand"/>
              <w:rPr>
                <w:rFonts w:ascii="Arial" w:hAnsi="Arial" w:cs="Arial"/>
                <w:b/>
                <w:szCs w:val="24"/>
              </w:rPr>
            </w:pPr>
            <w:r w:rsidRPr="00F26D72">
              <w:rPr>
                <w:rFonts w:ascii="Arial" w:hAnsi="Arial" w:cs="Arial"/>
                <w:b/>
                <w:szCs w:val="24"/>
              </w:rPr>
              <w:t>Schrijf in dit blok je uitwerking opdracht 2b</w:t>
            </w:r>
          </w:p>
          <w:p w14:paraId="182B8630" w14:textId="77777777" w:rsidR="002C60B7" w:rsidRPr="00F26D72" w:rsidRDefault="002C60B7" w:rsidP="002C60B7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Met welk beest zou jij de volgende mensen vergelijken?</w:t>
            </w:r>
          </w:p>
          <w:p w14:paraId="58C7B142" w14:textId="77777777" w:rsidR="002C60B7" w:rsidRPr="00F26D72" w:rsidRDefault="002C60B7" w:rsidP="002C60B7">
            <w:pPr>
              <w:pStyle w:val="Geenafstand"/>
              <w:numPr>
                <w:ilvl w:val="0"/>
                <w:numId w:val="3"/>
              </w:numPr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 xml:space="preserve">Leg uit waarom je dat beest bij deze mensen hebt gekozen. </w:t>
            </w:r>
          </w:p>
          <w:p w14:paraId="13AE832D" w14:textId="77777777" w:rsidR="002C60B7" w:rsidRPr="00F26D72" w:rsidRDefault="002C60B7" w:rsidP="00104108">
            <w:pPr>
              <w:pStyle w:val="Geenafstand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DA2D98" w:rsidRPr="00F26D72" w14:paraId="7A058551" w14:textId="77777777" w:rsidTr="00104108">
        <w:trPr>
          <w:trHeight w:val="456"/>
        </w:trPr>
        <w:tc>
          <w:tcPr>
            <w:tcW w:w="32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4E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b/>
                <w:bCs/>
                <w:szCs w:val="24"/>
              </w:rPr>
              <w:t>Mensen</w:t>
            </w:r>
          </w:p>
        </w:tc>
        <w:tc>
          <w:tcPr>
            <w:tcW w:w="3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4F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b/>
                <w:bCs/>
                <w:szCs w:val="24"/>
              </w:rPr>
              <w:t>Dier</w:t>
            </w:r>
          </w:p>
        </w:tc>
        <w:tc>
          <w:tcPr>
            <w:tcW w:w="31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50" w14:textId="79080388" w:rsidR="00DA2D98" w:rsidRPr="00F26D72" w:rsidRDefault="00450BB0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>U</w:t>
            </w:r>
            <w:r w:rsidR="00DA2D98" w:rsidRPr="00F26D72">
              <w:rPr>
                <w:rFonts w:ascii="Arial" w:hAnsi="Arial" w:cs="Arial"/>
                <w:b/>
                <w:bCs/>
                <w:szCs w:val="24"/>
              </w:rPr>
              <w:t>itleg</w:t>
            </w:r>
          </w:p>
        </w:tc>
      </w:tr>
      <w:tr w:rsidR="00DA2D98" w:rsidRPr="00F26D72" w14:paraId="7A058555" w14:textId="77777777" w:rsidTr="00104108">
        <w:trPr>
          <w:trHeight w:val="456"/>
        </w:trPr>
        <w:tc>
          <w:tcPr>
            <w:tcW w:w="32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52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bCs/>
                <w:szCs w:val="24"/>
              </w:rPr>
              <w:t>Iemand die altijd hard werkt</w:t>
            </w:r>
          </w:p>
        </w:tc>
        <w:tc>
          <w:tcPr>
            <w:tcW w:w="3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53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31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54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</w:tr>
      <w:tr w:rsidR="00DA2D98" w:rsidRPr="00F26D72" w14:paraId="7A058559" w14:textId="77777777" w:rsidTr="00104108">
        <w:trPr>
          <w:trHeight w:val="456"/>
        </w:trPr>
        <w:tc>
          <w:tcPr>
            <w:tcW w:w="32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56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bCs/>
                <w:szCs w:val="24"/>
              </w:rPr>
              <w:t>Iemand die erg lui is</w:t>
            </w:r>
          </w:p>
        </w:tc>
        <w:tc>
          <w:tcPr>
            <w:tcW w:w="3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57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31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58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</w:tr>
      <w:tr w:rsidR="00DA2D98" w:rsidRPr="00F26D72" w14:paraId="7A05855D" w14:textId="77777777" w:rsidTr="00104108">
        <w:trPr>
          <w:trHeight w:val="456"/>
        </w:trPr>
        <w:tc>
          <w:tcPr>
            <w:tcW w:w="32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5A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bCs/>
                <w:szCs w:val="24"/>
              </w:rPr>
              <w:t>iemand die altijd moppert</w:t>
            </w:r>
          </w:p>
        </w:tc>
        <w:tc>
          <w:tcPr>
            <w:tcW w:w="3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5B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31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5C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</w:tr>
      <w:tr w:rsidR="00DA2D98" w:rsidRPr="00F26D72" w14:paraId="7A058561" w14:textId="77777777" w:rsidTr="00104108">
        <w:trPr>
          <w:trHeight w:val="456"/>
        </w:trPr>
        <w:tc>
          <w:tcPr>
            <w:tcW w:w="32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5E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bCs/>
                <w:szCs w:val="24"/>
              </w:rPr>
              <w:t>Iemand die altijd blij is</w:t>
            </w:r>
          </w:p>
        </w:tc>
        <w:tc>
          <w:tcPr>
            <w:tcW w:w="3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5F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31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60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</w:tr>
      <w:tr w:rsidR="00DA2D98" w:rsidRPr="00F26D72" w14:paraId="7A058565" w14:textId="77777777" w:rsidTr="00104108">
        <w:trPr>
          <w:trHeight w:val="456"/>
        </w:trPr>
        <w:tc>
          <w:tcPr>
            <w:tcW w:w="32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62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bCs/>
                <w:szCs w:val="24"/>
              </w:rPr>
              <w:t>Iemand die dagdroomt</w:t>
            </w:r>
          </w:p>
        </w:tc>
        <w:tc>
          <w:tcPr>
            <w:tcW w:w="3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63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31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64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</w:tr>
      <w:tr w:rsidR="00DA2D98" w:rsidRPr="00F26D72" w14:paraId="7A058569" w14:textId="77777777" w:rsidTr="00104108">
        <w:trPr>
          <w:trHeight w:val="549"/>
        </w:trPr>
        <w:tc>
          <w:tcPr>
            <w:tcW w:w="32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66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bCs/>
                <w:szCs w:val="24"/>
              </w:rPr>
              <w:t>Iemand die houdt van zaken meteen oplossen</w:t>
            </w:r>
          </w:p>
        </w:tc>
        <w:tc>
          <w:tcPr>
            <w:tcW w:w="3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67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31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68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</w:tr>
      <w:tr w:rsidR="00DA2D98" w:rsidRPr="00F26D72" w14:paraId="7A05856D" w14:textId="77777777" w:rsidTr="00104108">
        <w:trPr>
          <w:trHeight w:val="484"/>
        </w:trPr>
        <w:tc>
          <w:tcPr>
            <w:tcW w:w="32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6A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bCs/>
                <w:szCs w:val="24"/>
              </w:rPr>
              <w:t>Iemand die zich vaak zorgen maakt</w:t>
            </w:r>
          </w:p>
        </w:tc>
        <w:tc>
          <w:tcPr>
            <w:tcW w:w="3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6B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31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6C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</w:tr>
      <w:tr w:rsidR="00DA2D98" w:rsidRPr="00F26D72" w14:paraId="7A058571" w14:textId="77777777" w:rsidTr="00104108">
        <w:trPr>
          <w:trHeight w:val="553"/>
        </w:trPr>
        <w:tc>
          <w:tcPr>
            <w:tcW w:w="32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6E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bCs/>
                <w:szCs w:val="24"/>
              </w:rPr>
              <w:t>Iemand die zich nooit zorgen maakt</w:t>
            </w:r>
          </w:p>
        </w:tc>
        <w:tc>
          <w:tcPr>
            <w:tcW w:w="3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6F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31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70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</w:tr>
      <w:tr w:rsidR="00DA2D98" w:rsidRPr="00F26D72" w14:paraId="7A058575" w14:textId="77777777" w:rsidTr="00104108">
        <w:trPr>
          <w:trHeight w:val="577"/>
        </w:trPr>
        <w:tc>
          <w:tcPr>
            <w:tcW w:w="32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72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bCs/>
                <w:szCs w:val="24"/>
              </w:rPr>
              <w:t>Iemand die niet te vertrouwen is</w:t>
            </w:r>
          </w:p>
        </w:tc>
        <w:tc>
          <w:tcPr>
            <w:tcW w:w="3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73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31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74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</w:tr>
      <w:tr w:rsidR="00DA2D98" w:rsidRPr="00F26D72" w14:paraId="7A058579" w14:textId="77777777" w:rsidTr="00104108">
        <w:trPr>
          <w:trHeight w:val="456"/>
        </w:trPr>
        <w:tc>
          <w:tcPr>
            <w:tcW w:w="32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76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bCs/>
                <w:szCs w:val="24"/>
              </w:rPr>
              <w:t>Iemand die erg trouw is</w:t>
            </w:r>
          </w:p>
        </w:tc>
        <w:tc>
          <w:tcPr>
            <w:tcW w:w="3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77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31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78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</w:tr>
      <w:tr w:rsidR="00DA2D98" w:rsidRPr="00F26D72" w14:paraId="7A05857D" w14:textId="77777777" w:rsidTr="00104108">
        <w:trPr>
          <w:trHeight w:val="431"/>
        </w:trPr>
        <w:tc>
          <w:tcPr>
            <w:tcW w:w="32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7A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bCs/>
                <w:szCs w:val="24"/>
              </w:rPr>
              <w:t>Iemand die geen eigen mening heeft en een meeloper is</w:t>
            </w:r>
          </w:p>
        </w:tc>
        <w:tc>
          <w:tcPr>
            <w:tcW w:w="3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7B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  <w:tc>
          <w:tcPr>
            <w:tcW w:w="31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7C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</w:tr>
      <w:tr w:rsidR="00DA2D98" w:rsidRPr="00F26D72" w14:paraId="7A058581" w14:textId="77777777" w:rsidTr="00104108">
        <w:trPr>
          <w:trHeight w:val="601"/>
        </w:trPr>
        <w:tc>
          <w:tcPr>
            <w:tcW w:w="322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7E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bCs/>
                <w:szCs w:val="24"/>
              </w:rPr>
              <w:t xml:space="preserve">Iemand die een eigen mening heeft en een leider </w:t>
            </w:r>
            <w:r w:rsidRPr="00F26D72">
              <w:rPr>
                <w:rFonts w:ascii="Arial" w:hAnsi="Arial" w:cs="Arial"/>
                <w:bCs/>
                <w:szCs w:val="24"/>
              </w:rPr>
              <w:lastRenderedPageBreak/>
              <w:t>is</w:t>
            </w:r>
          </w:p>
        </w:tc>
        <w:tc>
          <w:tcPr>
            <w:tcW w:w="360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7F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lastRenderedPageBreak/>
              <w:t> </w:t>
            </w:r>
          </w:p>
        </w:tc>
        <w:tc>
          <w:tcPr>
            <w:tcW w:w="3197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058580" w14:textId="77777777" w:rsidR="00DA2D98" w:rsidRPr="00F26D72" w:rsidRDefault="00DA2D98" w:rsidP="00104108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 </w:t>
            </w:r>
          </w:p>
        </w:tc>
      </w:tr>
    </w:tbl>
    <w:p w14:paraId="7A058586" w14:textId="77777777" w:rsidR="00DA2D98" w:rsidRPr="00F26D72" w:rsidRDefault="00DA2D98" w:rsidP="00DA2D98">
      <w:pPr>
        <w:pStyle w:val="Geenafstand"/>
        <w:rPr>
          <w:rFonts w:ascii="Arial" w:hAnsi="Arial" w:cs="Arial"/>
          <w:szCs w:val="24"/>
        </w:rPr>
      </w:pPr>
    </w:p>
    <w:p w14:paraId="18BF813E" w14:textId="77777777" w:rsidR="00A93EA5" w:rsidRPr="00F26D72" w:rsidRDefault="00A93EA5" w:rsidP="009415F0">
      <w:pPr>
        <w:pStyle w:val="Geenafstand"/>
        <w:rPr>
          <w:rFonts w:ascii="Arial" w:hAnsi="Arial" w:cs="Arial"/>
          <w:b/>
          <w:szCs w:val="24"/>
        </w:rPr>
      </w:pPr>
    </w:p>
    <w:p w14:paraId="364C790B" w14:textId="76EC1026" w:rsidR="009415F0" w:rsidRPr="00F26D72" w:rsidRDefault="009415F0" w:rsidP="009415F0">
      <w:pPr>
        <w:pStyle w:val="Geenafstand"/>
        <w:rPr>
          <w:rFonts w:ascii="Arial" w:hAnsi="Arial" w:cs="Arial"/>
          <w:b/>
          <w:szCs w:val="24"/>
        </w:rPr>
      </w:pPr>
      <w:r w:rsidRPr="00F26D72">
        <w:rPr>
          <w:rFonts w:ascii="Arial" w:hAnsi="Arial" w:cs="Arial"/>
          <w:b/>
          <w:szCs w:val="24"/>
        </w:rPr>
        <w:t>Opdracht 2</w:t>
      </w:r>
      <w:r w:rsidR="007301FC" w:rsidRPr="00F26D72">
        <w:rPr>
          <w:rFonts w:ascii="Arial" w:hAnsi="Arial" w:cs="Arial"/>
          <w:b/>
          <w:szCs w:val="24"/>
        </w:rPr>
        <w:t>c</w:t>
      </w:r>
    </w:p>
    <w:p w14:paraId="2ECC61A8" w14:textId="79248B2D" w:rsidR="009415F0" w:rsidRPr="00F26D72" w:rsidRDefault="00A93EA5" w:rsidP="009415F0">
      <w:pPr>
        <w:pStyle w:val="Geenafstand"/>
        <w:numPr>
          <w:ilvl w:val="0"/>
          <w:numId w:val="4"/>
        </w:numPr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</w:pPr>
      <w:r w:rsidRPr="00F26D72"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  <w:t>Zoek een verhaal,</w:t>
      </w:r>
      <w:r w:rsidR="009415F0" w:rsidRPr="00F26D72"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  <w:t xml:space="preserve"> een film</w:t>
      </w:r>
      <w:r w:rsidRPr="00F26D72"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  <w:t xml:space="preserve"> of een game</w:t>
      </w:r>
      <w:r w:rsidR="009415F0" w:rsidRPr="00F26D72"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  <w:t xml:space="preserve"> waarin dieren zich als mensen gedragen. </w:t>
      </w:r>
    </w:p>
    <w:p w14:paraId="71CB2885" w14:textId="77777777" w:rsidR="009415F0" w:rsidRPr="00F26D72" w:rsidRDefault="009415F0" w:rsidP="009415F0">
      <w:pPr>
        <w:pStyle w:val="Geenafstand"/>
        <w:numPr>
          <w:ilvl w:val="2"/>
          <w:numId w:val="4"/>
        </w:numPr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</w:pPr>
      <w:r w:rsidRPr="00F26D72"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  <w:t>Kies je voor een verhaal, plak dan het verhaal in dit document.</w:t>
      </w:r>
    </w:p>
    <w:p w14:paraId="76E46E1C" w14:textId="16320CC5" w:rsidR="00A93EA5" w:rsidRPr="00F26D72" w:rsidRDefault="009415F0" w:rsidP="00A93EA5">
      <w:pPr>
        <w:pStyle w:val="Geenafstand"/>
        <w:numPr>
          <w:ilvl w:val="2"/>
          <w:numId w:val="4"/>
        </w:numPr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</w:pPr>
      <w:r w:rsidRPr="00F26D72"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  <w:t xml:space="preserve">Kies je voor de film geef de titel van de film met een korte inhoudsbeschrijving die je </w:t>
      </w:r>
      <w:r w:rsidR="00A93EA5" w:rsidRPr="00F26D72"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  <w:t>eventueel van internet haalt of zelf schrijft</w:t>
      </w:r>
      <w:r w:rsidR="00450BB0"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  <w:t>.</w:t>
      </w:r>
    </w:p>
    <w:p w14:paraId="031CEB28" w14:textId="77777777" w:rsidR="00A93EA5" w:rsidRPr="00F26D72" w:rsidRDefault="00A93EA5" w:rsidP="00A93EA5">
      <w:pPr>
        <w:pStyle w:val="Geenafstand"/>
        <w:numPr>
          <w:ilvl w:val="2"/>
          <w:numId w:val="4"/>
        </w:numPr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</w:pPr>
      <w:r w:rsidRPr="00F26D72"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  <w:t>Kies je voor een game, beschrijf het verhaal waar de game om draait.</w:t>
      </w:r>
    </w:p>
    <w:p w14:paraId="4C7B6471" w14:textId="77777777" w:rsidR="00C4785B" w:rsidRPr="00F26D72" w:rsidRDefault="00C4785B" w:rsidP="00C4785B">
      <w:pPr>
        <w:pStyle w:val="Geenafstand"/>
        <w:ind w:left="2160"/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</w:pPr>
    </w:p>
    <w:p w14:paraId="03847FF3" w14:textId="437C64C1" w:rsidR="009415F0" w:rsidRPr="00F26D72" w:rsidRDefault="009415F0" w:rsidP="009415F0">
      <w:pPr>
        <w:pStyle w:val="Geenafstand"/>
        <w:numPr>
          <w:ilvl w:val="0"/>
          <w:numId w:val="4"/>
        </w:numPr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</w:pPr>
      <w:r w:rsidRPr="00F26D72"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  <w:t xml:space="preserve">Leg uit welke menselijke eigenschappen de dieren in </w:t>
      </w:r>
      <w:r w:rsidR="00A93EA5" w:rsidRPr="00F26D72"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  <w:t xml:space="preserve">het door </w:t>
      </w:r>
      <w:r w:rsidRPr="00F26D72"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  <w:t xml:space="preserve">jouw </w:t>
      </w:r>
      <w:r w:rsidR="00A93EA5" w:rsidRPr="00F26D72"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  <w:t xml:space="preserve">gekozen </w:t>
      </w:r>
      <w:r w:rsidRPr="00F26D72"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  <w:t>verhaal of film krijgen</w:t>
      </w:r>
    </w:p>
    <w:p w14:paraId="0D2D4CD2" w14:textId="77777777" w:rsidR="009415F0" w:rsidRPr="00F26D72" w:rsidRDefault="009415F0" w:rsidP="009415F0">
      <w:pPr>
        <w:pStyle w:val="Geenafstand"/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</w:pPr>
    </w:p>
    <w:p w14:paraId="1DE8C8F7" w14:textId="77777777" w:rsidR="009415F0" w:rsidRPr="00F26D72" w:rsidRDefault="009415F0" w:rsidP="009415F0">
      <w:pPr>
        <w:pStyle w:val="Geenafstand"/>
        <w:rPr>
          <w:rFonts w:ascii="Arial" w:eastAsiaTheme="minorEastAsia" w:hAnsi="Arial" w:cs="Arial"/>
          <w:color w:val="000000" w:themeColor="text1"/>
          <w:kern w:val="24"/>
          <w:szCs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637"/>
      </w:tblGrid>
      <w:tr w:rsidR="002C60B7" w:rsidRPr="00F26D72" w14:paraId="480BC898" w14:textId="77777777" w:rsidTr="005462F1">
        <w:tc>
          <w:tcPr>
            <w:tcW w:w="9637" w:type="dxa"/>
            <w:shd w:val="clear" w:color="auto" w:fill="BFBFBF" w:themeFill="background1" w:themeFillShade="BF"/>
          </w:tcPr>
          <w:p w14:paraId="3DFAC893" w14:textId="757E0DA6" w:rsidR="002C60B7" w:rsidRPr="00F26D72" w:rsidRDefault="00703B4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26D72">
              <w:rPr>
                <w:rFonts w:ascii="Arial" w:hAnsi="Arial" w:cs="Arial"/>
                <w:b/>
                <w:sz w:val="24"/>
                <w:szCs w:val="24"/>
              </w:rPr>
              <w:t xml:space="preserve">Schrijf in de </w:t>
            </w:r>
            <w:r w:rsidR="002C60B7" w:rsidRPr="00F26D72">
              <w:rPr>
                <w:rFonts w:ascii="Arial" w:hAnsi="Arial" w:cs="Arial"/>
                <w:b/>
                <w:sz w:val="24"/>
                <w:szCs w:val="24"/>
              </w:rPr>
              <w:t>blok</w:t>
            </w:r>
            <w:r w:rsidRPr="00F26D72">
              <w:rPr>
                <w:rFonts w:ascii="Arial" w:hAnsi="Arial" w:cs="Arial"/>
                <w:b/>
                <w:sz w:val="24"/>
                <w:szCs w:val="24"/>
              </w:rPr>
              <w:t>ken hieronder</w:t>
            </w:r>
            <w:r w:rsidR="002C60B7" w:rsidRPr="00F26D72">
              <w:rPr>
                <w:rFonts w:ascii="Arial" w:hAnsi="Arial" w:cs="Arial"/>
                <w:b/>
                <w:sz w:val="24"/>
                <w:szCs w:val="24"/>
              </w:rPr>
              <w:t xml:space="preserve"> je uitwerking opdracht 2c</w:t>
            </w:r>
          </w:p>
          <w:p w14:paraId="29CB5750" w14:textId="77777777" w:rsidR="00E92391" w:rsidRPr="00F26D72" w:rsidRDefault="00E923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3DEDE87" w14:textId="10F744B3" w:rsidR="00E92391" w:rsidRPr="00F26D72" w:rsidRDefault="00E923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26D72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7456" behindDoc="0" locked="0" layoutInCell="1" allowOverlap="1" wp14:anchorId="645729B9" wp14:editId="378033F6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3810</wp:posOffset>
                  </wp:positionV>
                  <wp:extent cx="609600" cy="652145"/>
                  <wp:effectExtent l="0" t="0" r="0" b="0"/>
                  <wp:wrapSquare wrapText="bothSides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kijken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5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6D72">
              <w:rPr>
                <w:rFonts w:ascii="Arial" w:hAnsi="Arial" w:cs="Arial"/>
                <w:b/>
                <w:sz w:val="24"/>
                <w:szCs w:val="24"/>
              </w:rPr>
              <w:t>Als je zelf de fouten er uit gehaald hebt en de zinsbouw gecontroleerd heb</w:t>
            </w:r>
            <w:r w:rsidR="00450BB0">
              <w:rPr>
                <w:rFonts w:ascii="Arial" w:hAnsi="Arial" w:cs="Arial"/>
                <w:b/>
                <w:sz w:val="24"/>
                <w:szCs w:val="24"/>
              </w:rPr>
              <w:t>t (</w:t>
            </w:r>
            <w:r w:rsidR="00C707F0" w:rsidRPr="00F26D72">
              <w:rPr>
                <w:rFonts w:ascii="Arial" w:hAnsi="Arial" w:cs="Arial"/>
                <w:b/>
                <w:sz w:val="24"/>
                <w:szCs w:val="24"/>
              </w:rPr>
              <w:t>zinnen niet langer dan 12-16</w:t>
            </w:r>
            <w:r w:rsidRPr="00F26D72">
              <w:rPr>
                <w:rFonts w:ascii="Arial" w:hAnsi="Arial" w:cs="Arial"/>
                <w:b/>
                <w:sz w:val="24"/>
                <w:szCs w:val="24"/>
              </w:rPr>
              <w:t xml:space="preserve"> woorden), kun je je buurman/ - vrouw vragen om jouw tekst ook eens door te lezen en de fouten in jouw tekst te arceren.</w:t>
            </w:r>
          </w:p>
        </w:tc>
      </w:tr>
      <w:tr w:rsidR="002C60B7" w:rsidRPr="00F26D72" w14:paraId="40C89AE7" w14:textId="77777777" w:rsidTr="002C60B7">
        <w:trPr>
          <w:trHeight w:val="510"/>
        </w:trPr>
        <w:tc>
          <w:tcPr>
            <w:tcW w:w="9637" w:type="dxa"/>
          </w:tcPr>
          <w:p w14:paraId="636D72D9" w14:textId="0291D07F" w:rsidR="002C60B7" w:rsidRPr="00F26D72" w:rsidRDefault="002C60B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26D72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  <w:p w14:paraId="0709513F" w14:textId="77777777" w:rsidR="002C60B7" w:rsidRPr="00F26D72" w:rsidRDefault="002C60B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7E99AF" w14:textId="77777777" w:rsidR="002C60B7" w:rsidRPr="00F26D72" w:rsidRDefault="002C60B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CFC940D" w14:textId="77777777" w:rsidR="002C60B7" w:rsidRPr="00F26D72" w:rsidRDefault="002C60B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C60B7" w:rsidRPr="00F26D72" w14:paraId="1D64DE3D" w14:textId="77777777" w:rsidTr="002C60B7">
        <w:trPr>
          <w:trHeight w:val="600"/>
        </w:trPr>
        <w:tc>
          <w:tcPr>
            <w:tcW w:w="9637" w:type="dxa"/>
          </w:tcPr>
          <w:p w14:paraId="7CD7EC51" w14:textId="2EF84F5C" w:rsidR="002C60B7" w:rsidRPr="00F26D72" w:rsidRDefault="002C60B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26D72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  <w:p w14:paraId="12DA801B" w14:textId="77777777" w:rsidR="002C60B7" w:rsidRPr="00F26D72" w:rsidRDefault="002C60B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7141C1" w14:textId="77777777" w:rsidR="002C60B7" w:rsidRPr="00F26D72" w:rsidRDefault="002C60B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C0816F1" w14:textId="77777777" w:rsidR="002C60B7" w:rsidRPr="00F26D72" w:rsidRDefault="002C60B7" w:rsidP="002C60B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E1F328C" w14:textId="4D74948D" w:rsidR="00E41006" w:rsidRPr="00F26D72" w:rsidRDefault="00E4100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F147BB4" w14:textId="77777777" w:rsidR="009B3C0F" w:rsidRPr="00F26D72" w:rsidRDefault="009B3C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E85E3ED" w14:textId="47B63991" w:rsidR="002357DF" w:rsidRPr="00F26D72" w:rsidRDefault="002357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26D72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64384" behindDoc="1" locked="0" layoutInCell="1" allowOverlap="1" wp14:anchorId="503602E4" wp14:editId="510FF120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514350" cy="514350"/>
            <wp:effectExtent l="0" t="0" r="0" b="0"/>
            <wp:wrapTight wrapText="bothSides">
              <wp:wrapPolygon edited="0">
                <wp:start x="0" y="0"/>
                <wp:lineTo x="0" y="20800"/>
                <wp:lineTo x="20800" y="20800"/>
                <wp:lineTo x="20800" y="0"/>
                <wp:lineTo x="0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alueren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6D72">
        <w:rPr>
          <w:rFonts w:ascii="Arial" w:hAnsi="Arial" w:cs="Arial"/>
          <w:b/>
          <w:sz w:val="24"/>
          <w:szCs w:val="24"/>
        </w:rPr>
        <w:t>Ga nu terug naar je werkplan en vul in hoeveel tijd opdracht 2 je gekost heeft.</w:t>
      </w:r>
    </w:p>
    <w:p w14:paraId="023AED41" w14:textId="77777777" w:rsidR="002357DF" w:rsidRPr="00F26D72" w:rsidRDefault="002357D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4CB50B5" w14:textId="77777777" w:rsidR="002357DF" w:rsidRPr="00F26D72" w:rsidRDefault="002357D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6E41235" w14:textId="77777777" w:rsidR="002357DF" w:rsidRPr="00F26D72" w:rsidRDefault="002357D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B2A373B" w14:textId="2060BFC8" w:rsidR="0096719E" w:rsidRPr="00F26D72" w:rsidRDefault="00F372CF" w:rsidP="0096719E">
      <w:pPr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 wp14:anchorId="542C1714" wp14:editId="19F1BB55">
            <wp:simplePos x="0" y="0"/>
            <wp:positionH relativeFrom="column">
              <wp:posOffset>-2540</wp:posOffset>
            </wp:positionH>
            <wp:positionV relativeFrom="paragraph">
              <wp:posOffset>2540</wp:posOffset>
            </wp:positionV>
            <wp:extent cx="484505" cy="484505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p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505" cy="484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719E" w:rsidRPr="00F26D72">
        <w:rPr>
          <w:rFonts w:ascii="Arial" w:hAnsi="Arial" w:cs="Arial"/>
          <w:sz w:val="24"/>
          <w:szCs w:val="24"/>
        </w:rPr>
        <w:t xml:space="preserve">Ga </w:t>
      </w:r>
      <w:r w:rsidR="002357DF" w:rsidRPr="00F26D72">
        <w:rPr>
          <w:rFonts w:ascii="Arial" w:hAnsi="Arial" w:cs="Arial"/>
          <w:sz w:val="24"/>
          <w:szCs w:val="24"/>
        </w:rPr>
        <w:t xml:space="preserve">dan </w:t>
      </w:r>
      <w:r w:rsidR="0096719E" w:rsidRPr="00F26D72">
        <w:rPr>
          <w:rFonts w:ascii="Arial" w:hAnsi="Arial" w:cs="Arial"/>
          <w:sz w:val="24"/>
          <w:szCs w:val="24"/>
        </w:rPr>
        <w:t xml:space="preserve">terug naar de </w:t>
      </w:r>
      <w:r w:rsidR="00C4785B" w:rsidRPr="00F26D72">
        <w:rPr>
          <w:rFonts w:ascii="Arial" w:hAnsi="Arial" w:cs="Arial"/>
          <w:sz w:val="24"/>
          <w:szCs w:val="24"/>
        </w:rPr>
        <w:t>Uitleg pdf</w:t>
      </w:r>
      <w:r w:rsidR="0096719E" w:rsidRPr="00F26D72">
        <w:rPr>
          <w:rFonts w:ascii="Arial" w:hAnsi="Arial" w:cs="Arial"/>
          <w:sz w:val="24"/>
          <w:szCs w:val="24"/>
        </w:rPr>
        <w:t xml:space="preserve"> voor de uitleg bij opdracht 3</w:t>
      </w:r>
    </w:p>
    <w:p w14:paraId="1AA8DB42" w14:textId="77777777" w:rsidR="009415F0" w:rsidRPr="00F26D72" w:rsidRDefault="009415F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C09571C" w14:textId="77777777" w:rsidR="00F372CF" w:rsidRPr="00F26D72" w:rsidRDefault="00F372CF" w:rsidP="00F372C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F6F2B18" w14:textId="77777777" w:rsidR="00106EFF" w:rsidRPr="00F26D72" w:rsidRDefault="00106EFF" w:rsidP="00F372C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C10D52C" w14:textId="77777777" w:rsidR="002357DF" w:rsidRPr="00F26D72" w:rsidRDefault="002357D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26D72">
        <w:rPr>
          <w:rFonts w:ascii="Arial" w:hAnsi="Arial" w:cs="Arial"/>
          <w:b/>
          <w:sz w:val="24"/>
          <w:szCs w:val="24"/>
        </w:rPr>
        <w:br w:type="page"/>
      </w:r>
    </w:p>
    <w:p w14:paraId="6E1C3ACC" w14:textId="17E3751F" w:rsidR="009B3C0F" w:rsidRPr="00F26D72" w:rsidRDefault="00D6221D" w:rsidP="00F372C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26D72">
        <w:rPr>
          <w:rFonts w:ascii="Arial" w:hAnsi="Arial" w:cs="Arial"/>
          <w:b/>
          <w:sz w:val="24"/>
          <w:szCs w:val="24"/>
        </w:rPr>
        <w:lastRenderedPageBreak/>
        <w:t>Opdracht 3</w:t>
      </w:r>
      <w:r w:rsidR="009B3C0F" w:rsidRPr="00F26D72">
        <w:rPr>
          <w:rFonts w:ascii="Arial" w:hAnsi="Arial" w:cs="Arial"/>
          <w:b/>
          <w:sz w:val="24"/>
          <w:szCs w:val="24"/>
        </w:rPr>
        <w:t xml:space="preserve"> </w:t>
      </w:r>
      <w:r w:rsidR="00C55181" w:rsidRPr="00F26D72">
        <w:rPr>
          <w:rFonts w:ascii="Arial" w:hAnsi="Arial" w:cs="Arial"/>
          <w:b/>
          <w:sz w:val="24"/>
          <w:szCs w:val="24"/>
        </w:rPr>
        <w:t>Zelf een verhaal schrijven (</w:t>
      </w:r>
      <w:r w:rsidR="009B3C0F" w:rsidRPr="00F26D72">
        <w:rPr>
          <w:rFonts w:ascii="Arial" w:hAnsi="Arial" w:cs="Arial"/>
          <w:b/>
          <w:sz w:val="24"/>
          <w:szCs w:val="24"/>
        </w:rPr>
        <w:t>Creatief schrijven</w:t>
      </w:r>
      <w:r w:rsidR="00C55181" w:rsidRPr="00F26D72">
        <w:rPr>
          <w:rFonts w:ascii="Arial" w:hAnsi="Arial" w:cs="Arial"/>
          <w:b/>
          <w:sz w:val="24"/>
          <w:szCs w:val="24"/>
        </w:rPr>
        <w:t>)</w:t>
      </w:r>
    </w:p>
    <w:p w14:paraId="6F4471C7" w14:textId="77777777" w:rsidR="00E41006" w:rsidRPr="00F26D72" w:rsidRDefault="00E41006" w:rsidP="00E4100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1689130" w14:textId="48398CB0" w:rsidR="00AA4F1D" w:rsidRPr="00F26D72" w:rsidRDefault="00AA4F1D" w:rsidP="00E4100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sz w:val="24"/>
          <w:szCs w:val="24"/>
        </w:rPr>
        <w:t>Kies een schilderij uit.</w:t>
      </w:r>
    </w:p>
    <w:p w14:paraId="0396B8BB" w14:textId="77777777" w:rsidR="00AA4F1D" w:rsidRPr="00F26D72" w:rsidRDefault="00AA4F1D" w:rsidP="00E4100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BF20DD" w14:textId="595095D5" w:rsidR="00726EBF" w:rsidRPr="00F26D72" w:rsidRDefault="00E41006" w:rsidP="00E4100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26D72">
        <w:rPr>
          <w:rFonts w:ascii="Arial" w:hAnsi="Arial" w:cs="Arial"/>
          <w:sz w:val="24"/>
          <w:szCs w:val="24"/>
        </w:rPr>
        <w:t xml:space="preserve">Wat er op het </w:t>
      </w:r>
      <w:r w:rsidR="00791BDC" w:rsidRPr="00F26D72">
        <w:rPr>
          <w:rFonts w:ascii="Arial" w:hAnsi="Arial" w:cs="Arial"/>
          <w:sz w:val="24"/>
          <w:szCs w:val="24"/>
        </w:rPr>
        <w:t xml:space="preserve">schilderij </w:t>
      </w:r>
      <w:r w:rsidRPr="00F26D72">
        <w:rPr>
          <w:rFonts w:ascii="Arial" w:hAnsi="Arial" w:cs="Arial"/>
          <w:sz w:val="24"/>
          <w:szCs w:val="24"/>
        </w:rPr>
        <w:t xml:space="preserve">gebeurt, </w:t>
      </w:r>
      <w:r w:rsidR="00791BDC" w:rsidRPr="00F26D72">
        <w:rPr>
          <w:rFonts w:ascii="Arial" w:hAnsi="Arial" w:cs="Arial"/>
          <w:sz w:val="24"/>
          <w:szCs w:val="24"/>
        </w:rPr>
        <w:t xml:space="preserve">is de </w:t>
      </w:r>
      <w:r w:rsidR="00791BDC" w:rsidRPr="00F26D72">
        <w:rPr>
          <w:rFonts w:ascii="Arial" w:hAnsi="Arial" w:cs="Arial"/>
          <w:bCs/>
          <w:sz w:val="24"/>
          <w:szCs w:val="24"/>
        </w:rPr>
        <w:t>beginsituatie</w:t>
      </w:r>
      <w:r w:rsidR="00450BB0">
        <w:rPr>
          <w:rFonts w:ascii="Arial" w:hAnsi="Arial" w:cs="Arial"/>
          <w:sz w:val="24"/>
          <w:szCs w:val="24"/>
        </w:rPr>
        <w:t xml:space="preserve"> van je verhaal. </w:t>
      </w:r>
      <w:r w:rsidR="00791BDC" w:rsidRPr="00F26D72">
        <w:rPr>
          <w:rFonts w:ascii="Arial" w:hAnsi="Arial" w:cs="Arial"/>
          <w:sz w:val="24"/>
          <w:szCs w:val="24"/>
        </w:rPr>
        <w:t xml:space="preserve">Op dít moment klim jij het schilderij binnen en dan begint </w:t>
      </w:r>
      <w:r w:rsidR="00791BDC" w:rsidRPr="00F26D72">
        <w:rPr>
          <w:rFonts w:ascii="Arial" w:hAnsi="Arial" w:cs="Arial"/>
          <w:bCs/>
          <w:sz w:val="24"/>
          <w:szCs w:val="24"/>
        </w:rPr>
        <w:t xml:space="preserve">jouw verhaal </w:t>
      </w:r>
      <w:r w:rsidR="00450BB0">
        <w:rPr>
          <w:rFonts w:ascii="Arial" w:hAnsi="Arial" w:cs="Arial"/>
          <w:sz w:val="24"/>
          <w:szCs w:val="24"/>
        </w:rPr>
        <w:t xml:space="preserve">in het </w:t>
      </w:r>
      <w:proofErr w:type="spellStart"/>
      <w:r w:rsidR="00450BB0">
        <w:rPr>
          <w:rFonts w:ascii="Arial" w:hAnsi="Arial" w:cs="Arial"/>
          <w:sz w:val="24"/>
          <w:szCs w:val="24"/>
        </w:rPr>
        <w:t>schilderij.</w:t>
      </w:r>
      <w:r w:rsidR="00791BDC" w:rsidRPr="00F26D72">
        <w:rPr>
          <w:rFonts w:ascii="Arial" w:hAnsi="Arial" w:cs="Arial"/>
          <w:sz w:val="24"/>
          <w:szCs w:val="24"/>
        </w:rPr>
        <w:t>Jij</w:t>
      </w:r>
      <w:proofErr w:type="spellEnd"/>
      <w:r w:rsidR="00791BDC" w:rsidRPr="00F26D72">
        <w:rPr>
          <w:rFonts w:ascii="Arial" w:hAnsi="Arial" w:cs="Arial"/>
          <w:sz w:val="24"/>
          <w:szCs w:val="24"/>
        </w:rPr>
        <w:t xml:space="preserve"> bent</w:t>
      </w:r>
      <w:r w:rsidR="00791BDC" w:rsidRPr="00F26D72">
        <w:rPr>
          <w:rFonts w:ascii="Arial" w:hAnsi="Arial" w:cs="Arial"/>
          <w:bCs/>
          <w:sz w:val="24"/>
          <w:szCs w:val="24"/>
        </w:rPr>
        <w:t xml:space="preserve"> niet </w:t>
      </w:r>
      <w:r w:rsidR="00791BDC" w:rsidRPr="00F26D72">
        <w:rPr>
          <w:rFonts w:ascii="Arial" w:hAnsi="Arial" w:cs="Arial"/>
          <w:sz w:val="24"/>
          <w:szCs w:val="24"/>
        </w:rPr>
        <w:t xml:space="preserve">één van de personen die al op het schilderij staan maar jij bent een </w:t>
      </w:r>
      <w:r w:rsidR="00791BDC" w:rsidRPr="00F26D72">
        <w:rPr>
          <w:rFonts w:ascii="Arial" w:hAnsi="Arial" w:cs="Arial"/>
          <w:bCs/>
          <w:sz w:val="24"/>
          <w:szCs w:val="24"/>
        </w:rPr>
        <w:t xml:space="preserve">nieuw </w:t>
      </w:r>
      <w:r w:rsidR="00791BDC" w:rsidRPr="00F26D72">
        <w:rPr>
          <w:rFonts w:ascii="Arial" w:hAnsi="Arial" w:cs="Arial"/>
          <w:sz w:val="24"/>
          <w:szCs w:val="24"/>
        </w:rPr>
        <w:t xml:space="preserve">persoon. </w:t>
      </w:r>
    </w:p>
    <w:p w14:paraId="31B4AE6C" w14:textId="77777777" w:rsidR="00E41006" w:rsidRPr="00F26D72" w:rsidRDefault="00E41006" w:rsidP="00E4100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12CA0B" w14:textId="77777777" w:rsidR="00D6221D" w:rsidRPr="00F26D72" w:rsidRDefault="00D6221D" w:rsidP="001D0B42">
      <w:pPr>
        <w:pStyle w:val="Geenafstand"/>
        <w:rPr>
          <w:rFonts w:ascii="Arial" w:hAnsi="Arial" w:cs="Arial"/>
          <w:szCs w:val="24"/>
        </w:rPr>
      </w:pPr>
    </w:p>
    <w:p w14:paraId="5A8A9BFE" w14:textId="039101B8" w:rsidR="00D6221D" w:rsidRPr="00F26D72" w:rsidRDefault="009B3C0F" w:rsidP="00D6221D">
      <w:pPr>
        <w:pStyle w:val="Geenafstand"/>
        <w:numPr>
          <w:ilvl w:val="0"/>
          <w:numId w:val="2"/>
        </w:numPr>
        <w:rPr>
          <w:rFonts w:ascii="Arial" w:hAnsi="Arial" w:cs="Arial"/>
          <w:szCs w:val="24"/>
        </w:rPr>
      </w:pPr>
      <w:r w:rsidRPr="00F26D72">
        <w:rPr>
          <w:rFonts w:ascii="Arial" w:hAnsi="Arial" w:cs="Arial"/>
          <w:szCs w:val="24"/>
        </w:rPr>
        <w:t>Vu</w:t>
      </w:r>
      <w:r w:rsidR="00FD7DBD" w:rsidRPr="00F26D72">
        <w:rPr>
          <w:rFonts w:ascii="Arial" w:hAnsi="Arial" w:cs="Arial"/>
          <w:szCs w:val="24"/>
        </w:rPr>
        <w:t xml:space="preserve">l eerst het </w:t>
      </w:r>
      <w:proofErr w:type="spellStart"/>
      <w:r w:rsidR="00FD7DBD" w:rsidRPr="00F26D72">
        <w:rPr>
          <w:rFonts w:ascii="Arial" w:hAnsi="Arial" w:cs="Arial"/>
          <w:szCs w:val="24"/>
        </w:rPr>
        <w:t>verhaalopbouwschema</w:t>
      </w:r>
      <w:proofErr w:type="spellEnd"/>
      <w:r w:rsidR="00FD7DBD" w:rsidRPr="00F26D72">
        <w:rPr>
          <w:rFonts w:ascii="Arial" w:hAnsi="Arial" w:cs="Arial"/>
          <w:szCs w:val="24"/>
        </w:rPr>
        <w:t xml:space="preserve">* </w:t>
      </w:r>
      <w:r w:rsidR="00E41006" w:rsidRPr="00F26D72">
        <w:rPr>
          <w:rFonts w:ascii="Arial" w:hAnsi="Arial" w:cs="Arial"/>
          <w:szCs w:val="24"/>
        </w:rPr>
        <w:t>van het door jou te schrijven verhaal</w:t>
      </w:r>
      <w:r w:rsidRPr="00F26D72">
        <w:rPr>
          <w:rFonts w:ascii="Arial" w:hAnsi="Arial" w:cs="Arial"/>
          <w:szCs w:val="24"/>
        </w:rPr>
        <w:t xml:space="preserve"> in zodat je vooraf een beetje bedenkt waar jouw verhaal over gaat. </w:t>
      </w:r>
    </w:p>
    <w:p w14:paraId="60E7D920" w14:textId="77777777" w:rsidR="00E41006" w:rsidRPr="00F26D72" w:rsidRDefault="00E41006" w:rsidP="00E41006">
      <w:pPr>
        <w:pStyle w:val="Geenafstand"/>
        <w:ind w:left="720"/>
        <w:rPr>
          <w:rFonts w:ascii="Arial" w:hAnsi="Arial" w:cs="Arial"/>
          <w:szCs w:val="24"/>
        </w:rPr>
      </w:pPr>
    </w:p>
    <w:p w14:paraId="14E5B5A2" w14:textId="6CFBB48D" w:rsidR="009B3C0F" w:rsidRPr="00F26D72" w:rsidRDefault="009B3C0F" w:rsidP="009B3C0F">
      <w:pPr>
        <w:pStyle w:val="Geenafstand"/>
        <w:numPr>
          <w:ilvl w:val="0"/>
          <w:numId w:val="2"/>
        </w:numPr>
        <w:rPr>
          <w:rFonts w:ascii="Arial" w:hAnsi="Arial" w:cs="Arial"/>
          <w:szCs w:val="24"/>
        </w:rPr>
      </w:pPr>
      <w:r w:rsidRPr="00F26D72">
        <w:rPr>
          <w:rFonts w:ascii="Arial" w:hAnsi="Arial" w:cs="Arial"/>
          <w:szCs w:val="24"/>
        </w:rPr>
        <w:t xml:space="preserve">Pas bij het schrijven het </w:t>
      </w:r>
      <w:proofErr w:type="spellStart"/>
      <w:r w:rsidRPr="00F26D72">
        <w:rPr>
          <w:rFonts w:ascii="Arial" w:hAnsi="Arial" w:cs="Arial"/>
          <w:szCs w:val="24"/>
        </w:rPr>
        <w:t>verhaalopbouwschema</w:t>
      </w:r>
      <w:proofErr w:type="spellEnd"/>
      <w:r w:rsidR="00FD7DBD" w:rsidRPr="00F26D72">
        <w:rPr>
          <w:rFonts w:ascii="Arial" w:hAnsi="Arial" w:cs="Arial"/>
          <w:szCs w:val="24"/>
        </w:rPr>
        <w:t xml:space="preserve">* </w:t>
      </w:r>
      <w:r w:rsidR="00E41006" w:rsidRPr="00F26D72">
        <w:rPr>
          <w:rFonts w:ascii="Arial" w:hAnsi="Arial" w:cs="Arial"/>
          <w:szCs w:val="24"/>
        </w:rPr>
        <w:t xml:space="preserve">zoveel mogelijk </w:t>
      </w:r>
      <w:r w:rsidRPr="00F26D72">
        <w:rPr>
          <w:rFonts w:ascii="Arial" w:hAnsi="Arial" w:cs="Arial"/>
          <w:szCs w:val="24"/>
        </w:rPr>
        <w:t>toe.</w:t>
      </w:r>
    </w:p>
    <w:p w14:paraId="128F36B8" w14:textId="77777777" w:rsidR="00D6221D" w:rsidRPr="00F26D72" w:rsidRDefault="00D6221D" w:rsidP="00E41006">
      <w:pPr>
        <w:pStyle w:val="Geenafstand"/>
        <w:rPr>
          <w:rFonts w:ascii="Arial" w:hAnsi="Arial" w:cs="Arial"/>
          <w:szCs w:val="24"/>
        </w:rPr>
      </w:pPr>
    </w:p>
    <w:p w14:paraId="4B75B1A9" w14:textId="01B4C488" w:rsidR="009B3C0F" w:rsidRPr="00F26D72" w:rsidRDefault="00E41006" w:rsidP="00E41006">
      <w:pPr>
        <w:pStyle w:val="Geenafstand"/>
        <w:numPr>
          <w:ilvl w:val="0"/>
          <w:numId w:val="2"/>
        </w:numPr>
        <w:rPr>
          <w:rFonts w:ascii="Arial" w:hAnsi="Arial" w:cs="Arial"/>
          <w:szCs w:val="24"/>
        </w:rPr>
      </w:pPr>
      <w:r w:rsidRPr="00F26D72">
        <w:rPr>
          <w:rFonts w:ascii="Arial" w:hAnsi="Arial" w:cs="Arial"/>
          <w:szCs w:val="24"/>
        </w:rPr>
        <w:t xml:space="preserve">Je schrijft je verhaal/ sprookje in </w:t>
      </w:r>
      <w:r w:rsidRPr="00F26D72">
        <w:rPr>
          <w:rFonts w:ascii="Arial" w:hAnsi="Arial" w:cs="Arial"/>
          <w:b/>
          <w:szCs w:val="24"/>
        </w:rPr>
        <w:t>de ik-vorm.</w:t>
      </w:r>
    </w:p>
    <w:p w14:paraId="5C84D59B" w14:textId="0F4A74B8" w:rsidR="00E41006" w:rsidRPr="00F26D72" w:rsidRDefault="009B3C0F" w:rsidP="00E41006">
      <w:pPr>
        <w:pStyle w:val="Geenafstand"/>
        <w:numPr>
          <w:ilvl w:val="0"/>
          <w:numId w:val="2"/>
        </w:numPr>
        <w:rPr>
          <w:rFonts w:ascii="Arial" w:hAnsi="Arial" w:cs="Arial"/>
          <w:szCs w:val="24"/>
        </w:rPr>
      </w:pPr>
      <w:r w:rsidRPr="00F26D72">
        <w:rPr>
          <w:rFonts w:ascii="Arial" w:hAnsi="Arial" w:cs="Arial"/>
          <w:szCs w:val="24"/>
        </w:rPr>
        <w:t>Verdeel je verhaal in alinea’s</w:t>
      </w:r>
      <w:r w:rsidR="00450BB0">
        <w:rPr>
          <w:rFonts w:ascii="Arial" w:hAnsi="Arial" w:cs="Arial"/>
          <w:szCs w:val="24"/>
        </w:rPr>
        <w:t>.</w:t>
      </w:r>
    </w:p>
    <w:p w14:paraId="215341EA" w14:textId="6F037D63" w:rsidR="00D6221D" w:rsidRPr="00F26D72" w:rsidRDefault="00E41006" w:rsidP="00E41006">
      <w:pPr>
        <w:pStyle w:val="Geenafstand"/>
        <w:numPr>
          <w:ilvl w:val="0"/>
          <w:numId w:val="2"/>
        </w:numPr>
        <w:rPr>
          <w:rFonts w:ascii="Arial" w:hAnsi="Arial" w:cs="Arial"/>
          <w:szCs w:val="24"/>
        </w:rPr>
      </w:pPr>
      <w:r w:rsidRPr="00F26D72">
        <w:rPr>
          <w:rFonts w:ascii="Arial" w:hAnsi="Arial" w:cs="Arial"/>
          <w:szCs w:val="24"/>
        </w:rPr>
        <w:t>Geef je verhaal een titel.</w:t>
      </w:r>
    </w:p>
    <w:p w14:paraId="73EE363F" w14:textId="77777777" w:rsidR="00E41006" w:rsidRPr="00F26D72" w:rsidRDefault="00E41006" w:rsidP="00E41006">
      <w:pPr>
        <w:pStyle w:val="Geenafstand"/>
        <w:ind w:left="720"/>
        <w:rPr>
          <w:rFonts w:ascii="Arial" w:hAnsi="Arial" w:cs="Arial"/>
          <w:szCs w:val="24"/>
        </w:rPr>
      </w:pPr>
    </w:p>
    <w:p w14:paraId="56C249EE" w14:textId="366C751C" w:rsidR="009B3C0F" w:rsidRPr="00F26D72" w:rsidRDefault="009B3C0F" w:rsidP="009B3C0F">
      <w:pPr>
        <w:pStyle w:val="Geenafstand"/>
        <w:numPr>
          <w:ilvl w:val="0"/>
          <w:numId w:val="2"/>
        </w:numPr>
        <w:rPr>
          <w:rFonts w:ascii="Arial" w:hAnsi="Arial" w:cs="Arial"/>
          <w:szCs w:val="24"/>
        </w:rPr>
      </w:pPr>
      <w:r w:rsidRPr="00F26D72">
        <w:rPr>
          <w:rFonts w:ascii="Arial" w:hAnsi="Arial" w:cs="Arial"/>
          <w:szCs w:val="24"/>
        </w:rPr>
        <w:t>Let op de spelling/ zinsbouw</w:t>
      </w:r>
      <w:r w:rsidR="00450BB0">
        <w:rPr>
          <w:rFonts w:ascii="Arial" w:hAnsi="Arial" w:cs="Arial"/>
          <w:szCs w:val="24"/>
        </w:rPr>
        <w:t>.</w:t>
      </w:r>
    </w:p>
    <w:p w14:paraId="255E224C" w14:textId="77777777" w:rsidR="00E41006" w:rsidRPr="00F26D72" w:rsidRDefault="00E41006" w:rsidP="00E41006">
      <w:pPr>
        <w:pStyle w:val="Geenafstand"/>
        <w:numPr>
          <w:ilvl w:val="0"/>
          <w:numId w:val="2"/>
        </w:numPr>
        <w:rPr>
          <w:rFonts w:ascii="Arial" w:hAnsi="Arial" w:cs="Arial"/>
          <w:szCs w:val="24"/>
        </w:rPr>
      </w:pPr>
      <w:r w:rsidRPr="00F26D72">
        <w:rPr>
          <w:rFonts w:ascii="Arial" w:hAnsi="Arial" w:cs="Arial"/>
          <w:szCs w:val="24"/>
        </w:rPr>
        <w:t xml:space="preserve">Kopieer het schilderij en plak het schilderij boven je verhaal.  </w:t>
      </w:r>
    </w:p>
    <w:p w14:paraId="769B1A15" w14:textId="77777777" w:rsidR="009B3C0F" w:rsidRPr="00F26D72" w:rsidRDefault="009B3C0F" w:rsidP="009B3C0F">
      <w:pPr>
        <w:pStyle w:val="Geenafstand"/>
        <w:rPr>
          <w:rFonts w:ascii="Arial" w:hAnsi="Arial" w:cs="Arial"/>
          <w:szCs w:val="24"/>
        </w:rPr>
      </w:pPr>
    </w:p>
    <w:p w14:paraId="79D58AD6" w14:textId="77777777" w:rsidR="00450BB0" w:rsidRDefault="009B3C0F" w:rsidP="009B3C0F">
      <w:pPr>
        <w:pStyle w:val="Geenafstand"/>
        <w:rPr>
          <w:rFonts w:ascii="Arial" w:hAnsi="Arial" w:cs="Arial"/>
          <w:szCs w:val="24"/>
        </w:rPr>
      </w:pPr>
      <w:r w:rsidRPr="00F26D72">
        <w:rPr>
          <w:rFonts w:ascii="Arial" w:hAnsi="Arial" w:cs="Arial"/>
          <w:szCs w:val="24"/>
        </w:rPr>
        <w:t>Werk deze opdracht serieus uit</w:t>
      </w:r>
      <w:r w:rsidR="00D6221D" w:rsidRPr="00F26D72">
        <w:rPr>
          <w:rFonts w:ascii="Arial" w:hAnsi="Arial" w:cs="Arial"/>
          <w:szCs w:val="24"/>
        </w:rPr>
        <w:t>,</w:t>
      </w:r>
      <w:r w:rsidRPr="00F26D72">
        <w:rPr>
          <w:rFonts w:ascii="Arial" w:hAnsi="Arial" w:cs="Arial"/>
          <w:szCs w:val="24"/>
        </w:rPr>
        <w:t xml:space="preserve"> want jouw verhaal heb je bij de afsluitende opdracht </w:t>
      </w:r>
      <w:r w:rsidR="00D6221D" w:rsidRPr="00F26D72">
        <w:rPr>
          <w:rFonts w:ascii="Arial" w:hAnsi="Arial" w:cs="Arial"/>
          <w:szCs w:val="24"/>
        </w:rPr>
        <w:t xml:space="preserve">nodig </w:t>
      </w:r>
      <w:r w:rsidRPr="00F26D72">
        <w:rPr>
          <w:rFonts w:ascii="Arial" w:hAnsi="Arial" w:cs="Arial"/>
          <w:szCs w:val="24"/>
        </w:rPr>
        <w:t>die met een cijfer beoordeeld wordt en die mee tel</w:t>
      </w:r>
      <w:r w:rsidR="00D6221D" w:rsidRPr="00F26D72">
        <w:rPr>
          <w:rFonts w:ascii="Arial" w:hAnsi="Arial" w:cs="Arial"/>
          <w:szCs w:val="24"/>
        </w:rPr>
        <w:t xml:space="preserve">t voor het schoolexamen </w:t>
      </w:r>
    </w:p>
    <w:p w14:paraId="374483AD" w14:textId="0B5A1EA7" w:rsidR="009B3C0F" w:rsidRPr="00F26D72" w:rsidRDefault="00450BB0" w:rsidP="009B3C0F">
      <w:pPr>
        <w:pStyle w:val="Geenafstand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</w:t>
      </w:r>
      <w:r w:rsidR="00D6221D" w:rsidRPr="00F26D72">
        <w:rPr>
          <w:rFonts w:ascii="Arial" w:hAnsi="Arial" w:cs="Arial"/>
          <w:szCs w:val="24"/>
        </w:rPr>
        <w:t xml:space="preserve">=PTA). </w:t>
      </w:r>
    </w:p>
    <w:p w14:paraId="6FBB7F43" w14:textId="371D7AC7" w:rsidR="009B3C0F" w:rsidRPr="00F26D72" w:rsidRDefault="009B3C0F" w:rsidP="009B3C0F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637"/>
      </w:tblGrid>
      <w:tr w:rsidR="00106EFF" w:rsidRPr="00F26D72" w14:paraId="3165AB4A" w14:textId="77777777" w:rsidTr="00106EFF">
        <w:tc>
          <w:tcPr>
            <w:tcW w:w="9637" w:type="dxa"/>
            <w:shd w:val="clear" w:color="auto" w:fill="BFBFBF" w:themeFill="background1" w:themeFillShade="BF"/>
          </w:tcPr>
          <w:p w14:paraId="7FF9E8D2" w14:textId="00FBE3D6" w:rsidR="00106EFF" w:rsidRPr="00F26D72" w:rsidRDefault="00106EFF" w:rsidP="00187015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b/>
                <w:szCs w:val="24"/>
              </w:rPr>
              <w:t>Verhaalopbouwschema:*</w:t>
            </w:r>
          </w:p>
        </w:tc>
      </w:tr>
      <w:tr w:rsidR="00106EFF" w:rsidRPr="00F26D72" w14:paraId="71E0B05D" w14:textId="77777777" w:rsidTr="00106EFF">
        <w:tc>
          <w:tcPr>
            <w:tcW w:w="9637" w:type="dxa"/>
            <w:shd w:val="clear" w:color="auto" w:fill="D9D9D9" w:themeFill="background1" w:themeFillShade="D9"/>
          </w:tcPr>
          <w:p w14:paraId="246FD8E6" w14:textId="77777777" w:rsidR="00106EFF" w:rsidRPr="00F26D72" w:rsidRDefault="00106EFF" w:rsidP="00187015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 xml:space="preserve">Mijn hoofdpersoon is: </w:t>
            </w:r>
          </w:p>
        </w:tc>
      </w:tr>
      <w:tr w:rsidR="00106EFF" w:rsidRPr="00F26D72" w14:paraId="0F7F16B2" w14:textId="77777777" w:rsidTr="00106EFF">
        <w:tc>
          <w:tcPr>
            <w:tcW w:w="9637" w:type="dxa"/>
          </w:tcPr>
          <w:p w14:paraId="53DAE48F" w14:textId="77777777" w:rsidR="00106EFF" w:rsidRPr="00F26D72" w:rsidRDefault="00106EFF" w:rsidP="00187015">
            <w:pPr>
              <w:pStyle w:val="Geenafstand"/>
              <w:rPr>
                <w:rFonts w:ascii="Arial" w:hAnsi="Arial" w:cs="Arial"/>
                <w:szCs w:val="24"/>
              </w:rPr>
            </w:pPr>
          </w:p>
        </w:tc>
      </w:tr>
      <w:tr w:rsidR="00106EFF" w:rsidRPr="00F26D72" w14:paraId="3B275FE9" w14:textId="77777777" w:rsidTr="00106EFF">
        <w:tc>
          <w:tcPr>
            <w:tcW w:w="9637" w:type="dxa"/>
          </w:tcPr>
          <w:p w14:paraId="19966EDA" w14:textId="1B56A757" w:rsidR="00106EFF" w:rsidRPr="00F26D72" w:rsidRDefault="00106EFF" w:rsidP="00187015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De belangrijkste karaktereigenschap van mijn hoofdpersoon is</w:t>
            </w:r>
            <w:r w:rsidR="00450BB0">
              <w:rPr>
                <w:rFonts w:ascii="Arial" w:hAnsi="Arial" w:cs="Arial"/>
                <w:szCs w:val="24"/>
              </w:rPr>
              <w:t>:</w:t>
            </w:r>
          </w:p>
        </w:tc>
      </w:tr>
      <w:tr w:rsidR="00106EFF" w:rsidRPr="00F26D72" w14:paraId="76CF0F84" w14:textId="77777777" w:rsidTr="00106EFF">
        <w:tc>
          <w:tcPr>
            <w:tcW w:w="9637" w:type="dxa"/>
          </w:tcPr>
          <w:p w14:paraId="709748C1" w14:textId="77777777" w:rsidR="00106EFF" w:rsidRPr="00F26D72" w:rsidRDefault="00106EFF" w:rsidP="00187015">
            <w:pPr>
              <w:pStyle w:val="Geenafstand"/>
              <w:rPr>
                <w:rFonts w:ascii="Arial" w:hAnsi="Arial" w:cs="Arial"/>
                <w:szCs w:val="24"/>
              </w:rPr>
            </w:pPr>
          </w:p>
        </w:tc>
      </w:tr>
      <w:tr w:rsidR="00106EFF" w:rsidRPr="00F26D72" w14:paraId="2C42B46B" w14:textId="77777777" w:rsidTr="00106EFF">
        <w:tc>
          <w:tcPr>
            <w:tcW w:w="9637" w:type="dxa"/>
            <w:shd w:val="clear" w:color="auto" w:fill="D9D9D9" w:themeFill="background1" w:themeFillShade="D9"/>
          </w:tcPr>
          <w:p w14:paraId="00934174" w14:textId="77777777" w:rsidR="00106EFF" w:rsidRPr="00F26D72" w:rsidRDefault="00106EFF" w:rsidP="00187015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Bijfiguren zijn:</w:t>
            </w:r>
          </w:p>
        </w:tc>
      </w:tr>
      <w:tr w:rsidR="00106EFF" w:rsidRPr="00F26D72" w14:paraId="048D69CF" w14:textId="77777777" w:rsidTr="00106EFF">
        <w:tc>
          <w:tcPr>
            <w:tcW w:w="9637" w:type="dxa"/>
          </w:tcPr>
          <w:p w14:paraId="161025F8" w14:textId="77777777" w:rsidR="00106EFF" w:rsidRPr="00F26D72" w:rsidRDefault="00106EFF" w:rsidP="00187015">
            <w:pPr>
              <w:pStyle w:val="Geenafstand"/>
              <w:rPr>
                <w:rFonts w:ascii="Arial" w:hAnsi="Arial" w:cs="Arial"/>
                <w:szCs w:val="24"/>
              </w:rPr>
            </w:pPr>
          </w:p>
        </w:tc>
      </w:tr>
      <w:tr w:rsidR="00106EFF" w:rsidRPr="00F26D72" w14:paraId="49B262C3" w14:textId="77777777" w:rsidTr="00106EFF">
        <w:tc>
          <w:tcPr>
            <w:tcW w:w="9637" w:type="dxa"/>
            <w:shd w:val="clear" w:color="auto" w:fill="D9D9D9" w:themeFill="background1" w:themeFillShade="D9"/>
          </w:tcPr>
          <w:p w14:paraId="4020E9B4" w14:textId="610720D0" w:rsidR="00106EFF" w:rsidRPr="00F26D72" w:rsidRDefault="00106EFF" w:rsidP="00187015">
            <w:pPr>
              <w:pStyle w:val="Geenafstand"/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Verhaalopbouwschema. Vul bij ieder onderdeel in twee of drie zinnen/ of een aantal losse woorden in wat er gaat gebeuren. De uitwerking in alinea’s komt later.</w:t>
            </w:r>
          </w:p>
        </w:tc>
      </w:tr>
      <w:tr w:rsidR="00106EFF" w:rsidRPr="00F26D72" w14:paraId="66F17075" w14:textId="77777777" w:rsidTr="00106EFF">
        <w:tc>
          <w:tcPr>
            <w:tcW w:w="9637" w:type="dxa"/>
          </w:tcPr>
          <w:p w14:paraId="5B83B632" w14:textId="0602FFB2" w:rsidR="00106EFF" w:rsidRPr="00F26D72" w:rsidRDefault="00106EFF" w:rsidP="00187015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Beginsituatie ( beschrijf hier de situatie die op het schilderij dat jij uitgekozen hebt staat.)</w:t>
            </w:r>
          </w:p>
        </w:tc>
      </w:tr>
      <w:tr w:rsidR="00106EFF" w:rsidRPr="00F26D72" w14:paraId="1CED54C1" w14:textId="77777777" w:rsidTr="00106EFF">
        <w:tc>
          <w:tcPr>
            <w:tcW w:w="9637" w:type="dxa"/>
          </w:tcPr>
          <w:p w14:paraId="57741F9B" w14:textId="77777777" w:rsidR="00106EFF" w:rsidRPr="00F26D72" w:rsidRDefault="00106EFF" w:rsidP="00187015">
            <w:pPr>
              <w:pStyle w:val="Geenafstand"/>
              <w:rPr>
                <w:rFonts w:ascii="Arial" w:hAnsi="Arial" w:cs="Arial"/>
                <w:szCs w:val="24"/>
              </w:rPr>
            </w:pPr>
          </w:p>
        </w:tc>
      </w:tr>
      <w:tr w:rsidR="00106EFF" w:rsidRPr="00F26D72" w14:paraId="4011CB35" w14:textId="77777777" w:rsidTr="00106EFF">
        <w:tc>
          <w:tcPr>
            <w:tcW w:w="9637" w:type="dxa"/>
          </w:tcPr>
          <w:p w14:paraId="57D9229D" w14:textId="665E70B2" w:rsidR="00106EFF" w:rsidRPr="00F26D72" w:rsidRDefault="00106EFF" w:rsidP="00187015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Hoe ontstaat het probleem voor de hoofdpersoon</w:t>
            </w:r>
            <w:r w:rsidR="00450BB0">
              <w:rPr>
                <w:rFonts w:ascii="Arial" w:hAnsi="Arial" w:cs="Arial"/>
                <w:szCs w:val="24"/>
              </w:rPr>
              <w:t>?</w:t>
            </w:r>
          </w:p>
        </w:tc>
      </w:tr>
      <w:tr w:rsidR="00106EFF" w:rsidRPr="00F26D72" w14:paraId="6FCDD2E9" w14:textId="77777777" w:rsidTr="00106EFF">
        <w:tc>
          <w:tcPr>
            <w:tcW w:w="9637" w:type="dxa"/>
          </w:tcPr>
          <w:p w14:paraId="05AD98DC" w14:textId="77777777" w:rsidR="00106EFF" w:rsidRPr="00F26D72" w:rsidRDefault="00106EFF" w:rsidP="00187015">
            <w:pPr>
              <w:pStyle w:val="Geenafstand"/>
              <w:rPr>
                <w:rFonts w:ascii="Arial" w:hAnsi="Arial" w:cs="Arial"/>
                <w:szCs w:val="24"/>
              </w:rPr>
            </w:pPr>
          </w:p>
        </w:tc>
      </w:tr>
      <w:tr w:rsidR="00106EFF" w:rsidRPr="00F26D72" w14:paraId="01F5662B" w14:textId="77777777" w:rsidTr="00106EFF">
        <w:tc>
          <w:tcPr>
            <w:tcW w:w="9637" w:type="dxa"/>
          </w:tcPr>
          <w:p w14:paraId="46212E2E" w14:textId="5016506D" w:rsidR="00106EFF" w:rsidRPr="00F26D72" w:rsidRDefault="00106EFF" w:rsidP="00187015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Met welke twee  problemen meer krijgt jouw hoofdpersoon te maken</w:t>
            </w:r>
            <w:r w:rsidR="00450BB0">
              <w:rPr>
                <w:rFonts w:ascii="Arial" w:hAnsi="Arial" w:cs="Arial"/>
                <w:szCs w:val="24"/>
              </w:rPr>
              <w:t>?</w:t>
            </w:r>
          </w:p>
        </w:tc>
      </w:tr>
      <w:tr w:rsidR="00106EFF" w:rsidRPr="00F26D72" w14:paraId="17FCBD94" w14:textId="77777777" w:rsidTr="00106EFF">
        <w:tc>
          <w:tcPr>
            <w:tcW w:w="9637" w:type="dxa"/>
          </w:tcPr>
          <w:p w14:paraId="3E5D2FBA" w14:textId="77777777" w:rsidR="00106EFF" w:rsidRPr="00F26D72" w:rsidRDefault="00106EFF" w:rsidP="00187015">
            <w:pPr>
              <w:pStyle w:val="Geenafstand"/>
              <w:rPr>
                <w:rFonts w:ascii="Arial" w:hAnsi="Arial" w:cs="Arial"/>
                <w:szCs w:val="24"/>
              </w:rPr>
            </w:pPr>
          </w:p>
        </w:tc>
      </w:tr>
      <w:tr w:rsidR="00106EFF" w:rsidRPr="00F26D72" w14:paraId="168E2244" w14:textId="77777777" w:rsidTr="00106EFF">
        <w:tc>
          <w:tcPr>
            <w:tcW w:w="9637" w:type="dxa"/>
          </w:tcPr>
          <w:p w14:paraId="56019A6D" w14:textId="2EA87A48" w:rsidR="00106EFF" w:rsidRPr="00F26D72" w:rsidRDefault="00106EFF" w:rsidP="00187015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Wat is de gebeurtenis wa</w:t>
            </w:r>
            <w:r w:rsidR="00450BB0">
              <w:rPr>
                <w:rFonts w:ascii="Arial" w:hAnsi="Arial" w:cs="Arial"/>
                <w:szCs w:val="24"/>
              </w:rPr>
              <w:t>arop het niet slechter kan gaan</w:t>
            </w:r>
            <w:r w:rsidRPr="00F26D72">
              <w:rPr>
                <w:rFonts w:ascii="Arial" w:hAnsi="Arial" w:cs="Arial"/>
                <w:szCs w:val="24"/>
              </w:rPr>
              <w:t xml:space="preserve"> met jouw hoofdpersoon</w:t>
            </w:r>
            <w:r w:rsidR="00450BB0">
              <w:rPr>
                <w:rFonts w:ascii="Arial" w:hAnsi="Arial" w:cs="Arial"/>
                <w:szCs w:val="24"/>
              </w:rPr>
              <w:t>?</w:t>
            </w:r>
          </w:p>
        </w:tc>
      </w:tr>
      <w:tr w:rsidR="00106EFF" w:rsidRPr="00F26D72" w14:paraId="59B30A9B" w14:textId="77777777" w:rsidTr="00106EFF">
        <w:tc>
          <w:tcPr>
            <w:tcW w:w="9637" w:type="dxa"/>
          </w:tcPr>
          <w:p w14:paraId="65C535EF" w14:textId="77777777" w:rsidR="00106EFF" w:rsidRPr="00F26D72" w:rsidRDefault="00106EFF" w:rsidP="00187015">
            <w:pPr>
              <w:pStyle w:val="Geenafstand"/>
              <w:rPr>
                <w:rFonts w:ascii="Arial" w:hAnsi="Arial" w:cs="Arial"/>
                <w:szCs w:val="24"/>
              </w:rPr>
            </w:pPr>
          </w:p>
        </w:tc>
      </w:tr>
      <w:tr w:rsidR="00106EFF" w:rsidRPr="00F26D72" w14:paraId="68BAEC31" w14:textId="77777777" w:rsidTr="00106EFF">
        <w:tc>
          <w:tcPr>
            <w:tcW w:w="9637" w:type="dxa"/>
          </w:tcPr>
          <w:p w14:paraId="44AAD505" w14:textId="1067E1B1" w:rsidR="00106EFF" w:rsidRPr="00F26D72" w:rsidRDefault="00106EFF" w:rsidP="00187015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>Wat gebeurt er op weg naar de verandering</w:t>
            </w:r>
            <w:r w:rsidR="00450BB0">
              <w:rPr>
                <w:rFonts w:ascii="Arial" w:hAnsi="Arial" w:cs="Arial"/>
                <w:szCs w:val="24"/>
              </w:rPr>
              <w:t>?</w:t>
            </w:r>
          </w:p>
        </w:tc>
      </w:tr>
      <w:tr w:rsidR="00106EFF" w:rsidRPr="00F26D72" w14:paraId="43F38DE2" w14:textId="77777777" w:rsidTr="00106EFF">
        <w:tc>
          <w:tcPr>
            <w:tcW w:w="9637" w:type="dxa"/>
          </w:tcPr>
          <w:p w14:paraId="660409A9" w14:textId="77777777" w:rsidR="00106EFF" w:rsidRPr="00F26D72" w:rsidRDefault="00106EFF" w:rsidP="00187015">
            <w:pPr>
              <w:pStyle w:val="Geenafstand"/>
              <w:rPr>
                <w:rFonts w:ascii="Arial" w:hAnsi="Arial" w:cs="Arial"/>
                <w:szCs w:val="24"/>
              </w:rPr>
            </w:pPr>
          </w:p>
        </w:tc>
      </w:tr>
      <w:tr w:rsidR="00106EFF" w:rsidRPr="00F26D72" w14:paraId="45922BA3" w14:textId="77777777" w:rsidTr="00106EFF">
        <w:tc>
          <w:tcPr>
            <w:tcW w:w="9637" w:type="dxa"/>
          </w:tcPr>
          <w:p w14:paraId="7196E9BF" w14:textId="7C4A0C5A" w:rsidR="00106EFF" w:rsidRPr="00F26D72" w:rsidRDefault="00106EFF" w:rsidP="00187015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Cs w:val="24"/>
              </w:rPr>
            </w:pPr>
            <w:r w:rsidRPr="00F26D72">
              <w:rPr>
                <w:rFonts w:ascii="Arial" w:hAnsi="Arial" w:cs="Arial"/>
                <w:szCs w:val="24"/>
              </w:rPr>
              <w:t xml:space="preserve">Hoe eindigt jouw verhaal </w:t>
            </w:r>
            <w:r w:rsidR="00450BB0">
              <w:rPr>
                <w:rFonts w:ascii="Arial" w:hAnsi="Arial" w:cs="Arial"/>
                <w:szCs w:val="24"/>
              </w:rPr>
              <w:t>?</w:t>
            </w:r>
          </w:p>
        </w:tc>
      </w:tr>
    </w:tbl>
    <w:p w14:paraId="23AB943D" w14:textId="14A415B0" w:rsidR="005C0849" w:rsidRPr="00F26D72" w:rsidRDefault="005C084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D93F5A" w14:textId="77777777" w:rsidR="005462F1" w:rsidRPr="00F26D72" w:rsidRDefault="005462F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601E2F" w14:textId="77777777" w:rsidR="005462F1" w:rsidRPr="00F26D72" w:rsidRDefault="005462F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0"/>
      </w:tblGrid>
      <w:tr w:rsidR="00106EFF" w:rsidRPr="00F26D72" w14:paraId="295013BC" w14:textId="77777777" w:rsidTr="005462F1">
        <w:trPr>
          <w:trHeight w:val="600"/>
        </w:trPr>
        <w:tc>
          <w:tcPr>
            <w:tcW w:w="9540" w:type="dxa"/>
            <w:shd w:val="clear" w:color="auto" w:fill="BFBFBF" w:themeFill="background1" w:themeFillShade="BF"/>
          </w:tcPr>
          <w:p w14:paraId="4C5648B2" w14:textId="17C85AC9" w:rsidR="00106EFF" w:rsidRPr="00F26D72" w:rsidRDefault="00703B41" w:rsidP="00106EFF">
            <w:pPr>
              <w:spacing w:after="0" w:line="240" w:lineRule="auto"/>
              <w:ind w:left="83"/>
              <w:rPr>
                <w:rFonts w:ascii="Arial" w:hAnsi="Arial" w:cs="Arial"/>
                <w:b/>
                <w:sz w:val="24"/>
                <w:szCs w:val="24"/>
              </w:rPr>
            </w:pPr>
            <w:r w:rsidRPr="00F26D72">
              <w:rPr>
                <w:rFonts w:ascii="Arial" w:hAnsi="Arial" w:cs="Arial"/>
                <w:b/>
                <w:sz w:val="24"/>
                <w:szCs w:val="24"/>
              </w:rPr>
              <w:lastRenderedPageBreak/>
              <w:t>Schrijf in de</w:t>
            </w:r>
            <w:r w:rsidR="00106EFF" w:rsidRPr="00F26D72">
              <w:rPr>
                <w:rFonts w:ascii="Arial" w:hAnsi="Arial" w:cs="Arial"/>
                <w:b/>
                <w:sz w:val="24"/>
                <w:szCs w:val="24"/>
              </w:rPr>
              <w:t xml:space="preserve"> blok</w:t>
            </w:r>
            <w:r w:rsidR="00450BB0">
              <w:rPr>
                <w:rFonts w:ascii="Arial" w:hAnsi="Arial" w:cs="Arial"/>
                <w:b/>
                <w:sz w:val="24"/>
                <w:szCs w:val="24"/>
              </w:rPr>
              <w:t>ken hieronder</w:t>
            </w:r>
            <w:r w:rsidR="00106EFF" w:rsidRPr="00F26D72">
              <w:rPr>
                <w:rFonts w:ascii="Arial" w:hAnsi="Arial" w:cs="Arial"/>
                <w:b/>
                <w:sz w:val="24"/>
                <w:szCs w:val="24"/>
              </w:rPr>
              <w:t xml:space="preserve"> je uitwerking van opdracht 3</w:t>
            </w:r>
            <w:r w:rsidR="005462F1" w:rsidRPr="00F26D72">
              <w:rPr>
                <w:rFonts w:ascii="Arial" w:hAnsi="Arial" w:cs="Arial"/>
                <w:b/>
                <w:sz w:val="24"/>
                <w:szCs w:val="24"/>
              </w:rPr>
              <w:t>. Plak het schilderij als eerste in dit blok.</w:t>
            </w:r>
          </w:p>
          <w:p w14:paraId="252FB6D2" w14:textId="77777777" w:rsidR="00E92391" w:rsidRPr="00F26D72" w:rsidRDefault="00E92391" w:rsidP="00106EFF">
            <w:pPr>
              <w:spacing w:after="0" w:line="240" w:lineRule="auto"/>
              <w:ind w:left="83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D9A738E" w14:textId="6D3E6858" w:rsidR="00E92391" w:rsidRPr="00F26D72" w:rsidRDefault="00E92391" w:rsidP="00106EFF">
            <w:pPr>
              <w:spacing w:after="0" w:line="240" w:lineRule="auto"/>
              <w:ind w:left="83"/>
              <w:rPr>
                <w:rFonts w:ascii="Arial" w:hAnsi="Arial" w:cs="Arial"/>
                <w:sz w:val="24"/>
                <w:szCs w:val="24"/>
              </w:rPr>
            </w:pPr>
            <w:r w:rsidRPr="00F26D72">
              <w:rPr>
                <w:rFonts w:ascii="Arial" w:hAnsi="Arial"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8480" behindDoc="0" locked="0" layoutInCell="1" allowOverlap="1" wp14:anchorId="6DBB960D" wp14:editId="20F02407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1905</wp:posOffset>
                  </wp:positionV>
                  <wp:extent cx="488950" cy="523875"/>
                  <wp:effectExtent l="0" t="0" r="6350" b="9525"/>
                  <wp:wrapSquare wrapText="bothSides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kijken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26D72">
              <w:rPr>
                <w:rFonts w:ascii="Arial" w:hAnsi="Arial" w:cs="Arial"/>
                <w:b/>
                <w:sz w:val="24"/>
                <w:szCs w:val="24"/>
              </w:rPr>
              <w:t>Als je zelf de fouten er uit gehaald hebt en de zinsbouw gecontroleerd heb</w:t>
            </w:r>
            <w:r w:rsidR="006868EC">
              <w:rPr>
                <w:rFonts w:ascii="Arial" w:hAnsi="Arial" w:cs="Arial"/>
                <w:b/>
                <w:sz w:val="24"/>
                <w:szCs w:val="24"/>
              </w:rPr>
              <w:t>t (</w:t>
            </w:r>
            <w:r w:rsidR="00C707F0" w:rsidRPr="00F26D72">
              <w:rPr>
                <w:rFonts w:ascii="Arial" w:hAnsi="Arial" w:cs="Arial"/>
                <w:b/>
                <w:sz w:val="24"/>
                <w:szCs w:val="24"/>
              </w:rPr>
              <w:t>zinnen niet langer dan 12-16</w:t>
            </w:r>
            <w:r w:rsidR="00450BB0">
              <w:rPr>
                <w:rFonts w:ascii="Arial" w:hAnsi="Arial" w:cs="Arial"/>
                <w:b/>
                <w:sz w:val="24"/>
                <w:szCs w:val="24"/>
              </w:rPr>
              <w:t xml:space="preserve"> woorden), kun je je buurman/-</w:t>
            </w:r>
            <w:r w:rsidRPr="00F26D72">
              <w:rPr>
                <w:rFonts w:ascii="Arial" w:hAnsi="Arial" w:cs="Arial"/>
                <w:b/>
                <w:sz w:val="24"/>
                <w:szCs w:val="24"/>
              </w:rPr>
              <w:t>vrouw vragen om jouw tekst ook eens door te lezen en de fouten in jouw tekst te arceren.</w:t>
            </w:r>
          </w:p>
        </w:tc>
      </w:tr>
      <w:tr w:rsidR="005462F1" w:rsidRPr="00F26D72" w14:paraId="1D5CA789" w14:textId="77777777" w:rsidTr="00106EFF">
        <w:trPr>
          <w:trHeight w:val="765"/>
        </w:trPr>
        <w:tc>
          <w:tcPr>
            <w:tcW w:w="9540" w:type="dxa"/>
          </w:tcPr>
          <w:p w14:paraId="6889FA9E" w14:textId="77777777" w:rsidR="005462F1" w:rsidRPr="00F26D72" w:rsidRDefault="005462F1" w:rsidP="00106EFF">
            <w:pPr>
              <w:pStyle w:val="Geenafstand"/>
              <w:ind w:left="83"/>
              <w:rPr>
                <w:rFonts w:ascii="Arial" w:hAnsi="Arial" w:cs="Arial"/>
                <w:szCs w:val="24"/>
              </w:rPr>
            </w:pPr>
          </w:p>
          <w:p w14:paraId="1060642E" w14:textId="77777777" w:rsidR="005462F1" w:rsidRPr="00F26D72" w:rsidRDefault="005462F1" w:rsidP="00106EFF">
            <w:pPr>
              <w:pStyle w:val="Geenafstand"/>
              <w:ind w:left="83"/>
              <w:rPr>
                <w:rFonts w:ascii="Arial" w:hAnsi="Arial" w:cs="Arial"/>
                <w:szCs w:val="24"/>
              </w:rPr>
            </w:pPr>
          </w:p>
          <w:p w14:paraId="37A2EE18" w14:textId="77777777" w:rsidR="005462F1" w:rsidRPr="00F26D72" w:rsidRDefault="005462F1" w:rsidP="00106EFF">
            <w:pPr>
              <w:pStyle w:val="Geenafstand"/>
              <w:ind w:left="83"/>
              <w:rPr>
                <w:rFonts w:ascii="Arial" w:hAnsi="Arial" w:cs="Arial"/>
                <w:b/>
                <w:szCs w:val="24"/>
              </w:rPr>
            </w:pPr>
          </w:p>
          <w:p w14:paraId="0094E87D" w14:textId="77777777" w:rsidR="00E92391" w:rsidRPr="00F26D72" w:rsidRDefault="00E92391" w:rsidP="00106EFF">
            <w:pPr>
              <w:pStyle w:val="Geenafstand"/>
              <w:ind w:left="83"/>
              <w:rPr>
                <w:rFonts w:ascii="Arial" w:hAnsi="Arial" w:cs="Arial"/>
                <w:b/>
                <w:szCs w:val="24"/>
              </w:rPr>
            </w:pPr>
          </w:p>
          <w:p w14:paraId="6BA7A7BF" w14:textId="77777777" w:rsidR="00E92391" w:rsidRPr="00F26D72" w:rsidRDefault="00E92391" w:rsidP="00106EFF">
            <w:pPr>
              <w:pStyle w:val="Geenafstand"/>
              <w:ind w:left="83"/>
              <w:rPr>
                <w:rFonts w:ascii="Arial" w:hAnsi="Arial" w:cs="Arial"/>
                <w:b/>
                <w:szCs w:val="24"/>
              </w:rPr>
            </w:pPr>
          </w:p>
          <w:p w14:paraId="6822E29E" w14:textId="77777777" w:rsidR="00E92391" w:rsidRPr="00F26D72" w:rsidRDefault="00E92391" w:rsidP="00106EFF">
            <w:pPr>
              <w:pStyle w:val="Geenafstand"/>
              <w:ind w:left="83"/>
              <w:rPr>
                <w:rFonts w:ascii="Arial" w:hAnsi="Arial" w:cs="Arial"/>
                <w:b/>
                <w:szCs w:val="24"/>
              </w:rPr>
            </w:pPr>
          </w:p>
        </w:tc>
      </w:tr>
      <w:tr w:rsidR="0088404D" w:rsidRPr="00F26D72" w14:paraId="372101A2" w14:textId="77777777" w:rsidTr="0088404D">
        <w:trPr>
          <w:trHeight w:val="765"/>
        </w:trPr>
        <w:tc>
          <w:tcPr>
            <w:tcW w:w="9540" w:type="dxa"/>
            <w:shd w:val="clear" w:color="auto" w:fill="BFBFBF" w:themeFill="background1" w:themeFillShade="BF"/>
          </w:tcPr>
          <w:p w14:paraId="3DD95B6C" w14:textId="50F8E9E4" w:rsidR="00A1321F" w:rsidRPr="00F26D72" w:rsidRDefault="0088404D" w:rsidP="0088404D">
            <w:pPr>
              <w:pStyle w:val="Geenafstand"/>
              <w:rPr>
                <w:rFonts w:ascii="Arial" w:hAnsi="Arial" w:cs="Arial"/>
                <w:b/>
                <w:szCs w:val="24"/>
              </w:rPr>
            </w:pPr>
            <w:r w:rsidRPr="00F26D72">
              <w:rPr>
                <w:rFonts w:ascii="Arial" w:hAnsi="Arial" w:cs="Arial"/>
                <w:b/>
                <w:szCs w:val="24"/>
              </w:rPr>
              <w:t>Leg uit waarom je juist voor dit schilderij gekozen hebt.</w:t>
            </w:r>
            <w:r w:rsidR="00450BB0">
              <w:rPr>
                <w:rFonts w:ascii="Arial" w:hAnsi="Arial" w:cs="Arial"/>
                <w:b/>
                <w:szCs w:val="24"/>
              </w:rPr>
              <w:t>. Wat sprak je aan</w:t>
            </w:r>
            <w:r w:rsidR="00AA4F1D" w:rsidRPr="00F26D72">
              <w:rPr>
                <w:rFonts w:ascii="Arial" w:hAnsi="Arial" w:cs="Arial"/>
                <w:b/>
                <w:szCs w:val="24"/>
              </w:rPr>
              <w:t>:</w:t>
            </w:r>
            <w:r w:rsidR="00450BB0">
              <w:rPr>
                <w:rFonts w:ascii="Arial" w:hAnsi="Arial" w:cs="Arial"/>
                <w:b/>
                <w:szCs w:val="24"/>
              </w:rPr>
              <w:t xml:space="preserve"> </w:t>
            </w:r>
            <w:r w:rsidR="00AA4F1D" w:rsidRPr="00F26D72">
              <w:rPr>
                <w:rFonts w:ascii="Arial" w:hAnsi="Arial" w:cs="Arial"/>
                <w:b/>
                <w:szCs w:val="24"/>
              </w:rPr>
              <w:t>de kleur, wat er gebeurde enz. Geef dit stukje het tussenkopje: Verantwoording</w:t>
            </w:r>
          </w:p>
          <w:p w14:paraId="5395DBE0" w14:textId="084874DA" w:rsidR="0088404D" w:rsidRPr="00F26D72" w:rsidRDefault="0088404D" w:rsidP="00106EFF">
            <w:pPr>
              <w:pStyle w:val="Geenafstand"/>
              <w:ind w:left="83"/>
              <w:rPr>
                <w:rFonts w:ascii="Arial" w:hAnsi="Arial" w:cs="Arial"/>
                <w:szCs w:val="24"/>
              </w:rPr>
            </w:pPr>
          </w:p>
        </w:tc>
      </w:tr>
      <w:tr w:rsidR="0088404D" w:rsidRPr="00F26D72" w14:paraId="75433348" w14:textId="77777777" w:rsidTr="0088404D">
        <w:trPr>
          <w:trHeight w:val="765"/>
        </w:trPr>
        <w:tc>
          <w:tcPr>
            <w:tcW w:w="9540" w:type="dxa"/>
            <w:shd w:val="clear" w:color="auto" w:fill="FFFFFF" w:themeFill="background1"/>
          </w:tcPr>
          <w:p w14:paraId="0C78117A" w14:textId="77777777" w:rsidR="0088404D" w:rsidRPr="00F26D72" w:rsidRDefault="0088404D" w:rsidP="0088404D">
            <w:pPr>
              <w:pStyle w:val="Geenafstand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23C402BD" w14:textId="77777777" w:rsidR="009415F0" w:rsidRPr="00F26D72" w:rsidRDefault="009415F0" w:rsidP="009415F0">
      <w:pPr>
        <w:pStyle w:val="Geenafstand"/>
        <w:rPr>
          <w:rFonts w:ascii="Arial" w:hAnsi="Arial" w:cs="Arial"/>
          <w:szCs w:val="24"/>
        </w:rPr>
      </w:pPr>
    </w:p>
    <w:p w14:paraId="3DDD6756" w14:textId="77777777" w:rsidR="00C55181" w:rsidRPr="00F26D72" w:rsidRDefault="00C55181" w:rsidP="009415F0">
      <w:pPr>
        <w:pStyle w:val="Geenafstand"/>
        <w:rPr>
          <w:rFonts w:ascii="Arial" w:hAnsi="Arial" w:cs="Arial"/>
          <w:szCs w:val="24"/>
        </w:rPr>
      </w:pPr>
    </w:p>
    <w:p w14:paraId="71D21858" w14:textId="77777777" w:rsidR="00C55181" w:rsidRPr="00F26D72" w:rsidRDefault="00C55181" w:rsidP="009415F0">
      <w:pPr>
        <w:pStyle w:val="Geenafstand"/>
        <w:rPr>
          <w:rFonts w:ascii="Arial" w:hAnsi="Arial" w:cs="Arial"/>
          <w:szCs w:val="24"/>
        </w:rPr>
      </w:pPr>
    </w:p>
    <w:p w14:paraId="23FCDA76" w14:textId="77777777" w:rsidR="00C55181" w:rsidRPr="00F26D72" w:rsidRDefault="00C55181" w:rsidP="009415F0">
      <w:pPr>
        <w:pStyle w:val="Geenafstand"/>
        <w:rPr>
          <w:rFonts w:ascii="Arial" w:hAnsi="Arial" w:cs="Arial"/>
          <w:szCs w:val="24"/>
        </w:rPr>
      </w:pPr>
    </w:p>
    <w:p w14:paraId="221D3CFB" w14:textId="77777777" w:rsidR="00C55181" w:rsidRPr="00F26D72" w:rsidRDefault="00C55181" w:rsidP="009415F0">
      <w:pPr>
        <w:pStyle w:val="Geenafstand"/>
        <w:rPr>
          <w:rFonts w:ascii="Arial" w:hAnsi="Arial" w:cs="Arial"/>
          <w:szCs w:val="24"/>
        </w:rPr>
      </w:pPr>
    </w:p>
    <w:p w14:paraId="77838CB9" w14:textId="3B992DD8" w:rsidR="009415F0" w:rsidRPr="00F26D72" w:rsidRDefault="00E41006" w:rsidP="009415F0">
      <w:pPr>
        <w:rPr>
          <w:rFonts w:ascii="Arial" w:hAnsi="Arial" w:cs="Arial"/>
          <w:b/>
          <w:sz w:val="24"/>
          <w:szCs w:val="24"/>
        </w:rPr>
      </w:pPr>
      <w:r w:rsidRPr="00F26D72">
        <w:rPr>
          <w:rFonts w:ascii="Arial" w:hAnsi="Arial" w:cs="Arial"/>
          <w:b/>
          <w:noProof/>
          <w:sz w:val="24"/>
          <w:szCs w:val="24"/>
          <w:lang w:eastAsia="nl-NL"/>
        </w:rPr>
        <w:drawing>
          <wp:inline distT="0" distB="0" distL="0" distR="0" wp14:anchorId="30C2B997" wp14:editId="395694F2">
            <wp:extent cx="639514" cy="639514"/>
            <wp:effectExtent l="0" t="0" r="8255" b="8255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14" cy="639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="009415F0" w:rsidRPr="00F26D72">
        <w:rPr>
          <w:rFonts w:ascii="Arial" w:hAnsi="Arial" w:cs="Arial"/>
          <w:b/>
          <w:sz w:val="24"/>
          <w:szCs w:val="24"/>
        </w:rPr>
        <w:t>Afwerking deel 1</w:t>
      </w:r>
      <w:r w:rsidR="00450BB0">
        <w:rPr>
          <w:rFonts w:ascii="Arial" w:hAnsi="Arial" w:cs="Arial"/>
          <w:b/>
          <w:sz w:val="24"/>
          <w:szCs w:val="24"/>
        </w:rPr>
        <w:t xml:space="preserve">. Zorg dat </w:t>
      </w:r>
      <w:r w:rsidR="00044995" w:rsidRPr="00F26D72">
        <w:rPr>
          <w:rFonts w:ascii="Arial" w:hAnsi="Arial" w:cs="Arial"/>
          <w:b/>
          <w:sz w:val="24"/>
          <w:szCs w:val="24"/>
        </w:rPr>
        <w:t xml:space="preserve">het document </w:t>
      </w:r>
      <w:r w:rsidR="00450BB0" w:rsidRPr="00F26D72">
        <w:rPr>
          <w:rFonts w:ascii="Arial" w:hAnsi="Arial" w:cs="Arial"/>
          <w:b/>
          <w:sz w:val="24"/>
          <w:szCs w:val="24"/>
        </w:rPr>
        <w:t>er netjes uitziet</w:t>
      </w:r>
      <w:r w:rsidR="00450BB0" w:rsidRPr="00F26D72">
        <w:rPr>
          <w:rFonts w:ascii="Arial" w:hAnsi="Arial" w:cs="Arial"/>
          <w:b/>
          <w:sz w:val="24"/>
          <w:szCs w:val="24"/>
        </w:rPr>
        <w:t xml:space="preserve"> </w:t>
      </w:r>
      <w:r w:rsidR="00044995" w:rsidRPr="00F26D72">
        <w:rPr>
          <w:rFonts w:ascii="Arial" w:hAnsi="Arial" w:cs="Arial"/>
          <w:b/>
          <w:sz w:val="24"/>
          <w:szCs w:val="24"/>
        </w:rPr>
        <w:t>voor je het uploadt. Alles in hetzelfde lettertype. Foto’s netjes recht enz.</w:t>
      </w:r>
    </w:p>
    <w:p w14:paraId="56B93981" w14:textId="77777777" w:rsidR="00C55181" w:rsidRPr="00F26D72" w:rsidRDefault="00C55181" w:rsidP="009415F0">
      <w:pPr>
        <w:rPr>
          <w:rFonts w:ascii="Arial" w:hAnsi="Arial" w:cs="Arial"/>
          <w:b/>
          <w:sz w:val="24"/>
          <w:szCs w:val="24"/>
        </w:rPr>
      </w:pPr>
    </w:p>
    <w:p w14:paraId="1ADFFF47" w14:textId="1990CBC8" w:rsidR="00C55181" w:rsidRPr="00F26D72" w:rsidRDefault="00875521" w:rsidP="009415F0">
      <w:pPr>
        <w:rPr>
          <w:rFonts w:ascii="Arial" w:hAnsi="Arial" w:cs="Arial"/>
          <w:b/>
          <w:sz w:val="24"/>
          <w:szCs w:val="24"/>
        </w:rPr>
      </w:pPr>
      <w:r w:rsidRPr="00F26D72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62E672FF" wp14:editId="3DD69B72">
            <wp:extent cx="514350" cy="51435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alueren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5181" w:rsidRPr="00F26D72">
        <w:rPr>
          <w:rFonts w:ascii="Arial" w:hAnsi="Arial" w:cs="Arial"/>
          <w:b/>
          <w:sz w:val="24"/>
          <w:szCs w:val="24"/>
        </w:rPr>
        <w:t>Evalueren werkplan.</w:t>
      </w:r>
    </w:p>
    <w:p w14:paraId="1E511279" w14:textId="19204ABA" w:rsidR="00C55181" w:rsidRPr="00F26D72" w:rsidRDefault="00C55181" w:rsidP="009415F0">
      <w:pPr>
        <w:rPr>
          <w:rFonts w:ascii="Arial" w:hAnsi="Arial" w:cs="Arial"/>
          <w:b/>
          <w:sz w:val="24"/>
          <w:szCs w:val="24"/>
        </w:rPr>
      </w:pPr>
      <w:r w:rsidRPr="00F26D72">
        <w:rPr>
          <w:rFonts w:ascii="Arial" w:hAnsi="Arial" w:cs="Arial"/>
          <w:b/>
          <w:sz w:val="24"/>
          <w:szCs w:val="24"/>
        </w:rPr>
        <w:t>Ga terug naar je werkplan en bekijk of je planning ook uitgekomen is. Beantwoord de vragen in het blok: Evalueren werkplan</w:t>
      </w:r>
    </w:p>
    <w:p w14:paraId="1CB9E7C2" w14:textId="77777777" w:rsidR="00577432" w:rsidRPr="00F26D72" w:rsidRDefault="00577432" w:rsidP="009415F0">
      <w:pPr>
        <w:rPr>
          <w:rFonts w:ascii="Arial" w:hAnsi="Arial" w:cs="Arial"/>
          <w:b/>
          <w:sz w:val="24"/>
          <w:szCs w:val="24"/>
        </w:rPr>
      </w:pPr>
    </w:p>
    <w:p w14:paraId="7A058593" w14:textId="77777777" w:rsidR="00DA2D98" w:rsidRPr="00F26D72" w:rsidRDefault="00DA2D98" w:rsidP="00DA2D98">
      <w:pPr>
        <w:rPr>
          <w:rFonts w:ascii="Arial" w:eastAsiaTheme="minorEastAsia" w:hAnsi="Arial" w:cs="Arial"/>
          <w:b/>
          <w:color w:val="000000" w:themeColor="text1"/>
          <w:kern w:val="24"/>
          <w:sz w:val="24"/>
          <w:szCs w:val="24"/>
          <w:lang w:eastAsia="nl-NL"/>
        </w:rPr>
      </w:pPr>
    </w:p>
    <w:p w14:paraId="7A058594" w14:textId="77777777" w:rsidR="00DA2D98" w:rsidRPr="00F26D72" w:rsidRDefault="00DA2D98" w:rsidP="00DA2D98">
      <w:pPr>
        <w:rPr>
          <w:rFonts w:ascii="Arial" w:eastAsiaTheme="minorEastAsia" w:hAnsi="Arial" w:cs="Arial"/>
          <w:b/>
          <w:color w:val="000000" w:themeColor="text1"/>
          <w:kern w:val="24"/>
          <w:sz w:val="24"/>
          <w:szCs w:val="24"/>
          <w:lang w:eastAsia="nl-NL"/>
        </w:rPr>
      </w:pPr>
    </w:p>
    <w:p w14:paraId="7A058595" w14:textId="77777777" w:rsidR="00DA2D98" w:rsidRPr="00F26D72" w:rsidRDefault="00DA2D98" w:rsidP="00DA2D98">
      <w:pPr>
        <w:rPr>
          <w:rFonts w:ascii="Arial" w:eastAsiaTheme="minorEastAsia" w:hAnsi="Arial" w:cs="Arial"/>
          <w:b/>
          <w:color w:val="000000" w:themeColor="text1"/>
          <w:kern w:val="24"/>
          <w:sz w:val="24"/>
          <w:szCs w:val="24"/>
          <w:lang w:eastAsia="nl-NL"/>
        </w:rPr>
      </w:pPr>
    </w:p>
    <w:p w14:paraId="7A0585A1" w14:textId="56E0B6C8" w:rsidR="006661AB" w:rsidRPr="00F26D72" w:rsidRDefault="006661AB">
      <w:pPr>
        <w:rPr>
          <w:rFonts w:ascii="Arial" w:hAnsi="Arial" w:cs="Arial"/>
          <w:sz w:val="24"/>
          <w:szCs w:val="24"/>
        </w:rPr>
      </w:pPr>
    </w:p>
    <w:sectPr w:rsidR="006661AB" w:rsidRPr="00F26D72" w:rsidSect="00851388">
      <w:headerReference w:type="default" r:id="rId20"/>
      <w:pgSz w:w="11906" w:h="16838"/>
      <w:pgMar w:top="851" w:right="991" w:bottom="1135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585A6" w14:textId="77777777" w:rsidR="00DA2D98" w:rsidRDefault="00DA2D98">
      <w:r>
        <w:separator/>
      </w:r>
    </w:p>
  </w:endnote>
  <w:endnote w:type="continuationSeparator" w:id="0">
    <w:p w14:paraId="7A0585A7" w14:textId="77777777" w:rsidR="00DA2D98" w:rsidRDefault="00DA2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0585A4" w14:textId="77777777" w:rsidR="00DA2D98" w:rsidRDefault="00DA2D98">
      <w:r>
        <w:separator/>
      </w:r>
    </w:p>
  </w:footnote>
  <w:footnote w:type="continuationSeparator" w:id="0">
    <w:p w14:paraId="7A0585A5" w14:textId="77777777" w:rsidR="00DA2D98" w:rsidRDefault="00DA2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7F44D" w14:textId="6869570C" w:rsidR="00527802" w:rsidRDefault="00527802">
    <w:pPr>
      <w:pStyle w:val="Koptekst"/>
    </w:pPr>
    <w:r>
      <w:t xml:space="preserve">Module 1 fictie  </w:t>
    </w:r>
    <w:r>
      <w:tab/>
    </w:r>
    <w:r>
      <w:tab/>
      <w:t>t3 2015-2016</w:t>
    </w:r>
  </w:p>
  <w:p w14:paraId="28FB4515" w14:textId="77777777" w:rsidR="00527802" w:rsidRDefault="0052780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0FC7"/>
    <w:multiLevelType w:val="hybridMultilevel"/>
    <w:tmpl w:val="52EA2D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E5657"/>
    <w:multiLevelType w:val="hybridMultilevel"/>
    <w:tmpl w:val="348AD8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E338D"/>
    <w:multiLevelType w:val="hybridMultilevel"/>
    <w:tmpl w:val="EE6A0168"/>
    <w:lvl w:ilvl="0" w:tplc="52E6A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18D4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AC5486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35E93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D056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9498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4ABA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CBF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14AF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357DF"/>
    <w:multiLevelType w:val="hybridMultilevel"/>
    <w:tmpl w:val="8850D6CE"/>
    <w:lvl w:ilvl="0" w:tplc="23D0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880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B259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64A2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1A38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04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E0D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8489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E036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670F7A"/>
    <w:multiLevelType w:val="hybridMultilevel"/>
    <w:tmpl w:val="D9D2F7A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0F1307"/>
    <w:multiLevelType w:val="hybridMultilevel"/>
    <w:tmpl w:val="2C9846F2"/>
    <w:lvl w:ilvl="0" w:tplc="0AD6FA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EEA1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2A32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A0CD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52A0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A61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405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B8E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D866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17215F6"/>
    <w:multiLevelType w:val="hybridMultilevel"/>
    <w:tmpl w:val="86D070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9D6A24"/>
    <w:multiLevelType w:val="hybridMultilevel"/>
    <w:tmpl w:val="6C7070C4"/>
    <w:lvl w:ilvl="0" w:tplc="AEDCDD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901F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F00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F6D2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8EF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72BB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F875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189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5A4D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98F64BE"/>
    <w:multiLevelType w:val="hybridMultilevel"/>
    <w:tmpl w:val="1CD2115C"/>
    <w:lvl w:ilvl="0" w:tplc="46163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D433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01E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9AF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C0D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D018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23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A66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64E1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1A3816"/>
    <w:multiLevelType w:val="hybridMultilevel"/>
    <w:tmpl w:val="165403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F07E6A"/>
    <w:multiLevelType w:val="hybridMultilevel"/>
    <w:tmpl w:val="0156A73E"/>
    <w:lvl w:ilvl="0" w:tplc="85347F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A092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4208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167F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0458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3AFD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102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845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8A90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236064"/>
    <w:multiLevelType w:val="hybridMultilevel"/>
    <w:tmpl w:val="1F22BC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45BBD"/>
    <w:multiLevelType w:val="hybridMultilevel"/>
    <w:tmpl w:val="8F9AA6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D98"/>
    <w:rsid w:val="00044995"/>
    <w:rsid w:val="00051591"/>
    <w:rsid w:val="000829FD"/>
    <w:rsid w:val="000855DE"/>
    <w:rsid w:val="000E1FF0"/>
    <w:rsid w:val="00106EFF"/>
    <w:rsid w:val="00155841"/>
    <w:rsid w:val="001D0B42"/>
    <w:rsid w:val="001E12B7"/>
    <w:rsid w:val="002357DF"/>
    <w:rsid w:val="00256A65"/>
    <w:rsid w:val="00282C9E"/>
    <w:rsid w:val="002C405A"/>
    <w:rsid w:val="002C60B7"/>
    <w:rsid w:val="002D0F32"/>
    <w:rsid w:val="00327AC1"/>
    <w:rsid w:val="00376F03"/>
    <w:rsid w:val="00383E00"/>
    <w:rsid w:val="003C1EE2"/>
    <w:rsid w:val="003E0E26"/>
    <w:rsid w:val="003E5A2F"/>
    <w:rsid w:val="004042A7"/>
    <w:rsid w:val="00450BB0"/>
    <w:rsid w:val="0047301D"/>
    <w:rsid w:val="00505876"/>
    <w:rsid w:val="0052425F"/>
    <w:rsid w:val="00527802"/>
    <w:rsid w:val="00543808"/>
    <w:rsid w:val="005462F1"/>
    <w:rsid w:val="00566139"/>
    <w:rsid w:val="005773A0"/>
    <w:rsid w:val="00577432"/>
    <w:rsid w:val="005B5B3E"/>
    <w:rsid w:val="005C0849"/>
    <w:rsid w:val="00605E97"/>
    <w:rsid w:val="006302E3"/>
    <w:rsid w:val="0063690F"/>
    <w:rsid w:val="00636917"/>
    <w:rsid w:val="00657772"/>
    <w:rsid w:val="006661AB"/>
    <w:rsid w:val="006868EC"/>
    <w:rsid w:val="006D2C39"/>
    <w:rsid w:val="00703B41"/>
    <w:rsid w:val="00726EBF"/>
    <w:rsid w:val="007301FC"/>
    <w:rsid w:val="00754610"/>
    <w:rsid w:val="0076211F"/>
    <w:rsid w:val="007905C6"/>
    <w:rsid w:val="00791BDC"/>
    <w:rsid w:val="0083561F"/>
    <w:rsid w:val="00851388"/>
    <w:rsid w:val="00875521"/>
    <w:rsid w:val="0088404D"/>
    <w:rsid w:val="0088508A"/>
    <w:rsid w:val="008946D3"/>
    <w:rsid w:val="008C2636"/>
    <w:rsid w:val="008F1CDD"/>
    <w:rsid w:val="008F3ADA"/>
    <w:rsid w:val="009415F0"/>
    <w:rsid w:val="0096719E"/>
    <w:rsid w:val="009875E7"/>
    <w:rsid w:val="009B3C0F"/>
    <w:rsid w:val="00A1321F"/>
    <w:rsid w:val="00A628E5"/>
    <w:rsid w:val="00A93EA5"/>
    <w:rsid w:val="00AA4F1D"/>
    <w:rsid w:val="00AE326C"/>
    <w:rsid w:val="00AF6888"/>
    <w:rsid w:val="00B0768F"/>
    <w:rsid w:val="00B5509A"/>
    <w:rsid w:val="00B6747F"/>
    <w:rsid w:val="00B72731"/>
    <w:rsid w:val="00BB5D5B"/>
    <w:rsid w:val="00BF1E2A"/>
    <w:rsid w:val="00C34869"/>
    <w:rsid w:val="00C4785B"/>
    <w:rsid w:val="00C55181"/>
    <w:rsid w:val="00C707F0"/>
    <w:rsid w:val="00CB12B8"/>
    <w:rsid w:val="00CC7368"/>
    <w:rsid w:val="00CD1382"/>
    <w:rsid w:val="00CD4348"/>
    <w:rsid w:val="00CE4FB2"/>
    <w:rsid w:val="00D178C0"/>
    <w:rsid w:val="00D40C28"/>
    <w:rsid w:val="00D6221D"/>
    <w:rsid w:val="00DA2D98"/>
    <w:rsid w:val="00DD2C8F"/>
    <w:rsid w:val="00E14260"/>
    <w:rsid w:val="00E41006"/>
    <w:rsid w:val="00E92391"/>
    <w:rsid w:val="00F009B6"/>
    <w:rsid w:val="00F26D72"/>
    <w:rsid w:val="00F372CF"/>
    <w:rsid w:val="00F40977"/>
    <w:rsid w:val="00F70B67"/>
    <w:rsid w:val="00FA2C3F"/>
    <w:rsid w:val="00FA3A9D"/>
    <w:rsid w:val="00FB02F1"/>
    <w:rsid w:val="00FD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A0585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DA2D9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Geenafstand">
    <w:name w:val="No Spacing"/>
    <w:uiPriority w:val="1"/>
    <w:qFormat/>
    <w:rsid w:val="00DA2D98"/>
    <w:rPr>
      <w:rFonts w:eastAsiaTheme="minorHAnsi" w:cstheme="minorBidi"/>
      <w:sz w:val="24"/>
      <w:szCs w:val="22"/>
      <w:lang w:eastAsia="en-US"/>
    </w:rPr>
  </w:style>
  <w:style w:type="table" w:styleId="Tabelraster">
    <w:name w:val="Table Grid"/>
    <w:basedOn w:val="Standaardtabel"/>
    <w:uiPriority w:val="59"/>
    <w:rsid w:val="00DA2D9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rsid w:val="00DA2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DA2D98"/>
    <w:rPr>
      <w:rFonts w:ascii="Tahoma" w:eastAsiaTheme="minorHAnsi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CB12B8"/>
    <w:pPr>
      <w:ind w:left="720"/>
      <w:contextualSpacing/>
    </w:pPr>
  </w:style>
  <w:style w:type="character" w:customStyle="1" w:styleId="KoptekstChar">
    <w:name w:val="Koptekst Char"/>
    <w:basedOn w:val="Standaardalinea-lettertype"/>
    <w:link w:val="Koptekst"/>
    <w:uiPriority w:val="99"/>
    <w:rsid w:val="0052780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DA2D9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Geenafstand">
    <w:name w:val="No Spacing"/>
    <w:uiPriority w:val="1"/>
    <w:qFormat/>
    <w:rsid w:val="00DA2D98"/>
    <w:rPr>
      <w:rFonts w:eastAsiaTheme="minorHAnsi" w:cstheme="minorBidi"/>
      <w:sz w:val="24"/>
      <w:szCs w:val="22"/>
      <w:lang w:eastAsia="en-US"/>
    </w:rPr>
  </w:style>
  <w:style w:type="table" w:styleId="Tabelraster">
    <w:name w:val="Table Grid"/>
    <w:basedOn w:val="Standaardtabel"/>
    <w:uiPriority w:val="59"/>
    <w:rsid w:val="00DA2D9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rsid w:val="00DA2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DA2D98"/>
    <w:rPr>
      <w:rFonts w:ascii="Tahoma" w:eastAsiaTheme="minorHAnsi" w:hAnsi="Tahoma" w:cs="Tahoma"/>
      <w:sz w:val="16"/>
      <w:szCs w:val="16"/>
      <w:lang w:eastAsia="en-US"/>
    </w:rPr>
  </w:style>
  <w:style w:type="paragraph" w:styleId="Lijstalinea">
    <w:name w:val="List Paragraph"/>
    <w:basedOn w:val="Standaard"/>
    <w:uiPriority w:val="34"/>
    <w:qFormat/>
    <w:rsid w:val="00CB12B8"/>
    <w:pPr>
      <w:ind w:left="720"/>
      <w:contextualSpacing/>
    </w:pPr>
  </w:style>
  <w:style w:type="character" w:customStyle="1" w:styleId="KoptekstChar">
    <w:name w:val="Koptekst Char"/>
    <w:basedOn w:val="Standaardalinea-lettertype"/>
    <w:link w:val="Koptekst"/>
    <w:uiPriority w:val="99"/>
    <w:rsid w:val="0052780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8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4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193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1764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491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0052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079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74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FD3C23EB4542408782224A8AC1C94C" ma:contentTypeVersion="0" ma:contentTypeDescription="Een nieuw document maken." ma:contentTypeScope="" ma:versionID="af6ef0cdc4879a3615b3402fd2b9c6df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A0019-5E9B-4C8A-83EF-C9E9F87AA92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DA896F8-F3E6-4B8E-86B2-2AA228321E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37ECE9-9F77-44BF-8788-670D12E57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C626B0-6F82-43C9-B2D0-81FE8CCA5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7FCE303D.dotm</Template>
  <TotalTime>347</TotalTime>
  <Pages>8</Pages>
  <Words>1299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7765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Frieling,  V.</dc:creator>
  <cp:lastModifiedBy> </cp:lastModifiedBy>
  <cp:revision>79</cp:revision>
  <cp:lastPrinted>2015-06-23T11:53:00Z</cp:lastPrinted>
  <dcterms:created xsi:type="dcterms:W3CDTF">2015-06-17T09:11:00Z</dcterms:created>
  <dcterms:modified xsi:type="dcterms:W3CDTF">2015-07-08T11:24:00Z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0x010100FDFD3C23EB4542408782224A8AC1C94C</vt:lpwstr>
  </property>
</Properties>
</file>