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6C3" w:rsidRDefault="008D16C3"/>
    <w:p w:rsidR="001940FC" w:rsidRPr="00DB7B35" w:rsidRDefault="001940FC" w:rsidP="001940FC">
      <w:pPr>
        <w:rPr>
          <w:rFonts w:ascii="Arial" w:hAnsi="Arial" w:cs="Arial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53F5B0F0" wp14:editId="1391C1B4">
            <wp:extent cx="2696845" cy="2696845"/>
            <wp:effectExtent l="0" t="0" r="8255" b="8255"/>
            <wp:docPr id="43" name="Afbeelding 43" descr="bak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kk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 </w:t>
      </w:r>
      <w:r w:rsidRPr="00DB7B35">
        <w:rPr>
          <w:noProof/>
          <w:lang w:eastAsia="nl-NL"/>
        </w:rPr>
        <w:drawing>
          <wp:inline distT="0" distB="0" distL="0" distR="0" wp14:anchorId="59C0DA0D" wp14:editId="5679FF63">
            <wp:extent cx="2696845" cy="2696845"/>
            <wp:effectExtent l="0" t="0" r="8255" b="8255"/>
            <wp:docPr id="42" name="Afbeelding 42" descr="taart%20verjaard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art%20verjaarda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bakker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</w:r>
      <w:bookmarkStart w:id="0" w:name="_GoBack"/>
      <w:bookmarkEnd w:id="0"/>
      <w:r w:rsidRPr="00DB7B35">
        <w:rPr>
          <w:rFonts w:ascii="Arial Narrow" w:hAnsi="Arial Narrow"/>
          <w:b/>
          <w:sz w:val="36"/>
          <w:szCs w:val="36"/>
        </w:rPr>
        <w:tab/>
        <w:t xml:space="preserve">      Je wilt een taart kopen</w:t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21474A90" wp14:editId="470448BC">
            <wp:extent cx="2696845" cy="2696845"/>
            <wp:effectExtent l="0" t="0" r="8255" b="8255"/>
            <wp:docPr id="41" name="Afbeelding 41" descr="brandweer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andweerm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 </w:t>
      </w:r>
      <w:r w:rsidRPr="00DB7B35">
        <w:rPr>
          <w:noProof/>
          <w:lang w:eastAsia="nl-NL"/>
        </w:rPr>
        <w:drawing>
          <wp:inline distT="0" distB="0" distL="0" distR="0" wp14:anchorId="0A6726A6" wp14:editId="32425352">
            <wp:extent cx="2696845" cy="2696845"/>
            <wp:effectExtent l="0" t="0" r="8255" b="8255"/>
            <wp:docPr id="40" name="Afbeelding 40" descr="b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a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brandweerman           Jouw huis staat in brand</w:t>
      </w:r>
    </w:p>
    <w:p w:rsidR="001940FC" w:rsidRPr="00DB7B35" w:rsidRDefault="001940FC" w:rsidP="001940FC"/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3583404A" wp14:editId="07462603">
            <wp:extent cx="2696845" cy="2696845"/>
            <wp:effectExtent l="0" t="0" r="8255" b="8255"/>
            <wp:docPr id="39" name="Afbeelding 39" descr="dok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okt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 </w:t>
      </w:r>
      <w:r w:rsidRPr="00DB7B35">
        <w:rPr>
          <w:noProof/>
          <w:lang w:eastAsia="nl-NL"/>
        </w:rPr>
        <w:drawing>
          <wp:inline distT="0" distB="0" distL="0" distR="0" wp14:anchorId="292CED60" wp14:editId="3B9B3CC3">
            <wp:extent cx="2696845" cy="2696845"/>
            <wp:effectExtent l="0" t="0" r="8255" b="8255"/>
            <wp:docPr id="38" name="Afbeelding 38" descr="gebroken%20been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broken%20been%20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dokter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 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Je hebt pijn aan je been</w:t>
      </w:r>
    </w:p>
    <w:p w:rsidR="001940FC" w:rsidRPr="00DB7B35" w:rsidRDefault="001940FC" w:rsidP="001940FC"/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4D76EA38" wp14:editId="660436F7">
            <wp:extent cx="2696845" cy="2696845"/>
            <wp:effectExtent l="0" t="0" r="8255" b="8255"/>
            <wp:docPr id="37" name="Afbeelding 37" descr="poli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olit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</w:t>
      </w:r>
      <w:r w:rsidRPr="00DB7B35">
        <w:rPr>
          <w:noProof/>
          <w:lang w:eastAsia="nl-NL"/>
        </w:rPr>
        <w:drawing>
          <wp:inline distT="0" distB="0" distL="0" distR="0" wp14:anchorId="4ABD8CA7" wp14:editId="64C9C439">
            <wp:extent cx="2696845" cy="2696845"/>
            <wp:effectExtent l="0" t="0" r="8255" b="8255"/>
            <wp:docPr id="36" name="Afbeelding 36" descr="budg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udge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politieman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Jouw portemonnee is gestolen</w:t>
      </w:r>
    </w:p>
    <w:p w:rsidR="001940FC" w:rsidRPr="00DB7B35" w:rsidRDefault="001940FC" w:rsidP="001940FC">
      <w:pPr>
        <w:ind w:firstLine="708"/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2B79AB94" wp14:editId="75B823AE">
            <wp:extent cx="2696845" cy="2696845"/>
            <wp:effectExtent l="0" t="0" r="8255" b="8255"/>
            <wp:docPr id="35" name="Afbeelding 35" descr="kap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kapp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</w:t>
      </w:r>
      <w:r w:rsidRPr="00DB7B35">
        <w:rPr>
          <w:noProof/>
          <w:lang w:eastAsia="nl-NL"/>
        </w:rPr>
        <w:drawing>
          <wp:inline distT="0" distB="0" distL="0" distR="0" wp14:anchorId="343DBF06" wp14:editId="3FD629EA">
            <wp:extent cx="2696845" cy="2696845"/>
            <wp:effectExtent l="0" t="0" r="8255" b="8255"/>
            <wp:docPr id="34" name="Afbeelding 34" descr="haar%20kammen%20l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aar%20kammen%20la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kapper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        Jouw haar is te lang</w:t>
      </w:r>
    </w:p>
    <w:p w:rsidR="001940FC" w:rsidRPr="00DB7B35" w:rsidRDefault="001940FC" w:rsidP="001940FC">
      <w:pPr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1612BC98" wp14:editId="67D9CABD">
            <wp:extent cx="2696845" cy="2696845"/>
            <wp:effectExtent l="0" t="0" r="8255" b="8255"/>
            <wp:docPr id="33" name="Afbeelding 33" descr="katjes%20dierenwinkel%20do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atjes%20dierenwinkel%20doe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</w:t>
      </w:r>
      <w:r w:rsidRPr="00DB7B35">
        <w:rPr>
          <w:noProof/>
          <w:lang w:eastAsia="nl-NL"/>
        </w:rPr>
        <w:drawing>
          <wp:inline distT="0" distB="0" distL="0" distR="0" wp14:anchorId="2943A55B" wp14:editId="232B4EBB">
            <wp:extent cx="2696845" cy="2696845"/>
            <wp:effectExtent l="0" t="0" r="8255" b="8255"/>
            <wp:docPr id="32" name="Afbeelding 32" descr="k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ka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dierenverkoper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Je wilt een kat kopen</w:t>
      </w:r>
    </w:p>
    <w:p w:rsidR="001940FC" w:rsidRPr="00DB7B35" w:rsidRDefault="001940FC" w:rsidP="001940FC">
      <w:pPr>
        <w:tabs>
          <w:tab w:val="left" w:pos="1035"/>
        </w:tabs>
      </w:pPr>
      <w:r w:rsidRPr="00DB7B35">
        <w:tab/>
      </w: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4F781807" wp14:editId="4D3E91F2">
            <wp:extent cx="2696845" cy="2696845"/>
            <wp:effectExtent l="0" t="0" r="8255" b="8255"/>
            <wp:docPr id="31" name="Afbeelding 31" descr="geschenkenbe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schenkenbeur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</w:t>
      </w:r>
      <w:r w:rsidRPr="00DB7B35">
        <w:rPr>
          <w:noProof/>
          <w:lang w:eastAsia="nl-NL"/>
        </w:rPr>
        <w:drawing>
          <wp:inline distT="0" distB="0" distL="0" distR="0" wp14:anchorId="7471BCBD" wp14:editId="4A6297F8">
            <wp:extent cx="2696845" cy="2696845"/>
            <wp:effectExtent l="0" t="0" r="8255" b="8255"/>
            <wp:docPr id="30" name="Afbeelding 30" descr="gesche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schenk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verkoper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Je wilt een cadeau kopen</w:t>
      </w:r>
    </w:p>
    <w:p w:rsidR="001940FC" w:rsidRPr="00DB7B35" w:rsidRDefault="001940FC" w:rsidP="001940FC">
      <w:pPr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436CE1EE" wp14:editId="43244353">
            <wp:extent cx="2696845" cy="2696845"/>
            <wp:effectExtent l="0" t="0" r="8255" b="8255"/>
            <wp:docPr id="29" name="Afbeelding 29" descr="Auto%20kui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uto%20kuise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61379527" wp14:editId="2C61D661">
            <wp:extent cx="2696845" cy="2696845"/>
            <wp:effectExtent l="0" t="0" r="8255" b="8255"/>
            <wp:docPr id="28" name="Afbeelding 28" descr="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auto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autowasser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Jouw auto is vies</w:t>
      </w:r>
    </w:p>
    <w:p w:rsidR="001940FC" w:rsidRPr="00DB7B35" w:rsidRDefault="001940FC" w:rsidP="001940FC">
      <w:pPr>
        <w:rPr>
          <w:rFonts w:ascii="Arial" w:hAnsi="Arial" w:cs="Arial"/>
        </w:rPr>
      </w:pPr>
    </w:p>
    <w:p w:rsidR="001940FC" w:rsidRPr="00DB7B35" w:rsidRDefault="001940FC" w:rsidP="001940FC">
      <w:pPr>
        <w:rPr>
          <w:rFonts w:ascii="Arial" w:hAnsi="Arial" w:cs="Arial"/>
        </w:rPr>
      </w:pPr>
    </w:p>
    <w:p w:rsidR="001940FC" w:rsidRPr="00DB7B35" w:rsidRDefault="001940FC" w:rsidP="001940FC">
      <w:pPr>
        <w:rPr>
          <w:rFonts w:ascii="Arial" w:hAnsi="Arial" w:cs="Arial"/>
          <w:b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406A1F94" wp14:editId="424A5086">
            <wp:extent cx="2696845" cy="2696845"/>
            <wp:effectExtent l="0" t="0" r="8255" b="8255"/>
            <wp:docPr id="27" name="Afbeelding 27" descr="bier%20tap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ier%20tappe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380003C4" wp14:editId="739D3CEF">
            <wp:extent cx="2696845" cy="2696845"/>
            <wp:effectExtent l="0" t="0" r="8255" b="8255"/>
            <wp:docPr id="26" name="Afbeelding 26" descr="b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e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r w:rsidRPr="00DB7B35">
        <w:rPr>
          <w:rFonts w:ascii="Arial Narrow" w:hAnsi="Arial Narrow"/>
          <w:b/>
          <w:sz w:val="36"/>
          <w:szCs w:val="36"/>
        </w:rPr>
        <w:t>Je bent een barman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drinken bestellen</w:t>
      </w:r>
    </w:p>
    <w:p w:rsidR="001940FC" w:rsidRPr="00DB7B35" w:rsidRDefault="001940FC" w:rsidP="001940FC"/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723788A5" wp14:editId="57820A77">
            <wp:extent cx="2696845" cy="2696845"/>
            <wp:effectExtent l="0" t="0" r="8255" b="8255"/>
            <wp:docPr id="25" name="Afbeelding 25" descr="boerderi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oerderij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32D8600E" wp14:editId="31E9D759">
            <wp:extent cx="2696845" cy="2696845"/>
            <wp:effectExtent l="0" t="0" r="8255" b="8255"/>
            <wp:docPr id="24" name="Afbeelding 24" descr="ei%20do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i%20doos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r w:rsidRPr="00DB7B35">
        <w:rPr>
          <w:rFonts w:ascii="Arial Narrow" w:hAnsi="Arial Narrow"/>
          <w:b/>
          <w:sz w:val="36"/>
          <w:szCs w:val="36"/>
        </w:rPr>
        <w:t>Je bent een boer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verse eieren kopen</w:t>
      </w:r>
    </w:p>
    <w:p w:rsidR="001940FC" w:rsidRPr="00DB7B35" w:rsidRDefault="001940FC" w:rsidP="001940FC">
      <w:pPr>
        <w:tabs>
          <w:tab w:val="left" w:pos="1155"/>
        </w:tabs>
        <w:rPr>
          <w:sz w:val="36"/>
          <w:szCs w:val="36"/>
        </w:rPr>
      </w:pPr>
      <w:r w:rsidRPr="00DB7B35">
        <w:tab/>
      </w: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72F73823" wp14:editId="11318982">
            <wp:extent cx="2696845" cy="2696845"/>
            <wp:effectExtent l="0" t="0" r="8255" b="8255"/>
            <wp:docPr id="23" name="Afbeelding 23" descr="postb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ostbod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3474FE31" wp14:editId="07487FF6">
            <wp:extent cx="2696845" cy="2696845"/>
            <wp:effectExtent l="0" t="0" r="8255" b="8255"/>
            <wp:docPr id="22" name="Afbeelding 22" descr="bri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rie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postbode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 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een brief posten</w:t>
      </w:r>
    </w:p>
    <w:p w:rsidR="001940FC" w:rsidRPr="00DB7B35" w:rsidRDefault="001940FC" w:rsidP="001940FC">
      <w:pPr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0361B1E6" wp14:editId="55F27A81">
            <wp:extent cx="2696845" cy="2696845"/>
            <wp:effectExtent l="0" t="0" r="8255" b="8255"/>
            <wp:docPr id="21" name="Afbeelding 21" descr="ooga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oogarts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5252784F" wp14:editId="40DE598C">
            <wp:extent cx="2696845" cy="2696845"/>
            <wp:effectExtent l="0" t="0" r="8255" b="8255"/>
            <wp:docPr id="20" name="Afbeelding 20" descr="br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ril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opticien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hebt een bril nodig</w:t>
      </w:r>
    </w:p>
    <w:p w:rsidR="001940FC" w:rsidRPr="00DB7B35" w:rsidRDefault="001940FC" w:rsidP="001940FC">
      <w:r w:rsidRPr="00DB7B35">
        <w:t xml:space="preserve">         </w:t>
      </w: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2D1E2A73" wp14:editId="794F4867">
            <wp:extent cx="2696845" cy="2696845"/>
            <wp:effectExtent l="0" t="0" r="8255" b="8255"/>
            <wp:docPr id="19" name="Afbeelding 19" descr="fiets%20onderh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iets%20onderhou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71999452" wp14:editId="2BDC0633">
            <wp:extent cx="2696845" cy="2696845"/>
            <wp:effectExtent l="0" t="0" r="8255" b="8255"/>
            <wp:docPr id="18" name="Afbeelding 18" descr="fiets%20bots%20fi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iets%20bots%20fiets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fietsenmaker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Jouw fiets is kapot</w:t>
      </w:r>
    </w:p>
    <w:p w:rsidR="001940FC" w:rsidRPr="00DB7B35" w:rsidRDefault="001940FC" w:rsidP="001940FC">
      <w:pPr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32E6A879" wp14:editId="55D9EA8B">
            <wp:extent cx="2696845" cy="2696845"/>
            <wp:effectExtent l="0" t="0" r="8255" b="8255"/>
            <wp:docPr id="17" name="Afbeelding 17" descr="buschauffe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uschauffeur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2407C65E" wp14:editId="5951BEE4">
            <wp:extent cx="2696845" cy="2696845"/>
            <wp:effectExtent l="0" t="0" r="8255" b="8255"/>
            <wp:docPr id="16" name="Afbeelding 16" descr="bushalte%20delij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ushalte%20delijn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buschauffeur             Je wacht op de bus</w:t>
      </w:r>
    </w:p>
    <w:p w:rsidR="001940FC" w:rsidRPr="00DB7B35" w:rsidRDefault="001940FC" w:rsidP="001940FC">
      <w:pPr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30151A41" wp14:editId="349CF8E5">
            <wp:extent cx="2696845" cy="2696845"/>
            <wp:effectExtent l="0" t="0" r="8255" b="8255"/>
            <wp:docPr id="15" name="Afbeelding 15" descr="fotogra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otograa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05053566" wp14:editId="33DE331E">
            <wp:extent cx="2696845" cy="2696845"/>
            <wp:effectExtent l="0" t="0" r="8255" b="8255"/>
            <wp:docPr id="14" name="Afbeelding 14" descr="fototoes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ototoestel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fotograaf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een foto laten maken</w:t>
      </w: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6E5BCE0D" wp14:editId="52FCC5DA">
            <wp:extent cx="2696845" cy="2696845"/>
            <wp:effectExtent l="0" t="0" r="8255" b="8255"/>
            <wp:docPr id="13" name="Afbeelding 13" descr="sla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lager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</w:t>
      </w:r>
      <w:r w:rsidRPr="00DB7B35">
        <w:rPr>
          <w:noProof/>
          <w:lang w:eastAsia="nl-NL"/>
        </w:rPr>
        <w:drawing>
          <wp:inline distT="0" distB="0" distL="0" distR="0" wp14:anchorId="463F2312" wp14:editId="7F31526F">
            <wp:extent cx="2696845" cy="2696845"/>
            <wp:effectExtent l="0" t="0" r="8255" b="8255"/>
            <wp:docPr id="12" name="Afbeelding 12" descr="gebraad%20r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gebraad%20rund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slager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</w:t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vlees kopen</w:t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tab/>
      </w: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223477EB" wp14:editId="51E93522">
            <wp:extent cx="2696845" cy="2696845"/>
            <wp:effectExtent l="0" t="0" r="8255" b="8255"/>
            <wp:docPr id="11" name="Afbeelding 11" descr="k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ko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 </w:t>
      </w:r>
      <w:r w:rsidRPr="00DB7B35">
        <w:rPr>
          <w:noProof/>
          <w:lang w:eastAsia="nl-NL"/>
        </w:rPr>
        <w:drawing>
          <wp:inline distT="0" distB="0" distL="0" distR="0" wp14:anchorId="7AA82D1E" wp14:editId="20D7DAF3">
            <wp:extent cx="2696845" cy="2696845"/>
            <wp:effectExtent l="0" t="0" r="8255" b="8255"/>
            <wp:docPr id="10" name="Afbeelding 10" descr="ho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onger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 xml:space="preserve">Je bent een kok  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uit eten gaan</w:t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13F76A48" wp14:editId="15B50302">
            <wp:extent cx="2696845" cy="2696845"/>
            <wp:effectExtent l="0" t="0" r="8255" b="8255"/>
            <wp:docPr id="9" name="Afbeelding 9" descr="apothe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potheek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5C4115B4" wp14:editId="47EA7A26">
            <wp:extent cx="2696845" cy="2696845"/>
            <wp:effectExtent l="0" t="0" r="8255" b="8255"/>
            <wp:docPr id="8" name="Afbeelding 8" descr="medicatie%20capsu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medicatie%20capsules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apotheker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hebt medicijnen nodig</w:t>
      </w:r>
    </w:p>
    <w:p w:rsidR="001940FC" w:rsidRPr="00DB7B35" w:rsidRDefault="001940FC" w:rsidP="001940FC"/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095CE2E4" wp14:editId="4B790B8F">
            <wp:extent cx="2696845" cy="2696845"/>
            <wp:effectExtent l="0" t="0" r="8255" b="8255"/>
            <wp:docPr id="7" name="Afbeelding 7" descr="Oosterse%20spor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Oosterse%20sporten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7DBD58C5" wp14:editId="64036604">
            <wp:extent cx="2696845" cy="2696845"/>
            <wp:effectExtent l="0" t="0" r="8255" b="8255"/>
            <wp:docPr id="6" name="Afbeelding 6" descr="ste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sterk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sportleraar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wilt sterk worden</w:t>
      </w:r>
    </w:p>
    <w:p w:rsidR="001940FC" w:rsidRPr="00DB7B35" w:rsidRDefault="001940FC" w:rsidP="001940FC">
      <w:pPr>
        <w:rPr>
          <w:sz w:val="36"/>
          <w:szCs w:val="36"/>
        </w:rPr>
      </w:pPr>
    </w:p>
    <w:p w:rsidR="001940FC" w:rsidRPr="00DB7B35" w:rsidRDefault="001940FC" w:rsidP="001940FC">
      <w:r w:rsidRPr="00DB7B35">
        <w:rPr>
          <w:noProof/>
          <w:lang w:eastAsia="nl-NL"/>
        </w:rPr>
        <w:drawing>
          <wp:inline distT="0" distB="0" distL="0" distR="0" wp14:anchorId="716D893B" wp14:editId="12369E36">
            <wp:extent cx="2696845" cy="2696845"/>
            <wp:effectExtent l="0" t="0" r="8255" b="8255"/>
            <wp:docPr id="5" name="Afbeelding 5" descr="tandarts%20onderzo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tandarts%20onderzoek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 </w:t>
      </w:r>
      <w:r w:rsidRPr="00DB7B35">
        <w:rPr>
          <w:noProof/>
          <w:lang w:eastAsia="nl-NL"/>
        </w:rPr>
        <w:drawing>
          <wp:inline distT="0" distB="0" distL="0" distR="0" wp14:anchorId="5460482B" wp14:editId="0CBD8F90">
            <wp:extent cx="2696845" cy="2696845"/>
            <wp:effectExtent l="0" t="0" r="8255" b="8255"/>
            <wp:docPr id="4" name="Afbeelding 4" descr="tandpijn%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tandpijn%20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tandarts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 Je hebt kiespijn</w:t>
      </w:r>
    </w:p>
    <w:p w:rsidR="001940FC" w:rsidRPr="00DB7B35" w:rsidRDefault="001940FC" w:rsidP="001940FC">
      <w:pPr>
        <w:tabs>
          <w:tab w:val="left" w:pos="1335"/>
        </w:tabs>
        <w:rPr>
          <w:sz w:val="36"/>
          <w:szCs w:val="36"/>
        </w:rPr>
      </w:pPr>
      <w:r w:rsidRPr="00DB7B35">
        <w:tab/>
      </w:r>
    </w:p>
    <w:p w:rsidR="001940FC" w:rsidRPr="00DB7B35" w:rsidRDefault="001940FC" w:rsidP="001940FC">
      <w:r w:rsidRPr="00DB7B35">
        <w:rPr>
          <w:noProof/>
          <w:lang w:eastAsia="nl-NL"/>
        </w:rPr>
        <w:lastRenderedPageBreak/>
        <w:drawing>
          <wp:inline distT="0" distB="0" distL="0" distR="0" wp14:anchorId="5F39370A" wp14:editId="31016F86">
            <wp:extent cx="2696845" cy="2696845"/>
            <wp:effectExtent l="0" t="0" r="8255" b="8255"/>
            <wp:docPr id="3" name="Afbeelding 3" descr="verpleeg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verpleegster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7B35">
        <w:t xml:space="preserve">      </w:t>
      </w:r>
      <w:r w:rsidRPr="00DB7B35">
        <w:rPr>
          <w:noProof/>
          <w:lang w:eastAsia="nl-NL"/>
        </w:rPr>
        <w:drawing>
          <wp:inline distT="0" distB="0" distL="0" distR="0" wp14:anchorId="1F2028F2" wp14:editId="2FCF8769">
            <wp:extent cx="2696845" cy="2696845"/>
            <wp:effectExtent l="0" t="0" r="8255" b="8255"/>
            <wp:docPr id="2" name="Afbeelding 2" descr="zwan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zwanger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269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0FC" w:rsidRPr="00DB7B35" w:rsidRDefault="001940FC" w:rsidP="001940FC">
      <w:pPr>
        <w:rPr>
          <w:rFonts w:ascii="Arial Narrow" w:hAnsi="Arial Narrow"/>
          <w:b/>
          <w:sz w:val="36"/>
          <w:szCs w:val="36"/>
        </w:rPr>
      </w:pPr>
      <w:r w:rsidRPr="00DB7B35">
        <w:rPr>
          <w:rFonts w:ascii="Arial Narrow" w:hAnsi="Arial Narrow"/>
          <w:b/>
          <w:sz w:val="36"/>
          <w:szCs w:val="36"/>
        </w:rPr>
        <w:t>Je bent een verpleegster</w:t>
      </w:r>
      <w:r w:rsidRPr="00DB7B35">
        <w:rPr>
          <w:rFonts w:ascii="Arial Narrow" w:hAnsi="Arial Narrow"/>
          <w:b/>
          <w:sz w:val="36"/>
          <w:szCs w:val="36"/>
        </w:rPr>
        <w:tab/>
      </w:r>
      <w:r w:rsidRPr="00DB7B35">
        <w:rPr>
          <w:rFonts w:ascii="Arial Narrow" w:hAnsi="Arial Narrow"/>
          <w:b/>
          <w:sz w:val="36"/>
          <w:szCs w:val="36"/>
        </w:rPr>
        <w:tab/>
        <w:t xml:space="preserve">    Je bent zwanger</w:t>
      </w:r>
    </w:p>
    <w:p w:rsidR="001940FC" w:rsidRDefault="001940FC" w:rsidP="001940FC"/>
    <w:sectPr w:rsidR="00194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FC"/>
    <w:rsid w:val="001940FC"/>
    <w:rsid w:val="008D16C3"/>
    <w:rsid w:val="00B5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40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40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940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9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40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89E880E1</Template>
  <TotalTime>1</TotalTime>
  <Pages>11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Romijn,J.</dc:creator>
  <cp:lastModifiedBy>Romijn,J.</cp:lastModifiedBy>
  <cp:revision>2</cp:revision>
  <dcterms:created xsi:type="dcterms:W3CDTF">2016-04-12T13:40:00Z</dcterms:created>
  <dcterms:modified xsi:type="dcterms:W3CDTF">2016-04-12T13:40:00Z</dcterms:modified>
</cp:coreProperties>
</file>