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54651D">
      <w:pPr>
        <w:rPr>
          <w:b/>
          <w:sz w:val="28"/>
          <w:szCs w:val="28"/>
        </w:rPr>
      </w:pPr>
      <w:r w:rsidRPr="0054651D">
        <w:rPr>
          <w:b/>
          <w:sz w:val="28"/>
          <w:szCs w:val="28"/>
        </w:rPr>
        <w:t>Opdrachten inmeten en uitzetten.</w:t>
      </w:r>
    </w:p>
    <w:p w:rsidR="0054651D" w:rsidRPr="0054651D" w:rsidRDefault="0054651D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 1 HKS</w:t>
      </w:r>
    </w:p>
    <w:p w:rsidR="0054651D" w:rsidRPr="0054651D" w:rsidRDefault="0054651D">
      <w:pPr>
        <w:rPr>
          <w:sz w:val="28"/>
          <w:szCs w:val="28"/>
        </w:rPr>
      </w:pPr>
    </w:p>
    <w:p w:rsidR="0054651D" w:rsidRDefault="0054651D" w:rsidP="0054651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4651D">
        <w:rPr>
          <w:sz w:val="28"/>
          <w:szCs w:val="28"/>
        </w:rPr>
        <w:t xml:space="preserve">De docent heeft 4 piketten uitgezet. </w:t>
      </w:r>
    </w:p>
    <w:p w:rsidR="0054651D" w:rsidRPr="0054651D" w:rsidRDefault="0054651D" w:rsidP="0054651D">
      <w:pPr>
        <w:pStyle w:val="Lijstalinea"/>
        <w:rPr>
          <w:sz w:val="28"/>
          <w:szCs w:val="28"/>
        </w:rPr>
      </w:pPr>
      <w:r w:rsidRPr="0054651D">
        <w:rPr>
          <w:sz w:val="28"/>
          <w:szCs w:val="28"/>
        </w:rPr>
        <w:t>Meet de 4 punten in en maak een tekening schaal 1:100.</w:t>
      </w:r>
    </w:p>
    <w:p w:rsidR="0054651D" w:rsidRPr="0054651D" w:rsidRDefault="0054651D" w:rsidP="0054651D">
      <w:pPr>
        <w:pStyle w:val="Lijstalinea"/>
        <w:rPr>
          <w:sz w:val="28"/>
          <w:szCs w:val="28"/>
        </w:rPr>
      </w:pPr>
      <w:r w:rsidRPr="0054651D">
        <w:rPr>
          <w:sz w:val="28"/>
          <w:szCs w:val="28"/>
        </w:rPr>
        <w:t>Geef ook de Noordpijl aan in deze tekening.</w:t>
      </w:r>
    </w:p>
    <w:p w:rsidR="0054651D" w:rsidRPr="0054651D" w:rsidRDefault="0054651D" w:rsidP="0054651D">
      <w:pPr>
        <w:pStyle w:val="Lijstalinea"/>
        <w:rPr>
          <w:sz w:val="28"/>
          <w:szCs w:val="28"/>
        </w:rPr>
      </w:pPr>
    </w:p>
    <w:p w:rsidR="0054651D" w:rsidRDefault="0054651D" w:rsidP="0054651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4651D">
        <w:rPr>
          <w:sz w:val="28"/>
          <w:szCs w:val="28"/>
        </w:rPr>
        <w:t xml:space="preserve">De docent zet op je tekening 2 punten. </w:t>
      </w:r>
    </w:p>
    <w:p w:rsidR="0054651D" w:rsidRPr="0054651D" w:rsidRDefault="0054651D" w:rsidP="0054651D">
      <w:pPr>
        <w:pStyle w:val="Lijstalinea"/>
        <w:rPr>
          <w:sz w:val="28"/>
          <w:szCs w:val="28"/>
        </w:rPr>
      </w:pPr>
      <w:r w:rsidRPr="0054651D">
        <w:rPr>
          <w:sz w:val="28"/>
          <w:szCs w:val="28"/>
        </w:rPr>
        <w:t>Plaats 2 jalons op de plek waar de stippen staan.</w:t>
      </w:r>
    </w:p>
    <w:p w:rsidR="0054651D" w:rsidRPr="0054651D" w:rsidRDefault="0054651D" w:rsidP="0054651D">
      <w:pPr>
        <w:pStyle w:val="Lijstalinea"/>
        <w:rPr>
          <w:sz w:val="28"/>
          <w:szCs w:val="28"/>
        </w:rPr>
      </w:pPr>
    </w:p>
    <w:p w:rsidR="0054651D" w:rsidRDefault="0054651D" w:rsidP="0054651D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4651D">
        <w:rPr>
          <w:sz w:val="28"/>
          <w:szCs w:val="28"/>
        </w:rPr>
        <w:t xml:space="preserve">Zet een vierkant uit van 4 bij 4 meter met hulp van een zwevende hoek. Meet de diagonaal op. </w:t>
      </w:r>
    </w:p>
    <w:p w:rsidR="0054651D" w:rsidRPr="0054651D" w:rsidRDefault="0054651D" w:rsidP="0054651D">
      <w:pPr>
        <w:pStyle w:val="Lijstalinea"/>
        <w:rPr>
          <w:sz w:val="28"/>
          <w:szCs w:val="28"/>
        </w:rPr>
      </w:pPr>
      <w:r w:rsidRPr="0054651D">
        <w:rPr>
          <w:sz w:val="28"/>
          <w:szCs w:val="28"/>
        </w:rPr>
        <w:t>Niveau 3</w:t>
      </w:r>
      <w:r>
        <w:rPr>
          <w:sz w:val="28"/>
          <w:szCs w:val="28"/>
        </w:rPr>
        <w:t xml:space="preserve"> en 4</w:t>
      </w:r>
      <w:r w:rsidRPr="0054651D">
        <w:rPr>
          <w:sz w:val="28"/>
          <w:szCs w:val="28"/>
        </w:rPr>
        <w:t xml:space="preserve"> berekent met hulp van de stelling van Pythagoras of dit </w:t>
      </w:r>
      <w:r>
        <w:rPr>
          <w:sz w:val="28"/>
          <w:szCs w:val="28"/>
        </w:rPr>
        <w:t xml:space="preserve">getal </w:t>
      </w:r>
      <w:r w:rsidRPr="0054651D">
        <w:rPr>
          <w:sz w:val="28"/>
          <w:szCs w:val="28"/>
        </w:rPr>
        <w:t>klopt.</w:t>
      </w:r>
    </w:p>
    <w:p w:rsidR="0054651D" w:rsidRPr="0054651D" w:rsidRDefault="0054651D" w:rsidP="0054651D">
      <w:pPr>
        <w:pStyle w:val="Lijstalinea"/>
        <w:rPr>
          <w:sz w:val="28"/>
          <w:szCs w:val="28"/>
        </w:rPr>
      </w:pPr>
    </w:p>
    <w:p w:rsidR="00326CBF" w:rsidRPr="00326CBF" w:rsidRDefault="0054651D" w:rsidP="00326CBF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54651D">
        <w:rPr>
          <w:sz w:val="28"/>
          <w:szCs w:val="28"/>
        </w:rPr>
        <w:t>Meet de omtrek op en niveau 2 bereken het oppervlakte</w:t>
      </w:r>
      <w:r>
        <w:t xml:space="preserve"> </w:t>
      </w:r>
      <w:r w:rsidRPr="0054651D">
        <w:rPr>
          <w:sz w:val="28"/>
          <w:szCs w:val="28"/>
        </w:rPr>
        <w:t>van dit vierkant.</w:t>
      </w:r>
      <w:bookmarkStart w:id="0" w:name="_GoBack"/>
      <w:bookmarkEnd w:id="0"/>
    </w:p>
    <w:sectPr w:rsidR="00326CBF" w:rsidRPr="00326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65AC4"/>
    <w:multiLevelType w:val="hybridMultilevel"/>
    <w:tmpl w:val="B7BC2D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51D"/>
    <w:rsid w:val="001B5526"/>
    <w:rsid w:val="00326CBF"/>
    <w:rsid w:val="0054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2E6F5"/>
  <w15:chartTrackingRefBased/>
  <w15:docId w15:val="{7DD8A42A-01F2-4CED-9972-565A114E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4651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46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6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F43B52B6</Template>
  <TotalTime>9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3</cp:revision>
  <cp:lastPrinted>2017-10-04T08:32:00Z</cp:lastPrinted>
  <dcterms:created xsi:type="dcterms:W3CDTF">2017-10-04T08:25:00Z</dcterms:created>
  <dcterms:modified xsi:type="dcterms:W3CDTF">2017-10-04T08:34:00Z</dcterms:modified>
</cp:coreProperties>
</file>