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526" w:rsidRPr="00F8392C" w:rsidRDefault="009275AF">
      <w:pPr>
        <w:rPr>
          <w:b/>
          <w:sz w:val="40"/>
          <w:szCs w:val="40"/>
        </w:rPr>
      </w:pPr>
      <w:r w:rsidRPr="00F8392C">
        <w:rPr>
          <w:b/>
          <w:sz w:val="40"/>
          <w:szCs w:val="40"/>
        </w:rPr>
        <w:t>Opdracht onkruid</w:t>
      </w:r>
      <w:r w:rsidR="001051E7">
        <w:rPr>
          <w:b/>
          <w:sz w:val="40"/>
          <w:szCs w:val="40"/>
        </w:rPr>
        <w:t xml:space="preserve"> in beplanting</w:t>
      </w:r>
      <w:bookmarkStart w:id="0" w:name="_GoBack"/>
      <w:bookmarkEnd w:id="0"/>
    </w:p>
    <w:p w:rsidR="009275AF" w:rsidRDefault="009275AF">
      <w:r>
        <w:t>In een tuin of park  kun je verschillende onkruiden tegen komen in de beplanting.</w:t>
      </w:r>
    </w:p>
    <w:p w:rsidR="009275AF" w:rsidRDefault="009275AF" w:rsidP="009275AF">
      <w:pPr>
        <w:pStyle w:val="Lijstalinea"/>
        <w:numPr>
          <w:ilvl w:val="0"/>
          <w:numId w:val="1"/>
        </w:numPr>
      </w:pPr>
      <w:r>
        <w:t xml:space="preserve">Beschrijf op welke wijze je zaadonkruiden, planten met penwortels en wortelonkruiden het best kunt bestrijden in een </w:t>
      </w:r>
      <w:proofErr w:type="spellStart"/>
      <w:r>
        <w:t>plantvak</w:t>
      </w:r>
      <w:proofErr w:type="spellEnd"/>
      <w:r>
        <w:t>. Vul hiervoor onderstaande tabel in.</w:t>
      </w:r>
    </w:p>
    <w:p w:rsidR="009275AF" w:rsidRDefault="009275AF" w:rsidP="009275AF">
      <w:pPr>
        <w:pStyle w:val="Lijstalinea"/>
        <w:numPr>
          <w:ilvl w:val="0"/>
          <w:numId w:val="1"/>
        </w:numPr>
      </w:pPr>
      <w:r>
        <w:t>Bespreek de antwoorden met de docent.</w:t>
      </w:r>
    </w:p>
    <w:p w:rsidR="009275AF" w:rsidRDefault="009275AF" w:rsidP="009275AF">
      <w:pPr>
        <w:pStyle w:val="Lijstalinea"/>
      </w:pPr>
    </w:p>
    <w:p w:rsidR="009275AF" w:rsidRDefault="009275AF" w:rsidP="009275AF">
      <w:pPr>
        <w:pStyle w:val="Lijstalinea"/>
        <w:numPr>
          <w:ilvl w:val="0"/>
          <w:numId w:val="1"/>
        </w:numPr>
      </w:pPr>
      <w:r>
        <w:t xml:space="preserve">Zoek de volgende onkruiden op </w:t>
      </w:r>
      <w:proofErr w:type="spellStart"/>
      <w:r>
        <w:t>op</w:t>
      </w:r>
      <w:proofErr w:type="spellEnd"/>
      <w:r>
        <w:t xml:space="preserve"> de website </w:t>
      </w:r>
      <w:hyperlink r:id="rId5" w:history="1">
        <w:r w:rsidRPr="0018282D">
          <w:rPr>
            <w:rStyle w:val="Hyperlink"/>
          </w:rPr>
          <w:t>www.wilde-planten.nl</w:t>
        </w:r>
      </w:hyperlink>
      <w:r>
        <w:t xml:space="preserve"> of de website </w:t>
      </w:r>
      <w:hyperlink r:id="rId6" w:history="1">
        <w:r w:rsidRPr="0018282D">
          <w:rPr>
            <w:rStyle w:val="Hyperlink"/>
          </w:rPr>
          <w:t>www.floravannederland.nl</w:t>
        </w:r>
      </w:hyperlink>
      <w:r w:rsidR="00F8392C">
        <w:t>. Zoek een plaatje op van de plant en zet de naam en het plaatje in de tabel.</w:t>
      </w:r>
    </w:p>
    <w:p w:rsidR="009275AF" w:rsidRDefault="009275AF" w:rsidP="009275AF">
      <w:pPr>
        <w:pStyle w:val="Lijstalinea"/>
      </w:pPr>
    </w:p>
    <w:p w:rsidR="009275AF" w:rsidRDefault="00F8392C" w:rsidP="009275AF">
      <w:pPr>
        <w:pStyle w:val="Lijstalinea"/>
        <w:numPr>
          <w:ilvl w:val="0"/>
          <w:numId w:val="2"/>
        </w:numPr>
      </w:pPr>
      <w:r>
        <w:t xml:space="preserve">Grote </w:t>
      </w:r>
      <w:r w:rsidR="009275AF">
        <w:t>Brandnetel</w:t>
      </w:r>
    </w:p>
    <w:p w:rsidR="009275AF" w:rsidRDefault="009275AF" w:rsidP="009275AF">
      <w:pPr>
        <w:pStyle w:val="Lijstalinea"/>
        <w:numPr>
          <w:ilvl w:val="0"/>
          <w:numId w:val="2"/>
        </w:numPr>
      </w:pPr>
      <w:r>
        <w:t>(vogel)muur</w:t>
      </w:r>
    </w:p>
    <w:p w:rsidR="009275AF" w:rsidRDefault="009275AF" w:rsidP="009275AF">
      <w:pPr>
        <w:pStyle w:val="Lijstalinea"/>
        <w:numPr>
          <w:ilvl w:val="0"/>
          <w:numId w:val="2"/>
        </w:numPr>
      </w:pPr>
      <w:r>
        <w:t>Kweek (gras)</w:t>
      </w:r>
    </w:p>
    <w:p w:rsidR="009275AF" w:rsidRDefault="009275AF" w:rsidP="009275AF">
      <w:pPr>
        <w:pStyle w:val="Lijstalinea"/>
        <w:numPr>
          <w:ilvl w:val="0"/>
          <w:numId w:val="2"/>
        </w:numPr>
      </w:pPr>
      <w:r>
        <w:t>Paardenbloem</w:t>
      </w:r>
    </w:p>
    <w:p w:rsidR="009275AF" w:rsidRDefault="00F8392C" w:rsidP="009275AF">
      <w:pPr>
        <w:pStyle w:val="Lijstalinea"/>
        <w:numPr>
          <w:ilvl w:val="0"/>
          <w:numId w:val="2"/>
        </w:numPr>
      </w:pPr>
      <w:r>
        <w:t>Kleine veldkers</w:t>
      </w:r>
    </w:p>
    <w:p w:rsidR="009275AF" w:rsidRDefault="009275AF" w:rsidP="009275AF">
      <w:pPr>
        <w:pStyle w:val="Lijstalinea"/>
        <w:numPr>
          <w:ilvl w:val="0"/>
          <w:numId w:val="2"/>
        </w:numPr>
      </w:pPr>
      <w:r>
        <w:t>Ridderzuring</w:t>
      </w:r>
    </w:p>
    <w:p w:rsidR="009275AF" w:rsidRDefault="009275AF" w:rsidP="009275AF">
      <w:pPr>
        <w:pStyle w:val="Lijstalinea"/>
        <w:numPr>
          <w:ilvl w:val="0"/>
          <w:numId w:val="2"/>
        </w:numPr>
      </w:pPr>
      <w:r>
        <w:t>Zevenblad</w:t>
      </w:r>
    </w:p>
    <w:p w:rsidR="009275AF" w:rsidRDefault="00F8392C" w:rsidP="009275AF">
      <w:pPr>
        <w:pStyle w:val="Lijstalinea"/>
        <w:numPr>
          <w:ilvl w:val="0"/>
          <w:numId w:val="2"/>
        </w:numPr>
      </w:pPr>
      <w:r>
        <w:t>Brede Weegbree</w:t>
      </w:r>
    </w:p>
    <w:p w:rsidR="00F8392C" w:rsidRDefault="00F8392C" w:rsidP="009275AF">
      <w:pPr>
        <w:pStyle w:val="Lijstalinea"/>
        <w:numPr>
          <w:ilvl w:val="0"/>
          <w:numId w:val="2"/>
        </w:numPr>
      </w:pPr>
      <w:r>
        <w:t xml:space="preserve">Melde, </w:t>
      </w:r>
      <w:proofErr w:type="spellStart"/>
      <w:r>
        <w:t>melganzevoet</w:t>
      </w:r>
      <w:proofErr w:type="spellEnd"/>
    </w:p>
    <w:p w:rsidR="009275AF" w:rsidRDefault="009275A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275AF" w:rsidTr="009275AF">
        <w:tc>
          <w:tcPr>
            <w:tcW w:w="3020" w:type="dxa"/>
          </w:tcPr>
          <w:p w:rsidR="009275AF" w:rsidRDefault="009275AF">
            <w:r>
              <w:t>onkruid</w:t>
            </w:r>
          </w:p>
        </w:tc>
        <w:tc>
          <w:tcPr>
            <w:tcW w:w="3021" w:type="dxa"/>
          </w:tcPr>
          <w:p w:rsidR="009275AF" w:rsidRDefault="009275AF">
            <w:r>
              <w:t xml:space="preserve">Type </w:t>
            </w:r>
          </w:p>
        </w:tc>
        <w:tc>
          <w:tcPr>
            <w:tcW w:w="3021" w:type="dxa"/>
          </w:tcPr>
          <w:p w:rsidR="009275AF" w:rsidRDefault="009275AF">
            <w:r>
              <w:t>bestrijding</w:t>
            </w:r>
          </w:p>
        </w:tc>
      </w:tr>
      <w:tr w:rsidR="009275AF" w:rsidTr="009275AF">
        <w:tc>
          <w:tcPr>
            <w:tcW w:w="3020" w:type="dxa"/>
          </w:tcPr>
          <w:p w:rsidR="009275AF" w:rsidRDefault="009275AF"/>
        </w:tc>
        <w:tc>
          <w:tcPr>
            <w:tcW w:w="3021" w:type="dxa"/>
          </w:tcPr>
          <w:p w:rsidR="009275AF" w:rsidRDefault="009275AF">
            <w:r>
              <w:t>Zaadonkruid</w:t>
            </w:r>
          </w:p>
        </w:tc>
        <w:tc>
          <w:tcPr>
            <w:tcW w:w="3021" w:type="dxa"/>
          </w:tcPr>
          <w:p w:rsidR="009275AF" w:rsidRDefault="009275AF"/>
        </w:tc>
      </w:tr>
      <w:tr w:rsidR="009275AF" w:rsidTr="009275AF">
        <w:tc>
          <w:tcPr>
            <w:tcW w:w="3020" w:type="dxa"/>
          </w:tcPr>
          <w:p w:rsidR="009275AF" w:rsidRDefault="009275AF"/>
        </w:tc>
        <w:tc>
          <w:tcPr>
            <w:tcW w:w="3021" w:type="dxa"/>
          </w:tcPr>
          <w:p w:rsidR="009275AF" w:rsidRDefault="009275AF">
            <w:r>
              <w:t>Penwortel</w:t>
            </w:r>
          </w:p>
        </w:tc>
        <w:tc>
          <w:tcPr>
            <w:tcW w:w="3021" w:type="dxa"/>
          </w:tcPr>
          <w:p w:rsidR="009275AF" w:rsidRDefault="009275AF"/>
        </w:tc>
      </w:tr>
      <w:tr w:rsidR="009275AF" w:rsidTr="009275AF">
        <w:tc>
          <w:tcPr>
            <w:tcW w:w="3020" w:type="dxa"/>
          </w:tcPr>
          <w:p w:rsidR="009275AF" w:rsidRDefault="009275AF"/>
        </w:tc>
        <w:tc>
          <w:tcPr>
            <w:tcW w:w="3021" w:type="dxa"/>
          </w:tcPr>
          <w:p w:rsidR="009275AF" w:rsidRDefault="009275AF">
            <w:r>
              <w:t>wortelonkruid</w:t>
            </w:r>
          </w:p>
        </w:tc>
        <w:tc>
          <w:tcPr>
            <w:tcW w:w="3021" w:type="dxa"/>
          </w:tcPr>
          <w:p w:rsidR="009275AF" w:rsidRDefault="009275AF"/>
        </w:tc>
      </w:tr>
    </w:tbl>
    <w:p w:rsidR="009275AF" w:rsidRDefault="009275AF"/>
    <w:sectPr w:rsidR="009275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26122"/>
    <w:multiLevelType w:val="hybridMultilevel"/>
    <w:tmpl w:val="2474CA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31A20"/>
    <w:multiLevelType w:val="hybridMultilevel"/>
    <w:tmpl w:val="022837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5AF"/>
    <w:rsid w:val="001051E7"/>
    <w:rsid w:val="001B5526"/>
    <w:rsid w:val="009275AF"/>
    <w:rsid w:val="00F8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DBCEB"/>
  <w15:chartTrackingRefBased/>
  <w15:docId w15:val="{AC182E21-C4C7-461D-B074-90F4805BD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27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275AF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275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loravannederland.nl" TargetMode="External"/><Relationship Id="rId5" Type="http://schemas.openxmlformats.org/officeDocument/2006/relationships/hyperlink" Target="http://www.wilde-planten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BA13E6</Template>
  <TotalTime>17</TotalTime>
  <Pages>1</Pages>
  <Words>121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Schuppert</dc:creator>
  <cp:keywords/>
  <dc:description/>
  <cp:lastModifiedBy>Johan Schuppert</cp:lastModifiedBy>
  <cp:revision>2</cp:revision>
  <dcterms:created xsi:type="dcterms:W3CDTF">2017-10-16T10:38:00Z</dcterms:created>
  <dcterms:modified xsi:type="dcterms:W3CDTF">2017-10-16T10:55:00Z</dcterms:modified>
</cp:coreProperties>
</file>