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B34E3" w14:textId="77777777" w:rsidR="00372246" w:rsidRDefault="00372246"/>
    <w:p w14:paraId="76420BC6" w14:textId="77777777" w:rsidR="00773C37" w:rsidRDefault="004607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A18B18" wp14:editId="5D62009E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BEC3B" w14:textId="77777777" w:rsidR="00460746" w:rsidRDefault="00460746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BF914C6" wp14:editId="3D9EAFB2">
                                  <wp:extent cx="2280920" cy="1555115"/>
                                  <wp:effectExtent l="0" t="0" r="5080" b="0"/>
                                  <wp:docPr id="12" name="Afbeelding 12" descr="Macintosh HD:Users:baslanters:Desktop:Schermafbeelding 2015-12-07 om 09.58.38.png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A18B18" id="_x0000_t202" coordsize="21600,21600" o:spt="202" path="m,l,21600r21600,l21600,xe">
                <v:stroke joinstyle="miter"/>
                <v:path gradientshapeok="t" o:connecttype="rect"/>
              </v:shapetype>
              <v:shape id="Tekstvak 16" o:spid="_x0000_s1026" type="#_x0000_t202" style="position:absolute;margin-left:-18pt;margin-top:0;width:225pt;height:12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" filled="f" stroked="f">
                <v:textbox>
                  <w:txbxContent>
                    <w:p w14:paraId="7A0BEC3B" w14:textId="77777777" w:rsidR="00460746" w:rsidRDefault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BF914C6" wp14:editId="3D9EAFB2">
                            <wp:extent cx="2280920" cy="1555115"/>
                            <wp:effectExtent l="0" t="0" r="5080" b="0"/>
                            <wp:docPr id="12" name="Afbeelding 12" descr="Macintosh HD:Users:baslanters:Desktop:Schermafbeelding 2015-12-07 om 09.58.38.png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hyperlink r:id="rId13" w:history="1">
        <w:r w:rsidR="00612643" w:rsidRPr="00612643">
          <w:rPr>
            <w:rStyle w:val="Hyperlink"/>
          </w:rPr>
          <w:t xml:space="preserve">Klik </w:t>
        </w:r>
        <w:r w:rsidR="00612643" w:rsidRPr="001D07C7">
          <w:rPr>
            <w:rStyle w:val="Hyperlink"/>
            <w:b/>
            <w:sz w:val="28"/>
            <w:szCs w:val="28"/>
          </w:rPr>
          <w:t>hier</w:t>
        </w:r>
      </w:hyperlink>
      <w:r w:rsidR="00E37823">
        <w:rPr>
          <w:rStyle w:val="Hyperlink"/>
        </w:rPr>
        <w:t xml:space="preserve"> om naar </w:t>
      </w:r>
      <w:proofErr w:type="spellStart"/>
      <w:r w:rsidR="00E37823">
        <w:rPr>
          <w:rStyle w:val="Hyperlink"/>
        </w:rPr>
        <w:t>Newsround</w:t>
      </w:r>
      <w:proofErr w:type="spellEnd"/>
      <w:r w:rsidR="00E37823">
        <w:rPr>
          <w:rStyle w:val="Hyperlink"/>
        </w:rPr>
        <w:t xml:space="preserve"> te </w:t>
      </w:r>
      <w:proofErr w:type="gramStart"/>
      <w:r w:rsidR="00E37823">
        <w:rPr>
          <w:rStyle w:val="Hyperlink"/>
        </w:rPr>
        <w:t>gaan</w:t>
      </w:r>
      <w:r w:rsidR="00C71B3A">
        <w:tab/>
        <w:t xml:space="preserve">     </w:t>
      </w:r>
      <w:proofErr w:type="gramEnd"/>
    </w:p>
    <w:p w14:paraId="5ECAAB35" w14:textId="77777777" w:rsidR="0000664A" w:rsidRDefault="0000664A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>Naa</w:t>
      </w:r>
      <w:r w:rsidR="00CB52FB">
        <w:rPr>
          <w:rFonts w:ascii="Arial Black" w:hAnsi="Arial Black"/>
        </w:rPr>
        <w:t xml:space="preserve">m: </w:t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14:paraId="2016E8E5" w14:textId="77777777" w:rsidR="00CD3046" w:rsidRDefault="0000664A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14:paraId="29F16E76" w14:textId="77777777" w:rsidR="00FF69F8" w:rsidRDefault="00FF69F8" w:rsidP="00CB52FB">
      <w:pPr>
        <w:rPr>
          <w:rFonts w:ascii="Arial Black" w:hAnsi="Arial Black"/>
        </w:rPr>
      </w:pPr>
    </w:p>
    <w:p w14:paraId="2E277378" w14:textId="77777777" w:rsidR="00460746" w:rsidRDefault="00460746" w:rsidP="00CB52FB">
      <w:pPr>
        <w:rPr>
          <w:rFonts w:ascii="Arial Black" w:hAnsi="Arial Black"/>
        </w:rPr>
      </w:pPr>
    </w:p>
    <w:p w14:paraId="3A858AD3" w14:textId="77777777" w:rsidR="00CB52FB" w:rsidRDefault="00773C37" w:rsidP="00CB52FB">
      <w:pPr>
        <w:rPr>
          <w:rFonts w:ascii="Arial Black" w:hAnsi="Arial Black"/>
        </w:rPr>
      </w:pPr>
      <w:proofErr w:type="spell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r w:rsidR="00CB52FB">
        <w:rPr>
          <w:rFonts w:ascii="Arial Black" w:hAnsi="Arial Black"/>
        </w:rPr>
        <w:t xml:space="preserve">1: (Datum van de uitzending) </w:t>
      </w:r>
    </w:p>
    <w:p w14:paraId="302B9E64" w14:textId="77777777" w:rsidR="00460746" w:rsidRDefault="00460746">
      <w:pPr>
        <w:rPr>
          <w:b/>
          <w:sz w:val="20"/>
          <w:szCs w:val="20"/>
        </w:rPr>
      </w:pPr>
    </w:p>
    <w:p w14:paraId="14681EB9" w14:textId="77777777" w:rsidR="0000664A" w:rsidRPr="006262B7" w:rsidRDefault="0000664A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5"/>
        <w:gridCol w:w="3015"/>
        <w:gridCol w:w="3022"/>
      </w:tblGrid>
      <w:tr w:rsidR="0000664A" w14:paraId="6FB31CFE" w14:textId="77777777" w:rsidTr="0000664A">
        <w:tc>
          <w:tcPr>
            <w:tcW w:w="3070" w:type="dxa"/>
          </w:tcPr>
          <w:p w14:paraId="796F621D" w14:textId="77777777" w:rsidR="0000664A" w:rsidRDefault="0000664A"/>
          <w:p w14:paraId="4113FA9B" w14:textId="77777777" w:rsidR="0000664A" w:rsidRDefault="0000664A">
            <w:r>
              <w:t>Noteer elk onderwerp waar over gesproken wordt (maximaal 5)</w:t>
            </w:r>
          </w:p>
          <w:p w14:paraId="3681E0C1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2F981ACA" w14:textId="77777777" w:rsidR="0000664A" w:rsidRDefault="0000664A"/>
          <w:p w14:paraId="79488694" w14:textId="77777777" w:rsidR="0000664A" w:rsidRDefault="0000664A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14:paraId="6E5FDBBE" w14:textId="77777777" w:rsidR="0000664A" w:rsidRDefault="0000664A"/>
          <w:p w14:paraId="6E7DEB27" w14:textId="77777777" w:rsidR="0000664A" w:rsidRDefault="0000664A">
            <w:pPr>
              <w:rPr>
                <w:rFonts w:ascii="Arial Black" w:hAnsi="Arial Black"/>
              </w:rPr>
            </w:pPr>
            <w:r>
              <w:t>Wanneer speelt het zich af?</w:t>
            </w:r>
          </w:p>
        </w:tc>
      </w:tr>
      <w:tr w:rsidR="0000664A" w14:paraId="3C2A846E" w14:textId="77777777" w:rsidTr="0000664A">
        <w:tc>
          <w:tcPr>
            <w:tcW w:w="3070" w:type="dxa"/>
          </w:tcPr>
          <w:p w14:paraId="456C36C8" w14:textId="77777777"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14:paraId="637E6FE5" w14:textId="77777777" w:rsidR="00CB52FB" w:rsidRDefault="00CB52FB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4978AD9" w14:textId="77777777" w:rsidR="0000664A" w:rsidRDefault="0000664A">
            <w:pPr>
              <w:rPr>
                <w:rFonts w:ascii="Arial Black" w:hAnsi="Arial Black"/>
              </w:rPr>
            </w:pPr>
          </w:p>
          <w:p w14:paraId="44B65477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21D32476" w14:textId="77777777"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14:paraId="327D46E3" w14:textId="77777777" w:rsidTr="0000664A">
        <w:tc>
          <w:tcPr>
            <w:tcW w:w="3070" w:type="dxa"/>
          </w:tcPr>
          <w:p w14:paraId="46274754" w14:textId="77777777"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14:paraId="6BE83369" w14:textId="77777777" w:rsidR="0000664A" w:rsidRDefault="0000664A">
            <w:pPr>
              <w:rPr>
                <w:rFonts w:ascii="Arial Black" w:hAnsi="Arial Black"/>
              </w:rPr>
            </w:pPr>
          </w:p>
          <w:p w14:paraId="46093170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69BA7DE9" w14:textId="77777777"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14:paraId="4E58BA16" w14:textId="77777777" w:rsidTr="0000664A">
        <w:tc>
          <w:tcPr>
            <w:tcW w:w="3070" w:type="dxa"/>
          </w:tcPr>
          <w:p w14:paraId="0B1533E1" w14:textId="77777777"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14:paraId="4774082B" w14:textId="77777777" w:rsidR="0000664A" w:rsidRDefault="0000664A">
            <w:pPr>
              <w:rPr>
                <w:rFonts w:ascii="Arial Black" w:hAnsi="Arial Black"/>
              </w:rPr>
            </w:pPr>
          </w:p>
          <w:p w14:paraId="496A33C2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A508706" w14:textId="77777777"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14:paraId="72C683C6" w14:textId="77777777" w:rsidTr="0000664A">
        <w:tc>
          <w:tcPr>
            <w:tcW w:w="3070" w:type="dxa"/>
          </w:tcPr>
          <w:p w14:paraId="3CE7ADB7" w14:textId="77777777"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14:paraId="1F002983" w14:textId="77777777" w:rsidR="0000664A" w:rsidRDefault="0000664A">
            <w:pPr>
              <w:rPr>
                <w:rFonts w:ascii="Arial Black" w:hAnsi="Arial Black"/>
              </w:rPr>
            </w:pPr>
          </w:p>
          <w:p w14:paraId="64454CDF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51A2EF63" w14:textId="77777777"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14:paraId="4DB40BB4" w14:textId="77777777" w:rsidTr="0000664A">
        <w:tc>
          <w:tcPr>
            <w:tcW w:w="3070" w:type="dxa"/>
          </w:tcPr>
          <w:p w14:paraId="44BA48D4" w14:textId="77777777"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14:paraId="3988B745" w14:textId="77777777" w:rsidR="0000664A" w:rsidRDefault="0000664A">
            <w:pPr>
              <w:rPr>
                <w:rFonts w:ascii="Arial Black" w:hAnsi="Arial Black"/>
              </w:rPr>
            </w:pPr>
          </w:p>
          <w:p w14:paraId="4CEBAC21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8375492" w14:textId="77777777" w:rsidR="0000664A" w:rsidRDefault="0000664A">
            <w:pPr>
              <w:rPr>
                <w:rFonts w:ascii="Arial Black" w:hAnsi="Arial Black"/>
              </w:rPr>
            </w:pPr>
          </w:p>
        </w:tc>
      </w:tr>
    </w:tbl>
    <w:p w14:paraId="0F31C7BE" w14:textId="77777777" w:rsidR="0000664A" w:rsidRDefault="0000664A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664A" w14:paraId="6080E634" w14:textId="77777777" w:rsidTr="0000664A">
        <w:tc>
          <w:tcPr>
            <w:tcW w:w="9212" w:type="dxa"/>
          </w:tcPr>
          <w:p w14:paraId="03C88537" w14:textId="77777777" w:rsidR="0000664A" w:rsidRDefault="0000664A"/>
          <w:p w14:paraId="3EAB4381" w14:textId="77777777" w:rsidR="0000664A" w:rsidRDefault="0000664A">
            <w:r>
              <w:t>Welk stukje nieuw</w:t>
            </w:r>
            <w:r w:rsidR="00CD3046">
              <w:t xml:space="preserve">s vond je het interessantst? Schrijf </w:t>
            </w:r>
            <w:r w:rsidR="00C71B3A">
              <w:t>(</w:t>
            </w:r>
            <w:r w:rsidR="00CD3046">
              <w:t xml:space="preserve">in </w:t>
            </w:r>
            <w:r w:rsidR="00C71B3A">
              <w:t xml:space="preserve">het Nederlands) in </w:t>
            </w:r>
            <w:r w:rsidR="00CD3046">
              <w:t xml:space="preserve">30 woorden op waarom.  </w:t>
            </w:r>
          </w:p>
          <w:p w14:paraId="4B49925D" w14:textId="77777777"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14:paraId="35BD594F" w14:textId="77777777" w:rsidTr="0000664A">
        <w:tc>
          <w:tcPr>
            <w:tcW w:w="9212" w:type="dxa"/>
          </w:tcPr>
          <w:p w14:paraId="4C0C52B9" w14:textId="77777777" w:rsidR="0000664A" w:rsidRDefault="0000664A">
            <w:pPr>
              <w:rPr>
                <w:rFonts w:ascii="Arial Black" w:hAnsi="Arial Black"/>
              </w:rPr>
            </w:pPr>
          </w:p>
          <w:p w14:paraId="0FCE6A63" w14:textId="77777777" w:rsidR="0000664A" w:rsidRDefault="0000664A">
            <w:pPr>
              <w:rPr>
                <w:rFonts w:ascii="Arial Black" w:hAnsi="Arial Black"/>
              </w:rPr>
            </w:pPr>
          </w:p>
          <w:p w14:paraId="7CD41002" w14:textId="77777777" w:rsidR="0000664A" w:rsidRDefault="0000664A">
            <w:pPr>
              <w:rPr>
                <w:rFonts w:ascii="Arial Black" w:hAnsi="Arial Black"/>
              </w:rPr>
            </w:pPr>
          </w:p>
          <w:p w14:paraId="6E7717D5" w14:textId="77777777" w:rsidR="0000664A" w:rsidRDefault="0000664A">
            <w:pPr>
              <w:rPr>
                <w:rFonts w:ascii="Arial Black" w:hAnsi="Arial Black"/>
              </w:rPr>
            </w:pPr>
          </w:p>
          <w:p w14:paraId="69DA3100" w14:textId="77777777" w:rsidR="0000664A" w:rsidRDefault="0000664A">
            <w:pPr>
              <w:rPr>
                <w:rFonts w:ascii="Arial Black" w:hAnsi="Arial Black"/>
              </w:rPr>
            </w:pPr>
          </w:p>
          <w:p w14:paraId="7296B91E" w14:textId="77777777" w:rsidR="0000664A" w:rsidRDefault="0000664A">
            <w:pPr>
              <w:rPr>
                <w:rFonts w:ascii="Arial Black" w:hAnsi="Arial Black"/>
              </w:rPr>
            </w:pPr>
          </w:p>
          <w:p w14:paraId="1B48B839" w14:textId="77777777" w:rsidR="0000664A" w:rsidRDefault="0000664A">
            <w:pPr>
              <w:rPr>
                <w:rFonts w:ascii="Arial Black" w:hAnsi="Arial Black"/>
              </w:rPr>
            </w:pPr>
          </w:p>
          <w:p w14:paraId="4FD03427" w14:textId="77777777" w:rsidR="0000664A" w:rsidRDefault="0000664A">
            <w:pPr>
              <w:rPr>
                <w:rFonts w:ascii="Arial Black" w:hAnsi="Arial Black"/>
              </w:rPr>
            </w:pPr>
          </w:p>
          <w:p w14:paraId="016DA705" w14:textId="77777777" w:rsidR="0000664A" w:rsidRDefault="0000664A">
            <w:pPr>
              <w:rPr>
                <w:rFonts w:ascii="Arial Black" w:hAnsi="Arial Black"/>
              </w:rPr>
            </w:pPr>
          </w:p>
          <w:p w14:paraId="66AD1F0A" w14:textId="77777777" w:rsidR="0000664A" w:rsidRDefault="0000664A">
            <w:pPr>
              <w:rPr>
                <w:rFonts w:ascii="Arial Black" w:hAnsi="Arial Black"/>
              </w:rPr>
            </w:pPr>
          </w:p>
          <w:p w14:paraId="1A8CB3A1" w14:textId="77777777" w:rsidR="0000664A" w:rsidRDefault="0000664A">
            <w:pPr>
              <w:rPr>
                <w:rFonts w:ascii="Arial Black" w:hAnsi="Arial Black"/>
              </w:rPr>
            </w:pPr>
          </w:p>
          <w:p w14:paraId="22D3E322" w14:textId="77777777" w:rsidR="0000664A" w:rsidRDefault="0000664A">
            <w:pPr>
              <w:rPr>
                <w:rFonts w:ascii="Arial Black" w:hAnsi="Arial Black"/>
              </w:rPr>
            </w:pPr>
          </w:p>
        </w:tc>
      </w:tr>
    </w:tbl>
    <w:p w14:paraId="3C17E9E4" w14:textId="77777777" w:rsidR="0000664A" w:rsidRDefault="0000664A">
      <w:pPr>
        <w:rPr>
          <w:rFonts w:ascii="Arial Black" w:hAnsi="Arial Black"/>
        </w:rPr>
      </w:pPr>
    </w:p>
    <w:p w14:paraId="7C74A086" w14:textId="77777777" w:rsidR="0000664A" w:rsidRDefault="0000664A">
      <w:pPr>
        <w:rPr>
          <w:rFonts w:ascii="Arial Black" w:hAnsi="Arial Black"/>
        </w:rPr>
      </w:pPr>
    </w:p>
    <w:p w14:paraId="213F2693" w14:textId="77777777" w:rsidR="00460746" w:rsidRDefault="00460746" w:rsidP="004607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BE92A1" wp14:editId="110BED2D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4B472" w14:textId="77777777" w:rsidR="00460746" w:rsidRDefault="00460746" w:rsidP="00460746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0BC7093F" wp14:editId="6DBA7799">
                                  <wp:extent cx="2280920" cy="1555115"/>
                                  <wp:effectExtent l="0" t="0" r="5080" b="0"/>
                                  <wp:docPr id="19" name="Afbeelding 19" descr="Macintosh HD:Users:baslanters:Desktop:Schermafbeelding 2015-12-07 om 09.58.3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E92A1" id="Tekstvak 17" o:spid="_x0000_s1027" type="#_x0000_t202" style="position:absolute;margin-left:-18pt;margin-top:0;width:225pt;height:12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" filled="f" stroked="f">
                <v:textbox>
                  <w:txbxContent>
                    <w:p w14:paraId="6354B472" w14:textId="77777777" w:rsidR="00460746" w:rsidRDefault="00460746" w:rsidP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0BC7093F" wp14:editId="6DBA7799">
                            <wp:extent cx="2280920" cy="1555115"/>
                            <wp:effectExtent l="0" t="0" r="5080" b="0"/>
                            <wp:docPr id="19" name="Afbeelding 19" descr="Macintosh HD:Users:baslanters:Desktop:Schermafbeelding 2015-12-07 om 09.58.38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  <w:t xml:space="preserve">     </w:t>
      </w:r>
    </w:p>
    <w:p w14:paraId="0EB78C7A" w14:textId="77777777" w:rsidR="00460746" w:rsidRDefault="00460746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 xml:space="preserve">Naam: 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14:paraId="3294EB34" w14:textId="77777777" w:rsidR="00460746" w:rsidRDefault="00460746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14:paraId="160FFD4A" w14:textId="77777777" w:rsidR="00460746" w:rsidRDefault="00460746" w:rsidP="00460746">
      <w:pPr>
        <w:rPr>
          <w:rFonts w:ascii="Arial Black" w:hAnsi="Arial Black"/>
        </w:rPr>
      </w:pPr>
    </w:p>
    <w:p w14:paraId="7E74B9B9" w14:textId="77777777" w:rsidR="00460746" w:rsidRDefault="00460746" w:rsidP="00460746">
      <w:pPr>
        <w:rPr>
          <w:rFonts w:ascii="Arial Black" w:hAnsi="Arial Black"/>
        </w:rPr>
      </w:pPr>
    </w:p>
    <w:p w14:paraId="5F05F719" w14:textId="77777777" w:rsidR="00460746" w:rsidRDefault="00460746" w:rsidP="00460746">
      <w:pPr>
        <w:rPr>
          <w:rFonts w:ascii="Arial Black" w:hAnsi="Arial Black"/>
        </w:rPr>
      </w:pPr>
      <w:proofErr w:type="spell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r>
        <w:rPr>
          <w:rFonts w:ascii="Arial Black" w:hAnsi="Arial Black"/>
        </w:rPr>
        <w:t xml:space="preserve">2: (Datum van de uitzending) </w:t>
      </w:r>
    </w:p>
    <w:p w14:paraId="02E574E5" w14:textId="77777777" w:rsidR="00460746" w:rsidRDefault="00460746" w:rsidP="00460746">
      <w:pPr>
        <w:rPr>
          <w:b/>
          <w:sz w:val="20"/>
          <w:szCs w:val="20"/>
        </w:rPr>
      </w:pPr>
    </w:p>
    <w:p w14:paraId="37C21D81" w14:textId="77777777" w:rsidR="00460746" w:rsidRPr="006262B7" w:rsidRDefault="00460746" w:rsidP="00460746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5"/>
        <w:gridCol w:w="3015"/>
        <w:gridCol w:w="3022"/>
      </w:tblGrid>
      <w:tr w:rsidR="00460746" w14:paraId="22FEDE32" w14:textId="77777777" w:rsidTr="00460746">
        <w:tc>
          <w:tcPr>
            <w:tcW w:w="3070" w:type="dxa"/>
          </w:tcPr>
          <w:p w14:paraId="2CF2AD11" w14:textId="77777777" w:rsidR="00460746" w:rsidRDefault="00460746" w:rsidP="00460746"/>
          <w:p w14:paraId="74E62F6D" w14:textId="77777777" w:rsidR="00460746" w:rsidRDefault="00460746" w:rsidP="00460746">
            <w:r>
              <w:t>Noteer elk onderwerp waar over gesproken wordt (maximaal 5)</w:t>
            </w:r>
          </w:p>
          <w:p w14:paraId="3DB66906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19E7F1E9" w14:textId="77777777" w:rsidR="00460746" w:rsidRDefault="00460746" w:rsidP="00460746"/>
          <w:p w14:paraId="72382C3E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14:paraId="700633FE" w14:textId="77777777" w:rsidR="00460746" w:rsidRDefault="00460746" w:rsidP="00460746"/>
          <w:p w14:paraId="39057FA6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t>Wanneer speelt het zich af?</w:t>
            </w:r>
          </w:p>
        </w:tc>
      </w:tr>
      <w:tr w:rsidR="00460746" w14:paraId="45C03305" w14:textId="77777777" w:rsidTr="00460746">
        <w:tc>
          <w:tcPr>
            <w:tcW w:w="3070" w:type="dxa"/>
          </w:tcPr>
          <w:p w14:paraId="269EE44E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14:paraId="38A94A65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5197D829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494C8412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177384F4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0F069509" w14:textId="77777777" w:rsidTr="00460746">
        <w:tc>
          <w:tcPr>
            <w:tcW w:w="3070" w:type="dxa"/>
          </w:tcPr>
          <w:p w14:paraId="7972315C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14:paraId="2CDCA1DD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273A767A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8DFDBF9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12FAD1BA" w14:textId="77777777" w:rsidTr="00460746">
        <w:tc>
          <w:tcPr>
            <w:tcW w:w="3070" w:type="dxa"/>
          </w:tcPr>
          <w:p w14:paraId="0A9028E1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14:paraId="577CF277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6F6E97F1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0C7FB28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5E1FB703" w14:textId="77777777" w:rsidTr="00460746">
        <w:tc>
          <w:tcPr>
            <w:tcW w:w="3070" w:type="dxa"/>
          </w:tcPr>
          <w:p w14:paraId="3B4C75C8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14:paraId="7F4F5B3F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226C8377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37FC1E35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1811A622" w14:textId="77777777" w:rsidTr="00460746">
        <w:tc>
          <w:tcPr>
            <w:tcW w:w="3070" w:type="dxa"/>
          </w:tcPr>
          <w:p w14:paraId="01BCCD2E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14:paraId="4317FE15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0A7B3118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33171872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</w:tbl>
    <w:p w14:paraId="781F1C39" w14:textId="77777777" w:rsidR="00460746" w:rsidRDefault="00460746" w:rsidP="00460746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0746" w14:paraId="6A44705D" w14:textId="77777777" w:rsidTr="00460746">
        <w:tc>
          <w:tcPr>
            <w:tcW w:w="9212" w:type="dxa"/>
          </w:tcPr>
          <w:p w14:paraId="5C8AA78C" w14:textId="77777777" w:rsidR="00460746" w:rsidRDefault="00460746" w:rsidP="00460746"/>
          <w:p w14:paraId="4E4A94FA" w14:textId="77777777" w:rsidR="00460746" w:rsidRDefault="00460746" w:rsidP="00460746">
            <w:r>
              <w:t xml:space="preserve">Welk stukje nieuws vond je het interessantst? Schrijf (in het Nederlands) in 30 woorden op waarom.  </w:t>
            </w:r>
          </w:p>
          <w:p w14:paraId="1E4222F9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7E32A8FC" w14:textId="77777777" w:rsidTr="00460746">
        <w:tc>
          <w:tcPr>
            <w:tcW w:w="9212" w:type="dxa"/>
          </w:tcPr>
          <w:p w14:paraId="5E978BAE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76D681A0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1E37DB27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5FDF1CBD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0D5E79FF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7C7ADE5C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10B16E81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01E900BE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62CE1D23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1840B6B0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05AD48CB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63CE58D4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</w:tbl>
    <w:p w14:paraId="7889C1EE" w14:textId="77777777" w:rsidR="00460746" w:rsidRDefault="00460746" w:rsidP="00460746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96A427" wp14:editId="5B24269C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FDC8F7" w14:textId="77777777" w:rsidR="00460746" w:rsidRDefault="00460746" w:rsidP="00460746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58B0DE3" wp14:editId="62A0871E">
                                  <wp:extent cx="2280920" cy="1555115"/>
                                  <wp:effectExtent l="0" t="0" r="5080" b="0"/>
                                  <wp:docPr id="22" name="Afbeelding 22" descr="Macintosh HD:Users:baslanters:Desktop:Schermafbeelding 2015-12-07 om 09.58.3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96A427" id="Tekstvak 20" o:spid="_x0000_s1028" type="#_x0000_t202" style="position:absolute;margin-left:-18pt;margin-top:0;width:225pt;height:12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" filled="f" stroked="f">
                <v:textbox>
                  <w:txbxContent>
                    <w:p w14:paraId="39FDC8F7" w14:textId="77777777" w:rsidR="00460746" w:rsidRDefault="00460746" w:rsidP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58B0DE3" wp14:editId="62A0871E">
                            <wp:extent cx="2280920" cy="1555115"/>
                            <wp:effectExtent l="0" t="0" r="5080" b="0"/>
                            <wp:docPr id="22" name="Afbeelding 22" descr="Macintosh HD:Users:baslanters:Desktop:Schermafbeelding 2015-12-07 om 09.58.38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  <w:t xml:space="preserve">     </w:t>
      </w:r>
    </w:p>
    <w:p w14:paraId="57E1C75D" w14:textId="77777777" w:rsidR="00460746" w:rsidRDefault="00460746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 xml:space="preserve">Naam: 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14:paraId="0BAA1707" w14:textId="77777777" w:rsidR="00460746" w:rsidRDefault="00460746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14:paraId="17420BA9" w14:textId="77777777" w:rsidR="00460746" w:rsidRDefault="00460746" w:rsidP="00460746">
      <w:pPr>
        <w:rPr>
          <w:rFonts w:ascii="Arial Black" w:hAnsi="Arial Black"/>
        </w:rPr>
      </w:pPr>
    </w:p>
    <w:p w14:paraId="5BC61B00" w14:textId="77777777" w:rsidR="00460746" w:rsidRDefault="00460746" w:rsidP="00460746">
      <w:pPr>
        <w:rPr>
          <w:rFonts w:ascii="Arial Black" w:hAnsi="Arial Black"/>
        </w:rPr>
      </w:pPr>
    </w:p>
    <w:p w14:paraId="5A06A936" w14:textId="77777777" w:rsidR="00460746" w:rsidRDefault="00460746" w:rsidP="00460746">
      <w:pPr>
        <w:rPr>
          <w:rFonts w:ascii="Arial Black" w:hAnsi="Arial Black"/>
        </w:rPr>
      </w:pPr>
      <w:proofErr w:type="spell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r>
        <w:rPr>
          <w:rFonts w:ascii="Arial Black" w:hAnsi="Arial Black"/>
        </w:rPr>
        <w:t xml:space="preserve">3: (Datum van de uitzending) </w:t>
      </w:r>
    </w:p>
    <w:p w14:paraId="4C967121" w14:textId="77777777" w:rsidR="00460746" w:rsidRDefault="00460746" w:rsidP="00460746">
      <w:pPr>
        <w:rPr>
          <w:b/>
          <w:sz w:val="20"/>
          <w:szCs w:val="20"/>
        </w:rPr>
      </w:pPr>
    </w:p>
    <w:p w14:paraId="427EEA23" w14:textId="77777777" w:rsidR="00460746" w:rsidRPr="006262B7" w:rsidRDefault="00460746" w:rsidP="00460746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5"/>
        <w:gridCol w:w="3015"/>
        <w:gridCol w:w="3022"/>
      </w:tblGrid>
      <w:tr w:rsidR="00460746" w14:paraId="504B5D0D" w14:textId="77777777" w:rsidTr="00460746">
        <w:tc>
          <w:tcPr>
            <w:tcW w:w="3070" w:type="dxa"/>
          </w:tcPr>
          <w:p w14:paraId="19E910D1" w14:textId="77777777" w:rsidR="00460746" w:rsidRDefault="00460746" w:rsidP="00460746"/>
          <w:p w14:paraId="1D36DC13" w14:textId="77777777" w:rsidR="00460746" w:rsidRDefault="00460746" w:rsidP="00460746">
            <w:r>
              <w:t>Noteer elk onderwerp waar over gesproken wordt (maximaal 5)</w:t>
            </w:r>
          </w:p>
          <w:p w14:paraId="5CA57694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52C2F603" w14:textId="77777777" w:rsidR="00460746" w:rsidRDefault="00460746" w:rsidP="00460746"/>
          <w:p w14:paraId="1C64C0A9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14:paraId="603FD8A0" w14:textId="77777777" w:rsidR="00460746" w:rsidRDefault="00460746" w:rsidP="00460746"/>
          <w:p w14:paraId="0C666C09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t>Wanneer speelt het zich af?</w:t>
            </w:r>
          </w:p>
        </w:tc>
      </w:tr>
      <w:tr w:rsidR="00460746" w14:paraId="787ABCC1" w14:textId="77777777" w:rsidTr="00460746">
        <w:tc>
          <w:tcPr>
            <w:tcW w:w="3070" w:type="dxa"/>
          </w:tcPr>
          <w:p w14:paraId="763D9602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14:paraId="33B0C636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1FB0C648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5BB388A1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118D657A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7CDDB923" w14:textId="77777777" w:rsidTr="00460746">
        <w:tc>
          <w:tcPr>
            <w:tcW w:w="3070" w:type="dxa"/>
          </w:tcPr>
          <w:p w14:paraId="17A8243D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14:paraId="2882EFD5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423796A5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699B10BB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5F7C12D1" w14:textId="77777777" w:rsidTr="00460746">
        <w:tc>
          <w:tcPr>
            <w:tcW w:w="3070" w:type="dxa"/>
          </w:tcPr>
          <w:p w14:paraId="6114606F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14:paraId="65C471BE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3C4C63AF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59990C5C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2568B09D" w14:textId="77777777" w:rsidTr="00460746">
        <w:tc>
          <w:tcPr>
            <w:tcW w:w="3070" w:type="dxa"/>
          </w:tcPr>
          <w:p w14:paraId="35EABD42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14:paraId="096B64F2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780C54D4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C1F3CB5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25ED54EC" w14:textId="77777777" w:rsidTr="00460746">
        <w:tc>
          <w:tcPr>
            <w:tcW w:w="3070" w:type="dxa"/>
          </w:tcPr>
          <w:p w14:paraId="3C4C4E1A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14:paraId="565D17D5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4C681ECB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51723879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</w:tbl>
    <w:p w14:paraId="1CDFA8D8" w14:textId="77777777" w:rsidR="00460746" w:rsidRDefault="00460746" w:rsidP="00460746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0CF3" w14:paraId="42424476" w14:textId="77777777" w:rsidTr="005D31F6">
        <w:tc>
          <w:tcPr>
            <w:tcW w:w="9212" w:type="dxa"/>
          </w:tcPr>
          <w:p w14:paraId="4B5D2868" w14:textId="77777777" w:rsidR="00FC0CF3" w:rsidRDefault="00FC0CF3" w:rsidP="005D31F6"/>
          <w:p w14:paraId="4FE3F1A0" w14:textId="77777777" w:rsidR="00FC0CF3" w:rsidRDefault="00FC0CF3" w:rsidP="005D31F6">
            <w:r>
              <w:t xml:space="preserve">Welk stukje nieuws vond je het interessantst? Schrijf (in het Nederlands) in 30 woorden op waarom.  </w:t>
            </w:r>
          </w:p>
          <w:p w14:paraId="76B96AC7" w14:textId="77777777" w:rsidR="00FC0CF3" w:rsidRDefault="00FC0CF3" w:rsidP="005D31F6">
            <w:pPr>
              <w:rPr>
                <w:rFonts w:ascii="Arial Black" w:hAnsi="Arial Black"/>
              </w:rPr>
            </w:pPr>
          </w:p>
        </w:tc>
      </w:tr>
      <w:tr w:rsidR="00FC0CF3" w14:paraId="76D5AAEF" w14:textId="77777777" w:rsidTr="005D31F6">
        <w:tc>
          <w:tcPr>
            <w:tcW w:w="9212" w:type="dxa"/>
          </w:tcPr>
          <w:p w14:paraId="03493990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2B3202DC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38A47895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18B2C1A0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1CBAD445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466E16EF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0872ADB0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327DEAC4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23A43307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6D465481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3E24C536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23AE7545" w14:textId="77777777" w:rsidR="00FC0CF3" w:rsidRDefault="00FC0CF3" w:rsidP="005D31F6">
            <w:pPr>
              <w:rPr>
                <w:rFonts w:ascii="Arial Black" w:hAnsi="Arial Black"/>
              </w:rPr>
            </w:pPr>
          </w:p>
        </w:tc>
      </w:tr>
    </w:tbl>
    <w:p w14:paraId="7E0B8EFA" w14:textId="77777777" w:rsidR="00FC0CF3" w:rsidRDefault="00FC0CF3" w:rsidP="00460746">
      <w:pPr>
        <w:rPr>
          <w:rFonts w:ascii="Arial Black" w:hAnsi="Arial Black"/>
        </w:rPr>
      </w:pPr>
    </w:p>
    <w:p w14:paraId="2B3D8199" w14:textId="77777777" w:rsidR="00E37823" w:rsidRPr="0041370C" w:rsidRDefault="00E37823" w:rsidP="00460746">
      <w:pPr>
        <w:rPr>
          <w:rFonts w:ascii="Arial Black" w:hAnsi="Arial Black"/>
        </w:rPr>
      </w:pPr>
      <w:bookmarkStart w:id="0" w:name="_GoBack"/>
      <w:bookmarkEnd w:id="0"/>
    </w:p>
    <w:sectPr w:rsidR="00E37823" w:rsidRPr="0041370C" w:rsidSect="001F0F95">
      <w:headerReference w:type="default" r:id="rId14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03058" w14:textId="77777777" w:rsidR="00461983" w:rsidRDefault="00461983" w:rsidP="00461983">
      <w:pPr>
        <w:spacing w:after="0" w:line="240" w:lineRule="auto"/>
      </w:pPr>
      <w:r>
        <w:separator/>
      </w:r>
    </w:p>
  </w:endnote>
  <w:endnote w:type="continuationSeparator" w:id="0">
    <w:p w14:paraId="0446C9EB" w14:textId="77777777" w:rsidR="00461983" w:rsidRDefault="00461983" w:rsidP="00461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8D312" w14:textId="77777777" w:rsidR="00461983" w:rsidRDefault="00461983" w:rsidP="00461983">
      <w:pPr>
        <w:spacing w:after="0" w:line="240" w:lineRule="auto"/>
      </w:pPr>
      <w:r>
        <w:separator/>
      </w:r>
    </w:p>
  </w:footnote>
  <w:footnote w:type="continuationSeparator" w:id="0">
    <w:p w14:paraId="33EB9520" w14:textId="77777777" w:rsidR="00461983" w:rsidRDefault="00461983" w:rsidP="00461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51C0E" w14:textId="77777777" w:rsidR="00461983" w:rsidRDefault="00461983">
    <w:pPr>
      <w:pStyle w:val="Koptekst"/>
    </w:pPr>
    <w:r>
      <w:t>Leerroute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F499E"/>
    <w:multiLevelType w:val="hybridMultilevel"/>
    <w:tmpl w:val="066E20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0D7CA1"/>
    <w:multiLevelType w:val="hybridMultilevel"/>
    <w:tmpl w:val="0C1275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37"/>
    <w:rsid w:val="0000664A"/>
    <w:rsid w:val="001D07C7"/>
    <w:rsid w:val="001F0F95"/>
    <w:rsid w:val="002429C6"/>
    <w:rsid w:val="00311801"/>
    <w:rsid w:val="00332AD1"/>
    <w:rsid w:val="00372246"/>
    <w:rsid w:val="003821A2"/>
    <w:rsid w:val="0041370C"/>
    <w:rsid w:val="00460746"/>
    <w:rsid w:val="00461983"/>
    <w:rsid w:val="0055014E"/>
    <w:rsid w:val="005A0CBB"/>
    <w:rsid w:val="00612643"/>
    <w:rsid w:val="006262B7"/>
    <w:rsid w:val="006D213B"/>
    <w:rsid w:val="00773C37"/>
    <w:rsid w:val="00893FA0"/>
    <w:rsid w:val="008E4AE8"/>
    <w:rsid w:val="00A407A2"/>
    <w:rsid w:val="00C71B3A"/>
    <w:rsid w:val="00C77420"/>
    <w:rsid w:val="00CB52FB"/>
    <w:rsid w:val="00CD3046"/>
    <w:rsid w:val="00CD5972"/>
    <w:rsid w:val="00D5644C"/>
    <w:rsid w:val="00E37823"/>
    <w:rsid w:val="00FC0CF3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6896BC"/>
  <w15:docId w15:val="{A1E57C4F-E16A-475B-8655-15DA28D4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licht1">
    <w:name w:val="Tabelraster licht1"/>
    <w:basedOn w:val="Standaardtabel"/>
    <w:uiPriority w:val="40"/>
    <w:rsid w:val="008E4A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821A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21A2"/>
    <w:rPr>
      <w:rFonts w:ascii="Lucida Grande" w:hAnsi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61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61983"/>
  </w:style>
  <w:style w:type="paragraph" w:styleId="Voettekst">
    <w:name w:val="footer"/>
    <w:basedOn w:val="Standaard"/>
    <w:link w:val="VoettekstChar"/>
    <w:uiPriority w:val="99"/>
    <w:unhideWhenUsed/>
    <w:rsid w:val="00461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1983"/>
  </w:style>
  <w:style w:type="character" w:styleId="Hyperlink">
    <w:name w:val="Hyperlink"/>
    <w:basedOn w:val="Standaardalinea-lettertype"/>
    <w:uiPriority w:val="99"/>
    <w:unhideWhenUsed/>
    <w:rsid w:val="00612643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12643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E378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bc.co.uk/newsroun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bc.co.uk/newsround" TargetMode="External"/><Relationship Id="rId12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bc.co.uk/newsroun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7B7F51C4.dotm</Template>
  <TotalTime>1</TotalTime>
  <Pages>3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sanders</dc:creator>
  <cp:keywords/>
  <dc:description/>
  <cp:lastModifiedBy>Sanders, Rob</cp:lastModifiedBy>
  <cp:revision>2</cp:revision>
  <dcterms:created xsi:type="dcterms:W3CDTF">2016-02-01T08:58:00Z</dcterms:created>
  <dcterms:modified xsi:type="dcterms:W3CDTF">2016-02-01T08:58:00Z</dcterms:modified>
</cp:coreProperties>
</file>