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6AFB2" w14:textId="77777777" w:rsidR="00BB6792" w:rsidRDefault="00BB6792">
      <w:pPr>
        <w:rPr>
          <w:rFonts w:ascii="Arial Black" w:hAnsi="Arial Black"/>
        </w:rPr>
      </w:pPr>
    </w:p>
    <w:p w14:paraId="24227F36" w14:textId="77777777" w:rsidR="003A3BC4" w:rsidRDefault="003A3BC4" w:rsidP="003A3B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nl-NL"/>
        </w:rPr>
        <w:drawing>
          <wp:inline distT="0" distB="0" distL="0" distR="0" wp14:anchorId="06891950" wp14:editId="549CD14D">
            <wp:extent cx="3312160" cy="912495"/>
            <wp:effectExtent l="0" t="0" r="0" b="1905"/>
            <wp:docPr id="2" name="Afbeelding 2" descr="Macintosh HD:Users:baslanters:Desktop:WL News Fl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aslanters:Desktop:WL News Flash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9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0"/>
          <w:szCs w:val="40"/>
          <w:lang w:eastAsia="nl-NL"/>
        </w:rPr>
        <w:drawing>
          <wp:inline distT="0" distB="0" distL="0" distR="0" wp14:anchorId="1F165C81" wp14:editId="37E7790F">
            <wp:extent cx="1941195" cy="1092726"/>
            <wp:effectExtent l="0" t="0" r="0" b="0"/>
            <wp:docPr id="5" name="Afbeelding 5" descr="Macintosh HD:Users:baslanters:Desktop:_78196274_newsround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baslanters:Desktop:_78196274_newsround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588" cy="109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6F3A3" w14:textId="77777777" w:rsidR="003A3BC4" w:rsidRDefault="003A3BC4" w:rsidP="003A3BC4">
      <w:pPr>
        <w:rPr>
          <w:b/>
          <w:sz w:val="40"/>
          <w:szCs w:val="40"/>
        </w:rPr>
      </w:pPr>
    </w:p>
    <w:p w14:paraId="206D96D3" w14:textId="77777777" w:rsidR="003A3BC4" w:rsidRPr="00BB6792" w:rsidRDefault="003A3BC4" w:rsidP="003A3BC4">
      <w:pPr>
        <w:rPr>
          <w:b/>
          <w:sz w:val="40"/>
          <w:szCs w:val="40"/>
          <w:lang w:val="en-GB"/>
        </w:rPr>
      </w:pPr>
      <w:r w:rsidRPr="00BB6792">
        <w:rPr>
          <w:b/>
          <w:sz w:val="40"/>
          <w:szCs w:val="40"/>
          <w:lang w:val="en-GB"/>
        </w:rPr>
        <w:t>Create your own News Flash:</w:t>
      </w:r>
    </w:p>
    <w:p w14:paraId="273FD1A1" w14:textId="77777777" w:rsidR="003A3BC4" w:rsidRPr="00011897" w:rsidRDefault="003A3BC4" w:rsidP="003A3BC4">
      <w:pPr>
        <w:rPr>
          <w:sz w:val="32"/>
          <w:szCs w:val="32"/>
        </w:rPr>
      </w:pPr>
      <w:r w:rsidRPr="00011897">
        <w:rPr>
          <w:sz w:val="32"/>
          <w:szCs w:val="32"/>
        </w:rPr>
        <w:t xml:space="preserve">Je gaat een nieuwsuitzending maken. Dit doe je in tweetallen of </w:t>
      </w:r>
      <w:proofErr w:type="gramStart"/>
      <w:r w:rsidRPr="00011897">
        <w:rPr>
          <w:sz w:val="32"/>
          <w:szCs w:val="32"/>
        </w:rPr>
        <w:t xml:space="preserve">drietallen.  </w:t>
      </w:r>
      <w:proofErr w:type="gramEnd"/>
      <w:r w:rsidRPr="00011897">
        <w:rPr>
          <w:sz w:val="32"/>
          <w:szCs w:val="32"/>
        </w:rPr>
        <w:t>Iedere leerling van het groepje kiest een nieuws item.</w:t>
      </w:r>
    </w:p>
    <w:p w14:paraId="5659D113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Maak twee of drietallen.</w:t>
      </w:r>
    </w:p>
    <w:p w14:paraId="4EB69999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 xml:space="preserve">Kies per persoon een nieuws item (denk aan </w:t>
      </w:r>
      <w:proofErr w:type="spellStart"/>
      <w:r w:rsidRPr="00011897">
        <w:rPr>
          <w:sz w:val="32"/>
          <w:szCs w:val="32"/>
        </w:rPr>
        <w:t>Newsround</w:t>
      </w:r>
      <w:proofErr w:type="spellEnd"/>
      <w:r w:rsidRPr="00011897">
        <w:rPr>
          <w:sz w:val="32"/>
          <w:szCs w:val="32"/>
        </w:rPr>
        <w:t>).</w:t>
      </w:r>
    </w:p>
    <w:p w14:paraId="4E2F584D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 xml:space="preserve">Maak een script, zodat je weet wat je gaat doen (tekst, beeld, inspreken, </w:t>
      </w:r>
      <w:proofErr w:type="spellStart"/>
      <w:r w:rsidRPr="00011897">
        <w:rPr>
          <w:sz w:val="32"/>
          <w:szCs w:val="32"/>
        </w:rPr>
        <w:t>etc</w:t>
      </w:r>
      <w:proofErr w:type="spellEnd"/>
      <w:r w:rsidRPr="00011897">
        <w:rPr>
          <w:sz w:val="32"/>
          <w:szCs w:val="32"/>
        </w:rPr>
        <w:t>).</w:t>
      </w:r>
    </w:p>
    <w:p w14:paraId="095B5406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Verdeel de rollen (inspreken, filmen, tijd waarnemer).</w:t>
      </w:r>
    </w:p>
    <w:p w14:paraId="0FB319B0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Neem het op met je device.</w:t>
      </w:r>
    </w:p>
    <w:p w14:paraId="64ED2E8E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Het filmpje moet 30 tot 40 seconden per item zijn.</w:t>
      </w:r>
    </w:p>
    <w:p w14:paraId="7A1FF192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lastRenderedPageBreak/>
        <w:t>Zorg voor een begin en een afsluiting.</w:t>
      </w:r>
    </w:p>
    <w:p w14:paraId="36837523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 xml:space="preserve">Kijk nog eens naar </w:t>
      </w:r>
      <w:proofErr w:type="spellStart"/>
      <w:r w:rsidRPr="00011897">
        <w:rPr>
          <w:sz w:val="32"/>
          <w:szCs w:val="32"/>
        </w:rPr>
        <w:t>Newsround</w:t>
      </w:r>
      <w:proofErr w:type="spellEnd"/>
      <w:r w:rsidRPr="00011897">
        <w:rPr>
          <w:sz w:val="32"/>
          <w:szCs w:val="32"/>
        </w:rPr>
        <w:t xml:space="preserve"> om ideeën op te doen.</w:t>
      </w:r>
    </w:p>
    <w:p w14:paraId="6C31865F" w14:textId="77777777" w:rsidR="003A3BC4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Laat het zien aan je docent.</w:t>
      </w:r>
    </w:p>
    <w:p w14:paraId="42FCCF5E" w14:textId="77777777" w:rsidR="003A3BC4" w:rsidRPr="00011897" w:rsidRDefault="003A3BC4" w:rsidP="003A3BC4">
      <w:pPr>
        <w:rPr>
          <w:sz w:val="32"/>
          <w:szCs w:val="32"/>
        </w:rPr>
      </w:pPr>
    </w:p>
    <w:p w14:paraId="77AC0F81" w14:textId="77777777" w:rsidR="003A3BC4" w:rsidRDefault="003A3BC4" w:rsidP="003A3BC4">
      <w:pPr>
        <w:pStyle w:val="Lijstalinea"/>
      </w:pPr>
      <w:r>
        <w:rPr>
          <w:noProof/>
          <w:lang w:eastAsia="nl-NL"/>
        </w:rPr>
        <w:drawing>
          <wp:inline distT="0" distB="0" distL="0" distR="0" wp14:anchorId="461C1721" wp14:editId="3EB02F4B">
            <wp:extent cx="4683096" cy="2652395"/>
            <wp:effectExtent l="0" t="0" r="0" b="0"/>
            <wp:docPr id="3" name="Afbeelding 3" descr="Macintosh HD:Users:baslanters:Desktop:Newsround XX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aslanters:Desktop:Newsround XX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740" cy="265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04318" w14:textId="77777777" w:rsidR="003A3BC4" w:rsidRDefault="003A3BC4">
      <w:pPr>
        <w:rPr>
          <w:rFonts w:ascii="Arial Black" w:hAnsi="Arial Black"/>
        </w:rPr>
      </w:pPr>
      <w:bookmarkStart w:id="0" w:name="_GoBack"/>
      <w:bookmarkEnd w:id="0"/>
    </w:p>
    <w:sectPr w:rsidR="003A3BC4" w:rsidSect="001F0F95">
      <w:headerReference w:type="default" r:id="rId10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B97CF" w14:textId="77777777" w:rsidR="00CD3F96" w:rsidRDefault="00CD3F96" w:rsidP="00D956AF">
      <w:pPr>
        <w:spacing w:after="0" w:line="240" w:lineRule="auto"/>
      </w:pPr>
      <w:r>
        <w:separator/>
      </w:r>
    </w:p>
  </w:endnote>
  <w:endnote w:type="continuationSeparator" w:id="0">
    <w:p w14:paraId="6E2C81E1" w14:textId="77777777" w:rsidR="00CD3F96" w:rsidRDefault="00CD3F96" w:rsidP="00D9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E1F71" w14:textId="77777777" w:rsidR="00CD3F96" w:rsidRDefault="00CD3F96" w:rsidP="00D956AF">
      <w:pPr>
        <w:spacing w:after="0" w:line="240" w:lineRule="auto"/>
      </w:pPr>
      <w:r>
        <w:separator/>
      </w:r>
    </w:p>
  </w:footnote>
  <w:footnote w:type="continuationSeparator" w:id="0">
    <w:p w14:paraId="0A4C39A3" w14:textId="77777777" w:rsidR="00CD3F96" w:rsidRDefault="00CD3F96" w:rsidP="00D9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D3FB3" w14:textId="47374A91" w:rsidR="0077233D" w:rsidRDefault="0077233D">
    <w:pPr>
      <w:pStyle w:val="Koptekst"/>
    </w:pPr>
  </w:p>
  <w:p w14:paraId="35E15DE4" w14:textId="77777777" w:rsidR="0077233D" w:rsidRDefault="0077233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056A9"/>
    <w:multiLevelType w:val="hybridMultilevel"/>
    <w:tmpl w:val="ABE4FECA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EA32D9"/>
    <w:multiLevelType w:val="hybridMultilevel"/>
    <w:tmpl w:val="6DA6D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37"/>
    <w:rsid w:val="0000664A"/>
    <w:rsid w:val="0001226D"/>
    <w:rsid w:val="00085EA1"/>
    <w:rsid w:val="000D6974"/>
    <w:rsid w:val="00100D6F"/>
    <w:rsid w:val="00195545"/>
    <w:rsid w:val="001F0F95"/>
    <w:rsid w:val="00217834"/>
    <w:rsid w:val="002429C6"/>
    <w:rsid w:val="0028015D"/>
    <w:rsid w:val="00311801"/>
    <w:rsid w:val="003454DA"/>
    <w:rsid w:val="00353730"/>
    <w:rsid w:val="003821A2"/>
    <w:rsid w:val="003A3BC4"/>
    <w:rsid w:val="00577449"/>
    <w:rsid w:val="005A0CBB"/>
    <w:rsid w:val="005B00BE"/>
    <w:rsid w:val="00623C31"/>
    <w:rsid w:val="006262B7"/>
    <w:rsid w:val="00660B03"/>
    <w:rsid w:val="0068687B"/>
    <w:rsid w:val="0077233D"/>
    <w:rsid w:val="00773C37"/>
    <w:rsid w:val="00893FA0"/>
    <w:rsid w:val="008E4AE8"/>
    <w:rsid w:val="009702C8"/>
    <w:rsid w:val="00987870"/>
    <w:rsid w:val="00994661"/>
    <w:rsid w:val="00AE41B0"/>
    <w:rsid w:val="00BB6792"/>
    <w:rsid w:val="00CB52FB"/>
    <w:rsid w:val="00CD3046"/>
    <w:rsid w:val="00CD3F96"/>
    <w:rsid w:val="00CD5B6F"/>
    <w:rsid w:val="00D956AF"/>
    <w:rsid w:val="00E7720D"/>
    <w:rsid w:val="00EC266F"/>
    <w:rsid w:val="00F32F7E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3141C6"/>
  <w15:docId w15:val="{3BFD4E15-46D1-4FD3-92B5-072A98A0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rsid w:val="00085EA1"/>
    <w:pPr>
      <w:spacing w:after="0" w:line="240" w:lineRule="auto"/>
      <w:outlineLvl w:val="1"/>
    </w:pPr>
    <w:rPr>
      <w:rFonts w:asciiTheme="majorHAnsi" w:eastAsiaTheme="majorEastAsia" w:hAnsiTheme="majorHAnsi" w:cstheme="majorBidi"/>
      <w:bCs/>
      <w:color w:val="A5A5A5" w:themeColor="accent3"/>
      <w:sz w:val="48"/>
      <w:szCs w:val="26"/>
      <w:lang w:val="nb-NO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56AF"/>
  </w:style>
  <w:style w:type="paragraph" w:styleId="Voettekst">
    <w:name w:val="footer"/>
    <w:basedOn w:val="Standaard"/>
    <w:link w:val="VoettekstChar"/>
    <w:uiPriority w:val="99"/>
    <w:unhideWhenUsed/>
    <w:rsid w:val="00D9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56AF"/>
  </w:style>
  <w:style w:type="paragraph" w:styleId="Lijstalinea">
    <w:name w:val="List Paragraph"/>
    <w:basedOn w:val="Standaard"/>
    <w:uiPriority w:val="34"/>
    <w:qFormat/>
    <w:rsid w:val="00EC266F"/>
    <w:pPr>
      <w:ind w:left="720"/>
      <w:contextualSpacing/>
    </w:pPr>
  </w:style>
  <w:style w:type="paragraph" w:customStyle="1" w:styleId="Symbol">
    <w:name w:val="Symbol"/>
    <w:basedOn w:val="Standaard"/>
    <w:qFormat/>
    <w:rsid w:val="00085EA1"/>
    <w:pPr>
      <w:spacing w:after="0" w:line="240" w:lineRule="auto"/>
    </w:pPr>
    <w:rPr>
      <w:rFonts w:eastAsiaTheme="minorEastAsia"/>
      <w:b/>
      <w:sz w:val="60"/>
      <w:szCs w:val="24"/>
      <w:lang w:val="nb-NO"/>
    </w:rPr>
  </w:style>
  <w:style w:type="paragraph" w:styleId="Titel">
    <w:name w:val="Title"/>
    <w:basedOn w:val="Standaard"/>
    <w:link w:val="TitelChar"/>
    <w:uiPriority w:val="10"/>
    <w:qFormat/>
    <w:rsid w:val="00085EA1"/>
    <w:pPr>
      <w:spacing w:after="0" w:line="240" w:lineRule="auto"/>
    </w:pPr>
    <w:rPr>
      <w:rFonts w:asciiTheme="majorHAnsi" w:eastAsiaTheme="majorEastAsia" w:hAnsiTheme="majorHAnsi" w:cstheme="majorBidi"/>
      <w:color w:val="595959" w:themeColor="text1" w:themeTint="A6"/>
      <w:sz w:val="48"/>
      <w:szCs w:val="52"/>
      <w:lang w:val="nb-NO"/>
    </w:rPr>
  </w:style>
  <w:style w:type="character" w:customStyle="1" w:styleId="TitelChar">
    <w:name w:val="Titel Char"/>
    <w:basedOn w:val="Standaardalinea-lettertype"/>
    <w:link w:val="Titel"/>
    <w:uiPriority w:val="10"/>
    <w:rsid w:val="00085EA1"/>
    <w:rPr>
      <w:rFonts w:asciiTheme="majorHAnsi" w:eastAsiaTheme="majorEastAsia" w:hAnsiTheme="majorHAnsi" w:cstheme="majorBidi"/>
      <w:color w:val="595959" w:themeColor="text1" w:themeTint="A6"/>
      <w:sz w:val="48"/>
      <w:szCs w:val="52"/>
      <w:lang w:val="nb-NO"/>
    </w:rPr>
  </w:style>
  <w:style w:type="paragraph" w:styleId="Datum">
    <w:name w:val="Date"/>
    <w:basedOn w:val="Standaard"/>
    <w:link w:val="DatumChar"/>
    <w:rsid w:val="00085EA1"/>
    <w:pPr>
      <w:spacing w:after="0" w:line="240" w:lineRule="auto"/>
      <w:jc w:val="right"/>
    </w:pPr>
    <w:rPr>
      <w:rFonts w:eastAsiaTheme="minorEastAsia"/>
      <w:color w:val="A6A6A6" w:themeColor="background1" w:themeShade="A6"/>
      <w:sz w:val="28"/>
      <w:szCs w:val="24"/>
      <w:lang w:val="nb-NO"/>
    </w:rPr>
  </w:style>
  <w:style w:type="character" w:customStyle="1" w:styleId="DatumChar">
    <w:name w:val="Datum Char"/>
    <w:basedOn w:val="Standaardalinea-lettertype"/>
    <w:link w:val="Datum"/>
    <w:rsid w:val="00085EA1"/>
    <w:rPr>
      <w:rFonts w:eastAsiaTheme="minorEastAsia"/>
      <w:color w:val="A6A6A6" w:themeColor="background1" w:themeShade="A6"/>
      <w:sz w:val="28"/>
      <w:szCs w:val="24"/>
      <w:lang w:val="nb-NO"/>
    </w:rPr>
  </w:style>
  <w:style w:type="character" w:customStyle="1" w:styleId="Kop2Char">
    <w:name w:val="Kop 2 Char"/>
    <w:basedOn w:val="Standaardalinea-lettertype"/>
    <w:link w:val="Kop2"/>
    <w:rsid w:val="00085EA1"/>
    <w:rPr>
      <w:rFonts w:asciiTheme="majorHAnsi" w:eastAsiaTheme="majorEastAsia" w:hAnsiTheme="majorHAnsi" w:cstheme="majorBidi"/>
      <w:bCs/>
      <w:color w:val="A5A5A5" w:themeColor="accent3"/>
      <w:sz w:val="48"/>
      <w:szCs w:val="26"/>
      <w:lang w:val="nb-NO"/>
    </w:rPr>
  </w:style>
  <w:style w:type="paragraph" w:customStyle="1" w:styleId="Pagina">
    <w:name w:val="Pagina"/>
    <w:basedOn w:val="Standaard"/>
    <w:link w:val="PageChar"/>
    <w:qFormat/>
    <w:rsid w:val="00085EA1"/>
    <w:pPr>
      <w:spacing w:after="0" w:line="240" w:lineRule="auto"/>
      <w:jc w:val="right"/>
    </w:pPr>
    <w:rPr>
      <w:rFonts w:eastAsiaTheme="minorEastAsia"/>
      <w:color w:val="A5A5A5" w:themeColor="accent3"/>
      <w:sz w:val="48"/>
      <w:szCs w:val="24"/>
      <w:lang w:val="nb-NO"/>
    </w:rPr>
  </w:style>
  <w:style w:type="character" w:customStyle="1" w:styleId="PageChar">
    <w:name w:val="Page Char"/>
    <w:basedOn w:val="Standaardalinea-lettertype"/>
    <w:link w:val="Pagina"/>
    <w:rsid w:val="00085EA1"/>
    <w:rPr>
      <w:rFonts w:eastAsiaTheme="minorEastAsia"/>
      <w:color w:val="A5A5A5" w:themeColor="accent3"/>
      <w:sz w:val="48"/>
      <w:szCs w:val="24"/>
      <w:lang w:val="nb-NO"/>
    </w:rPr>
  </w:style>
  <w:style w:type="character" w:styleId="Hyperlink">
    <w:name w:val="Hyperlink"/>
    <w:basedOn w:val="Standaardalinea-lettertype"/>
    <w:uiPriority w:val="99"/>
    <w:unhideWhenUsed/>
    <w:rsid w:val="00994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7B7F51C4.dotm</Template>
  <TotalTime>1</TotalTime>
  <Pages>1</Pages>
  <Words>89</Words>
  <Characters>492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Sanders, Rob</cp:lastModifiedBy>
  <cp:revision>2</cp:revision>
  <dcterms:created xsi:type="dcterms:W3CDTF">2016-02-01T09:00:00Z</dcterms:created>
  <dcterms:modified xsi:type="dcterms:W3CDTF">2016-02-01T09:00:00Z</dcterms:modified>
</cp:coreProperties>
</file>