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D95A5" w14:textId="7D8FEDFA" w:rsidR="00195545" w:rsidRDefault="00BB6792" w:rsidP="00195545">
      <w:pPr>
        <w:pStyle w:val="Lijstalinea"/>
        <w:rPr>
          <w:rFonts w:ascii="Arial" w:hAnsi="Arial" w:cs="Aria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D96093" wp14:editId="44568C6D">
                <wp:simplePos x="0" y="0"/>
                <wp:positionH relativeFrom="page">
                  <wp:posOffset>2561590</wp:posOffset>
                </wp:positionH>
                <wp:positionV relativeFrom="page">
                  <wp:posOffset>586105</wp:posOffset>
                </wp:positionV>
                <wp:extent cx="4913630" cy="407035"/>
                <wp:effectExtent l="0" t="0" r="13970" b="24765"/>
                <wp:wrapNone/>
                <wp:docPr id="254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63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369F359" w14:textId="77777777" w:rsidR="00085EA1" w:rsidRPr="00BB6792" w:rsidRDefault="00085EA1" w:rsidP="00085EA1">
                            <w:pPr>
                              <w:pStyle w:val="Kop2"/>
                              <w:rPr>
                                <w:sz w:val="44"/>
                                <w:szCs w:val="44"/>
                              </w:rPr>
                            </w:pPr>
                            <w:r w:rsidRPr="00BB6792">
                              <w:rPr>
                                <w:sz w:val="44"/>
                                <w:szCs w:val="44"/>
                              </w:rPr>
                              <w:t>Onderwerp/ thema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D96093" id="_x0000_t202" coordsize="21600,21600" o:spt="202" path="m,l,21600r21600,l21600,xe">
                <v:stroke joinstyle="miter"/>
                <v:path gradientshapeok="t" o:connecttype="rect"/>
              </v:shapetype>
              <v:shape id="Text Box 263" o:spid="_x0000_s1026" type="#_x0000_t202" style="position:absolute;left:0;text-align:left;margin-left:201.7pt;margin-top:46.15pt;width:386.9pt;height:32.0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" filled="f" stroked="f">
                <v:textbox inset="0,0,0,0">
                  <w:txbxContent>
                    <w:p w14:paraId="0369F359" w14:textId="77777777" w:rsidR="00085EA1" w:rsidRPr="00BB6792" w:rsidRDefault="00085EA1" w:rsidP="00085EA1">
                      <w:pPr>
                        <w:pStyle w:val="Kop2"/>
                        <w:rPr>
                          <w:sz w:val="44"/>
                          <w:szCs w:val="44"/>
                        </w:rPr>
                      </w:pPr>
                      <w:r w:rsidRPr="00BB6792">
                        <w:rPr>
                          <w:sz w:val="44"/>
                          <w:szCs w:val="44"/>
                        </w:rPr>
                        <w:t>Onderwerp/ thema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2291B4" wp14:editId="13D60A3F">
                <wp:simplePos x="0" y="0"/>
                <wp:positionH relativeFrom="column">
                  <wp:posOffset>4048125</wp:posOffset>
                </wp:positionH>
                <wp:positionV relativeFrom="paragraph">
                  <wp:posOffset>0</wp:posOffset>
                </wp:positionV>
                <wp:extent cx="2171700" cy="342900"/>
                <wp:effectExtent l="0" t="0" r="0" b="127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BF1D2" w14:textId="77777777" w:rsidR="00623C31" w:rsidRDefault="00623C31">
                            <w:r>
                              <w:t>Datum: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291B4" id="Tekstvak 1" o:spid="_x0000_s1027" type="#_x0000_t202" style="position:absolute;left:0;text-align:left;margin-left:318.75pt;margin-top:0;width:171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" filled="f" stroked="f">
                <v:textbox>
                  <w:txbxContent>
                    <w:p w14:paraId="540BF1D2" w14:textId="77777777" w:rsidR="00623C31" w:rsidRDefault="00623C31">
                      <w:r>
                        <w:t>Datum: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8C7196" wp14:editId="6452481F">
                <wp:simplePos x="0" y="0"/>
                <wp:positionH relativeFrom="column">
                  <wp:posOffset>-314325</wp:posOffset>
                </wp:positionH>
                <wp:positionV relativeFrom="paragraph">
                  <wp:posOffset>-208915</wp:posOffset>
                </wp:positionV>
                <wp:extent cx="3260725" cy="408305"/>
                <wp:effectExtent l="0" t="0" r="15875" b="23495"/>
                <wp:wrapNone/>
                <wp:docPr id="24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0725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B03DC4A" w14:textId="77777777" w:rsidR="00085EA1" w:rsidRDefault="00085EA1" w:rsidP="00085EA1">
                            <w:pPr>
                              <w:pStyle w:val="Titel"/>
                            </w:pPr>
                            <w:r>
                              <w:t>Naam Krant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C7196" id="Text Box 79" o:spid="_x0000_s1028" type="#_x0000_t202" style="position:absolute;left:0;text-align:left;margin-left:-24.75pt;margin-top:-16.45pt;width:256.75pt;height:3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" filled="f" stroked="f">
                <v:textbox inset="0,0,0,0">
                  <w:txbxContent>
                    <w:p w14:paraId="2B03DC4A" w14:textId="77777777" w:rsidR="00085EA1" w:rsidRDefault="00085EA1" w:rsidP="00085EA1">
                      <w:pPr>
                        <w:pStyle w:val="Titel"/>
                      </w:pPr>
                      <w:r>
                        <w:t>Naam Krant</w:t>
                      </w:r>
                    </w:p>
                  </w:txbxContent>
                </v:textbox>
              </v:shape>
            </w:pict>
          </mc:Fallback>
        </mc:AlternateContent>
      </w:r>
    </w:p>
    <w:p w14:paraId="542282BA" w14:textId="78BFA393" w:rsidR="00195545" w:rsidRPr="00EC266F" w:rsidRDefault="00195545" w:rsidP="00195545">
      <w:pPr>
        <w:pStyle w:val="Lijstalinea"/>
        <w:rPr>
          <w:rFonts w:ascii="Arial" w:hAnsi="Arial" w:cs="Arial"/>
        </w:rPr>
      </w:pPr>
    </w:p>
    <w:p w14:paraId="4AFE04B8" w14:textId="5657B38C" w:rsidR="0000664A" w:rsidRDefault="0000664A">
      <w:pPr>
        <w:rPr>
          <w:rFonts w:ascii="Arial Black" w:hAnsi="Arial Black"/>
        </w:rPr>
      </w:pPr>
    </w:p>
    <w:p w14:paraId="0E07D6F2" w14:textId="356DF4D4" w:rsidR="00CB52FB" w:rsidRDefault="00CB52FB">
      <w:pPr>
        <w:rPr>
          <w:rFonts w:ascii="Arial Black" w:hAnsi="Arial Black"/>
        </w:rPr>
      </w:pPr>
    </w:p>
    <w:p w14:paraId="5DCDBC0F" w14:textId="3075EED5" w:rsidR="00085EA1" w:rsidRDefault="00085EA1">
      <w:pPr>
        <w:rPr>
          <w:rFonts w:ascii="Arial Black" w:hAnsi="Arial Black"/>
        </w:rPr>
      </w:pPr>
    </w:p>
    <w:p w14:paraId="38B4637E" w14:textId="584C650F" w:rsidR="00085EA1" w:rsidRDefault="00085EA1">
      <w:pPr>
        <w:rPr>
          <w:rFonts w:ascii="Arial Black" w:hAnsi="Arial Black"/>
        </w:rPr>
      </w:pPr>
    </w:p>
    <w:p w14:paraId="7B599CA8" w14:textId="2A285E1C" w:rsidR="00085EA1" w:rsidRDefault="00085EA1">
      <w:pPr>
        <w:rPr>
          <w:rFonts w:ascii="Arial Black" w:hAnsi="Arial Black"/>
        </w:rPr>
      </w:pPr>
    </w:p>
    <w:p w14:paraId="37DBC89A" w14:textId="77777777" w:rsidR="00085EA1" w:rsidRDefault="00085EA1">
      <w:pPr>
        <w:rPr>
          <w:rFonts w:ascii="Arial Black" w:hAnsi="Arial Black"/>
        </w:rPr>
      </w:pPr>
    </w:p>
    <w:p w14:paraId="05AB8142" w14:textId="6EE50AB9" w:rsidR="00085EA1" w:rsidRDefault="00085EA1">
      <w:pPr>
        <w:rPr>
          <w:rFonts w:ascii="Arial Black" w:hAnsi="Arial Black"/>
        </w:rPr>
      </w:pPr>
    </w:p>
    <w:p w14:paraId="1F8A7521" w14:textId="77777777" w:rsidR="00085EA1" w:rsidRDefault="00085EA1">
      <w:pPr>
        <w:rPr>
          <w:rFonts w:ascii="Arial Black" w:hAnsi="Arial Black"/>
        </w:rPr>
      </w:pPr>
    </w:p>
    <w:p w14:paraId="1DBC36A7" w14:textId="5B02D270" w:rsidR="00085EA1" w:rsidRDefault="00085EA1">
      <w:pPr>
        <w:rPr>
          <w:rFonts w:ascii="Arial Black" w:hAnsi="Arial Black"/>
        </w:rPr>
      </w:pPr>
    </w:p>
    <w:p w14:paraId="588958F7" w14:textId="1A6FB88C" w:rsidR="00085EA1" w:rsidRDefault="00085EA1">
      <w:pPr>
        <w:rPr>
          <w:rFonts w:ascii="Arial Black" w:hAnsi="Arial Black"/>
        </w:rPr>
      </w:pPr>
    </w:p>
    <w:p w14:paraId="2826F3B1" w14:textId="191565C0" w:rsidR="00085EA1" w:rsidRDefault="00085EA1">
      <w:pPr>
        <w:rPr>
          <w:rFonts w:ascii="Arial Black" w:hAnsi="Arial Black"/>
        </w:rPr>
      </w:pPr>
    </w:p>
    <w:p w14:paraId="795F9FB8" w14:textId="77777777" w:rsidR="00085EA1" w:rsidRDefault="00085EA1">
      <w:pPr>
        <w:rPr>
          <w:rFonts w:ascii="Arial Black" w:hAnsi="Arial Black"/>
        </w:rPr>
      </w:pPr>
    </w:p>
    <w:p w14:paraId="647F4E8D" w14:textId="5D8420D3" w:rsidR="00085EA1" w:rsidRDefault="00085EA1">
      <w:pPr>
        <w:rPr>
          <w:rFonts w:ascii="Arial Black" w:hAnsi="Arial Black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DCC54A" wp14:editId="4589695F">
                <wp:simplePos x="0" y="0"/>
                <wp:positionH relativeFrom="column">
                  <wp:posOffset>2857500</wp:posOffset>
                </wp:positionH>
                <wp:positionV relativeFrom="paragraph">
                  <wp:posOffset>-52705</wp:posOffset>
                </wp:positionV>
                <wp:extent cx="3437890" cy="282575"/>
                <wp:effectExtent l="0" t="0" r="16510" b="22225"/>
                <wp:wrapNone/>
                <wp:docPr id="247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89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433C3EE6" w14:textId="77777777" w:rsidR="00085EA1" w:rsidRDefault="00085EA1" w:rsidP="00085EA1">
                            <w:pPr>
                              <w:pStyle w:val="Datum"/>
                            </w:pPr>
                            <w:r>
                              <w:rPr>
                                <w:lang w:val="nl-NL"/>
                              </w:rPr>
                              <w:t>Uitgave | Datum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DCC54A" id="Text Box 230" o:spid="_x0000_s1028" type="#_x0000_t202" style="position:absolute;margin-left:225pt;margin-top:-4.15pt;width:270.7pt;height:22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" filled="f" stroked="f">
                <v:textbox inset="0,0,0,0">
                  <w:txbxContent>
                    <w:p w14:paraId="433C3EE6" w14:textId="77777777" w:rsidR="00085EA1" w:rsidRDefault="00085EA1" w:rsidP="00085EA1">
                      <w:pPr>
                        <w:pStyle w:val="Datum"/>
                      </w:pPr>
                      <w:r>
                        <w:rPr>
                          <w:lang w:val="nl-NL"/>
                        </w:rPr>
                        <w:t>Uitgave | Datum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9C31E9" wp14:editId="5A338DA9">
                <wp:simplePos x="0" y="0"/>
                <wp:positionH relativeFrom="column">
                  <wp:posOffset>-534035</wp:posOffset>
                </wp:positionH>
                <wp:positionV relativeFrom="paragraph">
                  <wp:posOffset>5880735</wp:posOffset>
                </wp:positionV>
                <wp:extent cx="6817360" cy="0"/>
                <wp:effectExtent l="0" t="0" r="21590" b="19050"/>
                <wp:wrapNone/>
                <wp:docPr id="248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7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3EFC9" id="Line 23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05pt,463.05pt" to="494.75pt,4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" strokecolor="#a5a5a5 [2092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CE7A51" wp14:editId="3A373ACF">
                <wp:simplePos x="0" y="0"/>
                <wp:positionH relativeFrom="page">
                  <wp:posOffset>4991100</wp:posOffset>
                </wp:positionH>
                <wp:positionV relativeFrom="page">
                  <wp:posOffset>993140</wp:posOffset>
                </wp:positionV>
                <wp:extent cx="2189480" cy="5024755"/>
                <wp:effectExtent l="0" t="0" r="0" b="4445"/>
                <wp:wrapNone/>
                <wp:docPr id="250" name="Rectangl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9480" cy="50247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6DB3D1" w14:textId="77777777" w:rsidR="00085EA1" w:rsidRDefault="00085EA1" w:rsidP="00085E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CE7A51" id="Rectangle 234" o:spid="_x0000_s1029" style="position:absolute;margin-left:393pt;margin-top:78.2pt;width:172.4pt;height:395.65pt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" fillcolor="#ffc000 [3207]" stroked="f">
                <v:textbox inset=",7.2pt,,7.2pt">
                  <w:txbxContent>
                    <w:p w14:paraId="376DB3D1" w14:textId="77777777" w:rsidR="00085EA1" w:rsidRDefault="00085EA1" w:rsidP="00085EA1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D7F8AE" wp14:editId="3F6C111D">
                <wp:simplePos x="0" y="0"/>
                <wp:positionH relativeFrom="column">
                  <wp:posOffset>-534035</wp:posOffset>
                </wp:positionH>
                <wp:positionV relativeFrom="paragraph">
                  <wp:posOffset>9316085</wp:posOffset>
                </wp:positionV>
                <wp:extent cx="3261260" cy="226342"/>
                <wp:effectExtent l="0" t="0" r="15875" b="2540"/>
                <wp:wrapNone/>
                <wp:docPr id="251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260" cy="226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A1EC2" w14:textId="77777777" w:rsidR="00085EA1" w:rsidRDefault="00085EA1" w:rsidP="00085EA1">
                            <w:pPr>
                              <w:pStyle w:val="Voetteks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7F8AE" id="Text Box 247" o:spid="_x0000_s1030" type="#_x0000_t202" style="position:absolute;margin-left:-42.05pt;margin-top:733.55pt;width:256.8pt;height:17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" filled="f" stroked="f">
                <v:textbox inset="0,0,0,0">
                  <w:txbxContent>
                    <w:p w14:paraId="178A1EC2" w14:textId="77777777" w:rsidR="00085EA1" w:rsidRDefault="00085EA1" w:rsidP="00085EA1">
                      <w:pPr>
                        <w:pStyle w:val="Voettek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F0ED80" wp14:editId="0D8F258C">
                <wp:simplePos x="0" y="0"/>
                <wp:positionH relativeFrom="column">
                  <wp:posOffset>-257810</wp:posOffset>
                </wp:positionH>
                <wp:positionV relativeFrom="paragraph">
                  <wp:posOffset>2476500</wp:posOffset>
                </wp:positionV>
                <wp:extent cx="2027555" cy="382270"/>
                <wp:effectExtent l="0" t="0" r="4445" b="24130"/>
                <wp:wrapNone/>
                <wp:docPr id="274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755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6C70D45" w14:textId="77777777" w:rsidR="00085EA1" w:rsidRDefault="00085EA1" w:rsidP="00085EA1">
                            <w:pPr>
                              <w:pStyle w:val="Pagina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0ED80" id="Text Box 281" o:spid="_x0000_s1032" type="#_x0000_t202" style="position:absolute;margin-left:-20.3pt;margin-top:195pt;width:159.65pt;height:30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" filled="f" stroked="f">
                <v:textbox inset="0,0,0,0">
                  <w:txbxContent>
                    <w:p w14:paraId="06C70D45" w14:textId="77777777" w:rsidR="00085EA1" w:rsidRDefault="00085EA1" w:rsidP="00085EA1">
                      <w:pPr>
                        <w:pStyle w:val="Pagina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F5690B" w14:textId="05F6CCE6" w:rsidR="00085EA1" w:rsidRDefault="00CD3F96">
      <w:pPr>
        <w:rPr>
          <w:rFonts w:ascii="Arial Black" w:hAnsi="Arial Black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086CD61" wp14:editId="232954D1">
                <wp:simplePos x="0" y="0"/>
                <wp:positionH relativeFrom="page">
                  <wp:posOffset>2728595</wp:posOffset>
                </wp:positionH>
                <wp:positionV relativeFrom="page">
                  <wp:posOffset>1021715</wp:posOffset>
                </wp:positionV>
                <wp:extent cx="2171700" cy="2186940"/>
                <wp:effectExtent l="0" t="0" r="0" b="0"/>
                <wp:wrapThrough wrapText="bothSides">
                  <wp:wrapPolygon edited="0">
                    <wp:start x="253" y="0"/>
                    <wp:lineTo x="253" y="21324"/>
                    <wp:lineTo x="20968" y="21324"/>
                    <wp:lineTo x="20968" y="0"/>
                    <wp:lineTo x="253" y="0"/>
                  </wp:wrapPolygon>
                </wp:wrapThrough>
                <wp:docPr id="6" name="Groep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2186940"/>
                          <a:chOff x="0" y="0"/>
                          <a:chExt cx="2171700" cy="218694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g:grpSpPr>
                      <wps:wsp>
                        <wps:cNvPr id="448" name="Tekstvak 448"/>
                        <wps:cNvSpPr txBox="1"/>
                        <wps:spPr>
                          <a:xfrm>
                            <a:off x="0" y="0"/>
                            <a:ext cx="2171700" cy="218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4"/>
                        <wps:cNvSpPr txBox="1"/>
                        <wps:spPr>
                          <a:xfrm>
                            <a:off x="91440" y="45720"/>
                            <a:ext cx="196596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6408FCA" w14:textId="77777777" w:rsidR="00085EA1" w:rsidRDefault="00085EA1" w:rsidP="00085EA1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6CD61" id="Groeperen 6" o:spid="_x0000_s1033" style="position:absolute;margin-left:214.85pt;margin-top:80.45pt;width:171pt;height:172.2pt;z-index:251670528;mso-position-horizontal-relative:page;mso-position-vertical-relative:page" coordsize="21717,21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">
                <v:shape id="Tekstvak 448" o:spid="_x0000_s1034" type="#_x0000_t202" style="position:absolute;width:21717;height:21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JosAA&#10;AADcAAAADwAAAGRycy9kb3ducmV2LnhtbERPTYvCMBC9C/6HMMLeNFGq7HaNIsqCJ0XdFbwNzdiW&#10;bSalibb+e3MQPD7e93zZ2UrcqfGlYw3jkQJBnDlTcq7h9/Qz/AThA7LByjFpeJCH5aLfm2NqXMsH&#10;uh9DLmII+xQ1FCHUqZQ+K8iiH7maOHJX11gMETa5NA22MdxWcqLUTFosOTYUWNO6oOz/eLMa/nbX&#10;yzlR+3xjp3XrOiXZfkmtPwbd6htEoC68xS/31mhIkrg2nolH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IJosAAAADcAAAADwAAAAAAAAAAAAAAAACYAgAAZHJzL2Rvd25y&#10;ZXYueG1sUEsFBgAAAAAEAAQA9QAAAIUDAAAAAA==&#10;" filled="f" stroked="f"/>
                <v:shape id="Tekstvak 4" o:spid="_x0000_s1035" type="#_x0000_t202" style="position:absolute;left:914;top:457;width:19660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14:paraId="56408FCA" w14:textId="77777777" w:rsidR="00085EA1" w:rsidRDefault="00085EA1" w:rsidP="00085EA1"/>
                    </w:txbxContent>
                  </v:textbox>
                </v:shape>
                <w10:wrap type="through" anchorx="page" anchory="page"/>
              </v:group>
            </w:pict>
          </mc:Fallback>
        </mc:AlternateContent>
      </w:r>
      <w:r w:rsidR="00085EA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75B18" wp14:editId="46F857E8">
                <wp:simplePos x="0" y="0"/>
                <wp:positionH relativeFrom="page">
                  <wp:posOffset>365760</wp:posOffset>
                </wp:positionH>
                <wp:positionV relativeFrom="page">
                  <wp:posOffset>993140</wp:posOffset>
                </wp:positionV>
                <wp:extent cx="2248535" cy="5024755"/>
                <wp:effectExtent l="0" t="0" r="12065" b="4445"/>
                <wp:wrapNone/>
                <wp:docPr id="249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8535" cy="50247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63D881D" w14:textId="77777777" w:rsidR="00085EA1" w:rsidRDefault="00085EA1" w:rsidP="00085EA1">
                            <w:pPr>
                              <w:pStyle w:val="Symbol"/>
                              <w:rPr>
                                <w:color w:val="BDD6EE" w:themeColor="accent1" w:themeTint="6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75B18" id="Rectangle 113" o:spid="_x0000_s1036" style="position:absolute;margin-left:28.8pt;margin-top:78.2pt;width:177.05pt;height:395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" fillcolor="#5b9bd5 [3204]" stroked="f">
                <v:textbox inset=",0,,7.2pt">
                  <w:txbxContent>
                    <w:p w14:paraId="763D881D" w14:textId="77777777" w:rsidR="00085EA1" w:rsidRDefault="00085EA1" w:rsidP="00085EA1">
                      <w:pPr>
                        <w:pStyle w:val="Symbol"/>
                        <w:rPr>
                          <w:color w:val="BDD6EE" w:themeColor="accent1" w:themeTint="6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4D8E9C6" w14:textId="77777777" w:rsidR="003A3BC4" w:rsidRDefault="003A3BC4">
      <w:pPr>
        <w:rPr>
          <w:rFonts w:ascii="Arial Black" w:hAnsi="Arial Black"/>
        </w:rPr>
      </w:pPr>
    </w:p>
    <w:p w14:paraId="475601EC" w14:textId="77777777" w:rsidR="00BB6792" w:rsidRDefault="00BB6792">
      <w:pPr>
        <w:rPr>
          <w:rFonts w:ascii="Arial Black" w:hAnsi="Arial Black"/>
        </w:rPr>
      </w:pPr>
    </w:p>
    <w:p w14:paraId="308D20CE" w14:textId="77777777" w:rsidR="003A3BC4" w:rsidRDefault="003A3BC4">
      <w:pPr>
        <w:rPr>
          <w:rFonts w:ascii="Arial Black" w:hAnsi="Arial Black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671C91" wp14:editId="5ABFAE28">
                <wp:simplePos x="0" y="0"/>
                <wp:positionH relativeFrom="column">
                  <wp:posOffset>-571500</wp:posOffset>
                </wp:positionH>
                <wp:positionV relativeFrom="paragraph">
                  <wp:posOffset>147955</wp:posOffset>
                </wp:positionV>
                <wp:extent cx="1770380" cy="3032760"/>
                <wp:effectExtent l="0" t="0" r="7620" b="0"/>
                <wp:wrapNone/>
                <wp:docPr id="25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0380" cy="30327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055FA6A5" w14:textId="77777777" w:rsidR="00085EA1" w:rsidRDefault="00085EA1" w:rsidP="00085EA1">
                            <w:pPr>
                              <w:pStyle w:val="Symbol"/>
                              <w:rPr>
                                <w:color w:val="DBDBDB" w:themeColor="accent3" w:themeTint="66"/>
                              </w:rPr>
                            </w:pPr>
                            <w:r>
                              <w:rPr>
                                <w:color w:val="DBDBDB" w:themeColor="accent3" w:themeTint="66"/>
                                <w:lang w:val="nl-NL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71C91" id="Rectangle 11" o:spid="_x0000_s1037" style="position:absolute;margin-left:-45pt;margin-top:11.65pt;width:139.4pt;height:23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" fillcolor="#a5a5a5 [3206]" stroked="f">
                <v:textbox inset=",0,,7.2pt">
                  <w:txbxContent>
                    <w:p w14:paraId="055FA6A5" w14:textId="77777777" w:rsidR="00085EA1" w:rsidRDefault="00085EA1" w:rsidP="00085EA1">
                      <w:pPr>
                        <w:pStyle w:val="Symbol"/>
                        <w:rPr>
                          <w:color w:val="DBDBDB" w:themeColor="accent3" w:themeTint="66"/>
                        </w:rPr>
                      </w:pPr>
                      <w:r>
                        <w:rPr>
                          <w:color w:val="DBDBDB" w:themeColor="accent3" w:themeTint="66"/>
                          <w:lang w:val="nl-NL"/>
                        </w:rP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31304A71" w14:textId="77777777" w:rsidR="003A3BC4" w:rsidRDefault="003A3BC4">
      <w:pPr>
        <w:rPr>
          <w:rFonts w:ascii="Arial Black" w:hAnsi="Arial Black"/>
        </w:rPr>
      </w:pPr>
    </w:p>
    <w:p w14:paraId="24A48F18" w14:textId="77777777" w:rsidR="003A3BC4" w:rsidRDefault="003A3BC4">
      <w:pPr>
        <w:rPr>
          <w:rFonts w:ascii="Arial Black" w:hAnsi="Arial Black"/>
        </w:rPr>
      </w:pPr>
    </w:p>
    <w:p w14:paraId="58124E7B" w14:textId="77777777" w:rsidR="003A3BC4" w:rsidRDefault="003A3BC4">
      <w:pPr>
        <w:rPr>
          <w:rFonts w:ascii="Arial Black" w:hAnsi="Arial Black"/>
        </w:rPr>
      </w:pPr>
    </w:p>
    <w:p w14:paraId="51599874" w14:textId="77777777" w:rsidR="003A3BC4" w:rsidRDefault="003A3BC4">
      <w:pPr>
        <w:rPr>
          <w:rFonts w:ascii="Arial Black" w:hAnsi="Arial Black"/>
        </w:rPr>
      </w:pPr>
    </w:p>
    <w:p w14:paraId="753A76D3" w14:textId="77777777" w:rsidR="003A3BC4" w:rsidRDefault="003A3BC4">
      <w:pPr>
        <w:rPr>
          <w:rFonts w:ascii="Arial Black" w:hAnsi="Arial Black"/>
        </w:rPr>
      </w:pPr>
    </w:p>
    <w:p w14:paraId="5EED70F1" w14:textId="77777777" w:rsidR="003A3BC4" w:rsidRDefault="003A3BC4">
      <w:pPr>
        <w:rPr>
          <w:rFonts w:ascii="Arial Black" w:hAnsi="Arial Black"/>
        </w:rPr>
      </w:pPr>
    </w:p>
    <w:p w14:paraId="5612A3CB" w14:textId="77777777" w:rsidR="003A3BC4" w:rsidRDefault="003A3BC4">
      <w:pPr>
        <w:rPr>
          <w:rFonts w:ascii="Arial Black" w:hAnsi="Arial Black"/>
        </w:rPr>
      </w:pPr>
    </w:p>
    <w:p w14:paraId="499489C9" w14:textId="77777777" w:rsidR="00BB6792" w:rsidRDefault="00BB6792">
      <w:pPr>
        <w:rPr>
          <w:rFonts w:ascii="Arial Black" w:hAnsi="Arial Black"/>
        </w:rPr>
      </w:pPr>
    </w:p>
    <w:p w14:paraId="6276AFB2" w14:textId="77777777" w:rsidR="00BB6792" w:rsidRDefault="00BB6792">
      <w:pPr>
        <w:rPr>
          <w:rFonts w:ascii="Arial Black" w:hAnsi="Arial Black"/>
        </w:rPr>
      </w:pPr>
      <w:bookmarkStart w:id="0" w:name="_GoBack"/>
      <w:bookmarkEnd w:id="0"/>
    </w:p>
    <w:sectPr w:rsidR="00BB6792" w:rsidSect="001F0F95">
      <w:head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B97CF" w14:textId="77777777" w:rsidR="00CD3F96" w:rsidRDefault="00CD3F96" w:rsidP="00D956AF">
      <w:pPr>
        <w:spacing w:after="0" w:line="240" w:lineRule="auto"/>
      </w:pPr>
      <w:r>
        <w:separator/>
      </w:r>
    </w:p>
  </w:endnote>
  <w:endnote w:type="continuationSeparator" w:id="0">
    <w:p w14:paraId="6E2C81E1" w14:textId="77777777" w:rsidR="00CD3F96" w:rsidRDefault="00CD3F96" w:rsidP="00D9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E1F71" w14:textId="77777777" w:rsidR="00CD3F96" w:rsidRDefault="00CD3F96" w:rsidP="00D956AF">
      <w:pPr>
        <w:spacing w:after="0" w:line="240" w:lineRule="auto"/>
      </w:pPr>
      <w:r>
        <w:separator/>
      </w:r>
    </w:p>
  </w:footnote>
  <w:footnote w:type="continuationSeparator" w:id="0">
    <w:p w14:paraId="0A4C39A3" w14:textId="77777777" w:rsidR="00CD3F96" w:rsidRDefault="00CD3F96" w:rsidP="00D95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D3FB3" w14:textId="47374A91" w:rsidR="0077233D" w:rsidRDefault="0077233D">
    <w:pPr>
      <w:pStyle w:val="Koptekst"/>
    </w:pPr>
  </w:p>
  <w:p w14:paraId="35E15DE4" w14:textId="77777777" w:rsidR="0077233D" w:rsidRDefault="0077233D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499E"/>
    <w:multiLevelType w:val="hybridMultilevel"/>
    <w:tmpl w:val="066E2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056A9"/>
    <w:multiLevelType w:val="hybridMultilevel"/>
    <w:tmpl w:val="ABE4FECA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5EA32D9"/>
    <w:multiLevelType w:val="hybridMultilevel"/>
    <w:tmpl w:val="6DA6D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D7CA1"/>
    <w:multiLevelType w:val="hybridMultilevel"/>
    <w:tmpl w:val="0C127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37"/>
    <w:rsid w:val="0000664A"/>
    <w:rsid w:val="0001226D"/>
    <w:rsid w:val="00085EA1"/>
    <w:rsid w:val="000D6974"/>
    <w:rsid w:val="00100D6F"/>
    <w:rsid w:val="00195545"/>
    <w:rsid w:val="001F0F95"/>
    <w:rsid w:val="002429C6"/>
    <w:rsid w:val="0028015D"/>
    <w:rsid w:val="00311801"/>
    <w:rsid w:val="003454DA"/>
    <w:rsid w:val="00353730"/>
    <w:rsid w:val="003821A2"/>
    <w:rsid w:val="003A3BC4"/>
    <w:rsid w:val="00577449"/>
    <w:rsid w:val="005A0CBB"/>
    <w:rsid w:val="005B00BE"/>
    <w:rsid w:val="00623C31"/>
    <w:rsid w:val="006262B7"/>
    <w:rsid w:val="0068687B"/>
    <w:rsid w:val="0077233D"/>
    <w:rsid w:val="00773C37"/>
    <w:rsid w:val="00893FA0"/>
    <w:rsid w:val="008E4AE8"/>
    <w:rsid w:val="009702C8"/>
    <w:rsid w:val="00987870"/>
    <w:rsid w:val="00994661"/>
    <w:rsid w:val="00A26E92"/>
    <w:rsid w:val="00AE41B0"/>
    <w:rsid w:val="00BB6792"/>
    <w:rsid w:val="00CB52FB"/>
    <w:rsid w:val="00CD3046"/>
    <w:rsid w:val="00CD3F96"/>
    <w:rsid w:val="00CD5B6F"/>
    <w:rsid w:val="00D956AF"/>
    <w:rsid w:val="00E7720D"/>
    <w:rsid w:val="00EC266F"/>
    <w:rsid w:val="00F32F7E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3141C6"/>
  <w15:docId w15:val="{3BFD4E15-46D1-4FD3-92B5-072A98A0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rsid w:val="00085EA1"/>
    <w:pPr>
      <w:spacing w:after="0" w:line="240" w:lineRule="auto"/>
      <w:outlineLvl w:val="1"/>
    </w:pPr>
    <w:rPr>
      <w:rFonts w:asciiTheme="majorHAnsi" w:eastAsiaTheme="majorEastAsia" w:hAnsiTheme="majorHAnsi" w:cstheme="majorBidi"/>
      <w:bCs/>
      <w:color w:val="A5A5A5" w:themeColor="accent3"/>
      <w:sz w:val="48"/>
      <w:szCs w:val="26"/>
      <w:lang w:val="nb-NO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9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56AF"/>
  </w:style>
  <w:style w:type="paragraph" w:styleId="Voettekst">
    <w:name w:val="footer"/>
    <w:basedOn w:val="Standaard"/>
    <w:link w:val="VoettekstChar"/>
    <w:uiPriority w:val="99"/>
    <w:unhideWhenUsed/>
    <w:rsid w:val="00D9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56AF"/>
  </w:style>
  <w:style w:type="paragraph" w:styleId="Lijstalinea">
    <w:name w:val="List Paragraph"/>
    <w:basedOn w:val="Standaard"/>
    <w:uiPriority w:val="34"/>
    <w:qFormat/>
    <w:rsid w:val="00EC266F"/>
    <w:pPr>
      <w:ind w:left="720"/>
      <w:contextualSpacing/>
    </w:pPr>
  </w:style>
  <w:style w:type="paragraph" w:customStyle="1" w:styleId="Symbol">
    <w:name w:val="Symbol"/>
    <w:basedOn w:val="Standaard"/>
    <w:qFormat/>
    <w:rsid w:val="00085EA1"/>
    <w:pPr>
      <w:spacing w:after="0" w:line="240" w:lineRule="auto"/>
    </w:pPr>
    <w:rPr>
      <w:rFonts w:eastAsiaTheme="minorEastAsia"/>
      <w:b/>
      <w:sz w:val="60"/>
      <w:szCs w:val="24"/>
      <w:lang w:val="nb-NO"/>
    </w:rPr>
  </w:style>
  <w:style w:type="paragraph" w:styleId="Titel">
    <w:name w:val="Title"/>
    <w:basedOn w:val="Standaard"/>
    <w:link w:val="TitelChar"/>
    <w:uiPriority w:val="10"/>
    <w:qFormat/>
    <w:rsid w:val="00085EA1"/>
    <w:pPr>
      <w:spacing w:after="0" w:line="240" w:lineRule="auto"/>
    </w:pPr>
    <w:rPr>
      <w:rFonts w:asciiTheme="majorHAnsi" w:eastAsiaTheme="majorEastAsia" w:hAnsiTheme="majorHAnsi" w:cstheme="majorBidi"/>
      <w:color w:val="595959" w:themeColor="text1" w:themeTint="A6"/>
      <w:sz w:val="48"/>
      <w:szCs w:val="52"/>
      <w:lang w:val="nb-NO"/>
    </w:rPr>
  </w:style>
  <w:style w:type="character" w:customStyle="1" w:styleId="TitelChar">
    <w:name w:val="Titel Char"/>
    <w:basedOn w:val="Standaardalinea-lettertype"/>
    <w:link w:val="Titel"/>
    <w:uiPriority w:val="10"/>
    <w:rsid w:val="00085EA1"/>
    <w:rPr>
      <w:rFonts w:asciiTheme="majorHAnsi" w:eastAsiaTheme="majorEastAsia" w:hAnsiTheme="majorHAnsi" w:cstheme="majorBidi"/>
      <w:color w:val="595959" w:themeColor="text1" w:themeTint="A6"/>
      <w:sz w:val="48"/>
      <w:szCs w:val="52"/>
      <w:lang w:val="nb-NO"/>
    </w:rPr>
  </w:style>
  <w:style w:type="paragraph" w:styleId="Datum">
    <w:name w:val="Date"/>
    <w:basedOn w:val="Standaard"/>
    <w:link w:val="DatumChar"/>
    <w:rsid w:val="00085EA1"/>
    <w:pPr>
      <w:spacing w:after="0" w:line="240" w:lineRule="auto"/>
      <w:jc w:val="right"/>
    </w:pPr>
    <w:rPr>
      <w:rFonts w:eastAsiaTheme="minorEastAsia"/>
      <w:color w:val="A6A6A6" w:themeColor="background1" w:themeShade="A6"/>
      <w:sz w:val="28"/>
      <w:szCs w:val="24"/>
      <w:lang w:val="nb-NO"/>
    </w:rPr>
  </w:style>
  <w:style w:type="character" w:customStyle="1" w:styleId="DatumChar">
    <w:name w:val="Datum Char"/>
    <w:basedOn w:val="Standaardalinea-lettertype"/>
    <w:link w:val="Datum"/>
    <w:rsid w:val="00085EA1"/>
    <w:rPr>
      <w:rFonts w:eastAsiaTheme="minorEastAsia"/>
      <w:color w:val="A6A6A6" w:themeColor="background1" w:themeShade="A6"/>
      <w:sz w:val="28"/>
      <w:szCs w:val="24"/>
      <w:lang w:val="nb-NO"/>
    </w:rPr>
  </w:style>
  <w:style w:type="character" w:customStyle="1" w:styleId="Kop2Char">
    <w:name w:val="Kop 2 Char"/>
    <w:basedOn w:val="Standaardalinea-lettertype"/>
    <w:link w:val="Kop2"/>
    <w:rsid w:val="00085EA1"/>
    <w:rPr>
      <w:rFonts w:asciiTheme="majorHAnsi" w:eastAsiaTheme="majorEastAsia" w:hAnsiTheme="majorHAnsi" w:cstheme="majorBidi"/>
      <w:bCs/>
      <w:color w:val="A5A5A5" w:themeColor="accent3"/>
      <w:sz w:val="48"/>
      <w:szCs w:val="26"/>
      <w:lang w:val="nb-NO"/>
    </w:rPr>
  </w:style>
  <w:style w:type="paragraph" w:customStyle="1" w:styleId="Pagina">
    <w:name w:val="Pagina"/>
    <w:basedOn w:val="Standaard"/>
    <w:link w:val="PageChar"/>
    <w:qFormat/>
    <w:rsid w:val="00085EA1"/>
    <w:pPr>
      <w:spacing w:after="0" w:line="240" w:lineRule="auto"/>
      <w:jc w:val="right"/>
    </w:pPr>
    <w:rPr>
      <w:rFonts w:eastAsiaTheme="minorEastAsia"/>
      <w:color w:val="A5A5A5" w:themeColor="accent3"/>
      <w:sz w:val="48"/>
      <w:szCs w:val="24"/>
      <w:lang w:val="nb-NO"/>
    </w:rPr>
  </w:style>
  <w:style w:type="character" w:customStyle="1" w:styleId="PageChar">
    <w:name w:val="Page Char"/>
    <w:basedOn w:val="Standaardalinea-lettertype"/>
    <w:link w:val="Pagina"/>
    <w:rsid w:val="00085EA1"/>
    <w:rPr>
      <w:rFonts w:eastAsiaTheme="minorEastAsia"/>
      <w:color w:val="A5A5A5" w:themeColor="accent3"/>
      <w:sz w:val="48"/>
      <w:szCs w:val="24"/>
      <w:lang w:val="nb-NO"/>
    </w:rPr>
  </w:style>
  <w:style w:type="character" w:styleId="Hyperlink">
    <w:name w:val="Hyperlink"/>
    <w:basedOn w:val="Standaardalinea-lettertype"/>
    <w:uiPriority w:val="99"/>
    <w:unhideWhenUsed/>
    <w:rsid w:val="00994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450DCEF8.dotm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sanders</dc:creator>
  <cp:keywords/>
  <dc:description/>
  <cp:lastModifiedBy>Sanders, Rob</cp:lastModifiedBy>
  <cp:revision>2</cp:revision>
  <dcterms:created xsi:type="dcterms:W3CDTF">2016-02-01T08:51:00Z</dcterms:created>
  <dcterms:modified xsi:type="dcterms:W3CDTF">2016-02-01T08:51:00Z</dcterms:modified>
</cp:coreProperties>
</file>