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9B" w:rsidRDefault="007B7E9B"/>
    <w:p w:rsidR="00773C37" w:rsidRDefault="004607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FDCF01B" wp14:editId="09F41DF8">
                                  <wp:extent cx="2280920" cy="1555115"/>
                                  <wp:effectExtent l="0" t="0" r="5080" b="0"/>
                                  <wp:docPr id="12" name="Afbeelding 12" descr="Macintosh HD:Users:baslanters:Desktop:Schermafbeelding 2015-12-07 om 09.58.38.pn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-18pt;margin-top:0;width:225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" filled="f" stroked="f">
                <v:textbox>
                  <w:txbxContent>
                    <w:p w:rsidR="00460746" w:rsidRDefault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FDCF01B" wp14:editId="09F41DF8">
                            <wp:extent cx="2280920" cy="1555115"/>
                            <wp:effectExtent l="0" t="0" r="5080" b="0"/>
                            <wp:docPr id="12" name="Afbeelding 12" descr="Macintosh HD:Users:baslanters:Desktop:Schermafbeelding 2015-12-07 om 09.58.38.png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hyperlink r:id="rId12" w:history="1">
        <w:r w:rsidR="00084B32" w:rsidRPr="00084B32">
          <w:rPr>
            <w:rStyle w:val="Hyperlink"/>
          </w:rPr>
          <w:t xml:space="preserve">Klik </w:t>
        </w:r>
        <w:r w:rsidR="00084B32" w:rsidRPr="00EC32E4">
          <w:rPr>
            <w:rStyle w:val="Hyperlink"/>
            <w:b/>
            <w:sz w:val="28"/>
            <w:szCs w:val="28"/>
          </w:rPr>
          <w:t>hier</w:t>
        </w:r>
      </w:hyperlink>
      <w:r w:rsidR="005D724D">
        <w:rPr>
          <w:rStyle w:val="Hyperlink"/>
        </w:rPr>
        <w:t xml:space="preserve"> om naar </w:t>
      </w:r>
      <w:proofErr w:type="spellStart"/>
      <w:r w:rsidR="005D724D">
        <w:rPr>
          <w:rStyle w:val="Hyperlink"/>
        </w:rPr>
        <w:t>Newsround</w:t>
      </w:r>
      <w:proofErr w:type="spellEnd"/>
      <w:r w:rsidR="005D724D">
        <w:rPr>
          <w:rStyle w:val="Hyperlink"/>
        </w:rPr>
        <w:t xml:space="preserve"> te </w:t>
      </w:r>
      <w:proofErr w:type="gramStart"/>
      <w:r w:rsidR="005D724D">
        <w:rPr>
          <w:rStyle w:val="Hyperlink"/>
        </w:rPr>
        <w:t>gaan</w:t>
      </w:r>
      <w:r w:rsidR="00C71B3A">
        <w:tab/>
        <w:t xml:space="preserve">     </w:t>
      </w:r>
      <w:proofErr w:type="gramEnd"/>
    </w:p>
    <w:p w:rsidR="0000664A" w:rsidRDefault="0000664A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>Naa</w:t>
      </w:r>
      <w:r w:rsidR="00CB52FB">
        <w:rPr>
          <w:rFonts w:ascii="Arial Black" w:hAnsi="Arial Black"/>
        </w:rPr>
        <w:t xml:space="preserve">m: </w:t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CD3046" w:rsidRDefault="0000664A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FF69F8" w:rsidRDefault="00FF69F8" w:rsidP="00CB52FB">
      <w:pPr>
        <w:rPr>
          <w:rFonts w:ascii="Arial Black" w:hAnsi="Arial Black"/>
        </w:rPr>
      </w:pPr>
    </w:p>
    <w:p w:rsidR="00460746" w:rsidRDefault="00460746" w:rsidP="00CB52FB">
      <w:pPr>
        <w:rPr>
          <w:rFonts w:ascii="Arial Black" w:hAnsi="Arial Black"/>
        </w:rPr>
      </w:pPr>
    </w:p>
    <w:p w:rsidR="00CB52FB" w:rsidRDefault="00773C37" w:rsidP="00CB52FB">
      <w:pPr>
        <w:rPr>
          <w:rFonts w:ascii="Arial Black" w:hAnsi="Arial Black"/>
        </w:rPr>
      </w:pPr>
      <w:proofErr w:type="spellStart"/>
      <w:proofErr w:type="gram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proofErr w:type="gramEnd"/>
      <w:r w:rsidR="00CB52FB">
        <w:rPr>
          <w:rFonts w:ascii="Arial Black" w:hAnsi="Arial Black"/>
        </w:rPr>
        <w:t xml:space="preserve">1: (Datum van de uitzending) </w:t>
      </w:r>
    </w:p>
    <w:p w:rsidR="00460746" w:rsidRDefault="00460746">
      <w:pPr>
        <w:rPr>
          <w:b/>
          <w:sz w:val="20"/>
          <w:szCs w:val="20"/>
        </w:rPr>
      </w:pPr>
    </w:p>
    <w:p w:rsidR="0000664A" w:rsidRPr="006262B7" w:rsidRDefault="0000664A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00664A" w:rsidTr="0000664A">
        <w:tc>
          <w:tcPr>
            <w:tcW w:w="3070" w:type="dxa"/>
          </w:tcPr>
          <w:p w:rsidR="0000664A" w:rsidRDefault="0000664A"/>
          <w:p w:rsidR="0000664A" w:rsidRDefault="0000664A">
            <w:r>
              <w:t>Noteer elk onderwerp waar over gesproken wordt (maximaal 5)</w:t>
            </w: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/>
          <w:p w:rsidR="0000664A" w:rsidRDefault="0000664A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00664A" w:rsidRDefault="0000664A"/>
          <w:p w:rsidR="0000664A" w:rsidRDefault="0000664A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00664A" w:rsidTr="0000664A">
        <w:tc>
          <w:tcPr>
            <w:tcW w:w="3070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CB52FB" w:rsidRDefault="00CB52FB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3070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3070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3070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3070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</w:tbl>
    <w:p w:rsidR="0000664A" w:rsidRDefault="0000664A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664A" w:rsidTr="0000664A">
        <w:tc>
          <w:tcPr>
            <w:tcW w:w="9212" w:type="dxa"/>
          </w:tcPr>
          <w:p w:rsidR="0000664A" w:rsidRDefault="0000664A"/>
          <w:p w:rsidR="00DC6DDB" w:rsidRDefault="00DC6DDB" w:rsidP="00DC6DDB">
            <w:r>
              <w:t xml:space="preserve"> Kies 2 onderwerpen die je hebt bekeken. Schrijf een samenvatting van ongeveer 50 woorden per </w:t>
            </w:r>
            <w:proofErr w:type="gramStart"/>
            <w:r>
              <w:t xml:space="preserve">onderwerp.  </w:t>
            </w:r>
            <w:proofErr w:type="gramEnd"/>
          </w:p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9212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</w:tr>
    </w:tbl>
    <w:p w:rsidR="0000664A" w:rsidRDefault="0000664A">
      <w:pPr>
        <w:rPr>
          <w:rFonts w:ascii="Arial Black" w:hAnsi="Arial Black"/>
        </w:rPr>
      </w:pPr>
    </w:p>
    <w:p w:rsidR="0000664A" w:rsidRDefault="0000664A">
      <w:pPr>
        <w:rPr>
          <w:rFonts w:ascii="Arial Black" w:hAnsi="Arial Black"/>
        </w:rPr>
      </w:pPr>
    </w:p>
    <w:p w:rsidR="00460746" w:rsidRDefault="00460746" w:rsidP="004607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86DC2" wp14:editId="73C7962C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 w:rsidP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087B9652" wp14:editId="08426AA2">
                                  <wp:extent cx="2280920" cy="1555115"/>
                                  <wp:effectExtent l="0" t="0" r="5080" b="0"/>
                                  <wp:docPr id="19" name="Afbeelding 19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86DC2" id="Tekstvak 17" o:spid="_x0000_s1027" type="#_x0000_t202" style="position:absolute;margin-left:-18pt;margin-top:0;width:225pt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/0+SBa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087B9652" wp14:editId="08426AA2">
                            <wp:extent cx="2280920" cy="1555115"/>
                            <wp:effectExtent l="0" t="0" r="5080" b="0"/>
                            <wp:docPr id="19" name="Afbeelding 19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  <w:proofErr w:type="spellStart"/>
      <w:proofErr w:type="gram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proofErr w:type="gramEnd"/>
      <w:r>
        <w:rPr>
          <w:rFonts w:ascii="Arial Black" w:hAnsi="Arial Black"/>
        </w:rPr>
        <w:t xml:space="preserve">2: (Datum van de uitzending) </w:t>
      </w:r>
    </w:p>
    <w:p w:rsidR="00460746" w:rsidRDefault="00460746" w:rsidP="00460746">
      <w:pPr>
        <w:rPr>
          <w:b/>
          <w:sz w:val="20"/>
          <w:szCs w:val="20"/>
        </w:rPr>
      </w:pPr>
    </w:p>
    <w:p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460746" w:rsidTr="00460746">
        <w:tc>
          <w:tcPr>
            <w:tcW w:w="3070" w:type="dxa"/>
          </w:tcPr>
          <w:p w:rsidR="00460746" w:rsidRDefault="00460746" w:rsidP="00460746"/>
          <w:p w:rsidR="00460746" w:rsidRDefault="00460746" w:rsidP="00460746">
            <w:r>
              <w:t>Noteer elk onderwerp waar over gesproken wordt (maximaal 5)</w:t>
            </w: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/>
          <w:p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460746" w:rsidRDefault="00460746" w:rsidP="00460746"/>
          <w:p w:rsidR="00460746" w:rsidRDefault="00460746" w:rsidP="00460746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746" w:rsidTr="00460746">
        <w:tc>
          <w:tcPr>
            <w:tcW w:w="9212" w:type="dxa"/>
          </w:tcPr>
          <w:p w:rsidR="00460746" w:rsidRDefault="00460746" w:rsidP="00460746"/>
          <w:p w:rsidR="00DC6DDB" w:rsidRDefault="00DC6DDB" w:rsidP="00DC6DDB">
            <w:r>
              <w:t xml:space="preserve"> Kies 2 onderwerpen die je hebt bekeken. Schrijf een samenvatting van ongeveer 50 woorden per </w:t>
            </w:r>
            <w:proofErr w:type="gramStart"/>
            <w:r>
              <w:t xml:space="preserve">onderwerp.  </w:t>
            </w:r>
            <w:proofErr w:type="gramEnd"/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9212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:rsidR="00460746" w:rsidRDefault="00460746" w:rsidP="00460746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D4E685" wp14:editId="039C8404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 w:rsidP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6452E76" wp14:editId="3714521D">
                                  <wp:extent cx="2280920" cy="1555115"/>
                                  <wp:effectExtent l="0" t="0" r="5080" b="0"/>
                                  <wp:docPr id="22" name="Afbeelding 22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4E685" id="Tekstvak 20" o:spid="_x0000_s1028" type="#_x0000_t202" style="position:absolute;margin-left:-18pt;margin-top:0;width:225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7hK/Jq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6452E76" wp14:editId="3714521D">
                            <wp:extent cx="2280920" cy="1555115"/>
                            <wp:effectExtent l="0" t="0" r="5080" b="0"/>
                            <wp:docPr id="22" name="Afbeelding 22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  <w:proofErr w:type="spellStart"/>
      <w:proofErr w:type="gram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proofErr w:type="gramEnd"/>
      <w:r>
        <w:rPr>
          <w:rFonts w:ascii="Arial Black" w:hAnsi="Arial Black"/>
        </w:rPr>
        <w:t xml:space="preserve">3: (Datum van de uitzending) </w:t>
      </w:r>
    </w:p>
    <w:p w:rsidR="00460746" w:rsidRDefault="00460746" w:rsidP="00460746">
      <w:pPr>
        <w:rPr>
          <w:b/>
          <w:sz w:val="20"/>
          <w:szCs w:val="20"/>
        </w:rPr>
      </w:pPr>
    </w:p>
    <w:p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460746" w:rsidTr="00460746">
        <w:tc>
          <w:tcPr>
            <w:tcW w:w="3070" w:type="dxa"/>
          </w:tcPr>
          <w:p w:rsidR="00460746" w:rsidRDefault="00460746" w:rsidP="00460746"/>
          <w:p w:rsidR="00460746" w:rsidRDefault="00460746" w:rsidP="00460746">
            <w:r>
              <w:t>Noteer elk onderwerp waar over gesproken wordt (maximaal 5)</w:t>
            </w: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/>
          <w:p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460746" w:rsidRDefault="00460746" w:rsidP="00460746"/>
          <w:p w:rsidR="00460746" w:rsidRDefault="00460746" w:rsidP="00460746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60746">
        <w:tc>
          <w:tcPr>
            <w:tcW w:w="3070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CF3" w:rsidTr="005D31F6">
        <w:tc>
          <w:tcPr>
            <w:tcW w:w="9212" w:type="dxa"/>
          </w:tcPr>
          <w:p w:rsidR="00FC0CF3" w:rsidRDefault="00FC0CF3" w:rsidP="005D31F6"/>
          <w:p w:rsidR="00DC6DDB" w:rsidRDefault="00DC6DDB" w:rsidP="00DC6DDB">
            <w:r>
              <w:t xml:space="preserve">Kies 2 onderwerpen die je hebt bekeken. Schrijf een samenvatting van ongeveer 50 woorden per </w:t>
            </w:r>
            <w:proofErr w:type="gramStart"/>
            <w:r>
              <w:t xml:space="preserve">onderwerp.  </w:t>
            </w:r>
            <w:proofErr w:type="gramEnd"/>
          </w:p>
          <w:p w:rsidR="00FC0CF3" w:rsidRPr="00DC6DDB" w:rsidRDefault="00FC0CF3" w:rsidP="005D31F6"/>
        </w:tc>
      </w:tr>
      <w:tr w:rsidR="00FC0CF3" w:rsidTr="005D31F6">
        <w:tc>
          <w:tcPr>
            <w:tcW w:w="9212" w:type="dxa"/>
          </w:tcPr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</w:tc>
      </w:tr>
    </w:tbl>
    <w:p w:rsidR="00FC0CF3" w:rsidRDefault="00FC0CF3" w:rsidP="00460746">
      <w:pPr>
        <w:rPr>
          <w:rFonts w:ascii="Arial Black" w:hAnsi="Arial Black"/>
        </w:rPr>
      </w:pPr>
    </w:p>
    <w:p w:rsidR="005D724D" w:rsidRDefault="005D724D" w:rsidP="00460746">
      <w:pPr>
        <w:rPr>
          <w:rFonts w:ascii="Arial Black" w:hAnsi="Arial Black"/>
        </w:rPr>
      </w:pPr>
      <w:bookmarkStart w:id="0" w:name="_GoBack"/>
      <w:bookmarkEnd w:id="0"/>
    </w:p>
    <w:sectPr w:rsidR="005D724D" w:rsidSect="001F0F95">
      <w:headerReference w:type="default" r:id="rId13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52" w:rsidRDefault="00DB6652" w:rsidP="00DB6652">
      <w:pPr>
        <w:spacing w:after="0" w:line="240" w:lineRule="auto"/>
      </w:pPr>
      <w:r>
        <w:separator/>
      </w:r>
    </w:p>
  </w:endnote>
  <w:endnote w:type="continuationSeparator" w:id="0">
    <w:p w:rsidR="00DB6652" w:rsidRDefault="00DB6652" w:rsidP="00DB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52" w:rsidRDefault="00DB6652" w:rsidP="00DB6652">
      <w:pPr>
        <w:spacing w:after="0" w:line="240" w:lineRule="auto"/>
      </w:pPr>
      <w:r>
        <w:separator/>
      </w:r>
    </w:p>
  </w:footnote>
  <w:footnote w:type="continuationSeparator" w:id="0">
    <w:p w:rsidR="00DB6652" w:rsidRDefault="00DB6652" w:rsidP="00DB6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52" w:rsidRDefault="00DB6652">
    <w:pPr>
      <w:pStyle w:val="Koptekst"/>
    </w:pPr>
    <w:r>
      <w:t>Leerroute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37"/>
    <w:rsid w:val="0000664A"/>
    <w:rsid w:val="00084B32"/>
    <w:rsid w:val="0015552D"/>
    <w:rsid w:val="00191EAC"/>
    <w:rsid w:val="001F0F95"/>
    <w:rsid w:val="002429C6"/>
    <w:rsid w:val="00311801"/>
    <w:rsid w:val="003821A2"/>
    <w:rsid w:val="00460746"/>
    <w:rsid w:val="005A0CBB"/>
    <w:rsid w:val="005D724D"/>
    <w:rsid w:val="00625D8B"/>
    <w:rsid w:val="006262B7"/>
    <w:rsid w:val="00773C37"/>
    <w:rsid w:val="007B7E9B"/>
    <w:rsid w:val="00893FA0"/>
    <w:rsid w:val="008E4AE8"/>
    <w:rsid w:val="009F5B7C"/>
    <w:rsid w:val="00AE5B73"/>
    <w:rsid w:val="00C71B3A"/>
    <w:rsid w:val="00CB52FB"/>
    <w:rsid w:val="00CD3046"/>
    <w:rsid w:val="00DB6652"/>
    <w:rsid w:val="00DC6DDB"/>
    <w:rsid w:val="00EC32E4"/>
    <w:rsid w:val="00FC0CF3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1B74A2-B17E-4C6F-A26D-C14E265A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6652"/>
  </w:style>
  <w:style w:type="paragraph" w:styleId="Voettekst">
    <w:name w:val="footer"/>
    <w:basedOn w:val="Standaard"/>
    <w:link w:val="VoettekstChar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6652"/>
  </w:style>
  <w:style w:type="character" w:styleId="Hyperlink">
    <w:name w:val="Hyperlink"/>
    <w:basedOn w:val="Standaardalinea-lettertype"/>
    <w:uiPriority w:val="99"/>
    <w:unhideWhenUsed/>
    <w:rsid w:val="00084B32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D7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bc.co.uk/newsround" TargetMode="External"/><Relationship Id="rId12" Type="http://schemas.openxmlformats.org/officeDocument/2006/relationships/hyperlink" Target="http://www.bbc.co.uk/newsrou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bc.co.uk/newsround" TargetMode="External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7B7F51C4.dotm</Template>
  <TotalTime>1</TotalTime>
  <Pages>3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Sanders, Rob</cp:lastModifiedBy>
  <cp:revision>2</cp:revision>
  <dcterms:created xsi:type="dcterms:W3CDTF">2016-02-01T09:02:00Z</dcterms:created>
  <dcterms:modified xsi:type="dcterms:W3CDTF">2016-02-01T09:02:00Z</dcterms:modified>
</cp:coreProperties>
</file>