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6B" w:rsidRPr="004A644B" w:rsidRDefault="0073358F">
      <w:pPr>
        <w:rPr>
          <w:sz w:val="28"/>
          <w:szCs w:val="28"/>
        </w:rPr>
      </w:pPr>
      <w:r w:rsidRPr="004A644B">
        <w:rPr>
          <w:sz w:val="28"/>
          <w:szCs w:val="28"/>
        </w:rPr>
        <w:t xml:space="preserve">VRAGEN BIJ  </w:t>
      </w:r>
      <w:r w:rsidR="0061684A">
        <w:rPr>
          <w:sz w:val="28"/>
          <w:szCs w:val="28"/>
        </w:rPr>
        <w:t>Les 5: Zenuwstelsel, Hersens, Hormoonstelsel</w:t>
      </w:r>
    </w:p>
    <w:p w:rsidR="0073358F" w:rsidRPr="004A644B" w:rsidRDefault="0073358F">
      <w:pPr>
        <w:rPr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5"/>
        <w:gridCol w:w="10007"/>
      </w:tblGrid>
      <w:tr w:rsidR="0073358F" w:rsidRPr="004A644B" w:rsidTr="0061684A">
        <w:tc>
          <w:tcPr>
            <w:tcW w:w="675" w:type="dxa"/>
          </w:tcPr>
          <w:p w:rsidR="0073358F" w:rsidRPr="004A644B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10007" w:type="dxa"/>
          </w:tcPr>
          <w:p w:rsidR="004A644B" w:rsidRDefault="0061684A" w:rsidP="00365FC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de belangrijkste functie van ons zenuwstelsel?</w:t>
            </w:r>
          </w:p>
          <w:p w:rsidR="00EE55AC" w:rsidRPr="00365FC6" w:rsidRDefault="00EE55AC" w:rsidP="00365FC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73358F" w:rsidRPr="004A644B" w:rsidTr="0061684A">
        <w:tc>
          <w:tcPr>
            <w:tcW w:w="675" w:type="dxa"/>
          </w:tcPr>
          <w:p w:rsidR="0073358F" w:rsidRPr="004A644B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10007" w:type="dxa"/>
          </w:tcPr>
          <w:p w:rsidR="00365FC6" w:rsidRDefault="0061684A" w:rsidP="00365FC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 kun je op basis van BOUW het zenuwstelsel indelen?</w:t>
            </w:r>
          </w:p>
          <w:p w:rsidR="0061684A" w:rsidRDefault="0061684A" w:rsidP="00365FC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</w:t>
            </w:r>
          </w:p>
          <w:p w:rsidR="0061684A" w:rsidRPr="004A644B" w:rsidRDefault="0061684A" w:rsidP="00365FC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B </w:t>
            </w:r>
          </w:p>
        </w:tc>
      </w:tr>
      <w:tr w:rsidR="0073358F" w:rsidRPr="004A644B" w:rsidTr="0061684A">
        <w:tc>
          <w:tcPr>
            <w:tcW w:w="675" w:type="dxa"/>
          </w:tcPr>
          <w:p w:rsidR="0073358F" w:rsidRPr="004A644B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10007" w:type="dxa"/>
          </w:tcPr>
          <w:p w:rsidR="0073358F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 kun je op basis van FUNCTIE het zenuwstelsel indelen?</w:t>
            </w:r>
          </w:p>
          <w:p w:rsidR="0061684A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</w:t>
            </w:r>
          </w:p>
          <w:p w:rsidR="0061684A" w:rsidRPr="004A644B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B</w:t>
            </w:r>
          </w:p>
        </w:tc>
      </w:tr>
      <w:tr w:rsidR="0073358F" w:rsidRPr="004A644B" w:rsidTr="0061684A">
        <w:tc>
          <w:tcPr>
            <w:tcW w:w="675" w:type="dxa"/>
          </w:tcPr>
          <w:p w:rsidR="0073358F" w:rsidRPr="004A644B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10007" w:type="dxa"/>
          </w:tcPr>
          <w:p w:rsidR="00365FC6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Wat betekent ‘perifeer’? </w:t>
            </w:r>
          </w:p>
          <w:p w:rsidR="0061684A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Horen de zenuwbanen van je ruggenmerg bij het perifere zenuwstelsel?</w:t>
            </w:r>
          </w:p>
          <w:p w:rsidR="0061684A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de belangrijkste functie van het perifere zenuwstelsel?</w:t>
            </w: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73358F" w:rsidRPr="004A644B" w:rsidTr="0061684A">
        <w:tc>
          <w:tcPr>
            <w:tcW w:w="675" w:type="dxa"/>
          </w:tcPr>
          <w:p w:rsidR="0073358F" w:rsidRPr="004A644B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10007" w:type="dxa"/>
          </w:tcPr>
          <w:p w:rsidR="004A644B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een ander woord voor ‘vegetatief’?</w:t>
            </w:r>
          </w:p>
          <w:p w:rsidR="0061684A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Noem een paar ‘vegetatieve’ functies </w:t>
            </w:r>
            <w:proofErr w:type="spellStart"/>
            <w:r>
              <w:rPr>
                <w:b w:val="0"/>
                <w:sz w:val="24"/>
                <w:szCs w:val="24"/>
              </w:rPr>
              <w:t>vh</w:t>
            </w:r>
            <w:proofErr w:type="spellEnd"/>
            <w:r>
              <w:rPr>
                <w:b w:val="0"/>
                <w:sz w:val="24"/>
                <w:szCs w:val="24"/>
              </w:rPr>
              <w:t xml:space="preserve"> lichaam.</w:t>
            </w: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73358F" w:rsidRPr="004A644B" w:rsidTr="0061684A">
        <w:tc>
          <w:tcPr>
            <w:tcW w:w="675" w:type="dxa"/>
          </w:tcPr>
          <w:p w:rsidR="0073358F" w:rsidRPr="004A644B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6.</w:t>
            </w:r>
          </w:p>
        </w:tc>
        <w:tc>
          <w:tcPr>
            <w:tcW w:w="10007" w:type="dxa"/>
          </w:tcPr>
          <w:p w:rsidR="00365FC6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een ‘neuron’?</w:t>
            </w:r>
          </w:p>
          <w:p w:rsidR="0061684A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 worden signalen IN een neuron doorgegeven?</w:t>
            </w:r>
          </w:p>
          <w:p w:rsidR="0061684A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Hoe worden signalen TUSSEN twee neuronen doorgegeven?</w:t>
            </w: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260AA" w:rsidRPr="004A644B" w:rsidTr="0061684A">
        <w:tc>
          <w:tcPr>
            <w:tcW w:w="675" w:type="dxa"/>
          </w:tcPr>
          <w:p w:rsidR="00365FC6" w:rsidRPr="004A644B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</w:t>
            </w:r>
          </w:p>
        </w:tc>
        <w:tc>
          <w:tcPr>
            <w:tcW w:w="10007" w:type="dxa"/>
          </w:tcPr>
          <w:p w:rsidR="0061684A" w:rsidRDefault="0061684A" w:rsidP="0061684A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Hoe heet een neuron dat signalen van de zintuigen richting hersens voert? </w:t>
            </w:r>
          </w:p>
          <w:p w:rsidR="00EE55AC" w:rsidRDefault="0061684A" w:rsidP="0061684A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(=A)                        </w:t>
            </w:r>
          </w:p>
          <w:p w:rsidR="0061684A" w:rsidRPr="004A644B" w:rsidRDefault="0061684A" w:rsidP="0061684A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En van de hersens richting spieren? (=B) </w:t>
            </w:r>
          </w:p>
        </w:tc>
      </w:tr>
      <w:tr w:rsidR="0061684A" w:rsidRPr="004A644B" w:rsidTr="0061684A">
        <w:tc>
          <w:tcPr>
            <w:tcW w:w="675" w:type="dxa"/>
          </w:tcPr>
          <w:p w:rsidR="0061684A" w:rsidRPr="004A644B" w:rsidRDefault="0061684A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8.</w:t>
            </w:r>
          </w:p>
        </w:tc>
        <w:tc>
          <w:tcPr>
            <w:tcW w:w="10007" w:type="dxa"/>
          </w:tcPr>
          <w:p w:rsidR="0061684A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Wat is een ‘synaps’? </w:t>
            </w:r>
          </w:p>
          <w:p w:rsidR="005D1F0D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Welke soorten neurotransmitters kennen we?</w:t>
            </w:r>
          </w:p>
        </w:tc>
      </w:tr>
      <w:tr w:rsidR="0061684A" w:rsidRPr="004A644B" w:rsidTr="0061684A">
        <w:tc>
          <w:tcPr>
            <w:tcW w:w="675" w:type="dxa"/>
          </w:tcPr>
          <w:p w:rsidR="0061684A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9.</w:t>
            </w:r>
          </w:p>
        </w:tc>
        <w:tc>
          <w:tcPr>
            <w:tcW w:w="10007" w:type="dxa"/>
          </w:tcPr>
          <w:p w:rsidR="0061684A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Vegetatieve/animale functies kunnen twee ‘kanten’ opgaan. </w:t>
            </w:r>
            <w:proofErr w:type="spellStart"/>
            <w:r>
              <w:rPr>
                <w:b w:val="0"/>
                <w:sz w:val="24"/>
                <w:szCs w:val="24"/>
              </w:rPr>
              <w:t>Sympatisch</w:t>
            </w:r>
            <w:proofErr w:type="spellEnd"/>
            <w:r>
              <w:rPr>
                <w:b w:val="0"/>
                <w:sz w:val="24"/>
                <w:szCs w:val="24"/>
              </w:rPr>
              <w:t xml:space="preserve"> en parasympatisch. Bij welke wordt je klaargemaakt voor actie?</w:t>
            </w:r>
          </w:p>
        </w:tc>
      </w:tr>
      <w:tr w:rsidR="0061684A" w:rsidRPr="004A644B" w:rsidTr="0061684A">
        <w:tc>
          <w:tcPr>
            <w:tcW w:w="675" w:type="dxa"/>
          </w:tcPr>
          <w:p w:rsidR="0061684A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10.</w:t>
            </w:r>
          </w:p>
        </w:tc>
        <w:tc>
          <w:tcPr>
            <w:tcW w:w="10007" w:type="dxa"/>
          </w:tcPr>
          <w:p w:rsidR="0061684A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de belangrijkste functie van de ‘grote hersens’?</w:t>
            </w: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61684A" w:rsidRPr="004A644B" w:rsidTr="0061684A">
        <w:tc>
          <w:tcPr>
            <w:tcW w:w="675" w:type="dxa"/>
          </w:tcPr>
          <w:p w:rsidR="0061684A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11.</w:t>
            </w:r>
          </w:p>
        </w:tc>
        <w:tc>
          <w:tcPr>
            <w:tcW w:w="10007" w:type="dxa"/>
          </w:tcPr>
          <w:p w:rsidR="0061684A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wordt geregeld in de ‘frontaalkwab’’ ?</w:t>
            </w: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61684A" w:rsidRPr="004A644B" w:rsidTr="0061684A">
        <w:tc>
          <w:tcPr>
            <w:tcW w:w="675" w:type="dxa"/>
          </w:tcPr>
          <w:p w:rsidR="0061684A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12.</w:t>
            </w:r>
          </w:p>
        </w:tc>
        <w:tc>
          <w:tcPr>
            <w:tcW w:w="10007" w:type="dxa"/>
          </w:tcPr>
          <w:p w:rsidR="0061684A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wordt geregeld in de ‘wandbeenkwab’?</w:t>
            </w: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61684A" w:rsidRPr="004A644B" w:rsidTr="0061684A">
        <w:tc>
          <w:tcPr>
            <w:tcW w:w="675" w:type="dxa"/>
          </w:tcPr>
          <w:p w:rsidR="0061684A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13.</w:t>
            </w:r>
          </w:p>
        </w:tc>
        <w:tc>
          <w:tcPr>
            <w:tcW w:w="10007" w:type="dxa"/>
          </w:tcPr>
          <w:p w:rsidR="0061684A" w:rsidRPr="004A644B" w:rsidRDefault="005D1F0D" w:rsidP="005D1F0D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wordt geregeld in de ‘slaapkwab’?</w:t>
            </w:r>
          </w:p>
        </w:tc>
      </w:tr>
      <w:tr w:rsidR="0061684A" w:rsidRPr="004A644B" w:rsidTr="0061684A">
        <w:tc>
          <w:tcPr>
            <w:tcW w:w="675" w:type="dxa"/>
          </w:tcPr>
          <w:p w:rsidR="0061684A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0007" w:type="dxa"/>
          </w:tcPr>
          <w:p w:rsidR="0061684A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wordt geregeld in de ‘</w:t>
            </w:r>
            <w:proofErr w:type="spellStart"/>
            <w:r>
              <w:rPr>
                <w:b w:val="0"/>
                <w:sz w:val="24"/>
                <w:szCs w:val="24"/>
              </w:rPr>
              <w:t>achterhoofdskwab</w:t>
            </w:r>
            <w:proofErr w:type="spellEnd"/>
            <w:r>
              <w:rPr>
                <w:b w:val="0"/>
                <w:sz w:val="24"/>
                <w:szCs w:val="24"/>
              </w:rPr>
              <w:t>’?</w:t>
            </w: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D1F0D" w:rsidRPr="004A644B" w:rsidTr="0061684A">
        <w:tc>
          <w:tcPr>
            <w:tcW w:w="675" w:type="dxa"/>
          </w:tcPr>
          <w:p w:rsidR="005D1F0D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15.</w:t>
            </w:r>
          </w:p>
        </w:tc>
        <w:tc>
          <w:tcPr>
            <w:tcW w:w="10007" w:type="dxa"/>
          </w:tcPr>
          <w:p w:rsidR="005D1F0D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In de grotere hersens gebeurt de ‘bewustere’ coördinatie. </w:t>
            </w:r>
          </w:p>
          <w:p w:rsidR="005D1F0D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Noem enkele functies die in de tussenhersenen, kleine hersenen en hersenstam worden gecoördineerd:</w:t>
            </w:r>
          </w:p>
          <w:p w:rsidR="005D1F0D" w:rsidRDefault="005D1F0D" w:rsidP="00EE55AC">
            <w:pPr>
              <w:tabs>
                <w:tab w:val="left" w:pos="2255"/>
              </w:tabs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E55AC">
              <w:rPr>
                <w:b w:val="0"/>
                <w:sz w:val="24"/>
                <w:szCs w:val="24"/>
              </w:rPr>
              <w:tab/>
            </w:r>
          </w:p>
          <w:p w:rsidR="00EE55AC" w:rsidRPr="004A644B" w:rsidRDefault="00EE55AC" w:rsidP="00EE55AC">
            <w:pPr>
              <w:tabs>
                <w:tab w:val="left" w:pos="2255"/>
              </w:tabs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D1F0D" w:rsidRPr="004A644B" w:rsidTr="0061684A">
        <w:tc>
          <w:tcPr>
            <w:tcW w:w="675" w:type="dxa"/>
          </w:tcPr>
          <w:p w:rsidR="005D1F0D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16.</w:t>
            </w:r>
          </w:p>
        </w:tc>
        <w:tc>
          <w:tcPr>
            <w:tcW w:w="10007" w:type="dxa"/>
          </w:tcPr>
          <w:p w:rsidR="005D1F0D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de functie van het ruggenmerg?</w:t>
            </w: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D1F0D" w:rsidRPr="004A644B" w:rsidTr="0061684A">
        <w:tc>
          <w:tcPr>
            <w:tcW w:w="675" w:type="dxa"/>
          </w:tcPr>
          <w:p w:rsidR="005D1F0D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17.</w:t>
            </w:r>
          </w:p>
        </w:tc>
        <w:tc>
          <w:tcPr>
            <w:tcW w:w="10007" w:type="dxa"/>
          </w:tcPr>
          <w:p w:rsidR="005D1F0D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de functie van de hersenvliezen?</w:t>
            </w:r>
          </w:p>
          <w:p w:rsidR="005D1F0D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Noem de 3 vliezen:</w:t>
            </w: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D1F0D" w:rsidRPr="004A644B" w:rsidTr="0061684A">
        <w:tc>
          <w:tcPr>
            <w:tcW w:w="675" w:type="dxa"/>
          </w:tcPr>
          <w:p w:rsidR="005D1F0D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18.</w:t>
            </w:r>
          </w:p>
        </w:tc>
        <w:tc>
          <w:tcPr>
            <w:tcW w:w="10007" w:type="dxa"/>
          </w:tcPr>
          <w:p w:rsidR="005D1F0D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Waarom is slaap zo belangrijk voor de hersens?</w:t>
            </w:r>
          </w:p>
          <w:p w:rsidR="005D1F0D" w:rsidRPr="004A644B" w:rsidRDefault="005D1F0D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D1F0D" w:rsidRPr="004A644B" w:rsidTr="0061684A">
        <w:tc>
          <w:tcPr>
            <w:tcW w:w="675" w:type="dxa"/>
          </w:tcPr>
          <w:p w:rsidR="005D1F0D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19.</w:t>
            </w:r>
          </w:p>
        </w:tc>
        <w:tc>
          <w:tcPr>
            <w:tcW w:w="10007" w:type="dxa"/>
          </w:tcPr>
          <w:p w:rsidR="005D1F0D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zijn hormonen?</w:t>
            </w: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D1F0D" w:rsidRPr="004A644B" w:rsidTr="0061684A">
        <w:tc>
          <w:tcPr>
            <w:tcW w:w="675" w:type="dxa"/>
          </w:tcPr>
          <w:p w:rsidR="005D1F0D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20.</w:t>
            </w:r>
          </w:p>
        </w:tc>
        <w:tc>
          <w:tcPr>
            <w:tcW w:w="10007" w:type="dxa"/>
          </w:tcPr>
          <w:p w:rsidR="005D1F0D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Noem 2 verschillen tussen het zenuwstelsel en het hormoonstelsel.</w:t>
            </w:r>
          </w:p>
          <w:p w:rsidR="00EE55AC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D1F0D" w:rsidRPr="004A644B" w:rsidTr="0061684A">
        <w:tc>
          <w:tcPr>
            <w:tcW w:w="675" w:type="dxa"/>
          </w:tcPr>
          <w:p w:rsidR="005D1F0D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21.</w:t>
            </w:r>
          </w:p>
        </w:tc>
        <w:tc>
          <w:tcPr>
            <w:tcW w:w="10007" w:type="dxa"/>
          </w:tcPr>
          <w:p w:rsidR="005D1F0D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Wat is de belangrijkste duo-hormoonklieren in ons hoofd?</w:t>
            </w:r>
          </w:p>
          <w:p w:rsidR="00EE55AC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  <w:tr w:rsidR="005D1F0D" w:rsidRPr="004A644B" w:rsidTr="0061684A">
        <w:tc>
          <w:tcPr>
            <w:tcW w:w="675" w:type="dxa"/>
          </w:tcPr>
          <w:p w:rsidR="005D1F0D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22.</w:t>
            </w:r>
          </w:p>
        </w:tc>
        <w:tc>
          <w:tcPr>
            <w:tcW w:w="10007" w:type="dxa"/>
          </w:tcPr>
          <w:p w:rsidR="005D1F0D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Noem 5 functies in jouw lichaam die door hormonen gereguleerd worden.</w:t>
            </w:r>
          </w:p>
          <w:p w:rsidR="00EE55AC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En ook door welke klier.</w:t>
            </w:r>
          </w:p>
          <w:p w:rsidR="00EE55AC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EE55AC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EE55AC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EE55AC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EE55AC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EE55AC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EE55AC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EE55AC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EE55AC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  <w:p w:rsidR="00EE55AC" w:rsidRPr="004A644B" w:rsidRDefault="00EE55AC" w:rsidP="00715A16">
            <w:pPr>
              <w:spacing w:line="360" w:lineRule="auto"/>
              <w:rPr>
                <w:b w:val="0"/>
                <w:sz w:val="24"/>
                <w:szCs w:val="24"/>
              </w:rPr>
            </w:pPr>
          </w:p>
        </w:tc>
      </w:tr>
    </w:tbl>
    <w:p w:rsidR="0073358F" w:rsidRDefault="0073358F">
      <w:bookmarkStart w:id="0" w:name="_GoBack"/>
      <w:bookmarkEnd w:id="0"/>
    </w:p>
    <w:sectPr w:rsidR="0073358F" w:rsidSect="008420E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970A4"/>
    <w:multiLevelType w:val="hybridMultilevel"/>
    <w:tmpl w:val="DBA6E86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58F"/>
    <w:rsid w:val="002C706B"/>
    <w:rsid w:val="00365FC6"/>
    <w:rsid w:val="00390940"/>
    <w:rsid w:val="004A644B"/>
    <w:rsid w:val="004B4E00"/>
    <w:rsid w:val="005260AA"/>
    <w:rsid w:val="005915F6"/>
    <w:rsid w:val="0059329E"/>
    <w:rsid w:val="005D1F0D"/>
    <w:rsid w:val="006145D3"/>
    <w:rsid w:val="0061684A"/>
    <w:rsid w:val="00715A16"/>
    <w:rsid w:val="0073358F"/>
    <w:rsid w:val="008420EA"/>
    <w:rsid w:val="0084346B"/>
    <w:rsid w:val="008F7822"/>
    <w:rsid w:val="00B354BE"/>
    <w:rsid w:val="00C11441"/>
    <w:rsid w:val="00D758C3"/>
    <w:rsid w:val="00ED2208"/>
    <w:rsid w:val="00E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b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A64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b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35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4A6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7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D226D5E3</Template>
  <TotalTime>1</TotalTime>
  <Pages>2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2</cp:revision>
  <dcterms:created xsi:type="dcterms:W3CDTF">2016-06-06T09:56:00Z</dcterms:created>
  <dcterms:modified xsi:type="dcterms:W3CDTF">2016-06-06T09:56:00Z</dcterms:modified>
</cp:coreProperties>
</file>