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58F" w:rsidRPr="004A644B" w:rsidRDefault="005559C1">
      <w:pPr>
        <w:rPr>
          <w:sz w:val="28"/>
          <w:szCs w:val="28"/>
        </w:rPr>
      </w:pPr>
      <w:r>
        <w:rPr>
          <w:sz w:val="28"/>
          <w:szCs w:val="28"/>
        </w:rPr>
        <w:t xml:space="preserve">VRAGEN BIJ POWER POINT 2        ”Waarneming en zintuigen” </w:t>
      </w:r>
    </w:p>
    <w:p w:rsidR="0073358F" w:rsidRDefault="005915F6"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5"/>
        <w:gridCol w:w="9931"/>
      </w:tblGrid>
      <w:tr w:rsidR="005559C1" w:rsidRPr="004A644B" w:rsidTr="0073358F">
        <w:tc>
          <w:tcPr>
            <w:tcW w:w="675" w:type="dxa"/>
          </w:tcPr>
          <w:p w:rsidR="005559C1" w:rsidRDefault="005559C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931" w:type="dxa"/>
          </w:tcPr>
          <w:p w:rsidR="005559C1" w:rsidRPr="00164414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waarnemen/waarneming?</w:t>
            </w:r>
          </w:p>
        </w:tc>
      </w:tr>
      <w:tr w:rsidR="005559C1" w:rsidRPr="004A644B" w:rsidTr="0073358F">
        <w:tc>
          <w:tcPr>
            <w:tcW w:w="675" w:type="dxa"/>
          </w:tcPr>
          <w:p w:rsidR="005559C1" w:rsidRDefault="005559C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9931" w:type="dxa"/>
          </w:tcPr>
          <w:p w:rsidR="005559C1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moet er gebeuren voordat onze hersens kunnen lezen/snappen wat er in onze omgeving gebeurt?</w:t>
            </w:r>
          </w:p>
          <w:p w:rsidR="005559C1" w:rsidRPr="00164414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559C1" w:rsidRPr="004A644B" w:rsidTr="0073358F">
        <w:tc>
          <w:tcPr>
            <w:tcW w:w="675" w:type="dxa"/>
          </w:tcPr>
          <w:p w:rsidR="005559C1" w:rsidRDefault="005559C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9931" w:type="dxa"/>
          </w:tcPr>
          <w:p w:rsidR="005559C1" w:rsidRPr="00164414" w:rsidRDefault="005559C1" w:rsidP="005559C1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een prikkel?</w:t>
            </w:r>
          </w:p>
        </w:tc>
      </w:tr>
      <w:tr w:rsidR="005559C1" w:rsidRPr="004A644B" w:rsidTr="0073358F">
        <w:tc>
          <w:tcPr>
            <w:tcW w:w="675" w:type="dxa"/>
          </w:tcPr>
          <w:p w:rsidR="005559C1" w:rsidRDefault="005559C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9931" w:type="dxa"/>
          </w:tcPr>
          <w:p w:rsidR="005559C1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een impuls?</w:t>
            </w:r>
          </w:p>
          <w:p w:rsidR="005559C1" w:rsidRPr="00164414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een signaal?</w:t>
            </w:r>
          </w:p>
        </w:tc>
      </w:tr>
      <w:tr w:rsidR="005559C1" w:rsidRPr="004A644B" w:rsidTr="0073358F">
        <w:tc>
          <w:tcPr>
            <w:tcW w:w="675" w:type="dxa"/>
          </w:tcPr>
          <w:p w:rsidR="005559C1" w:rsidRDefault="005559C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9931" w:type="dxa"/>
          </w:tcPr>
          <w:p w:rsidR="005559C1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Benoem de 5 zintuigen en hun ‘specifieke’ prikkel.</w:t>
            </w:r>
          </w:p>
          <w:p w:rsidR="005559C1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5559C1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5559C1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5559C1" w:rsidRPr="00164414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559C1" w:rsidRPr="004A644B" w:rsidTr="0073358F">
        <w:tc>
          <w:tcPr>
            <w:tcW w:w="675" w:type="dxa"/>
          </w:tcPr>
          <w:p w:rsidR="005559C1" w:rsidRDefault="005559C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6.</w:t>
            </w:r>
          </w:p>
        </w:tc>
        <w:tc>
          <w:tcPr>
            <w:tcW w:w="9931" w:type="dxa"/>
          </w:tcPr>
          <w:p w:rsidR="005559C1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Welk gedeelte van het oor heeft GEEN verbinding met de </w:t>
            </w:r>
            <w:proofErr w:type="spellStart"/>
            <w:r>
              <w:rPr>
                <w:b w:val="0"/>
                <w:sz w:val="24"/>
                <w:szCs w:val="24"/>
              </w:rPr>
              <w:t>buiten’lucht</w:t>
            </w:r>
            <w:proofErr w:type="spellEnd"/>
            <w:r>
              <w:rPr>
                <w:b w:val="0"/>
                <w:sz w:val="24"/>
                <w:szCs w:val="24"/>
              </w:rPr>
              <w:t>’?</w:t>
            </w:r>
          </w:p>
          <w:p w:rsidR="005559C1" w:rsidRPr="00164414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559C1" w:rsidRPr="004A644B" w:rsidTr="0073358F">
        <w:tc>
          <w:tcPr>
            <w:tcW w:w="675" w:type="dxa"/>
          </w:tcPr>
          <w:p w:rsidR="005559C1" w:rsidRDefault="005559C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7.</w:t>
            </w:r>
          </w:p>
        </w:tc>
        <w:tc>
          <w:tcPr>
            <w:tcW w:w="9931" w:type="dxa"/>
          </w:tcPr>
          <w:p w:rsidR="005559C1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gebeurt er in het slakkenhuis?</w:t>
            </w:r>
          </w:p>
          <w:p w:rsidR="005559C1" w:rsidRPr="00164414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559C1" w:rsidRPr="004A644B" w:rsidTr="0073358F">
        <w:tc>
          <w:tcPr>
            <w:tcW w:w="675" w:type="dxa"/>
          </w:tcPr>
          <w:p w:rsidR="005559C1" w:rsidRDefault="005559C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8. </w:t>
            </w:r>
          </w:p>
        </w:tc>
        <w:tc>
          <w:tcPr>
            <w:tcW w:w="9931" w:type="dxa"/>
          </w:tcPr>
          <w:p w:rsidR="005559C1" w:rsidRPr="00164414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disco-doofheid?</w:t>
            </w:r>
          </w:p>
        </w:tc>
      </w:tr>
      <w:tr w:rsidR="005559C1" w:rsidRPr="004A644B" w:rsidTr="0073358F">
        <w:tc>
          <w:tcPr>
            <w:tcW w:w="675" w:type="dxa"/>
          </w:tcPr>
          <w:p w:rsidR="005559C1" w:rsidRDefault="005559C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9.</w:t>
            </w:r>
          </w:p>
        </w:tc>
        <w:tc>
          <w:tcPr>
            <w:tcW w:w="9931" w:type="dxa"/>
          </w:tcPr>
          <w:p w:rsidR="005559C1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de functie van het iris?</w:t>
            </w:r>
          </w:p>
          <w:p w:rsidR="005559C1" w:rsidRPr="00164414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559C1" w:rsidRPr="004A644B" w:rsidTr="0073358F">
        <w:tc>
          <w:tcPr>
            <w:tcW w:w="675" w:type="dxa"/>
          </w:tcPr>
          <w:p w:rsidR="005559C1" w:rsidRDefault="005559C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10. </w:t>
            </w:r>
          </w:p>
        </w:tc>
        <w:tc>
          <w:tcPr>
            <w:tcW w:w="9931" w:type="dxa"/>
          </w:tcPr>
          <w:p w:rsidR="005559C1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Wat is het </w:t>
            </w:r>
            <w:proofErr w:type="spellStart"/>
            <w:r>
              <w:rPr>
                <w:b w:val="0"/>
                <w:sz w:val="24"/>
                <w:szCs w:val="24"/>
              </w:rPr>
              <w:t>pupil-reflex</w:t>
            </w:r>
            <w:proofErr w:type="spellEnd"/>
            <w:r>
              <w:rPr>
                <w:b w:val="0"/>
                <w:sz w:val="24"/>
                <w:szCs w:val="24"/>
              </w:rPr>
              <w:t>?</w:t>
            </w:r>
          </w:p>
          <w:p w:rsidR="005559C1" w:rsidRPr="00164414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559C1" w:rsidRPr="004A644B" w:rsidTr="0073358F">
        <w:tc>
          <w:tcPr>
            <w:tcW w:w="675" w:type="dxa"/>
          </w:tcPr>
          <w:p w:rsidR="005559C1" w:rsidRDefault="005559C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11. </w:t>
            </w:r>
          </w:p>
        </w:tc>
        <w:tc>
          <w:tcPr>
            <w:tcW w:w="9931" w:type="dxa"/>
          </w:tcPr>
          <w:p w:rsidR="005559C1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de gele vlek?</w:t>
            </w:r>
          </w:p>
          <w:p w:rsidR="005559C1" w:rsidRPr="00164414" w:rsidRDefault="005559C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559C1" w:rsidRPr="004A644B" w:rsidTr="0073358F">
        <w:tc>
          <w:tcPr>
            <w:tcW w:w="675" w:type="dxa"/>
          </w:tcPr>
          <w:p w:rsidR="005559C1" w:rsidRDefault="005559C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12.</w:t>
            </w:r>
          </w:p>
        </w:tc>
        <w:tc>
          <w:tcPr>
            <w:tcW w:w="9931" w:type="dxa"/>
          </w:tcPr>
          <w:p w:rsidR="005559C1" w:rsidRDefault="004B705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doen de zintuigcellen van de ogen? Staafjes en kegeltjes?</w:t>
            </w:r>
          </w:p>
          <w:p w:rsidR="004B7051" w:rsidRPr="00164414" w:rsidRDefault="004B705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559C1" w:rsidRPr="004A644B" w:rsidTr="0073358F">
        <w:tc>
          <w:tcPr>
            <w:tcW w:w="675" w:type="dxa"/>
          </w:tcPr>
          <w:p w:rsidR="005559C1" w:rsidRDefault="004B705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13.</w:t>
            </w:r>
          </w:p>
        </w:tc>
        <w:tc>
          <w:tcPr>
            <w:tcW w:w="9931" w:type="dxa"/>
          </w:tcPr>
          <w:p w:rsidR="005559C1" w:rsidRDefault="004B705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Waarom kunnen geuren zo belangrijk zijn voor demente bejaarden?</w:t>
            </w:r>
          </w:p>
          <w:p w:rsidR="004B7051" w:rsidRPr="00164414" w:rsidRDefault="004B705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559C1" w:rsidRPr="004A644B" w:rsidTr="0073358F">
        <w:tc>
          <w:tcPr>
            <w:tcW w:w="675" w:type="dxa"/>
          </w:tcPr>
          <w:p w:rsidR="005559C1" w:rsidRDefault="004B705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14.</w:t>
            </w:r>
          </w:p>
        </w:tc>
        <w:tc>
          <w:tcPr>
            <w:tcW w:w="9931" w:type="dxa"/>
          </w:tcPr>
          <w:p w:rsidR="005559C1" w:rsidRDefault="004B705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Waarom kunnen we meer smaken ‘proeven’ dan de 4 </w:t>
            </w:r>
            <w:proofErr w:type="spellStart"/>
            <w:r>
              <w:rPr>
                <w:b w:val="0"/>
                <w:sz w:val="24"/>
                <w:szCs w:val="24"/>
              </w:rPr>
              <w:t>basis-smaken</w:t>
            </w:r>
            <w:proofErr w:type="spellEnd"/>
            <w:r>
              <w:rPr>
                <w:b w:val="0"/>
                <w:sz w:val="24"/>
                <w:szCs w:val="24"/>
              </w:rPr>
              <w:t>?</w:t>
            </w:r>
          </w:p>
          <w:p w:rsidR="004B7051" w:rsidRPr="00164414" w:rsidRDefault="004B705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4B7051" w:rsidRPr="004A644B" w:rsidTr="0073358F">
        <w:tc>
          <w:tcPr>
            <w:tcW w:w="675" w:type="dxa"/>
          </w:tcPr>
          <w:p w:rsidR="004B7051" w:rsidRDefault="004B705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15.</w:t>
            </w:r>
          </w:p>
        </w:tc>
        <w:tc>
          <w:tcPr>
            <w:tcW w:w="9931" w:type="dxa"/>
          </w:tcPr>
          <w:p w:rsidR="004B7051" w:rsidRDefault="004B705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Benoem de 5 functies van de huid</w:t>
            </w:r>
          </w:p>
          <w:p w:rsidR="004B7051" w:rsidRDefault="004B705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4B7051" w:rsidRDefault="004B705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4B7051" w:rsidRDefault="004B7051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164414" w:rsidRPr="004A644B" w:rsidTr="0073358F">
        <w:tc>
          <w:tcPr>
            <w:tcW w:w="675" w:type="dxa"/>
          </w:tcPr>
          <w:p w:rsidR="00164414" w:rsidRPr="004A644B" w:rsidRDefault="004B705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9931" w:type="dxa"/>
          </w:tcPr>
          <w:p w:rsidR="00164414" w:rsidRPr="00164414" w:rsidRDefault="00164414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164414">
              <w:rPr>
                <w:b w:val="0"/>
                <w:sz w:val="24"/>
                <w:szCs w:val="24"/>
              </w:rPr>
              <w:t>Benoem de 3 lagen van de huid, ook met hun Latijnse benaming.</w:t>
            </w:r>
          </w:p>
          <w:p w:rsidR="00164414" w:rsidRPr="00164414" w:rsidRDefault="00164414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_____________________________- </w:t>
            </w:r>
            <w:r w:rsidRPr="00164414">
              <w:rPr>
                <w:b w:val="0"/>
                <w:sz w:val="24"/>
                <w:szCs w:val="24"/>
              </w:rPr>
              <w:t xml:space="preserve"> ___________________________</w:t>
            </w:r>
            <w:r>
              <w:rPr>
                <w:b w:val="0"/>
                <w:sz w:val="24"/>
                <w:szCs w:val="24"/>
              </w:rPr>
              <w:t>_</w:t>
            </w:r>
            <w:r w:rsidRPr="00164414">
              <w:rPr>
                <w:b w:val="0"/>
                <w:sz w:val="24"/>
                <w:szCs w:val="24"/>
              </w:rPr>
              <w:t>__</w:t>
            </w:r>
          </w:p>
          <w:p w:rsidR="00164414" w:rsidRPr="00164414" w:rsidRDefault="00164414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164414">
              <w:rPr>
                <w:b w:val="0"/>
                <w:sz w:val="24"/>
                <w:szCs w:val="24"/>
              </w:rPr>
              <w:t xml:space="preserve">_______________________________  </w:t>
            </w:r>
            <w:r>
              <w:rPr>
                <w:b w:val="0"/>
                <w:sz w:val="24"/>
                <w:szCs w:val="24"/>
              </w:rPr>
              <w:t xml:space="preserve">- </w:t>
            </w:r>
            <w:r w:rsidRPr="00164414">
              <w:rPr>
                <w:b w:val="0"/>
                <w:sz w:val="24"/>
                <w:szCs w:val="24"/>
              </w:rPr>
              <w:t xml:space="preserve">______________________________ </w:t>
            </w:r>
          </w:p>
          <w:p w:rsidR="00164414" w:rsidRPr="002F6467" w:rsidRDefault="00164414" w:rsidP="00164414">
            <w:pPr>
              <w:spacing w:line="360" w:lineRule="auto"/>
              <w:rPr>
                <w:b w:val="0"/>
                <w:sz w:val="24"/>
                <w:szCs w:val="24"/>
              </w:rPr>
            </w:pPr>
            <w:r w:rsidRPr="00164414">
              <w:rPr>
                <w:b w:val="0"/>
                <w:sz w:val="24"/>
                <w:szCs w:val="24"/>
              </w:rPr>
              <w:t xml:space="preserve">________________________________  -_____________________________ </w:t>
            </w:r>
          </w:p>
        </w:tc>
      </w:tr>
      <w:tr w:rsidR="00164414" w:rsidRPr="004A644B" w:rsidTr="0073358F">
        <w:tc>
          <w:tcPr>
            <w:tcW w:w="675" w:type="dxa"/>
          </w:tcPr>
          <w:p w:rsidR="00164414" w:rsidRPr="004A644B" w:rsidRDefault="004B705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17.</w:t>
            </w:r>
          </w:p>
        </w:tc>
        <w:tc>
          <w:tcPr>
            <w:tcW w:w="9931" w:type="dxa"/>
          </w:tcPr>
          <w:p w:rsidR="004B7051" w:rsidRDefault="004B7051" w:rsidP="001A2D4F">
            <w:pPr>
              <w:pBdr>
                <w:bottom w:val="single" w:sz="12" w:space="1" w:color="auto"/>
              </w:pBdr>
              <w:spacing w:line="360" w:lineRule="auto"/>
              <w:rPr>
                <w:b w:val="0"/>
                <w:sz w:val="24"/>
                <w:szCs w:val="24"/>
              </w:rPr>
            </w:pPr>
          </w:p>
          <w:p w:rsidR="00164414" w:rsidRDefault="00164414" w:rsidP="001A2D4F">
            <w:pPr>
              <w:pBdr>
                <w:bottom w:val="single" w:sz="12" w:space="1" w:color="auto"/>
              </w:pBd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 heet de buitenste laag van de epidermis?_________________________</w:t>
            </w:r>
          </w:p>
          <w:p w:rsidR="00164414" w:rsidRDefault="00164414" w:rsidP="001A2D4F">
            <w:pPr>
              <w:pBdr>
                <w:bottom w:val="single" w:sz="12" w:space="1" w:color="auto"/>
              </w:pBd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 beschermt deze laag ons lichaam?</w:t>
            </w:r>
          </w:p>
          <w:p w:rsidR="004B7051" w:rsidRPr="00B71B8A" w:rsidRDefault="004B7051" w:rsidP="001A2D4F">
            <w:pPr>
              <w:pBdr>
                <w:bottom w:val="single" w:sz="12" w:space="1" w:color="auto"/>
              </w:pBdr>
              <w:spacing w:line="360" w:lineRule="auto"/>
              <w:rPr>
                <w:sz w:val="24"/>
                <w:szCs w:val="24"/>
              </w:rPr>
            </w:pPr>
          </w:p>
        </w:tc>
      </w:tr>
      <w:tr w:rsidR="00164414" w:rsidRPr="004A644B" w:rsidTr="0073358F">
        <w:tc>
          <w:tcPr>
            <w:tcW w:w="675" w:type="dxa"/>
          </w:tcPr>
          <w:p w:rsidR="00164414" w:rsidRPr="004A644B" w:rsidRDefault="004B705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18.</w:t>
            </w:r>
          </w:p>
        </w:tc>
        <w:tc>
          <w:tcPr>
            <w:tcW w:w="9931" w:type="dxa"/>
          </w:tcPr>
          <w:p w:rsidR="00164414" w:rsidRDefault="00164414" w:rsidP="001A2D4F">
            <w:pPr>
              <w:pBdr>
                <w:bottom w:val="single" w:sz="12" w:space="1" w:color="auto"/>
              </w:pBd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Hoe heten de cellen die pigment in zich hebben? </w:t>
            </w:r>
          </w:p>
          <w:p w:rsidR="00164414" w:rsidRDefault="00164414" w:rsidP="001A2D4F">
            <w:pPr>
              <w:pBdr>
                <w:bottom w:val="single" w:sz="12" w:space="1" w:color="auto"/>
              </w:pBd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_________________________________________________________</w:t>
            </w:r>
          </w:p>
          <w:p w:rsidR="00164414" w:rsidRDefault="00164414" w:rsidP="001A2D4F">
            <w:pPr>
              <w:pBdr>
                <w:bottom w:val="single" w:sz="12" w:space="1" w:color="auto"/>
              </w:pBd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 beschermen die onze huid/lichaam?</w:t>
            </w:r>
          </w:p>
          <w:p w:rsidR="00164414" w:rsidRDefault="00164414" w:rsidP="001A2D4F">
            <w:pPr>
              <w:pBdr>
                <w:bottom w:val="single" w:sz="12" w:space="1" w:color="auto"/>
              </w:pBdr>
              <w:spacing w:line="360" w:lineRule="auto"/>
              <w:rPr>
                <w:b w:val="0"/>
                <w:sz w:val="24"/>
                <w:szCs w:val="24"/>
              </w:rPr>
            </w:pPr>
          </w:p>
          <w:p w:rsidR="00164414" w:rsidRPr="002F6467" w:rsidRDefault="00164414" w:rsidP="001A2D4F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73358F" w:rsidRPr="004A644B" w:rsidTr="0073358F">
        <w:tc>
          <w:tcPr>
            <w:tcW w:w="675" w:type="dxa"/>
          </w:tcPr>
          <w:p w:rsidR="0073358F" w:rsidRPr="004A644B" w:rsidRDefault="004B705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19.</w:t>
            </w:r>
          </w:p>
        </w:tc>
        <w:tc>
          <w:tcPr>
            <w:tcW w:w="9931" w:type="dxa"/>
          </w:tcPr>
          <w:p w:rsidR="008268E2" w:rsidRDefault="008268E2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Welke onderdelen bevat de dermis (lederhuid)?</w:t>
            </w:r>
            <w:r w:rsidR="004B7051">
              <w:rPr>
                <w:b w:val="0"/>
                <w:sz w:val="24"/>
                <w:szCs w:val="24"/>
              </w:rPr>
              <w:t xml:space="preserve"> Noem 5</w:t>
            </w:r>
          </w:p>
          <w:p w:rsidR="008268E2" w:rsidRDefault="008268E2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__________________________   _____________________________</w:t>
            </w:r>
          </w:p>
          <w:p w:rsidR="008268E2" w:rsidRDefault="008268E2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__________________________  ______________________________</w:t>
            </w:r>
          </w:p>
          <w:p w:rsidR="008268E2" w:rsidRPr="004A644B" w:rsidRDefault="008268E2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__________________________</w:t>
            </w:r>
          </w:p>
        </w:tc>
      </w:tr>
      <w:tr w:rsidR="0073358F" w:rsidRPr="004A644B" w:rsidTr="0073358F">
        <w:tc>
          <w:tcPr>
            <w:tcW w:w="675" w:type="dxa"/>
          </w:tcPr>
          <w:p w:rsidR="0073358F" w:rsidRPr="004A644B" w:rsidRDefault="004B705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20.</w:t>
            </w:r>
          </w:p>
        </w:tc>
        <w:tc>
          <w:tcPr>
            <w:tcW w:w="9931" w:type="dxa"/>
          </w:tcPr>
          <w:p w:rsidR="001B73E1" w:rsidRDefault="008268E2" w:rsidP="008A7DB7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Noem 2 functies van de Dermis</w:t>
            </w:r>
            <w:r w:rsidR="003C3E66">
              <w:rPr>
                <w:b w:val="0"/>
                <w:sz w:val="24"/>
                <w:szCs w:val="24"/>
              </w:rPr>
              <w:t xml:space="preserve">. </w:t>
            </w:r>
          </w:p>
          <w:p w:rsidR="008A7DB7" w:rsidRPr="004A644B" w:rsidRDefault="008A7DB7" w:rsidP="008A7DB7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73358F" w:rsidRPr="004A644B" w:rsidTr="0073358F">
        <w:tc>
          <w:tcPr>
            <w:tcW w:w="675" w:type="dxa"/>
          </w:tcPr>
          <w:p w:rsidR="0073358F" w:rsidRPr="004A644B" w:rsidRDefault="004B7051" w:rsidP="005559C1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21.</w:t>
            </w:r>
          </w:p>
        </w:tc>
        <w:tc>
          <w:tcPr>
            <w:tcW w:w="9931" w:type="dxa"/>
          </w:tcPr>
          <w:p w:rsidR="004A644B" w:rsidRDefault="00B01D8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 kan het onder</w:t>
            </w:r>
            <w:r w:rsidR="00164414">
              <w:rPr>
                <w:b w:val="0"/>
                <w:sz w:val="24"/>
                <w:szCs w:val="24"/>
              </w:rPr>
              <w:t>h</w:t>
            </w:r>
            <w:r>
              <w:rPr>
                <w:b w:val="0"/>
                <w:sz w:val="24"/>
                <w:szCs w:val="24"/>
              </w:rPr>
              <w:t>uids</w:t>
            </w:r>
            <w:r w:rsidR="00164414">
              <w:rPr>
                <w:b w:val="0"/>
                <w:sz w:val="24"/>
                <w:szCs w:val="24"/>
              </w:rPr>
              <w:t>-</w:t>
            </w:r>
            <w:r>
              <w:rPr>
                <w:b w:val="0"/>
                <w:sz w:val="24"/>
                <w:szCs w:val="24"/>
              </w:rPr>
              <w:t>bindweefsel (subcutis) bijdragen tot de warmteregulering/isolatie?</w:t>
            </w:r>
          </w:p>
          <w:p w:rsidR="00B01D8C" w:rsidRPr="004A644B" w:rsidRDefault="00B01D8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73358F" w:rsidRPr="004A644B" w:rsidTr="0073358F">
        <w:tc>
          <w:tcPr>
            <w:tcW w:w="675" w:type="dxa"/>
          </w:tcPr>
          <w:p w:rsidR="0073358F" w:rsidRPr="004A644B" w:rsidRDefault="004B705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22.</w:t>
            </w:r>
          </w:p>
        </w:tc>
        <w:tc>
          <w:tcPr>
            <w:tcW w:w="9931" w:type="dxa"/>
          </w:tcPr>
          <w:p w:rsidR="00B01D8C" w:rsidRDefault="004B705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Welke prikkels kan de huid waarnemen?</w:t>
            </w:r>
          </w:p>
          <w:p w:rsidR="004B7051" w:rsidRDefault="004B7051" w:rsidP="004B7051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Er zijn 5 (de laatste dia laat er 4 zien)</w:t>
            </w:r>
          </w:p>
          <w:p w:rsidR="004B7051" w:rsidRDefault="004B7051" w:rsidP="004B7051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4B7051" w:rsidRDefault="004B7051" w:rsidP="004B7051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4B7051" w:rsidRDefault="004B7051" w:rsidP="004B7051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4B7051" w:rsidRPr="004A644B" w:rsidRDefault="004B7051" w:rsidP="004B7051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73358F" w:rsidRPr="004A644B" w:rsidTr="0073358F">
        <w:tc>
          <w:tcPr>
            <w:tcW w:w="675" w:type="dxa"/>
          </w:tcPr>
          <w:p w:rsidR="0073358F" w:rsidRPr="004A644B" w:rsidRDefault="004B7051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23.</w:t>
            </w:r>
          </w:p>
        </w:tc>
        <w:tc>
          <w:tcPr>
            <w:tcW w:w="9931" w:type="dxa"/>
          </w:tcPr>
          <w:p w:rsidR="00B01D8C" w:rsidRDefault="004B7051" w:rsidP="004B7051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Waarom zal een schaafwond (vaak) geen litteken achterlaten?</w:t>
            </w:r>
          </w:p>
          <w:p w:rsidR="004B7051" w:rsidRDefault="004B7051" w:rsidP="004B7051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4B7051" w:rsidRPr="004B7051" w:rsidRDefault="004B7051" w:rsidP="004B7051">
            <w:pPr>
              <w:spacing w:line="360" w:lineRule="auto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3358F" w:rsidRDefault="0073358F" w:rsidP="004B7051"/>
    <w:sectPr w:rsidR="0073358F" w:rsidSect="008420E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E710C"/>
    <w:multiLevelType w:val="hybridMultilevel"/>
    <w:tmpl w:val="7668DE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A970A4"/>
    <w:multiLevelType w:val="hybridMultilevel"/>
    <w:tmpl w:val="DBA6E86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2D0346"/>
    <w:multiLevelType w:val="hybridMultilevel"/>
    <w:tmpl w:val="7668DE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4D3727"/>
    <w:multiLevelType w:val="hybridMultilevel"/>
    <w:tmpl w:val="7668DE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58F"/>
    <w:rsid w:val="00164414"/>
    <w:rsid w:val="001B73E1"/>
    <w:rsid w:val="002C706B"/>
    <w:rsid w:val="002E43A2"/>
    <w:rsid w:val="00390940"/>
    <w:rsid w:val="003C3E66"/>
    <w:rsid w:val="0044300F"/>
    <w:rsid w:val="004A644B"/>
    <w:rsid w:val="004B4E00"/>
    <w:rsid w:val="004B7051"/>
    <w:rsid w:val="005559C1"/>
    <w:rsid w:val="005915F6"/>
    <w:rsid w:val="00715A16"/>
    <w:rsid w:val="0073358F"/>
    <w:rsid w:val="008268E2"/>
    <w:rsid w:val="008420EA"/>
    <w:rsid w:val="008A7DB7"/>
    <w:rsid w:val="00B01D8C"/>
    <w:rsid w:val="00B354BE"/>
    <w:rsid w:val="00DE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b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3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A64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b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3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A6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5A27E0D4</Template>
  <TotalTime>1</TotalTime>
  <Pages>2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2</cp:revision>
  <dcterms:created xsi:type="dcterms:W3CDTF">2016-05-08T18:14:00Z</dcterms:created>
  <dcterms:modified xsi:type="dcterms:W3CDTF">2016-05-08T18:14:00Z</dcterms:modified>
</cp:coreProperties>
</file>