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6F" w:rsidRDefault="005D4E76" w:rsidP="00FE2D1F">
      <w:pPr>
        <w:pStyle w:val="Geenafstand"/>
        <w:rPr>
          <w:b/>
          <w:sz w:val="32"/>
          <w:szCs w:val="32"/>
        </w:rPr>
      </w:pPr>
      <w:r w:rsidRPr="00FE2D1F">
        <w:rPr>
          <w:b/>
          <w:sz w:val="32"/>
          <w:szCs w:val="32"/>
        </w:rPr>
        <w:t>Samenwerkingscontract</w:t>
      </w:r>
      <w:r w:rsidR="000E3173">
        <w:rPr>
          <w:b/>
          <w:sz w:val="32"/>
          <w:szCs w:val="32"/>
        </w:rPr>
        <w:t xml:space="preserve"> en startdocu</w:t>
      </w:r>
      <w:bookmarkStart w:id="0" w:name="_GoBack"/>
      <w:bookmarkEnd w:id="0"/>
      <w:r w:rsidR="009C5D60">
        <w:rPr>
          <w:b/>
          <w:sz w:val="32"/>
          <w:szCs w:val="32"/>
        </w:rPr>
        <w:t>ment</w:t>
      </w:r>
    </w:p>
    <w:p w:rsidR="005D4E76" w:rsidRPr="00FE2D1F" w:rsidRDefault="009C5D60" w:rsidP="00FE2D1F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Themaweek Dementie</w:t>
      </w:r>
    </w:p>
    <w:p w:rsidR="005D4E76" w:rsidRPr="00FE2D1F" w:rsidRDefault="005D4E76" w:rsidP="005D4E76">
      <w:pPr>
        <w:rPr>
          <w:rFonts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727"/>
        <w:gridCol w:w="2903"/>
      </w:tblGrid>
      <w:tr w:rsidR="005D4E76" w:rsidRPr="005A018B" w:rsidTr="00801816">
        <w:tc>
          <w:tcPr>
            <w:tcW w:w="8439" w:type="dxa"/>
            <w:gridSpan w:val="3"/>
            <w:shd w:val="clear" w:color="auto" w:fill="FF99CC"/>
          </w:tcPr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 xml:space="preserve">Samenwerkingscontract </w:t>
            </w: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</w:tc>
      </w:tr>
      <w:tr w:rsidR="005D4E76" w:rsidRPr="005A018B" w:rsidTr="00801816">
        <w:tc>
          <w:tcPr>
            <w:tcW w:w="2809" w:type="dxa"/>
          </w:tcPr>
          <w:p w:rsidR="005D4E76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Naam deelnemers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  <w:p w:rsidR="00AC056F" w:rsidRDefault="00AC056F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  <w:p w:rsidR="006C1A5B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  <w:p w:rsidR="006C1A5B" w:rsidRPr="00454758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2727" w:type="dxa"/>
          </w:tcPr>
          <w:p w:rsidR="005D4E76" w:rsidRPr="00D037CD" w:rsidRDefault="005D4E76" w:rsidP="00801816">
            <w:pPr>
              <w:spacing w:line="360" w:lineRule="auto"/>
              <w:rPr>
                <w:rFonts w:cs="Arial"/>
                <w:b/>
                <w:lang w:val="en-US"/>
              </w:rPr>
            </w:pPr>
            <w:r w:rsidRPr="00D037CD">
              <w:rPr>
                <w:rFonts w:cs="Arial"/>
                <w:b/>
                <w:lang w:val="en-US"/>
              </w:rPr>
              <w:t xml:space="preserve">E-mail </w:t>
            </w:r>
            <w:proofErr w:type="spellStart"/>
            <w:r w:rsidRPr="00D037CD">
              <w:rPr>
                <w:rFonts w:cs="Arial"/>
                <w:b/>
                <w:lang w:val="en-US"/>
              </w:rPr>
              <w:t>adres</w:t>
            </w:r>
            <w:proofErr w:type="spellEnd"/>
            <w:r w:rsidRPr="00D037CD">
              <w:rPr>
                <w:rFonts w:cs="Arial"/>
                <w:b/>
                <w:lang w:val="en-US"/>
              </w:rPr>
              <w:t>:</w:t>
            </w:r>
          </w:p>
          <w:p w:rsidR="00D037CD" w:rsidRPr="00D037CD" w:rsidRDefault="00D037CD" w:rsidP="00801816">
            <w:p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2903" w:type="dxa"/>
          </w:tcPr>
          <w:p w:rsidR="005D4E76" w:rsidRPr="005A018B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Telefoonnummer:</w:t>
            </w:r>
          </w:p>
          <w:p w:rsidR="00D037CD" w:rsidRPr="005A018B" w:rsidRDefault="00D037CD" w:rsidP="00801816">
            <w:pPr>
              <w:spacing w:line="360" w:lineRule="auto"/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2E7672" w:rsidRDefault="009C5D60" w:rsidP="002E767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O</w:t>
            </w:r>
            <w:r w:rsidR="005D4E76" w:rsidRPr="005A018B">
              <w:rPr>
                <w:rFonts w:cs="Arial"/>
                <w:b/>
              </w:rPr>
              <w:t>pdracht:</w:t>
            </w:r>
            <w:r w:rsidR="00D037CD">
              <w:rPr>
                <w:rFonts w:cs="Arial"/>
                <w:b/>
              </w:rPr>
              <w:t xml:space="preserve"> </w:t>
            </w:r>
          </w:p>
          <w:p w:rsidR="00ED4789" w:rsidRDefault="00ED4789" w:rsidP="002E7672">
            <w:pPr>
              <w:rPr>
                <w:rFonts w:cs="Arial"/>
                <w:b/>
                <w:color w:val="FF0000"/>
              </w:rPr>
            </w:pPr>
          </w:p>
          <w:p w:rsidR="005D4E76" w:rsidRDefault="005D4E76" w:rsidP="005D4E76">
            <w:pPr>
              <w:rPr>
                <w:rFonts w:cs="Arial"/>
              </w:rPr>
            </w:pPr>
          </w:p>
          <w:p w:rsidR="005D4E76" w:rsidRPr="005A018B" w:rsidRDefault="005D4E76" w:rsidP="005D4E7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Contractduur</w:t>
            </w:r>
            <w:r w:rsidR="00D037CD">
              <w:rPr>
                <w:rFonts w:cs="Arial"/>
              </w:rPr>
              <w:t xml:space="preserve">: 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pStyle w:val="Lijstopsomteken2"/>
            </w:pPr>
            <w:r w:rsidRPr="005A018B">
              <w:rPr>
                <w:b/>
              </w:rPr>
              <w:t xml:space="preserve">Samenwerkingsafspraken: </w:t>
            </w: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</w:p>
          <w:p w:rsidR="005D4E76" w:rsidRDefault="005D4E76" w:rsidP="002E7672">
            <w:pPr>
              <w:rPr>
                <w:rFonts w:cs="Arial"/>
              </w:rPr>
            </w:pPr>
            <w:r w:rsidRPr="005A018B">
              <w:rPr>
                <w:rFonts w:cs="Arial"/>
              </w:rPr>
              <w:t xml:space="preserve"> </w:t>
            </w:r>
            <w:r w:rsidR="002E7672"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Pr="005A018B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5D4E76" w:rsidRDefault="000E3173" w:rsidP="00801816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E3173" w:rsidRDefault="000E3173" w:rsidP="00801816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E3173" w:rsidRDefault="000E3173" w:rsidP="00801816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E3173" w:rsidRDefault="000E3173" w:rsidP="00801816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E3173" w:rsidRDefault="000E3173" w:rsidP="00801816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E3173" w:rsidRDefault="000E3173" w:rsidP="00801816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E3173" w:rsidRDefault="000E3173" w:rsidP="00801816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E3173" w:rsidRPr="005A018B" w:rsidRDefault="000E3173" w:rsidP="00801816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Plaats:</w:t>
            </w:r>
            <w:r w:rsidR="00BA06C0">
              <w:rPr>
                <w:rFonts w:cs="Arial"/>
              </w:rPr>
              <w:t xml:space="preserve">                               </w:t>
            </w:r>
            <w:r w:rsidRPr="005A018B">
              <w:rPr>
                <w:rFonts w:cs="Arial"/>
              </w:rPr>
              <w:t xml:space="preserve">                           </w:t>
            </w:r>
            <w:r w:rsidRPr="005A018B">
              <w:rPr>
                <w:rFonts w:cs="Arial"/>
                <w:b/>
              </w:rPr>
              <w:t>Datum:</w:t>
            </w:r>
            <w:r w:rsidR="00BA06C0">
              <w:rPr>
                <w:rFonts w:cs="Arial"/>
                <w:b/>
              </w:rPr>
              <w:t xml:space="preserve">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Handtekeningen deelnemers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</w:tbl>
    <w:p w:rsidR="005D4E76" w:rsidRPr="005A018B" w:rsidRDefault="005D4E76" w:rsidP="005D4E76">
      <w:pPr>
        <w:rPr>
          <w:rFonts w:cs="Arial"/>
          <w:b/>
        </w:rPr>
      </w:pPr>
    </w:p>
    <w:p w:rsidR="005D4E76" w:rsidRPr="005A018B" w:rsidRDefault="005D4E76" w:rsidP="005D4E76">
      <w:pPr>
        <w:pStyle w:val="Plattetekst"/>
        <w:ind w:left="360"/>
        <w:rPr>
          <w:rFonts w:cs="Arial"/>
          <w:sz w:val="20"/>
          <w:szCs w:val="20"/>
        </w:rPr>
      </w:pPr>
    </w:p>
    <w:p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</w:p>
    <w:p w:rsidR="003C5154" w:rsidRPr="00572F53" w:rsidRDefault="003C5154" w:rsidP="00572F53">
      <w:pPr>
        <w:pStyle w:val="Plattetekst"/>
        <w:rPr>
          <w:rFonts w:cs="Arial"/>
          <w:sz w:val="20"/>
          <w:szCs w:val="20"/>
        </w:rPr>
      </w:pPr>
      <w:r>
        <w:br w:type="page"/>
      </w:r>
    </w:p>
    <w:p w:rsidR="003C5154" w:rsidRPr="003C5154" w:rsidRDefault="003C5154" w:rsidP="003C51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99CC"/>
        <w:spacing w:after="154"/>
        <w:outlineLvl w:val="0"/>
        <w:rPr>
          <w:rFonts w:eastAsia="Arial Unicode MS" w:cs="Arial"/>
          <w:b/>
          <w:bCs/>
          <w:spacing w:val="24"/>
          <w:kern w:val="36"/>
          <w:sz w:val="22"/>
          <w:szCs w:val="38"/>
        </w:rPr>
      </w:pPr>
      <w:r w:rsidRPr="003C5154">
        <w:rPr>
          <w:rFonts w:eastAsia="Arial Unicode MS" w:cs="Arial"/>
          <w:b/>
          <w:bCs/>
          <w:spacing w:val="24"/>
          <w:kern w:val="36"/>
          <w:sz w:val="22"/>
          <w:szCs w:val="38"/>
        </w:rPr>
        <w:lastRenderedPageBreak/>
        <w:t xml:space="preserve">Startdocument </w:t>
      </w:r>
    </w:p>
    <w:p w:rsidR="003C5154" w:rsidRPr="003C5154" w:rsidRDefault="003C5154" w:rsidP="003C5154">
      <w:pPr>
        <w:widowControl/>
        <w:rPr>
          <w:rFonts w:cs="Arial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6"/>
        <w:gridCol w:w="2796"/>
        <w:gridCol w:w="2796"/>
      </w:tblGrid>
      <w:tr w:rsidR="003C5154" w:rsidRPr="003C5154" w:rsidTr="00666D1B">
        <w:trPr>
          <w:trHeight w:hRule="exact" w:val="10"/>
        </w:trPr>
        <w:tc>
          <w:tcPr>
            <w:tcW w:w="8388" w:type="dxa"/>
            <w:gridSpan w:val="3"/>
            <w:tcBorders>
              <w:bottom w:val="nil"/>
            </w:tcBorders>
            <w:shd w:val="clear" w:color="auto" w:fill="FF99CC"/>
          </w:tcPr>
          <w:p w:rsidR="003C5154" w:rsidRPr="003C5154" w:rsidRDefault="003C5154" w:rsidP="003C5154">
            <w:pPr>
              <w:widowControl/>
              <w:jc w:val="center"/>
              <w:rPr>
                <w:rFonts w:ascii="NPC Scala Sans" w:hAnsi="NPC Scala Sans" w:cs="Arial"/>
              </w:rPr>
            </w:pPr>
            <w:r w:rsidRPr="003C5154">
              <w:rPr>
                <w:rFonts w:cs="Arial"/>
              </w:rPr>
              <w:t>Startdocument met betrekking tot de gevraagde producten</w:t>
            </w: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top w:val="nil"/>
            </w:tcBorders>
          </w:tcPr>
          <w:p w:rsidR="00A62D1D" w:rsidRPr="002E7672" w:rsidRDefault="003C5154" w:rsidP="002E7672">
            <w:pPr>
              <w:widowControl/>
              <w:rPr>
                <w:rFonts w:cs="Arial"/>
                <w:b/>
                <w:color w:val="FF0000"/>
              </w:rPr>
            </w:pPr>
            <w:r w:rsidRPr="003C5154">
              <w:rPr>
                <w:rFonts w:cs="Arial"/>
                <w:b/>
              </w:rPr>
              <w:t>De opdracht:</w:t>
            </w:r>
            <w:r w:rsidR="00A62D1D">
              <w:rPr>
                <w:rFonts w:cs="Arial"/>
                <w:b/>
              </w:rPr>
              <w:t xml:space="preserve"> </w:t>
            </w:r>
          </w:p>
          <w:p w:rsidR="003C5154" w:rsidRPr="003C5154" w:rsidRDefault="00A62D1D" w:rsidP="00A62D1D">
            <w:pPr>
              <w:widowControl/>
              <w:tabs>
                <w:tab w:val="left" w:pos="125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br/>
            </w:r>
          </w:p>
          <w:p w:rsidR="003C5154" w:rsidRPr="003C5154" w:rsidRDefault="003C5154" w:rsidP="003C5154">
            <w:pPr>
              <w:widowControl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3C5154" w:rsidRPr="003C5154" w:rsidTr="00666D1B">
        <w:tc>
          <w:tcPr>
            <w:tcW w:w="8388" w:type="dxa"/>
            <w:gridSpan w:val="3"/>
          </w:tcPr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Gevraagde bewijsstukken:</w:t>
            </w: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 </w:t>
            </w:r>
          </w:p>
        </w:tc>
      </w:tr>
      <w:tr w:rsidR="003C5154" w:rsidRPr="003C5154" w:rsidTr="00666D1B">
        <w:trPr>
          <w:trHeight w:val="897"/>
        </w:trPr>
        <w:tc>
          <w:tcPr>
            <w:tcW w:w="8388" w:type="dxa"/>
            <w:gridSpan w:val="3"/>
            <w:tcBorders>
              <w:bottom w:val="single" w:sz="4" w:space="0" w:color="auto"/>
            </w:tcBorders>
          </w:tcPr>
          <w:p w:rsidR="000D1ED5" w:rsidRDefault="00572F53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Plan van aanpak; Wie doet wat, wanneer</w:t>
            </w:r>
            <w:r w:rsidR="00C939EE">
              <w:rPr>
                <w:rFonts w:cs="Arial"/>
                <w:b/>
              </w:rPr>
              <w:t>………</w:t>
            </w:r>
          </w:p>
          <w:p w:rsidR="00C939EE" w:rsidRPr="003C5154" w:rsidRDefault="00C939EE" w:rsidP="003C5154">
            <w:pPr>
              <w:widowControl/>
              <w:rPr>
                <w:rFonts w:cs="Arial"/>
                <w:b/>
              </w:rPr>
            </w:pPr>
          </w:p>
          <w:p w:rsidR="003C5154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C939EE" w:rsidRDefault="00C939EE" w:rsidP="003C5154">
            <w:pPr>
              <w:widowControl/>
              <w:rPr>
                <w:rFonts w:cs="Arial"/>
                <w:b/>
              </w:rPr>
            </w:pP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3C5154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bottom w:val="single" w:sz="4" w:space="0" w:color="auto"/>
            </w:tcBorders>
          </w:tcPr>
          <w:p w:rsid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Bronnenonderzoek:</w:t>
            </w: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Go / no go begeleider</w:t>
            </w:r>
          </w:p>
          <w:p w:rsidR="00F64986" w:rsidRDefault="00F64986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</w:tr>
      <w:tr w:rsidR="003C5154" w:rsidRPr="003C5154" w:rsidTr="00666D1B"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Naam begeleider:</w:t>
            </w: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572F53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Akkoord </w:t>
            </w:r>
            <w:r w:rsidR="00572F53">
              <w:rPr>
                <w:rFonts w:cs="Arial"/>
                <w:b/>
              </w:rPr>
              <w:t>Plan van aanpak</w:t>
            </w: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Datum: </w:t>
            </w:r>
          </w:p>
        </w:tc>
      </w:tr>
    </w:tbl>
    <w:p w:rsidR="00777006" w:rsidRDefault="00777006" w:rsidP="005D4E76"/>
    <w:p w:rsidR="00777006" w:rsidRDefault="00777006" w:rsidP="00777006"/>
    <w:p w:rsidR="003C5154" w:rsidRDefault="00777006" w:rsidP="00777006">
      <w:pPr>
        <w:tabs>
          <w:tab w:val="left" w:pos="1250"/>
        </w:tabs>
      </w:pPr>
      <w:r>
        <w:tab/>
      </w:r>
      <w:r>
        <w:tab/>
      </w: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0D1ED5" w:rsidRDefault="000D1ED5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D1ED5" w:rsidRPr="00DE502B" w:rsidTr="006E2C8B">
        <w:tc>
          <w:tcPr>
            <w:tcW w:w="9288" w:type="dxa"/>
            <w:gridSpan w:val="3"/>
            <w:shd w:val="clear" w:color="auto" w:fill="FF99CC"/>
          </w:tcPr>
          <w:p w:rsidR="000D1ED5" w:rsidRPr="00DE502B" w:rsidRDefault="000D1ED5" w:rsidP="009F3A9D">
            <w:pPr>
              <w:pStyle w:val="Geenafstand"/>
              <w:rPr>
                <w:b/>
                <w:sz w:val="28"/>
                <w:szCs w:val="28"/>
              </w:rPr>
            </w:pPr>
            <w:r w:rsidRPr="00DE502B">
              <w:rPr>
                <w:b/>
                <w:sz w:val="28"/>
                <w:szCs w:val="28"/>
              </w:rPr>
              <w:t>Evaluatie proces</w:t>
            </w:r>
            <w:r w:rsidR="00BD3ADA" w:rsidRPr="00DE502B">
              <w:rPr>
                <w:b/>
                <w:sz w:val="28"/>
                <w:szCs w:val="28"/>
              </w:rPr>
              <w:t>:</w:t>
            </w:r>
          </w:p>
        </w:tc>
      </w:tr>
      <w:tr w:rsidR="000D1ED5" w:rsidTr="005B69E5">
        <w:tc>
          <w:tcPr>
            <w:tcW w:w="9288" w:type="dxa"/>
            <w:gridSpan w:val="3"/>
          </w:tcPr>
          <w:p w:rsidR="006B132F" w:rsidRDefault="00C939EE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Beschrijving van </w:t>
            </w:r>
            <w:r w:rsidRPr="00C939EE">
              <w:rPr>
                <w:b/>
              </w:rPr>
              <w:t>jouw</w:t>
            </w:r>
            <w:r w:rsidR="00D4785F">
              <w:rPr>
                <w:b/>
              </w:rPr>
              <w:t xml:space="preserve"> persoonlijk functioneren in de groep</w:t>
            </w:r>
            <w:r>
              <w:rPr>
                <w:b/>
              </w:rPr>
              <w:t>.</w:t>
            </w:r>
          </w:p>
          <w:p w:rsidR="00C939EE" w:rsidRDefault="00C939EE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Beschrijving van de</w:t>
            </w:r>
            <w:r w:rsidR="00D4785F">
              <w:rPr>
                <w:b/>
              </w:rPr>
              <w:t xml:space="preserve"> onderlinge</w:t>
            </w:r>
            <w:r w:rsidRPr="00DE502B">
              <w:rPr>
                <w:b/>
              </w:rPr>
              <w:t xml:space="preserve"> samenwerking in de groep:</w:t>
            </w: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D4785F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 xml:space="preserve">Verbeterpunten in </w:t>
            </w:r>
            <w:r w:rsidR="00D4785F">
              <w:rPr>
                <w:b/>
              </w:rPr>
              <w:t>jouw persoonlijk functioneren in een groep:</w:t>
            </w: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BF2E98" w:rsidRDefault="00BF2E98" w:rsidP="009F3A9D">
            <w:pPr>
              <w:pStyle w:val="Geenafstand"/>
              <w:rPr>
                <w:b/>
              </w:rPr>
            </w:pPr>
          </w:p>
          <w:p w:rsidR="000D1ED5" w:rsidRPr="00DE502B" w:rsidRDefault="00D4785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Verbeterpunten in de onderlinge samenwerking in de groep:</w:t>
            </w:r>
          </w:p>
          <w:p w:rsidR="000D1ED5" w:rsidRPr="00DE502B" w:rsidRDefault="000D1ED5" w:rsidP="009F3A9D">
            <w:pPr>
              <w:pStyle w:val="Geenafstand"/>
              <w:rPr>
                <w:b/>
              </w:rPr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</w:tc>
      </w:tr>
      <w:tr w:rsidR="000D1ED5" w:rsidRPr="00DE502B" w:rsidTr="00CC2CE4"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Deelnemer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TOP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TIP</w:t>
            </w: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1.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2.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3.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4.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5.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6.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</w:tbl>
    <w:p w:rsidR="000D1ED5" w:rsidRDefault="000D1ED5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D3ADA" w:rsidRPr="00DE502B" w:rsidTr="009F3A9D">
        <w:tc>
          <w:tcPr>
            <w:tcW w:w="9288" w:type="dxa"/>
            <w:shd w:val="clear" w:color="auto" w:fill="FF99CC"/>
          </w:tcPr>
          <w:p w:rsidR="00BD3ADA" w:rsidRPr="00DE502B" w:rsidRDefault="00BD3ADA" w:rsidP="009F3A9D">
            <w:pPr>
              <w:pStyle w:val="Geenafstand"/>
              <w:rPr>
                <w:b/>
                <w:sz w:val="28"/>
                <w:szCs w:val="28"/>
              </w:rPr>
            </w:pPr>
            <w:r w:rsidRPr="00DE502B">
              <w:rPr>
                <w:b/>
                <w:sz w:val="28"/>
                <w:szCs w:val="28"/>
              </w:rPr>
              <w:t>Evaluatie product:</w:t>
            </w:r>
          </w:p>
        </w:tc>
      </w:tr>
      <w:tr w:rsidR="00BD3ADA" w:rsidTr="009F3A9D">
        <w:tc>
          <w:tcPr>
            <w:tcW w:w="9288" w:type="dxa"/>
          </w:tcPr>
          <w:p w:rsidR="00C939EE" w:rsidRDefault="00C939EE" w:rsidP="009F3A9D">
            <w:pPr>
              <w:pStyle w:val="Geenafstand"/>
            </w:pPr>
          </w:p>
          <w:p w:rsidR="00BD3ADA" w:rsidRDefault="00C939EE" w:rsidP="009F3A9D">
            <w:pPr>
              <w:pStyle w:val="Geenafstand"/>
              <w:rPr>
                <w:b/>
              </w:rPr>
            </w:pPr>
            <w:r w:rsidRPr="00C939EE">
              <w:rPr>
                <w:b/>
              </w:rPr>
              <w:t>Groepse</w:t>
            </w:r>
            <w:r w:rsidR="00115987" w:rsidRPr="00115987">
              <w:rPr>
                <w:b/>
              </w:rPr>
              <w:t>valuatie van het tijdschrift</w:t>
            </w:r>
            <w:r w:rsidR="00115987">
              <w:rPr>
                <w:b/>
              </w:rPr>
              <w:t>:</w:t>
            </w:r>
          </w:p>
          <w:p w:rsidR="00C939EE" w:rsidRDefault="00C939EE" w:rsidP="009F3A9D">
            <w:pPr>
              <w:pStyle w:val="Geenafstand"/>
              <w:rPr>
                <w:b/>
              </w:rPr>
            </w:pPr>
          </w:p>
          <w:p w:rsidR="00C939EE" w:rsidRDefault="00C939EE" w:rsidP="009F3A9D">
            <w:pPr>
              <w:pStyle w:val="Geenafstand"/>
              <w:rPr>
                <w:b/>
              </w:rPr>
            </w:pPr>
          </w:p>
          <w:p w:rsidR="00C939EE" w:rsidRDefault="00C939EE" w:rsidP="009F3A9D">
            <w:pPr>
              <w:pStyle w:val="Geenafstand"/>
              <w:rPr>
                <w:b/>
              </w:rPr>
            </w:pPr>
          </w:p>
          <w:p w:rsidR="00C939EE" w:rsidRDefault="00C939EE" w:rsidP="009F3A9D">
            <w:pPr>
              <w:pStyle w:val="Geenafstand"/>
              <w:rPr>
                <w:b/>
              </w:rPr>
            </w:pPr>
          </w:p>
          <w:p w:rsidR="00C939EE" w:rsidRDefault="00C939EE" w:rsidP="009F3A9D">
            <w:pPr>
              <w:pStyle w:val="Geenafstand"/>
              <w:rPr>
                <w:b/>
              </w:rPr>
            </w:pPr>
          </w:p>
          <w:p w:rsidR="00C939EE" w:rsidRDefault="00C939EE" w:rsidP="009F3A9D">
            <w:pPr>
              <w:pStyle w:val="Geenafstand"/>
              <w:rPr>
                <w:b/>
              </w:rPr>
            </w:pPr>
          </w:p>
          <w:p w:rsidR="00C939EE" w:rsidRDefault="00C939EE" w:rsidP="009F3A9D">
            <w:pPr>
              <w:pStyle w:val="Geenafstand"/>
              <w:rPr>
                <w:b/>
              </w:rPr>
            </w:pPr>
          </w:p>
          <w:p w:rsidR="00C939EE" w:rsidRDefault="00C939EE" w:rsidP="009F3A9D">
            <w:pPr>
              <w:pStyle w:val="Geenafstand"/>
              <w:rPr>
                <w:b/>
              </w:rPr>
            </w:pPr>
          </w:p>
          <w:p w:rsidR="00C939EE" w:rsidRPr="00115987" w:rsidRDefault="00C939EE" w:rsidP="009F3A9D">
            <w:pPr>
              <w:pStyle w:val="Geenafstand"/>
              <w:rPr>
                <w:b/>
              </w:rPr>
            </w:pPr>
          </w:p>
          <w:p w:rsidR="00C939EE" w:rsidRDefault="00C939EE" w:rsidP="00C939EE">
            <w:pPr>
              <w:pStyle w:val="Geenafstand"/>
              <w:tabs>
                <w:tab w:val="left" w:pos="2269"/>
              </w:tabs>
              <w:rPr>
                <w:b/>
              </w:rPr>
            </w:pPr>
          </w:p>
          <w:p w:rsidR="00C939EE" w:rsidRDefault="00C939EE" w:rsidP="00C939EE">
            <w:pPr>
              <w:pStyle w:val="Geenafstand"/>
              <w:tabs>
                <w:tab w:val="left" w:pos="2269"/>
              </w:tabs>
              <w:rPr>
                <w:b/>
              </w:rPr>
            </w:pPr>
          </w:p>
          <w:p w:rsidR="00C939EE" w:rsidRDefault="00C939EE" w:rsidP="00C939EE">
            <w:pPr>
              <w:pStyle w:val="Geenafstand"/>
              <w:tabs>
                <w:tab w:val="left" w:pos="2269"/>
              </w:tabs>
              <w:rPr>
                <w:b/>
              </w:rPr>
            </w:pPr>
          </w:p>
          <w:p w:rsidR="00BD3ADA" w:rsidRPr="00C939EE" w:rsidRDefault="00C939EE" w:rsidP="00C939EE">
            <w:pPr>
              <w:pStyle w:val="Geenafstand"/>
              <w:tabs>
                <w:tab w:val="left" w:pos="2269"/>
              </w:tabs>
              <w:rPr>
                <w:b/>
              </w:rPr>
            </w:pPr>
            <w:r w:rsidRPr="00C939EE">
              <w:rPr>
                <w:b/>
              </w:rPr>
              <w:t>Groepsevaluatie van de muurkrant:</w:t>
            </w: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C939EE" w:rsidRDefault="00C939EE" w:rsidP="009F3A9D">
            <w:pPr>
              <w:pStyle w:val="Geenafstand"/>
              <w:rPr>
                <w:b/>
              </w:rPr>
            </w:pPr>
          </w:p>
          <w:p w:rsidR="00C939EE" w:rsidRDefault="00C939EE" w:rsidP="009F3A9D">
            <w:pPr>
              <w:pStyle w:val="Geenafstand"/>
              <w:rPr>
                <w:b/>
              </w:rPr>
            </w:pPr>
          </w:p>
          <w:p w:rsidR="00BD3ADA" w:rsidRPr="00DE502B" w:rsidRDefault="00C939EE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Beschrijf wat je de volgende keer anders zou doen</w:t>
            </w:r>
            <w:r w:rsidR="00BD3ADA" w:rsidRPr="00DE502B">
              <w:rPr>
                <w:b/>
              </w:rPr>
              <w:t>:</w:t>
            </w: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</w:tc>
      </w:tr>
    </w:tbl>
    <w:p w:rsidR="00BD3ADA" w:rsidRPr="00777006" w:rsidRDefault="00BD3ADA" w:rsidP="00777006">
      <w:pPr>
        <w:tabs>
          <w:tab w:val="left" w:pos="1250"/>
        </w:tabs>
      </w:pPr>
    </w:p>
    <w:sectPr w:rsidR="00BD3ADA" w:rsidRPr="00777006" w:rsidSect="00791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PC Scala 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E05"/>
    <w:multiLevelType w:val="hybridMultilevel"/>
    <w:tmpl w:val="FA90FDD4"/>
    <w:lvl w:ilvl="0" w:tplc="50E86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A3A9F"/>
    <w:multiLevelType w:val="hybridMultilevel"/>
    <w:tmpl w:val="2EC246B2"/>
    <w:lvl w:ilvl="0" w:tplc="E62A71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67439"/>
    <w:multiLevelType w:val="hybridMultilevel"/>
    <w:tmpl w:val="187A6CAA"/>
    <w:lvl w:ilvl="0" w:tplc="AF24A06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F26092C-9763-46FF-9A56-74D7DE6EFF85}"/>
    <w:docVar w:name="dgnword-eventsink" w:val="147379696"/>
  </w:docVars>
  <w:rsids>
    <w:rsidRoot w:val="005D4E76"/>
    <w:rsid w:val="00060D7F"/>
    <w:rsid w:val="000D1ED5"/>
    <w:rsid w:val="000D2D8D"/>
    <w:rsid w:val="000E3173"/>
    <w:rsid w:val="00115987"/>
    <w:rsid w:val="002E7672"/>
    <w:rsid w:val="003C5154"/>
    <w:rsid w:val="00403D23"/>
    <w:rsid w:val="00454758"/>
    <w:rsid w:val="00455E36"/>
    <w:rsid w:val="004F0556"/>
    <w:rsid w:val="00572F53"/>
    <w:rsid w:val="005A481E"/>
    <w:rsid w:val="005D4E76"/>
    <w:rsid w:val="006006AA"/>
    <w:rsid w:val="006A0E27"/>
    <w:rsid w:val="006B132F"/>
    <w:rsid w:val="006C1A5B"/>
    <w:rsid w:val="007555C0"/>
    <w:rsid w:val="00777006"/>
    <w:rsid w:val="00791F2B"/>
    <w:rsid w:val="00794036"/>
    <w:rsid w:val="008960D0"/>
    <w:rsid w:val="00953E09"/>
    <w:rsid w:val="009C2A27"/>
    <w:rsid w:val="009C5D60"/>
    <w:rsid w:val="009C6470"/>
    <w:rsid w:val="00A25768"/>
    <w:rsid w:val="00A327E5"/>
    <w:rsid w:val="00A62D1D"/>
    <w:rsid w:val="00AC056F"/>
    <w:rsid w:val="00AD1AEF"/>
    <w:rsid w:val="00BA06C0"/>
    <w:rsid w:val="00BD3ADA"/>
    <w:rsid w:val="00BF2E98"/>
    <w:rsid w:val="00C53C0D"/>
    <w:rsid w:val="00C939EE"/>
    <w:rsid w:val="00C96574"/>
    <w:rsid w:val="00D0255D"/>
    <w:rsid w:val="00D037CD"/>
    <w:rsid w:val="00D4785F"/>
    <w:rsid w:val="00D7379F"/>
    <w:rsid w:val="00DE502B"/>
    <w:rsid w:val="00E06480"/>
    <w:rsid w:val="00ED4789"/>
    <w:rsid w:val="00F64986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55FEEEC</Template>
  <TotalTime>9</TotalTime>
  <Pages>4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DeVries</dc:creator>
  <cp:lastModifiedBy>J. Kunst-Eerenstein</cp:lastModifiedBy>
  <cp:revision>7</cp:revision>
  <cp:lastPrinted>2014-02-03T12:38:00Z</cp:lastPrinted>
  <dcterms:created xsi:type="dcterms:W3CDTF">2016-03-18T09:16:00Z</dcterms:created>
  <dcterms:modified xsi:type="dcterms:W3CDTF">2016-03-18T09:26:00Z</dcterms:modified>
</cp:coreProperties>
</file>