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E4F05" w14:textId="77777777" w:rsidR="00A05A73" w:rsidRDefault="00A05A73" w:rsidP="003A4B75">
      <w:pPr>
        <w:rPr>
          <w:rFonts w:ascii="Arial" w:hAnsi="Arial" w:cs="Arial"/>
          <w:sz w:val="24"/>
        </w:rPr>
      </w:pPr>
    </w:p>
    <w:p w14:paraId="417A67EF" w14:textId="77777777" w:rsidR="003A4B75" w:rsidRPr="00E954F4" w:rsidRDefault="003A4B75" w:rsidP="003A4B75">
      <w:pPr>
        <w:rPr>
          <w:rFonts w:ascii="Arial" w:hAnsi="Arial" w:cs="Arial"/>
          <w:b/>
          <w:sz w:val="24"/>
        </w:rPr>
      </w:pPr>
      <w:r w:rsidRPr="00E954F4">
        <w:rPr>
          <w:rFonts w:ascii="Arial" w:hAnsi="Arial" w:cs="Arial"/>
          <w:b/>
          <w:sz w:val="24"/>
        </w:rPr>
        <w:t xml:space="preserve">LEREN IN DE PRAKTIJK </w:t>
      </w:r>
    </w:p>
    <w:p w14:paraId="0FF202A2" w14:textId="77777777" w:rsidR="00D02BD9" w:rsidRPr="00CA7A14" w:rsidRDefault="00D02BD9" w:rsidP="003072FF">
      <w:pPr>
        <w:rPr>
          <w:rFonts w:ascii="Arial" w:hAnsi="Arial" w:cs="Arial"/>
          <w:sz w:val="24"/>
        </w:rPr>
      </w:pPr>
    </w:p>
    <w:p w14:paraId="525BCD47" w14:textId="77777777" w:rsidR="00D02BD9" w:rsidRPr="00CA7A14" w:rsidRDefault="00D02BD9" w:rsidP="003072FF">
      <w:pPr>
        <w:rPr>
          <w:rFonts w:ascii="Arial" w:hAnsi="Arial" w:cs="Arial"/>
          <w:sz w:val="24"/>
        </w:rPr>
      </w:pPr>
    </w:p>
    <w:tbl>
      <w:tblPr>
        <w:tblW w:w="1018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72"/>
        <w:gridCol w:w="4534"/>
        <w:gridCol w:w="4930"/>
        <w:gridCol w:w="422"/>
        <w:gridCol w:w="222"/>
      </w:tblGrid>
      <w:tr w:rsidR="00C45D29" w:rsidRPr="00560C6C" w14:paraId="7259B4C2" w14:textId="77777777" w:rsidTr="00325AE7">
        <w:trPr>
          <w:gridAfter w:val="2"/>
          <w:wAfter w:w="644" w:type="dxa"/>
        </w:trPr>
        <w:tc>
          <w:tcPr>
            <w:tcW w:w="4606" w:type="dxa"/>
            <w:gridSpan w:val="2"/>
            <w:shd w:val="clear" w:color="auto" w:fill="auto"/>
          </w:tcPr>
          <w:p w14:paraId="26DF0120" w14:textId="77777777" w:rsidR="00C45D29" w:rsidRPr="00560C6C" w:rsidRDefault="00A460C2" w:rsidP="007F1F0A">
            <w:pPr>
              <w:rPr>
                <w:rFonts w:ascii="Arial" w:hAnsi="Arial" w:cs="Arial"/>
              </w:rPr>
            </w:pPr>
            <w:r>
              <w:rPr>
                <w:rFonts w:ascii="Arial" w:hAnsi="Arial" w:cs="Arial"/>
                <w:szCs w:val="22"/>
              </w:rPr>
              <w:t>Opleiding</w:t>
            </w:r>
          </w:p>
        </w:tc>
        <w:tc>
          <w:tcPr>
            <w:tcW w:w="4930" w:type="dxa"/>
            <w:tcBorders>
              <w:right w:val="single" w:sz="8" w:space="0" w:color="99CC00"/>
            </w:tcBorders>
            <w:shd w:val="clear" w:color="auto" w:fill="auto"/>
          </w:tcPr>
          <w:p w14:paraId="543AE46B" w14:textId="07A03088" w:rsidR="00C45D29" w:rsidRPr="00560C6C" w:rsidRDefault="00A57853" w:rsidP="007F1F0A">
            <w:pPr>
              <w:rPr>
                <w:rFonts w:ascii="Arial" w:hAnsi="Arial" w:cs="Arial"/>
              </w:rPr>
            </w:pPr>
            <w:r>
              <w:rPr>
                <w:rFonts w:ascii="Arial" w:hAnsi="Arial" w:cs="Arial"/>
                <w:szCs w:val="22"/>
              </w:rPr>
              <w:t>Werkbegeleider</w:t>
            </w:r>
            <w:r w:rsidR="007A0E96">
              <w:rPr>
                <w:rFonts w:ascii="Arial" w:hAnsi="Arial" w:cs="Arial"/>
                <w:szCs w:val="22"/>
              </w:rPr>
              <w:t>/Ondernemer</w:t>
            </w:r>
            <w:r>
              <w:rPr>
                <w:rFonts w:ascii="Arial" w:hAnsi="Arial" w:cs="Arial"/>
                <w:szCs w:val="22"/>
              </w:rPr>
              <w:t xml:space="preserve"> Zorg</w:t>
            </w:r>
          </w:p>
        </w:tc>
      </w:tr>
      <w:tr w:rsidR="00C45D29" w:rsidRPr="00560C6C" w14:paraId="32CE4BF3" w14:textId="77777777" w:rsidTr="00325AE7">
        <w:trPr>
          <w:gridAfter w:val="2"/>
          <w:wAfter w:w="644" w:type="dxa"/>
        </w:trPr>
        <w:tc>
          <w:tcPr>
            <w:tcW w:w="4606" w:type="dxa"/>
            <w:gridSpan w:val="2"/>
            <w:shd w:val="clear" w:color="auto" w:fill="auto"/>
          </w:tcPr>
          <w:p w14:paraId="2982B390" w14:textId="77777777" w:rsidR="00C45D29" w:rsidRPr="00560C6C" w:rsidRDefault="00903FB1" w:rsidP="00903FB1">
            <w:pPr>
              <w:rPr>
                <w:rFonts w:ascii="Arial" w:hAnsi="Arial" w:cs="Arial"/>
              </w:rPr>
            </w:pPr>
            <w:r w:rsidRPr="00560C6C">
              <w:rPr>
                <w:rFonts w:ascii="Arial" w:hAnsi="Arial" w:cs="Arial"/>
                <w:szCs w:val="22"/>
              </w:rPr>
              <w:t>Naam Leren in de Praktijkopdracht</w:t>
            </w:r>
          </w:p>
        </w:tc>
        <w:tc>
          <w:tcPr>
            <w:tcW w:w="4930" w:type="dxa"/>
            <w:tcBorders>
              <w:right w:val="single" w:sz="8" w:space="0" w:color="99CC00"/>
            </w:tcBorders>
            <w:shd w:val="clear" w:color="auto" w:fill="auto"/>
          </w:tcPr>
          <w:p w14:paraId="2054E37A" w14:textId="43C9EB4C" w:rsidR="00E8399F" w:rsidRPr="00E954F4" w:rsidRDefault="00F95BA1" w:rsidP="00082F7A">
            <w:pPr>
              <w:rPr>
                <w:rFonts w:ascii="Arial" w:hAnsi="Arial" w:cs="Arial"/>
                <w:b/>
                <w:szCs w:val="22"/>
              </w:rPr>
            </w:pPr>
            <w:r w:rsidRPr="00E954F4">
              <w:rPr>
                <w:rFonts w:ascii="Arial" w:hAnsi="Arial" w:cs="Arial"/>
                <w:b/>
                <w:szCs w:val="22"/>
              </w:rPr>
              <w:t xml:space="preserve">Een </w:t>
            </w:r>
            <w:r w:rsidR="007F1F0A">
              <w:rPr>
                <w:rFonts w:ascii="Arial" w:hAnsi="Arial" w:cs="Arial"/>
                <w:b/>
                <w:szCs w:val="22"/>
              </w:rPr>
              <w:t>moestuin aanleggen en onderhouden met zorgvragers</w:t>
            </w:r>
          </w:p>
          <w:p w14:paraId="162F61F9" w14:textId="2DBAB12C" w:rsidR="008B44FA" w:rsidRPr="00D44EE4" w:rsidRDefault="007F1F0A" w:rsidP="00082F7A">
            <w:pPr>
              <w:rPr>
                <w:rFonts w:ascii="Arial" w:hAnsi="Arial" w:cs="Arial"/>
                <w:szCs w:val="22"/>
              </w:rPr>
            </w:pPr>
            <w:r>
              <w:rPr>
                <w:rFonts w:ascii="Arial" w:hAnsi="Arial" w:cs="Arial"/>
                <w:szCs w:val="22"/>
              </w:rPr>
              <w:t>(</w:t>
            </w:r>
            <w:r w:rsidR="002E6EC0">
              <w:rPr>
                <w:rFonts w:ascii="Arial" w:hAnsi="Arial" w:cs="Arial"/>
                <w:szCs w:val="22"/>
              </w:rPr>
              <w:t>Opdracht 3 van ‘Werken in de moestuin’)</w:t>
            </w:r>
          </w:p>
        </w:tc>
      </w:tr>
      <w:tr w:rsidR="00C45D29" w:rsidRPr="00560C6C" w14:paraId="62932622" w14:textId="77777777" w:rsidTr="00325AE7">
        <w:trPr>
          <w:gridAfter w:val="2"/>
          <w:wAfter w:w="644" w:type="dxa"/>
        </w:trPr>
        <w:tc>
          <w:tcPr>
            <w:tcW w:w="4606" w:type="dxa"/>
            <w:gridSpan w:val="2"/>
            <w:shd w:val="clear" w:color="auto" w:fill="auto"/>
          </w:tcPr>
          <w:p w14:paraId="2F446F7D" w14:textId="76F8DE03" w:rsidR="00C45D29" w:rsidRPr="00560C6C" w:rsidRDefault="00A13B7D" w:rsidP="00A13B7D">
            <w:pPr>
              <w:rPr>
                <w:rFonts w:ascii="Arial" w:hAnsi="Arial" w:cs="Arial"/>
              </w:rPr>
            </w:pPr>
            <w:r w:rsidRPr="00560C6C">
              <w:rPr>
                <w:rFonts w:ascii="Arial" w:hAnsi="Arial" w:cs="Arial"/>
                <w:szCs w:val="22"/>
              </w:rPr>
              <w:t>Kerntaak en werkproces</w:t>
            </w:r>
          </w:p>
        </w:tc>
        <w:tc>
          <w:tcPr>
            <w:tcW w:w="4930" w:type="dxa"/>
            <w:tcBorders>
              <w:right w:val="single" w:sz="8" w:space="0" w:color="99CC00"/>
            </w:tcBorders>
            <w:shd w:val="clear" w:color="auto" w:fill="auto"/>
          </w:tcPr>
          <w:p w14:paraId="65B7EB61" w14:textId="1FEB2ED3" w:rsidR="0030368F" w:rsidRDefault="0030368F" w:rsidP="00DD4A7F">
            <w:pPr>
              <w:rPr>
                <w:rFonts w:ascii="Arial" w:hAnsi="Arial" w:cs="Arial"/>
                <w:szCs w:val="22"/>
              </w:rPr>
            </w:pPr>
            <w:r>
              <w:rPr>
                <w:rFonts w:ascii="Arial" w:hAnsi="Arial" w:cs="Arial"/>
                <w:szCs w:val="22"/>
              </w:rPr>
              <w:t xml:space="preserve">Begeleiden van </w:t>
            </w:r>
            <w:r w:rsidR="007F1F0A">
              <w:rPr>
                <w:rFonts w:ascii="Arial" w:hAnsi="Arial" w:cs="Arial"/>
                <w:szCs w:val="22"/>
              </w:rPr>
              <w:t>zorgvragers</w:t>
            </w:r>
          </w:p>
          <w:p w14:paraId="14BE4614" w14:textId="27C6AC12" w:rsidR="00082F7A" w:rsidRPr="00E45F5F" w:rsidRDefault="0030368F" w:rsidP="00DD4A7F">
            <w:pPr>
              <w:rPr>
                <w:rFonts w:ascii="Arial" w:hAnsi="Arial" w:cs="Arial"/>
              </w:rPr>
            </w:pPr>
            <w:r>
              <w:rPr>
                <w:rFonts w:ascii="Arial" w:hAnsi="Arial" w:cs="Arial"/>
                <w:szCs w:val="22"/>
              </w:rPr>
              <w:t>Geven van instructie</w:t>
            </w:r>
          </w:p>
        </w:tc>
      </w:tr>
      <w:tr w:rsidR="00C45D29" w:rsidRPr="00560C6C" w14:paraId="06B1DDEA" w14:textId="77777777" w:rsidTr="00325AE7">
        <w:trPr>
          <w:gridAfter w:val="2"/>
          <w:wAfter w:w="644" w:type="dxa"/>
        </w:trPr>
        <w:tc>
          <w:tcPr>
            <w:tcW w:w="4606" w:type="dxa"/>
            <w:gridSpan w:val="2"/>
            <w:shd w:val="clear" w:color="auto" w:fill="auto"/>
          </w:tcPr>
          <w:p w14:paraId="422AE162" w14:textId="5BCDDDF3" w:rsidR="00C45D29" w:rsidRPr="00560C6C" w:rsidRDefault="001859A8" w:rsidP="007F1F0A">
            <w:pPr>
              <w:rPr>
                <w:rFonts w:ascii="Arial" w:hAnsi="Arial" w:cs="Arial"/>
              </w:rPr>
            </w:pPr>
            <w:r>
              <w:rPr>
                <w:rFonts w:ascii="Arial" w:hAnsi="Arial" w:cs="Arial"/>
                <w:szCs w:val="22"/>
              </w:rPr>
              <w:t xml:space="preserve">Omvang Begeleide </w:t>
            </w:r>
            <w:r w:rsidR="00082F7A">
              <w:rPr>
                <w:rFonts w:ascii="Arial" w:hAnsi="Arial" w:cs="Arial"/>
                <w:szCs w:val="22"/>
              </w:rPr>
              <w:t>Onderwijstijd</w:t>
            </w:r>
            <w:r w:rsidR="00903FB1">
              <w:rPr>
                <w:rFonts w:ascii="Arial" w:hAnsi="Arial" w:cs="Arial"/>
                <w:szCs w:val="22"/>
              </w:rPr>
              <w:t xml:space="preserve"> (BOT)</w:t>
            </w:r>
          </w:p>
        </w:tc>
        <w:tc>
          <w:tcPr>
            <w:tcW w:w="4930" w:type="dxa"/>
            <w:tcBorders>
              <w:right w:val="single" w:sz="8" w:space="0" w:color="99CC00"/>
            </w:tcBorders>
            <w:shd w:val="clear" w:color="auto" w:fill="auto"/>
          </w:tcPr>
          <w:p w14:paraId="0215502F" w14:textId="503E774A" w:rsidR="00C45D29" w:rsidRPr="00560C6C" w:rsidRDefault="00F96730" w:rsidP="007F1F0A">
            <w:pPr>
              <w:rPr>
                <w:rFonts w:ascii="Arial" w:hAnsi="Arial" w:cs="Arial"/>
              </w:rPr>
            </w:pPr>
            <w:r>
              <w:rPr>
                <w:rFonts w:ascii="Arial" w:hAnsi="Arial" w:cs="Arial"/>
                <w:szCs w:val="22"/>
              </w:rPr>
              <w:t>20</w:t>
            </w:r>
            <w:r w:rsidR="005406F5">
              <w:rPr>
                <w:rFonts w:ascii="Arial" w:hAnsi="Arial" w:cs="Arial"/>
                <w:szCs w:val="22"/>
              </w:rPr>
              <w:t xml:space="preserve"> </w:t>
            </w:r>
            <w:r w:rsidR="00A57853">
              <w:rPr>
                <w:rFonts w:ascii="Arial" w:hAnsi="Arial" w:cs="Arial"/>
                <w:szCs w:val="22"/>
              </w:rPr>
              <w:t>u</w:t>
            </w:r>
          </w:p>
        </w:tc>
      </w:tr>
      <w:tr w:rsidR="00C45D29" w:rsidRPr="00560C6C" w14:paraId="62C9C248" w14:textId="77777777" w:rsidTr="00325AE7">
        <w:trPr>
          <w:gridAfter w:val="2"/>
          <w:wAfter w:w="644" w:type="dxa"/>
        </w:trPr>
        <w:tc>
          <w:tcPr>
            <w:tcW w:w="4606" w:type="dxa"/>
            <w:gridSpan w:val="2"/>
            <w:shd w:val="clear" w:color="auto" w:fill="auto"/>
          </w:tcPr>
          <w:p w14:paraId="709B0E62" w14:textId="77777777" w:rsidR="00C45D29" w:rsidRPr="00560C6C" w:rsidRDefault="00C45D29" w:rsidP="007F1F0A">
            <w:pPr>
              <w:rPr>
                <w:rFonts w:ascii="Arial" w:hAnsi="Arial" w:cs="Arial"/>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14:paraId="0783B52A" w14:textId="1C702534" w:rsidR="00C45D29" w:rsidRPr="00560C6C" w:rsidRDefault="00DD4A7F" w:rsidP="007F1F0A">
            <w:pPr>
              <w:rPr>
                <w:rFonts w:ascii="Arial" w:hAnsi="Arial" w:cs="Arial"/>
              </w:rPr>
            </w:pPr>
            <w:r>
              <w:rPr>
                <w:rFonts w:ascii="Arial" w:hAnsi="Arial" w:cs="Arial"/>
                <w:szCs w:val="22"/>
              </w:rPr>
              <w:t>Groepsopdracht</w:t>
            </w:r>
            <w:r w:rsidR="00532893">
              <w:rPr>
                <w:rFonts w:ascii="Arial" w:hAnsi="Arial" w:cs="Arial"/>
                <w:szCs w:val="22"/>
              </w:rPr>
              <w:t xml:space="preserve"> </w:t>
            </w:r>
          </w:p>
        </w:tc>
      </w:tr>
      <w:tr w:rsidR="003072FF" w:rsidRPr="003072FF" w14:paraId="4A0DF599"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767F3C4" w14:textId="77777777" w:rsidR="003072FF" w:rsidRPr="003072FF" w:rsidRDefault="003072FF" w:rsidP="003072FF">
            <w:pPr>
              <w:rPr>
                <w:rFonts w:ascii="Arial" w:hAnsi="Arial" w:cs="Arial"/>
                <w:sz w:val="24"/>
              </w:rPr>
            </w:pPr>
          </w:p>
        </w:tc>
        <w:tc>
          <w:tcPr>
            <w:tcW w:w="222" w:type="dxa"/>
            <w:shd w:val="clear" w:color="auto" w:fill="auto"/>
          </w:tcPr>
          <w:p w14:paraId="29FF813E" w14:textId="77777777" w:rsidR="003072FF" w:rsidRPr="003072FF" w:rsidRDefault="003072FF" w:rsidP="003072FF">
            <w:pPr>
              <w:rPr>
                <w:rFonts w:ascii="Arial" w:hAnsi="Arial" w:cs="Arial"/>
                <w:sz w:val="24"/>
              </w:rPr>
            </w:pPr>
          </w:p>
        </w:tc>
      </w:tr>
      <w:tr w:rsidR="003072FF" w:rsidRPr="003072FF" w14:paraId="1DE3E215"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tbl>
            <w:tblPr>
              <w:tblW w:w="960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602"/>
            </w:tblGrid>
            <w:tr w:rsidR="005F5A29" w:rsidRPr="003072FF" w14:paraId="06095710" w14:textId="77777777" w:rsidTr="007F1F0A">
              <w:tc>
                <w:tcPr>
                  <w:tcW w:w="9602" w:type="dxa"/>
                  <w:shd w:val="clear" w:color="auto" w:fill="99CC00"/>
                </w:tcPr>
                <w:p w14:paraId="1493D2C4" w14:textId="77777777" w:rsidR="005F5A29" w:rsidRPr="003072FF" w:rsidRDefault="005F5A29" w:rsidP="007F1F0A">
                  <w:pPr>
                    <w:rPr>
                      <w:rFonts w:ascii="Arial" w:hAnsi="Arial" w:cs="Arial"/>
                      <w:b/>
                      <w:color w:val="FFFFFF"/>
                      <w:sz w:val="24"/>
                    </w:rPr>
                  </w:pPr>
                  <w:r w:rsidRPr="00CA7A14">
                    <w:rPr>
                      <w:rFonts w:ascii="Arial" w:hAnsi="Arial" w:cs="Arial"/>
                      <w:b/>
                      <w:color w:val="FFFFFF"/>
                      <w:sz w:val="24"/>
                    </w:rPr>
                    <w:t>Titel</w:t>
                  </w:r>
                </w:p>
              </w:tc>
            </w:tr>
          </w:tbl>
          <w:p w14:paraId="39CBC1B1" w14:textId="59AB2CC7" w:rsidR="000C67BE" w:rsidRPr="003072FF" w:rsidRDefault="007F1F0A" w:rsidP="00BF088E">
            <w:pPr>
              <w:rPr>
                <w:rFonts w:ascii="Arial" w:hAnsi="Arial" w:cs="Arial"/>
                <w:sz w:val="24"/>
              </w:rPr>
            </w:pPr>
            <w:r>
              <w:rPr>
                <w:rFonts w:ascii="Arial" w:hAnsi="Arial" w:cs="Arial"/>
                <w:szCs w:val="22"/>
              </w:rPr>
              <w:t>Een moestuin aanleggen en onderhouden met zorgvragers</w:t>
            </w:r>
          </w:p>
        </w:tc>
        <w:tc>
          <w:tcPr>
            <w:tcW w:w="222" w:type="dxa"/>
            <w:shd w:val="clear" w:color="auto" w:fill="auto"/>
          </w:tcPr>
          <w:p w14:paraId="58D27BCA" w14:textId="77777777" w:rsidR="003072FF" w:rsidRPr="003072FF" w:rsidRDefault="005D7BD9" w:rsidP="003072FF">
            <w:pPr>
              <w:rPr>
                <w:rFonts w:ascii="Arial" w:hAnsi="Arial" w:cs="Arial"/>
                <w:sz w:val="24"/>
              </w:rPr>
            </w:pPr>
            <w:r w:rsidRPr="00CA7A14">
              <w:rPr>
                <w:rFonts w:ascii="Arial" w:hAnsi="Arial" w:cs="Arial"/>
                <w:sz w:val="24"/>
              </w:rPr>
              <w:t xml:space="preserve"> </w:t>
            </w:r>
          </w:p>
        </w:tc>
      </w:tr>
      <w:tr w:rsidR="003072FF" w:rsidRPr="003072FF" w14:paraId="1D5C29A8"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99CC00"/>
          </w:tcPr>
          <w:p w14:paraId="4A64F01B" w14:textId="77777777" w:rsidR="003072FF" w:rsidRPr="003072FF" w:rsidRDefault="003072FF" w:rsidP="003072FF">
            <w:pPr>
              <w:rPr>
                <w:rFonts w:ascii="Arial" w:hAnsi="Arial" w:cs="Arial"/>
                <w:b/>
                <w:color w:val="FFFFFF"/>
                <w:sz w:val="24"/>
              </w:rPr>
            </w:pPr>
            <w:r w:rsidRPr="003072FF">
              <w:rPr>
                <w:rFonts w:ascii="Arial" w:hAnsi="Arial" w:cs="Arial"/>
                <w:b/>
                <w:color w:val="FFFFFF"/>
                <w:sz w:val="24"/>
              </w:rPr>
              <w:t>Doel</w:t>
            </w:r>
          </w:p>
        </w:tc>
      </w:tr>
      <w:tr w:rsidR="003072FF" w:rsidRPr="003072FF" w14:paraId="0AFDAFB5"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auto"/>
          </w:tcPr>
          <w:p w14:paraId="689DD6BD" w14:textId="6159DF05" w:rsidR="007F1F0A" w:rsidRDefault="007F1F0A" w:rsidP="000D7667">
            <w:pPr>
              <w:rPr>
                <w:rFonts w:ascii="Arial" w:hAnsi="Arial" w:cs="Arial"/>
                <w:szCs w:val="22"/>
              </w:rPr>
            </w:pPr>
            <w:r>
              <w:rPr>
                <w:rFonts w:ascii="Arial" w:hAnsi="Arial" w:cs="Arial"/>
                <w:szCs w:val="22"/>
              </w:rPr>
              <w:t>Leren hoe je een moestuin aanlegt en onderhoudt.</w:t>
            </w:r>
          </w:p>
          <w:p w14:paraId="26B864BF" w14:textId="766E4DCD" w:rsidR="007F1F0A" w:rsidRPr="000D7667" w:rsidRDefault="007F1F0A" w:rsidP="00BF088E">
            <w:pPr>
              <w:rPr>
                <w:rFonts w:ascii="Arial" w:hAnsi="Arial" w:cs="Arial"/>
                <w:sz w:val="24"/>
              </w:rPr>
            </w:pPr>
            <w:r>
              <w:rPr>
                <w:rFonts w:ascii="Arial" w:hAnsi="Arial" w:cs="Arial"/>
                <w:szCs w:val="22"/>
              </w:rPr>
              <w:t>Het begeleiden van zorgvragers bij de werkzaamheden in een moestuin.</w:t>
            </w:r>
          </w:p>
        </w:tc>
      </w:tr>
      <w:tr w:rsidR="002656CC" w:rsidRPr="003072FF" w14:paraId="5F85887D"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99CC00"/>
          </w:tcPr>
          <w:p w14:paraId="414A6EB2" w14:textId="16034E2A" w:rsidR="002656CC" w:rsidRPr="003072FF" w:rsidRDefault="00903FB1" w:rsidP="007F1F0A">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2656CC" w:rsidRPr="003072FF" w14:paraId="5E8D760D"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auto"/>
          </w:tcPr>
          <w:p w14:paraId="324E81EB" w14:textId="3FDB93AC" w:rsidR="00A57853" w:rsidRDefault="00BF088E" w:rsidP="00FF7781">
            <w:pPr>
              <w:rPr>
                <w:rFonts w:ascii="Arial" w:hAnsi="Arial" w:cs="Arial"/>
                <w:szCs w:val="22"/>
              </w:rPr>
            </w:pPr>
            <w:hyperlink r:id="rId8" w:history="1">
              <w:r w:rsidR="00A57853" w:rsidRPr="003A6B1D">
                <w:rPr>
                  <w:rStyle w:val="Hyperlink"/>
                  <w:rFonts w:ascii="Arial" w:hAnsi="Arial" w:cs="Arial"/>
                  <w:szCs w:val="22"/>
                </w:rPr>
                <w:t>http://www.youtube.com/watch?feature=player_embedded&amp;v=dVAKTpUcxA4</w:t>
              </w:r>
            </w:hyperlink>
          </w:p>
          <w:p w14:paraId="5BB6FA97" w14:textId="77777777" w:rsidR="00BF088E" w:rsidRDefault="00BF088E" w:rsidP="00FF7781">
            <w:pPr>
              <w:rPr>
                <w:rFonts w:ascii="Arial" w:hAnsi="Arial" w:cs="Arial"/>
                <w:szCs w:val="22"/>
              </w:rPr>
            </w:pPr>
          </w:p>
          <w:p w14:paraId="47AEC625" w14:textId="115C338B" w:rsidR="00A57853" w:rsidRDefault="00BF088E" w:rsidP="00FF7781">
            <w:pPr>
              <w:rPr>
                <w:rFonts w:ascii="Arial" w:hAnsi="Arial" w:cs="Arial"/>
                <w:szCs w:val="22"/>
              </w:rPr>
            </w:pPr>
            <w:r>
              <w:rPr>
                <w:rFonts w:ascii="Arial" w:hAnsi="Arial" w:cs="Arial"/>
                <w:szCs w:val="22"/>
              </w:rPr>
              <w:t>Bij</w:t>
            </w:r>
            <w:r w:rsidR="007F1F0A">
              <w:rPr>
                <w:rFonts w:ascii="Arial" w:hAnsi="Arial" w:cs="Arial"/>
                <w:szCs w:val="22"/>
              </w:rPr>
              <w:t xml:space="preserve"> wijkboerderij Baalder is een stukje grond waar je </w:t>
            </w:r>
            <w:r w:rsidR="004C2E89">
              <w:rPr>
                <w:rFonts w:ascii="Arial" w:hAnsi="Arial" w:cs="Arial"/>
                <w:szCs w:val="22"/>
              </w:rPr>
              <w:t>kunt tuinieren</w:t>
            </w:r>
            <w:r w:rsidR="007F1F0A">
              <w:rPr>
                <w:rFonts w:ascii="Arial" w:hAnsi="Arial" w:cs="Arial"/>
                <w:szCs w:val="22"/>
              </w:rPr>
              <w:t>.</w:t>
            </w:r>
            <w:r>
              <w:rPr>
                <w:rFonts w:ascii="Arial" w:hAnsi="Arial" w:cs="Arial"/>
                <w:szCs w:val="22"/>
              </w:rPr>
              <w:t xml:space="preserve"> </w:t>
            </w:r>
            <w:r w:rsidR="007F1F0A">
              <w:rPr>
                <w:rFonts w:ascii="Arial" w:hAnsi="Arial" w:cs="Arial"/>
                <w:szCs w:val="22"/>
              </w:rPr>
              <w:t xml:space="preserve">De zorgvragers van Baalderborg hebben hier hun dagelijkse werkzaamheden, waar tuinieren een onderdeel van is. </w:t>
            </w:r>
            <w:r w:rsidR="002E6EC0">
              <w:rPr>
                <w:rFonts w:ascii="Arial" w:hAnsi="Arial" w:cs="Arial"/>
                <w:szCs w:val="22"/>
              </w:rPr>
              <w:t xml:space="preserve">Zie ook </w:t>
            </w:r>
            <w:hyperlink r:id="rId9" w:history="1">
              <w:r w:rsidR="002E6EC0" w:rsidRPr="003A6B1D">
                <w:rPr>
                  <w:rStyle w:val="Hyperlink"/>
                  <w:rFonts w:ascii="Arial" w:hAnsi="Arial" w:cs="Arial"/>
                  <w:szCs w:val="22"/>
                </w:rPr>
                <w:t>http://maken.wikiwijs.nl/53345/Werken_in_de_moestuin</w:t>
              </w:r>
            </w:hyperlink>
            <w:r w:rsidR="002E6EC0">
              <w:rPr>
                <w:rFonts w:ascii="Arial" w:hAnsi="Arial" w:cs="Arial"/>
                <w:szCs w:val="22"/>
              </w:rPr>
              <w:t xml:space="preserve"> </w:t>
            </w:r>
          </w:p>
          <w:p w14:paraId="30F19B32" w14:textId="3BD40359" w:rsidR="004C2E89" w:rsidRDefault="004C2E89" w:rsidP="00FF7781">
            <w:pPr>
              <w:rPr>
                <w:rFonts w:ascii="Arial" w:hAnsi="Arial" w:cs="Arial"/>
                <w:szCs w:val="22"/>
              </w:rPr>
            </w:pPr>
            <w:r>
              <w:rPr>
                <w:rFonts w:ascii="Arial" w:hAnsi="Arial" w:cs="Arial"/>
                <w:szCs w:val="22"/>
              </w:rPr>
              <w:t>Ga hier eens kijken, waar ligt de moestuin precies? Maak kennis: wie zijn de zorgvragers en begeleiding? Wat zijn hun wensen? Wat zouden ze willen telen en welke voorkeuren en beperkingen zijn er?</w:t>
            </w:r>
          </w:p>
          <w:p w14:paraId="37129290" w14:textId="77777777" w:rsidR="00A05A73" w:rsidRPr="003072FF" w:rsidRDefault="00A05A73">
            <w:pPr>
              <w:rPr>
                <w:rFonts w:ascii="Arial" w:hAnsi="Arial" w:cs="Arial"/>
                <w:sz w:val="24"/>
              </w:rPr>
            </w:pPr>
          </w:p>
        </w:tc>
      </w:tr>
      <w:tr w:rsidR="003072FF" w:rsidRPr="003072FF" w14:paraId="5D02198E"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99CC00"/>
          </w:tcPr>
          <w:p w14:paraId="73F6C575" w14:textId="4509659F" w:rsidR="003072FF" w:rsidRPr="003072FF" w:rsidRDefault="00903FB1" w:rsidP="005F5A29">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3072FF" w:rsidRPr="003072FF" w14:paraId="5F305D84"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auto"/>
          </w:tcPr>
          <w:p w14:paraId="1275F0A2" w14:textId="77777777" w:rsidR="0092216B" w:rsidRDefault="007F1F0A">
            <w:pPr>
              <w:rPr>
                <w:rFonts w:ascii="Arial" w:eastAsiaTheme="minorHAnsi" w:hAnsi="Arial" w:cs="Arial"/>
                <w:lang w:eastAsia="en-US"/>
              </w:rPr>
            </w:pPr>
            <w:r>
              <w:rPr>
                <w:rFonts w:ascii="Arial" w:eastAsiaTheme="minorHAnsi" w:hAnsi="Arial" w:cs="Arial"/>
                <w:lang w:eastAsia="en-US"/>
              </w:rPr>
              <w:t>Gereedschap, zaai- en pootgoed, persoonlijke beschermingsmiddelen.</w:t>
            </w:r>
          </w:p>
          <w:p w14:paraId="6708FF20" w14:textId="1EB7A26E" w:rsidR="004A3C5E" w:rsidRPr="00A50023" w:rsidRDefault="004A3C5E">
            <w:pPr>
              <w:rPr>
                <w:rFonts w:ascii="Arial" w:eastAsiaTheme="minorHAnsi" w:hAnsi="Arial" w:cs="Arial"/>
                <w:lang w:eastAsia="en-US"/>
              </w:rPr>
            </w:pPr>
          </w:p>
        </w:tc>
      </w:tr>
      <w:tr w:rsidR="003072FF" w:rsidRPr="003072FF" w14:paraId="27508896"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99CC00"/>
          </w:tcPr>
          <w:p w14:paraId="5D808A8F" w14:textId="3285A73C" w:rsidR="003072FF" w:rsidRPr="003072FF" w:rsidRDefault="00D637E5" w:rsidP="005F5A29">
            <w:pPr>
              <w:spacing w:after="100" w:afterAutospacing="1"/>
              <w:rPr>
                <w:rFonts w:ascii="Arial" w:hAnsi="Arial" w:cs="Arial"/>
                <w:b/>
                <w:color w:val="FFFFFF"/>
                <w:sz w:val="24"/>
              </w:rPr>
            </w:pPr>
            <w:r>
              <w:rPr>
                <w:rFonts w:ascii="Arial" w:hAnsi="Arial" w:cs="Arial"/>
                <w:b/>
                <w:color w:val="FFFFFF"/>
                <w:sz w:val="24"/>
              </w:rPr>
              <w:t xml:space="preserve"> </w:t>
            </w:r>
            <w:r w:rsidR="00CC5D10">
              <w:rPr>
                <w:rFonts w:ascii="Arial" w:hAnsi="Arial" w:cs="Arial"/>
                <w:b/>
                <w:color w:val="FFFFFF"/>
                <w:sz w:val="24"/>
              </w:rPr>
              <w:t>Wat moet ik doen?</w:t>
            </w:r>
          </w:p>
        </w:tc>
      </w:tr>
      <w:tr w:rsidR="003072FF" w:rsidRPr="003072FF" w14:paraId="5A515D88"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auto"/>
          </w:tcPr>
          <w:p w14:paraId="3C357230" w14:textId="77777777" w:rsidR="004C2E89" w:rsidRDefault="004C2E89" w:rsidP="007F1F0A">
            <w:pPr>
              <w:rPr>
                <w:rFonts w:ascii="Arial" w:hAnsi="Arial" w:cs="Arial"/>
              </w:rPr>
            </w:pPr>
          </w:p>
          <w:p w14:paraId="0BDDA9B2" w14:textId="4E9941EA" w:rsidR="007F1F0A" w:rsidRDefault="004A3C5E" w:rsidP="007F1F0A">
            <w:pPr>
              <w:rPr>
                <w:rFonts w:ascii="Arial" w:hAnsi="Arial" w:cs="Arial"/>
                <w:szCs w:val="22"/>
              </w:rPr>
            </w:pPr>
            <w:r>
              <w:rPr>
                <w:rFonts w:ascii="Arial" w:hAnsi="Arial" w:cs="Arial"/>
              </w:rPr>
              <w:t>1.</w:t>
            </w:r>
            <w:r w:rsidR="007F1F0A">
              <w:rPr>
                <w:rFonts w:ascii="Arial" w:hAnsi="Arial" w:cs="Arial"/>
              </w:rPr>
              <w:t xml:space="preserve">Je bestudeert het arrangement op </w:t>
            </w:r>
            <w:hyperlink r:id="rId10" w:history="1">
              <w:r w:rsidR="007F1F0A" w:rsidRPr="003A6B1D">
                <w:rPr>
                  <w:rStyle w:val="Hyperlink"/>
                  <w:rFonts w:ascii="Arial" w:hAnsi="Arial" w:cs="Arial"/>
                  <w:szCs w:val="22"/>
                </w:rPr>
                <w:t>http://maken.wikiwijs.nl/53345/Werken_in_de_moestuin</w:t>
              </w:r>
            </w:hyperlink>
            <w:r w:rsidR="007F1F0A">
              <w:rPr>
                <w:rFonts w:ascii="Arial" w:hAnsi="Arial" w:cs="Arial"/>
                <w:szCs w:val="22"/>
              </w:rPr>
              <w:t xml:space="preserve"> </w:t>
            </w:r>
          </w:p>
          <w:p w14:paraId="6E4773B3" w14:textId="6362EE05" w:rsidR="004C2E89" w:rsidRDefault="004C2E89" w:rsidP="007F1F0A">
            <w:pPr>
              <w:rPr>
                <w:rFonts w:ascii="Arial" w:hAnsi="Arial" w:cs="Arial"/>
                <w:szCs w:val="22"/>
              </w:rPr>
            </w:pPr>
            <w:r>
              <w:rPr>
                <w:rFonts w:ascii="Arial" w:hAnsi="Arial" w:cs="Arial"/>
                <w:szCs w:val="22"/>
              </w:rPr>
              <w:t xml:space="preserve">   Bekijk ook de moestui</w:t>
            </w:r>
            <w:r w:rsidR="00325AE7">
              <w:rPr>
                <w:rFonts w:ascii="Arial" w:hAnsi="Arial" w:cs="Arial"/>
                <w:szCs w:val="22"/>
              </w:rPr>
              <w:t>n</w:t>
            </w:r>
            <w:r>
              <w:rPr>
                <w:rFonts w:ascii="Arial" w:hAnsi="Arial" w:cs="Arial"/>
                <w:szCs w:val="22"/>
              </w:rPr>
              <w:t xml:space="preserve">kalender op                </w:t>
            </w:r>
            <w:hyperlink r:id="rId11" w:history="1">
              <w:r w:rsidRPr="004E4140">
                <w:rPr>
                  <w:rStyle w:val="Hyperlink"/>
                  <w:rFonts w:ascii="Arial" w:hAnsi="Arial" w:cs="Arial"/>
                  <w:szCs w:val="22"/>
                </w:rPr>
                <w:t>http://www.velt.be/sites/files/content/documenten/tuinkalender.pdf</w:t>
              </w:r>
            </w:hyperlink>
          </w:p>
          <w:p w14:paraId="0C9375DF" w14:textId="1F477B35" w:rsidR="00B82D56" w:rsidRDefault="004A3C5E" w:rsidP="007F1F0A">
            <w:pPr>
              <w:rPr>
                <w:rFonts w:ascii="Arial" w:hAnsi="Arial" w:cs="Arial"/>
              </w:rPr>
            </w:pPr>
            <w:r>
              <w:rPr>
                <w:rFonts w:ascii="Arial" w:hAnsi="Arial" w:cs="Arial"/>
              </w:rPr>
              <w:t xml:space="preserve">   D</w:t>
            </w:r>
            <w:r w:rsidR="007F1F0A">
              <w:rPr>
                <w:rFonts w:ascii="Arial" w:hAnsi="Arial" w:cs="Arial"/>
              </w:rPr>
              <w:t xml:space="preserve">an maak je een </w:t>
            </w:r>
            <w:r w:rsidR="007F1F0A" w:rsidRPr="004C2E89">
              <w:rPr>
                <w:rFonts w:ascii="Arial" w:hAnsi="Arial" w:cs="Arial"/>
                <w:i/>
              </w:rPr>
              <w:t>plan</w:t>
            </w:r>
            <w:r w:rsidR="007F1F0A">
              <w:rPr>
                <w:rFonts w:ascii="Arial" w:hAnsi="Arial" w:cs="Arial"/>
              </w:rPr>
              <w:t xml:space="preserve"> voor het aanleggen van een moestuin bij wijkboerderij Baalder.</w:t>
            </w:r>
          </w:p>
          <w:p w14:paraId="1CC21DD7" w14:textId="144E730D" w:rsidR="007F1F0A" w:rsidRDefault="004A3C5E" w:rsidP="007F1F0A">
            <w:pPr>
              <w:rPr>
                <w:rFonts w:ascii="Arial" w:hAnsi="Arial" w:cs="Arial"/>
              </w:rPr>
            </w:pPr>
            <w:r>
              <w:rPr>
                <w:rFonts w:ascii="Arial" w:hAnsi="Arial" w:cs="Arial"/>
              </w:rPr>
              <w:t xml:space="preserve">   </w:t>
            </w:r>
            <w:r w:rsidR="007F1F0A">
              <w:rPr>
                <w:rFonts w:ascii="Arial" w:hAnsi="Arial" w:cs="Arial"/>
              </w:rPr>
              <w:t>In dit plan staat:</w:t>
            </w:r>
          </w:p>
          <w:p w14:paraId="6EE7C557" w14:textId="070554EE" w:rsidR="007F1F0A" w:rsidRDefault="007F1F0A" w:rsidP="007F1F0A">
            <w:pPr>
              <w:pStyle w:val="Lijstalinea"/>
              <w:numPr>
                <w:ilvl w:val="0"/>
                <w:numId w:val="8"/>
              </w:numPr>
              <w:rPr>
                <w:rFonts w:ascii="Arial" w:hAnsi="Arial" w:cs="Arial"/>
              </w:rPr>
            </w:pPr>
            <w:r>
              <w:rPr>
                <w:rFonts w:ascii="Arial" w:hAnsi="Arial" w:cs="Arial"/>
              </w:rPr>
              <w:t>Een</w:t>
            </w:r>
            <w:r w:rsidR="004A3C5E">
              <w:rPr>
                <w:rFonts w:ascii="Arial" w:hAnsi="Arial" w:cs="Arial"/>
              </w:rPr>
              <w:t xml:space="preserve"> teeltplan waarbij je rekening houdt met de verschillende gewasgroepen.</w:t>
            </w:r>
            <w:r w:rsidR="004C2E89">
              <w:rPr>
                <w:rFonts w:ascii="Arial" w:hAnsi="Arial" w:cs="Arial"/>
              </w:rPr>
              <w:t xml:space="preserve"> </w:t>
            </w:r>
          </w:p>
          <w:p w14:paraId="2E43024D" w14:textId="24A9A75F" w:rsidR="007F1F0A" w:rsidRDefault="007F1F0A" w:rsidP="007F1F0A">
            <w:pPr>
              <w:pStyle w:val="Lijstalinea"/>
              <w:numPr>
                <w:ilvl w:val="0"/>
                <w:numId w:val="8"/>
              </w:numPr>
              <w:rPr>
                <w:rFonts w:ascii="Arial" w:hAnsi="Arial" w:cs="Arial"/>
              </w:rPr>
            </w:pPr>
            <w:r>
              <w:rPr>
                <w:rFonts w:ascii="Arial" w:hAnsi="Arial" w:cs="Arial"/>
              </w:rPr>
              <w:t>Een plattegrond</w:t>
            </w:r>
            <w:r w:rsidR="004A3C5E">
              <w:rPr>
                <w:rFonts w:ascii="Arial" w:hAnsi="Arial" w:cs="Arial"/>
              </w:rPr>
              <w:t xml:space="preserve"> van de moestuin </w:t>
            </w:r>
            <w:r w:rsidR="004C2E89">
              <w:rPr>
                <w:rFonts w:ascii="Arial" w:hAnsi="Arial" w:cs="Arial"/>
              </w:rPr>
              <w:t>(op schaal 1:50). W</w:t>
            </w:r>
            <w:r w:rsidR="004A3C5E">
              <w:rPr>
                <w:rFonts w:ascii="Arial" w:hAnsi="Arial" w:cs="Arial"/>
              </w:rPr>
              <w:t xml:space="preserve">aar </w:t>
            </w:r>
            <w:r w:rsidR="004C2E89">
              <w:rPr>
                <w:rFonts w:ascii="Arial" w:hAnsi="Arial" w:cs="Arial"/>
              </w:rPr>
              <w:t xml:space="preserve">komen de </w:t>
            </w:r>
            <w:r w:rsidR="004A3C5E">
              <w:rPr>
                <w:rFonts w:ascii="Arial" w:hAnsi="Arial" w:cs="Arial"/>
              </w:rPr>
              <w:t>versc</w:t>
            </w:r>
            <w:r w:rsidR="004C2E89">
              <w:rPr>
                <w:rFonts w:ascii="Arial" w:hAnsi="Arial" w:cs="Arial"/>
              </w:rPr>
              <w:t>hillende gewassen te staan</w:t>
            </w:r>
            <w:r w:rsidR="00BF088E">
              <w:rPr>
                <w:rFonts w:ascii="Arial" w:hAnsi="Arial" w:cs="Arial"/>
              </w:rPr>
              <w:t xml:space="preserve"> en hoeveel vierkante meter is er per gewas beschikbaar</w:t>
            </w:r>
            <w:r w:rsidR="004C2E89">
              <w:rPr>
                <w:rFonts w:ascii="Arial" w:hAnsi="Arial" w:cs="Arial"/>
              </w:rPr>
              <w:t>?</w:t>
            </w:r>
          </w:p>
          <w:p w14:paraId="5621DC2A" w14:textId="5DF3DC0F" w:rsidR="007F1F0A" w:rsidRDefault="007F1F0A" w:rsidP="007F1F0A">
            <w:pPr>
              <w:pStyle w:val="Lijstalinea"/>
              <w:numPr>
                <w:ilvl w:val="0"/>
                <w:numId w:val="8"/>
              </w:numPr>
              <w:rPr>
                <w:rFonts w:ascii="Arial" w:hAnsi="Arial" w:cs="Arial"/>
              </w:rPr>
            </w:pPr>
            <w:r>
              <w:rPr>
                <w:rFonts w:ascii="Arial" w:hAnsi="Arial" w:cs="Arial"/>
              </w:rPr>
              <w:t>Een bestellijst</w:t>
            </w:r>
            <w:r w:rsidR="004A3C5E">
              <w:rPr>
                <w:rFonts w:ascii="Arial" w:hAnsi="Arial" w:cs="Arial"/>
              </w:rPr>
              <w:t xml:space="preserve"> en gereedschappenlijst</w:t>
            </w:r>
          </w:p>
          <w:p w14:paraId="0B45AC1D" w14:textId="6597FAD8" w:rsidR="007F1F0A" w:rsidRDefault="004A3C5E" w:rsidP="007F1F0A">
            <w:pPr>
              <w:pStyle w:val="Lijstalinea"/>
              <w:numPr>
                <w:ilvl w:val="0"/>
                <w:numId w:val="8"/>
              </w:numPr>
              <w:rPr>
                <w:rFonts w:ascii="Arial" w:hAnsi="Arial" w:cs="Arial"/>
              </w:rPr>
            </w:pPr>
            <w:r>
              <w:rPr>
                <w:rFonts w:ascii="Arial" w:hAnsi="Arial" w:cs="Arial"/>
              </w:rPr>
              <w:t>Een moestuinkalender: een lijst</w:t>
            </w:r>
            <w:r w:rsidR="007F1F0A">
              <w:rPr>
                <w:rFonts w:ascii="Arial" w:hAnsi="Arial" w:cs="Arial"/>
              </w:rPr>
              <w:t xml:space="preserve"> van werkzaamheden voor de maanden maart-juni</w:t>
            </w:r>
            <w:r>
              <w:rPr>
                <w:rFonts w:ascii="Arial" w:hAnsi="Arial" w:cs="Arial"/>
              </w:rPr>
              <w:t>.</w:t>
            </w:r>
          </w:p>
          <w:p w14:paraId="1B86B032" w14:textId="77777777" w:rsidR="00BF088E" w:rsidRDefault="007F1F0A" w:rsidP="007F1F0A">
            <w:pPr>
              <w:pStyle w:val="Lijstalinea"/>
              <w:numPr>
                <w:ilvl w:val="0"/>
                <w:numId w:val="8"/>
              </w:numPr>
              <w:rPr>
                <w:rFonts w:ascii="Arial" w:hAnsi="Arial" w:cs="Arial"/>
              </w:rPr>
            </w:pPr>
            <w:r>
              <w:rPr>
                <w:rFonts w:ascii="Arial" w:hAnsi="Arial" w:cs="Arial"/>
              </w:rPr>
              <w:t>Een taakverdeling voor studenten en zorgvragers</w:t>
            </w:r>
            <w:r w:rsidR="004A3C5E">
              <w:rPr>
                <w:rFonts w:ascii="Arial" w:hAnsi="Arial" w:cs="Arial"/>
              </w:rPr>
              <w:t xml:space="preserve">, waarbij je rekening houdt met de voorkeuren en/of beperkingen van de zorgvragers. </w:t>
            </w:r>
          </w:p>
          <w:p w14:paraId="15383274" w14:textId="57491484" w:rsidR="007F1F0A" w:rsidRDefault="00BF088E" w:rsidP="007F1F0A">
            <w:pPr>
              <w:pStyle w:val="Lijstalinea"/>
              <w:numPr>
                <w:ilvl w:val="0"/>
                <w:numId w:val="8"/>
              </w:numPr>
              <w:rPr>
                <w:rFonts w:ascii="Arial" w:hAnsi="Arial" w:cs="Arial"/>
              </w:rPr>
            </w:pPr>
            <w:r>
              <w:rPr>
                <w:rFonts w:ascii="Arial" w:hAnsi="Arial" w:cs="Arial"/>
              </w:rPr>
              <w:t>Overleg het</w:t>
            </w:r>
            <w:r w:rsidR="004A3C5E">
              <w:rPr>
                <w:rFonts w:ascii="Arial" w:hAnsi="Arial" w:cs="Arial"/>
              </w:rPr>
              <w:t xml:space="preserve"> plan met Richard van Dijk, begeleider van wijkboerderij Baalder.</w:t>
            </w:r>
          </w:p>
          <w:p w14:paraId="144AAB0F" w14:textId="77777777" w:rsidR="004A3C5E" w:rsidRPr="004A3C5E" w:rsidRDefault="004A3C5E" w:rsidP="004A3C5E">
            <w:pPr>
              <w:rPr>
                <w:rFonts w:ascii="Arial" w:hAnsi="Arial" w:cs="Arial"/>
              </w:rPr>
            </w:pPr>
          </w:p>
          <w:p w14:paraId="52A56C85" w14:textId="3A46883F" w:rsidR="00B625DD" w:rsidRDefault="004A3C5E" w:rsidP="004A3C5E">
            <w:pPr>
              <w:rPr>
                <w:rFonts w:ascii="Arial" w:hAnsi="Arial" w:cs="Arial"/>
              </w:rPr>
            </w:pPr>
            <w:r>
              <w:rPr>
                <w:rFonts w:ascii="Arial" w:hAnsi="Arial" w:cs="Arial"/>
              </w:rPr>
              <w:t>2. Je gaat op de geplande tijdstippen</w:t>
            </w:r>
            <w:r w:rsidR="00BF088E">
              <w:rPr>
                <w:rFonts w:ascii="Arial" w:hAnsi="Arial" w:cs="Arial"/>
              </w:rPr>
              <w:t xml:space="preserve"> met de zorgvragers</w:t>
            </w:r>
            <w:bookmarkStart w:id="0" w:name="_GoBack"/>
            <w:bookmarkEnd w:id="0"/>
            <w:r>
              <w:rPr>
                <w:rFonts w:ascii="Arial" w:hAnsi="Arial" w:cs="Arial"/>
              </w:rPr>
              <w:t xml:space="preserve"> aan het werk in de moestuin. Daarvan maak je elke keer foto’s. Daarbij noteer je wat je hebt gedaan, met wie, en hoe dit verliep. Maak ook foto’s van de groei van de gewassen. Maak hiervan een </w:t>
            </w:r>
            <w:r w:rsidRPr="004C2E89">
              <w:rPr>
                <w:rFonts w:ascii="Arial" w:hAnsi="Arial" w:cs="Arial"/>
                <w:i/>
              </w:rPr>
              <w:t>verslag.</w:t>
            </w:r>
            <w:r>
              <w:rPr>
                <w:rFonts w:ascii="Arial" w:hAnsi="Arial" w:cs="Arial"/>
              </w:rPr>
              <w:t xml:space="preserve"> </w:t>
            </w:r>
          </w:p>
          <w:p w14:paraId="094F5E40" w14:textId="77777777" w:rsidR="004A3C5E" w:rsidRDefault="004A3C5E" w:rsidP="004A3C5E">
            <w:pPr>
              <w:rPr>
                <w:rFonts w:ascii="Arial" w:hAnsi="Arial" w:cs="Arial"/>
              </w:rPr>
            </w:pPr>
          </w:p>
          <w:p w14:paraId="101D97B3" w14:textId="32B8E107" w:rsidR="004A3C5E" w:rsidRPr="00082F7A" w:rsidRDefault="004A3C5E" w:rsidP="004A3C5E">
            <w:pPr>
              <w:rPr>
                <w:rFonts w:ascii="Arial" w:hAnsi="Arial" w:cs="Arial"/>
              </w:rPr>
            </w:pPr>
            <w:r>
              <w:rPr>
                <w:rFonts w:ascii="Arial" w:hAnsi="Arial" w:cs="Arial"/>
              </w:rPr>
              <w:t>3. Draag in de weken dat je er niet bent de zorg voor de moestuin over aan Richard van Dijk.</w:t>
            </w:r>
          </w:p>
        </w:tc>
      </w:tr>
      <w:tr w:rsidR="003072FF" w:rsidRPr="003072FF" w14:paraId="44616BF4" w14:textId="77777777" w:rsidTr="00325AE7">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44" w:type="dxa"/>
        </w:trPr>
        <w:tc>
          <w:tcPr>
            <w:tcW w:w="9464" w:type="dxa"/>
            <w:gridSpan w:val="2"/>
            <w:shd w:val="clear" w:color="auto" w:fill="99CC00"/>
          </w:tcPr>
          <w:p w14:paraId="7E7E0A63" w14:textId="52BF5F30" w:rsidR="003072FF" w:rsidRPr="003072FF" w:rsidRDefault="007A0E96">
            <w:pPr>
              <w:spacing w:after="100" w:afterAutospacing="1"/>
              <w:rPr>
                <w:rFonts w:ascii="Arial" w:hAnsi="Arial" w:cs="Arial"/>
                <w:b/>
                <w:color w:val="FFFFFF"/>
                <w:sz w:val="24"/>
              </w:rPr>
            </w:pPr>
            <w:r>
              <w:rPr>
                <w:rFonts w:ascii="Arial" w:hAnsi="Arial" w:cs="Arial"/>
                <w:b/>
                <w:color w:val="FFFFFF"/>
                <w:sz w:val="24"/>
              </w:rPr>
              <w:lastRenderedPageBreak/>
              <w:t>Wat moet ik inleveren?</w:t>
            </w:r>
          </w:p>
        </w:tc>
      </w:tr>
    </w:tbl>
    <w:p w14:paraId="1EC634D7" w14:textId="22A02B30" w:rsidR="007A0E96" w:rsidRDefault="004A3C5E" w:rsidP="004A3C5E">
      <w:pPr>
        <w:pStyle w:val="Geenafstand"/>
        <w:numPr>
          <w:ilvl w:val="0"/>
          <w:numId w:val="9"/>
        </w:numPr>
      </w:pPr>
      <w:r>
        <w:t>Een plan voor het opzetten en onderhouden van de moestuin (zie boven, punt 1)</w:t>
      </w:r>
    </w:p>
    <w:p w14:paraId="37ADCE2A" w14:textId="2EC596A4" w:rsidR="007A0E96" w:rsidRPr="009605F4" w:rsidRDefault="004C2E89" w:rsidP="00BF088E">
      <w:pPr>
        <w:pStyle w:val="Geenafstand"/>
        <w:numPr>
          <w:ilvl w:val="0"/>
          <w:numId w:val="9"/>
        </w:numPr>
      </w:pPr>
      <w:r>
        <w:t>Een verslag over de voortgang van deze opdracht (zie boven, punt 2)</w:t>
      </w:r>
      <w:r w:rsidR="00BF088E">
        <w:t>.</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7893378" w14:textId="77777777" w:rsidTr="009341A0">
        <w:tc>
          <w:tcPr>
            <w:tcW w:w="9464" w:type="dxa"/>
            <w:shd w:val="clear" w:color="auto" w:fill="99CC00"/>
          </w:tcPr>
          <w:p w14:paraId="5F1B5B44" w14:textId="77777777" w:rsidR="003072FF" w:rsidRPr="003072FF" w:rsidRDefault="003072FF" w:rsidP="00485C39">
            <w:pPr>
              <w:rPr>
                <w:rFonts w:ascii="Arial" w:hAnsi="Arial" w:cs="Arial"/>
                <w:b/>
                <w:color w:val="FFFFFF"/>
                <w:sz w:val="24"/>
              </w:rPr>
            </w:pPr>
            <w:r w:rsidRPr="003072FF">
              <w:rPr>
                <w:rFonts w:ascii="Arial" w:hAnsi="Arial" w:cs="Arial"/>
                <w:b/>
                <w:color w:val="FFFFFF"/>
                <w:sz w:val="24"/>
              </w:rPr>
              <w:t>Waarop word ik beoordeeld?</w:t>
            </w:r>
          </w:p>
        </w:tc>
      </w:tr>
    </w:tbl>
    <w:p w14:paraId="7935582D" w14:textId="70389766" w:rsidR="009341A0" w:rsidRDefault="00DF269B" w:rsidP="00E954F4">
      <w:pPr>
        <w:pStyle w:val="Lijstalinea"/>
        <w:numPr>
          <w:ilvl w:val="0"/>
          <w:numId w:val="5"/>
        </w:numPr>
      </w:pPr>
      <w:r>
        <w:t>Het plan</w:t>
      </w:r>
    </w:p>
    <w:p w14:paraId="7E538863" w14:textId="0386AC70" w:rsidR="00DF269B" w:rsidRDefault="004C2E89" w:rsidP="00E954F4">
      <w:pPr>
        <w:pStyle w:val="Lijstalinea"/>
        <w:numPr>
          <w:ilvl w:val="0"/>
          <w:numId w:val="5"/>
        </w:numPr>
      </w:pPr>
      <w:r>
        <w:t>Het verslag</w:t>
      </w:r>
    </w:p>
    <w:p w14:paraId="569F40D5" w14:textId="318720F4" w:rsidR="00DF269B" w:rsidRPr="00B625DD" w:rsidRDefault="004C2E89" w:rsidP="004C2E89">
      <w:pPr>
        <w:pStyle w:val="Lijstalinea"/>
        <w:numPr>
          <w:ilvl w:val="0"/>
          <w:numId w:val="5"/>
        </w:numPr>
      </w:pPr>
      <w:r>
        <w:t xml:space="preserve">De moestuin </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14CC2C01" w14:textId="77777777" w:rsidTr="009341A0">
        <w:tc>
          <w:tcPr>
            <w:tcW w:w="9464" w:type="dxa"/>
            <w:shd w:val="clear" w:color="auto" w:fill="99CC00"/>
          </w:tcPr>
          <w:p w14:paraId="0E84B97A" w14:textId="77777777"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14:paraId="395982AF" w14:textId="2D788DEF" w:rsidR="00AE33BC" w:rsidRPr="00E954F4" w:rsidRDefault="0030368F" w:rsidP="0030368F">
      <w:pPr>
        <w:rPr>
          <w:szCs w:val="22"/>
        </w:rPr>
      </w:pPr>
      <w:r>
        <w:rPr>
          <w:szCs w:val="22"/>
        </w:rPr>
        <w:t>W</w:t>
      </w:r>
      <w:r w:rsidR="00F96730">
        <w:rPr>
          <w:szCs w:val="22"/>
        </w:rPr>
        <w:t>at vond je van de opdracht, de</w:t>
      </w:r>
      <w:r w:rsidRPr="00E954F4">
        <w:rPr>
          <w:szCs w:val="22"/>
        </w:rPr>
        <w:t xml:space="preserve"> </w:t>
      </w:r>
      <w:r w:rsidR="00F96730">
        <w:rPr>
          <w:szCs w:val="22"/>
        </w:rPr>
        <w:t>uitvoering</w:t>
      </w:r>
      <w:r w:rsidRPr="00E954F4">
        <w:rPr>
          <w:szCs w:val="22"/>
        </w:rPr>
        <w:t xml:space="preserve"> en het resultaat?</w:t>
      </w:r>
    </w:p>
    <w:sectPr w:rsidR="00AE33BC" w:rsidRPr="00E954F4" w:rsidSect="003829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D8444A6"/>
    <w:multiLevelType w:val="hybridMultilevel"/>
    <w:tmpl w:val="33F22B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8270855"/>
    <w:multiLevelType w:val="hybridMultilevel"/>
    <w:tmpl w:val="728E4B08"/>
    <w:lvl w:ilvl="0" w:tplc="9D7E938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5DE27728"/>
    <w:multiLevelType w:val="hybridMultilevel"/>
    <w:tmpl w:val="89A63A0E"/>
    <w:lvl w:ilvl="0" w:tplc="89BEAA6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3BC4937"/>
    <w:multiLevelType w:val="singleLevel"/>
    <w:tmpl w:val="0413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75A46A2E"/>
    <w:multiLevelType w:val="hybridMultilevel"/>
    <w:tmpl w:val="D3A04F18"/>
    <w:lvl w:ilvl="0" w:tplc="454E4D60">
      <w:start w:val="3"/>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CAF16F3"/>
    <w:multiLevelType w:val="hybridMultilevel"/>
    <w:tmpl w:val="87B8034E"/>
    <w:lvl w:ilvl="0" w:tplc="4D924B26">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6"/>
  </w:num>
  <w:num w:numId="5">
    <w:abstractNumId w:val="8"/>
  </w:num>
  <w:num w:numId="6">
    <w:abstractNumId w:val="2"/>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1D96"/>
    <w:rsid w:val="00072525"/>
    <w:rsid w:val="00072BF5"/>
    <w:rsid w:val="00074047"/>
    <w:rsid w:val="000747F5"/>
    <w:rsid w:val="000752BE"/>
    <w:rsid w:val="00075639"/>
    <w:rsid w:val="00077594"/>
    <w:rsid w:val="000775A0"/>
    <w:rsid w:val="00077E71"/>
    <w:rsid w:val="00080803"/>
    <w:rsid w:val="00082B24"/>
    <w:rsid w:val="00082F7A"/>
    <w:rsid w:val="000853B7"/>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0C6"/>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193"/>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B7A0A"/>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6EC0"/>
    <w:rsid w:val="002E76EF"/>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68F"/>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D87"/>
    <w:rsid w:val="00322F93"/>
    <w:rsid w:val="00323353"/>
    <w:rsid w:val="0032338E"/>
    <w:rsid w:val="0032396E"/>
    <w:rsid w:val="003245A0"/>
    <w:rsid w:val="003249F4"/>
    <w:rsid w:val="0032562A"/>
    <w:rsid w:val="00325963"/>
    <w:rsid w:val="00325AE7"/>
    <w:rsid w:val="00325E73"/>
    <w:rsid w:val="00325E9E"/>
    <w:rsid w:val="003260AE"/>
    <w:rsid w:val="00326387"/>
    <w:rsid w:val="003305BE"/>
    <w:rsid w:val="0033215E"/>
    <w:rsid w:val="003337A7"/>
    <w:rsid w:val="0033398A"/>
    <w:rsid w:val="00333C69"/>
    <w:rsid w:val="00333F3E"/>
    <w:rsid w:val="00333F5D"/>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0792"/>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2931"/>
    <w:rsid w:val="0038368F"/>
    <w:rsid w:val="00383BAA"/>
    <w:rsid w:val="00383CFB"/>
    <w:rsid w:val="00384007"/>
    <w:rsid w:val="00384345"/>
    <w:rsid w:val="00384710"/>
    <w:rsid w:val="00384A59"/>
    <w:rsid w:val="00384E6D"/>
    <w:rsid w:val="003850BE"/>
    <w:rsid w:val="00385B93"/>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4B75"/>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1EC0"/>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3C5E"/>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2E89"/>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1D99"/>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612"/>
    <w:rsid w:val="00521D36"/>
    <w:rsid w:val="00521F94"/>
    <w:rsid w:val="0052220F"/>
    <w:rsid w:val="005229F8"/>
    <w:rsid w:val="00523610"/>
    <w:rsid w:val="00523682"/>
    <w:rsid w:val="0052417B"/>
    <w:rsid w:val="005253F2"/>
    <w:rsid w:val="00526876"/>
    <w:rsid w:val="005272D4"/>
    <w:rsid w:val="0052745B"/>
    <w:rsid w:val="00527A36"/>
    <w:rsid w:val="00530FEB"/>
    <w:rsid w:val="00532166"/>
    <w:rsid w:val="00532893"/>
    <w:rsid w:val="00533057"/>
    <w:rsid w:val="005342F1"/>
    <w:rsid w:val="0053437D"/>
    <w:rsid w:val="005356C1"/>
    <w:rsid w:val="005356CF"/>
    <w:rsid w:val="00535827"/>
    <w:rsid w:val="00535EED"/>
    <w:rsid w:val="00536E9D"/>
    <w:rsid w:val="005406F5"/>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406E"/>
    <w:rsid w:val="005B48E1"/>
    <w:rsid w:val="005B5B55"/>
    <w:rsid w:val="005B5C04"/>
    <w:rsid w:val="005B5C2A"/>
    <w:rsid w:val="005B5FDF"/>
    <w:rsid w:val="005B61CC"/>
    <w:rsid w:val="005B695E"/>
    <w:rsid w:val="005B7682"/>
    <w:rsid w:val="005C01FA"/>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12B"/>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6EEF"/>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0E96"/>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1F0A"/>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25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4C6"/>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4FA"/>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1E"/>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95"/>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5A73"/>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853"/>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C26"/>
    <w:rsid w:val="00A73E80"/>
    <w:rsid w:val="00A74529"/>
    <w:rsid w:val="00A749D6"/>
    <w:rsid w:val="00A75080"/>
    <w:rsid w:val="00A77460"/>
    <w:rsid w:val="00A776D7"/>
    <w:rsid w:val="00A80623"/>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3BC"/>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25DD"/>
    <w:rsid w:val="00B63878"/>
    <w:rsid w:val="00B6394C"/>
    <w:rsid w:val="00B65623"/>
    <w:rsid w:val="00B6575C"/>
    <w:rsid w:val="00B7192B"/>
    <w:rsid w:val="00B71C33"/>
    <w:rsid w:val="00B73E2D"/>
    <w:rsid w:val="00B768E1"/>
    <w:rsid w:val="00B768EF"/>
    <w:rsid w:val="00B769FF"/>
    <w:rsid w:val="00B81473"/>
    <w:rsid w:val="00B82332"/>
    <w:rsid w:val="00B823A1"/>
    <w:rsid w:val="00B82C02"/>
    <w:rsid w:val="00B82D56"/>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88E"/>
    <w:rsid w:val="00BF0B9F"/>
    <w:rsid w:val="00BF14B3"/>
    <w:rsid w:val="00BF14D5"/>
    <w:rsid w:val="00BF2F81"/>
    <w:rsid w:val="00BF5A8D"/>
    <w:rsid w:val="00BF5B0A"/>
    <w:rsid w:val="00BF5DFC"/>
    <w:rsid w:val="00BF6BD0"/>
    <w:rsid w:val="00BF6FEC"/>
    <w:rsid w:val="00C006B4"/>
    <w:rsid w:val="00C007E3"/>
    <w:rsid w:val="00C00DEF"/>
    <w:rsid w:val="00C01550"/>
    <w:rsid w:val="00C016EC"/>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1D3A"/>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5D10"/>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4EE4"/>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37E5"/>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A7F"/>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69B"/>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5F5F"/>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99F"/>
    <w:rsid w:val="00E83D58"/>
    <w:rsid w:val="00E8401C"/>
    <w:rsid w:val="00E842FB"/>
    <w:rsid w:val="00E84ABA"/>
    <w:rsid w:val="00E84BD4"/>
    <w:rsid w:val="00E84D56"/>
    <w:rsid w:val="00E87E01"/>
    <w:rsid w:val="00E90C95"/>
    <w:rsid w:val="00E923AD"/>
    <w:rsid w:val="00E93571"/>
    <w:rsid w:val="00E94752"/>
    <w:rsid w:val="00E954F4"/>
    <w:rsid w:val="00E965CC"/>
    <w:rsid w:val="00E96D47"/>
    <w:rsid w:val="00E97544"/>
    <w:rsid w:val="00EA021C"/>
    <w:rsid w:val="00EA07BA"/>
    <w:rsid w:val="00EA0838"/>
    <w:rsid w:val="00EA09C2"/>
    <w:rsid w:val="00EA130A"/>
    <w:rsid w:val="00EA1EB2"/>
    <w:rsid w:val="00EA1F26"/>
    <w:rsid w:val="00EA2D62"/>
    <w:rsid w:val="00EA2FF8"/>
    <w:rsid w:val="00EA639A"/>
    <w:rsid w:val="00EA63C6"/>
    <w:rsid w:val="00EA7251"/>
    <w:rsid w:val="00EB04DD"/>
    <w:rsid w:val="00EB077B"/>
    <w:rsid w:val="00EB0DED"/>
    <w:rsid w:val="00EB11B8"/>
    <w:rsid w:val="00EB2502"/>
    <w:rsid w:val="00EB2930"/>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568B"/>
    <w:rsid w:val="00F66BA0"/>
    <w:rsid w:val="00F702FA"/>
    <w:rsid w:val="00F70CD4"/>
    <w:rsid w:val="00F70EDE"/>
    <w:rsid w:val="00F719B3"/>
    <w:rsid w:val="00F71D05"/>
    <w:rsid w:val="00F7297B"/>
    <w:rsid w:val="00F729B3"/>
    <w:rsid w:val="00F72D21"/>
    <w:rsid w:val="00F73058"/>
    <w:rsid w:val="00F73714"/>
    <w:rsid w:val="00F74993"/>
    <w:rsid w:val="00F74A96"/>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BA1"/>
    <w:rsid w:val="00F95D48"/>
    <w:rsid w:val="00F964B0"/>
    <w:rsid w:val="00F9673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 w:val="00FF77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4991"/>
  <w15:docId w15:val="{0FA83BD0-389D-45AA-B86A-A4CE102C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231193"/>
    <w:rPr>
      <w:sz w:val="16"/>
      <w:szCs w:val="16"/>
    </w:rPr>
  </w:style>
  <w:style w:type="character" w:customStyle="1" w:styleId="BallontekstChar">
    <w:name w:val="Ballontekst Char"/>
    <w:basedOn w:val="Standaardalinea-lettertype"/>
    <w:link w:val="Ballontekst"/>
    <w:uiPriority w:val="99"/>
    <w:semiHidden/>
    <w:rsid w:val="00231193"/>
    <w:rPr>
      <w:rFonts w:ascii="Tahoma" w:eastAsia="Times New Roman" w:hAnsi="Tahoma" w:cs="Tahoma"/>
      <w:sz w:val="16"/>
      <w:szCs w:val="16"/>
      <w:lang w:eastAsia="nl-NL"/>
    </w:rPr>
  </w:style>
  <w:style w:type="paragraph" w:styleId="Geenafstand">
    <w:name w:val="No Spacing"/>
    <w:uiPriority w:val="1"/>
    <w:qFormat/>
    <w:rsid w:val="00532893"/>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C016EC"/>
    <w:rPr>
      <w:sz w:val="16"/>
      <w:szCs w:val="16"/>
    </w:rPr>
  </w:style>
  <w:style w:type="paragraph" w:styleId="Tekstopmerking">
    <w:name w:val="annotation text"/>
    <w:basedOn w:val="Standaard"/>
    <w:link w:val="TekstopmerkingChar"/>
    <w:uiPriority w:val="99"/>
    <w:unhideWhenUsed/>
    <w:rsid w:val="00C016EC"/>
    <w:rPr>
      <w:sz w:val="20"/>
      <w:szCs w:val="20"/>
    </w:rPr>
  </w:style>
  <w:style w:type="character" w:customStyle="1" w:styleId="TekstopmerkingChar">
    <w:name w:val="Tekst opmerking Char"/>
    <w:basedOn w:val="Standaardalinea-lettertype"/>
    <w:link w:val="Tekstopmerking"/>
    <w:uiPriority w:val="99"/>
    <w:rsid w:val="00C016EC"/>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16EC"/>
    <w:rPr>
      <w:b/>
      <w:bCs/>
    </w:rPr>
  </w:style>
  <w:style w:type="character" w:customStyle="1" w:styleId="OnderwerpvanopmerkingChar">
    <w:name w:val="Onderwerp van opmerking Char"/>
    <w:basedOn w:val="TekstopmerkingChar"/>
    <w:link w:val="Onderwerpvanopmerking"/>
    <w:uiPriority w:val="99"/>
    <w:semiHidden/>
    <w:rsid w:val="00C016EC"/>
    <w:rPr>
      <w:rFonts w:ascii="Tahoma" w:eastAsia="Times New Roman" w:hAnsi="Tahoma" w:cs="Tahoma"/>
      <w:b/>
      <w:bCs/>
      <w:sz w:val="20"/>
      <w:szCs w:val="20"/>
      <w:lang w:eastAsia="nl-NL"/>
    </w:rPr>
  </w:style>
  <w:style w:type="character" w:styleId="Hyperlink">
    <w:name w:val="Hyperlink"/>
    <w:basedOn w:val="Standaardalinea-lettertype"/>
    <w:uiPriority w:val="99"/>
    <w:unhideWhenUsed/>
    <w:rsid w:val="00A578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7064">
      <w:bodyDiv w:val="1"/>
      <w:marLeft w:val="0"/>
      <w:marRight w:val="0"/>
      <w:marTop w:val="0"/>
      <w:marBottom w:val="0"/>
      <w:divBdr>
        <w:top w:val="none" w:sz="0" w:space="0" w:color="auto"/>
        <w:left w:val="none" w:sz="0" w:space="0" w:color="auto"/>
        <w:bottom w:val="none" w:sz="0" w:space="0" w:color="auto"/>
        <w:right w:val="none" w:sz="0" w:space="0" w:color="auto"/>
      </w:divBdr>
    </w:div>
    <w:div w:id="1657801453">
      <w:bodyDiv w:val="1"/>
      <w:marLeft w:val="0"/>
      <w:marRight w:val="0"/>
      <w:marTop w:val="0"/>
      <w:marBottom w:val="0"/>
      <w:divBdr>
        <w:top w:val="none" w:sz="0" w:space="0" w:color="auto"/>
        <w:left w:val="none" w:sz="0" w:space="0" w:color="auto"/>
        <w:bottom w:val="none" w:sz="0" w:space="0" w:color="auto"/>
        <w:right w:val="none" w:sz="0" w:space="0" w:color="auto"/>
      </w:divBdr>
    </w:div>
    <w:div w:id="209173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feature=player_embedded&amp;v=dVAKTpUcxA4"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elt.be/sites/files/content/documenten/tuinkalender.pdf" TargetMode="External"/><Relationship Id="rId5" Type="http://schemas.openxmlformats.org/officeDocument/2006/relationships/styles" Target="styles.xml"/><Relationship Id="rId10" Type="http://schemas.openxmlformats.org/officeDocument/2006/relationships/hyperlink" Target="http://maken.wikiwijs.nl/53345/Werken_in_de_moestuin" TargetMode="External"/><Relationship Id="rId4" Type="http://schemas.openxmlformats.org/officeDocument/2006/relationships/numbering" Target="numbering.xml"/><Relationship Id="rId9" Type="http://schemas.openxmlformats.org/officeDocument/2006/relationships/hyperlink" Target="http://maken.wikiwijs.nl/53345/Werken_in_de_moestui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A1025F85-24D3-42BA-A83D-896A7A6D8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B9E569F-B8A4-49F3-97AC-2644D84EB0D8}">
  <ds:schemaRefs>
    <ds:schemaRef ds:uri="http://schemas.microsoft.com/office/infopath/2007/PartnerControl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8952A10F</Template>
  <TotalTime>17</TotalTime>
  <Pages>2</Pages>
  <Words>468</Words>
  <Characters>2579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Qwesties</Company>
  <LinksUpToDate>false</LinksUpToDate>
  <CharactersWithSpaces>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Marjan vd Wel</dc:creator>
  <cp:lastModifiedBy>Hannie Kwant</cp:lastModifiedBy>
  <cp:revision>4</cp:revision>
  <cp:lastPrinted>2014-04-16T13:23:00Z</cp:lastPrinted>
  <dcterms:created xsi:type="dcterms:W3CDTF">2016-02-17T13:10:00Z</dcterms:created>
  <dcterms:modified xsi:type="dcterms:W3CDTF">2016-02-22T07:59:00Z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0x010100AD796D14A1D5944EBFF95EECFD7ED31F</vt:lpwstr>
  </property>
</Properties>
</file>