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PARAGRAAF </w:t>
      </w:r>
      <w:r w:rsidR="00814D9C">
        <w:rPr>
          <w:rFonts w:ascii="Arial" w:hAnsi="Arial" w:cs="Arial"/>
          <w:b/>
          <w:sz w:val="28"/>
          <w:szCs w:val="28"/>
          <w:u w:val="single"/>
        </w:rPr>
        <w:t>5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 xml:space="preserve">paragraaf </w:t>
      </w:r>
      <w:r w:rsidR="00814D9C">
        <w:rPr>
          <w:rFonts w:ascii="Arial" w:hAnsi="Arial" w:cs="Arial"/>
          <w:b/>
          <w:i/>
          <w:sz w:val="28"/>
          <w:szCs w:val="28"/>
        </w:rPr>
        <w:t>5</w:t>
      </w:r>
      <w:r w:rsidR="00614C61">
        <w:rPr>
          <w:rFonts w:ascii="Arial" w:hAnsi="Arial" w:cs="Arial"/>
          <w:b/>
          <w:i/>
          <w:sz w:val="28"/>
          <w:szCs w:val="28"/>
        </w:rPr>
        <w:t xml:space="preserve"> </w:t>
      </w:r>
      <w:r w:rsidRPr="009D6C5F">
        <w:rPr>
          <w:rFonts w:ascii="Arial" w:hAnsi="Arial" w:cs="Arial"/>
          <w:b/>
          <w:sz w:val="28"/>
          <w:szCs w:val="28"/>
        </w:rPr>
        <w:t>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B1622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het tijdvak van dit hoofdstuk? Tip: alle tijdvakken beginnen met “de tijd van ….”</w:t>
      </w:r>
    </w:p>
    <w:p w:rsidR="00985F54" w:rsidRPr="00985F54" w:rsidRDefault="000545CF" w:rsidP="00985F54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B1622A" w:rsidRPr="00B1622A" w:rsidRDefault="00B1622A" w:rsidP="00B1622A">
      <w:pPr>
        <w:spacing w:line="240" w:lineRule="auto"/>
        <w:rPr>
          <w:rFonts w:ascii="Arial" w:hAnsi="Arial" w:cs="Arial"/>
          <w:sz w:val="24"/>
          <w:szCs w:val="24"/>
        </w:rPr>
      </w:pPr>
    </w:p>
    <w:p w:rsidR="00B1622A" w:rsidRDefault="00B1622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welk jaar tot welk jaar duurde dit tijdvak?</w:t>
      </w:r>
    </w:p>
    <w:p w:rsidR="00985F54" w:rsidRPr="00985F54" w:rsidRDefault="000545CF" w:rsidP="00985F54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097E17" w:rsidRDefault="00814D9C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is de islam ontstaan</w:t>
      </w:r>
      <w:r w:rsidR="00B1622A">
        <w:rPr>
          <w:rFonts w:ascii="Arial" w:hAnsi="Arial" w:cs="Arial"/>
          <w:sz w:val="24"/>
          <w:szCs w:val="24"/>
        </w:rPr>
        <w:t>?</w:t>
      </w:r>
    </w:p>
    <w:p w:rsidR="00985F54" w:rsidRPr="00985F54" w:rsidRDefault="000545CF" w:rsidP="00985F54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37523A" w:rsidRPr="0037523A" w:rsidRDefault="0037523A" w:rsidP="0037523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413513" w:rsidRDefault="00814D9C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geloof hadden alle Arabische stammen</w:t>
      </w:r>
      <w:r w:rsidR="0037523A">
        <w:rPr>
          <w:rFonts w:ascii="Arial" w:hAnsi="Arial" w:cs="Arial"/>
          <w:sz w:val="24"/>
          <w:szCs w:val="24"/>
        </w:rPr>
        <w:t>?</w:t>
      </w:r>
    </w:p>
    <w:p w:rsidR="00985F54" w:rsidRPr="00CD4E57" w:rsidRDefault="000545CF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985F54" w:rsidRPr="00985F54" w:rsidRDefault="00814D9C" w:rsidP="00985F54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was er zo speciaal aan de ligging van de stad Mekka</w:t>
      </w:r>
      <w:r w:rsidR="0037523A">
        <w:rPr>
          <w:rFonts w:ascii="Arial" w:hAnsi="Arial" w:cs="Arial"/>
          <w:sz w:val="24"/>
          <w:szCs w:val="24"/>
        </w:rPr>
        <w:t>?</w:t>
      </w:r>
    </w:p>
    <w:p w:rsidR="00985F54" w:rsidRPr="00985F54" w:rsidRDefault="000545CF" w:rsidP="00985F54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814D9C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hoe Mohammed in Mekka in contact kwam met het monotheïsme</w:t>
      </w:r>
      <w:r w:rsidR="0037523A">
        <w:rPr>
          <w:rFonts w:ascii="Arial" w:hAnsi="Arial" w:cs="Arial"/>
          <w:sz w:val="24"/>
          <w:szCs w:val="24"/>
        </w:rPr>
        <w:t>?</w:t>
      </w:r>
    </w:p>
    <w:p w:rsidR="00985F54" w:rsidRPr="00CD4E57" w:rsidRDefault="000545CF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A01360" w:rsidRDefault="00A01360" w:rsidP="00A01360">
      <w:pPr>
        <w:spacing w:line="240" w:lineRule="auto"/>
        <w:rPr>
          <w:rFonts w:ascii="Arial" w:hAnsi="Arial" w:cs="Arial"/>
          <w:sz w:val="24"/>
          <w:szCs w:val="24"/>
        </w:rPr>
      </w:pPr>
    </w:p>
    <w:p w:rsidR="00985F54" w:rsidRPr="00CD4E57" w:rsidRDefault="00814D9C" w:rsidP="00CD4E5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kwam Mohammed in contact met de islam</w:t>
      </w:r>
      <w:r w:rsidR="004C3A65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Gebruik in je antwoord: </w:t>
      </w:r>
      <w:proofErr w:type="spellStart"/>
      <w:r>
        <w:rPr>
          <w:rFonts w:ascii="Arial" w:hAnsi="Arial" w:cs="Arial"/>
          <w:sz w:val="24"/>
          <w:szCs w:val="24"/>
        </w:rPr>
        <w:t>Djibril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Buraq</w:t>
      </w:r>
      <w:proofErr w:type="spellEnd"/>
      <w:r>
        <w:rPr>
          <w:rFonts w:ascii="Arial" w:hAnsi="Arial" w:cs="Arial"/>
          <w:sz w:val="24"/>
          <w:szCs w:val="24"/>
        </w:rPr>
        <w:t xml:space="preserve"> en Allah.</w:t>
      </w:r>
    </w:p>
    <w:p w:rsidR="00A01360" w:rsidRDefault="00A01360" w:rsidP="00A01360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814D9C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is de islam een monotheïstische godsdienst</w:t>
      </w:r>
      <w:r w:rsidR="004C3A65">
        <w:rPr>
          <w:rFonts w:ascii="Arial" w:hAnsi="Arial" w:cs="Arial"/>
          <w:sz w:val="24"/>
          <w:szCs w:val="24"/>
        </w:rPr>
        <w:t>?</w:t>
      </w:r>
    </w:p>
    <w:p w:rsidR="008C1D7E" w:rsidRDefault="000545CF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A30A7E" w:rsidRDefault="00814D9C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profeet is iemand die over zijn godsdienst vertelt. Wie is de belangrijkste profeet van de islam?</w:t>
      </w:r>
    </w:p>
    <w:p w:rsidR="00CD4E57" w:rsidRDefault="000545CF" w:rsidP="00CD4E57">
      <w:pPr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4C3A65" w:rsidRPr="00CD4E57" w:rsidRDefault="00985F54" w:rsidP="00CD4E57">
      <w:pPr>
        <w:ind w:firstLine="360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4C3A65" w:rsidRDefault="001761A7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Hoe noemen we de mensen die geloven in de islam?</w:t>
      </w:r>
    </w:p>
    <w:p w:rsidR="008C1D7E" w:rsidRDefault="000545CF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CD4E57" w:rsidRPr="00CD4E57" w:rsidRDefault="00CD4E57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</w:p>
    <w:p w:rsidR="00A30A7E" w:rsidRDefault="001761A7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vluchtte Mohammed van Mekka naar Medina?</w:t>
      </w:r>
    </w:p>
    <w:p w:rsidR="00985F54" w:rsidRPr="00BF11CE" w:rsidRDefault="000545CF" w:rsidP="00BF11CE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985F54" w:rsidRPr="00985F54" w:rsidRDefault="00985F54" w:rsidP="00985F54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1761A7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 jaar was dat? Hoe heet deze gebeurtenis?</w:t>
      </w:r>
    </w:p>
    <w:p w:rsidR="00E60BAB" w:rsidRPr="00CD4E57" w:rsidRDefault="000545CF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8C1D7E" w:rsidRDefault="008C1D7E" w:rsidP="00EC7A6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BF11CE" w:rsidRDefault="00BF11CE" w:rsidP="00BF11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is deze gebeurtenis zo belangrijk voor het dagelijks leven van de moslims?</w:t>
      </w:r>
    </w:p>
    <w:p w:rsidR="00BF11CE" w:rsidRPr="00CD4E57" w:rsidRDefault="000545CF" w:rsidP="00BF11CE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BF11CE" w:rsidRDefault="00BF11CE" w:rsidP="00EC7A6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8C1D7E" w:rsidRDefault="001761A7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het heilige boek van de islam?</w:t>
      </w:r>
    </w:p>
    <w:p w:rsidR="00CD4E57" w:rsidRPr="001761A7" w:rsidRDefault="000545CF" w:rsidP="001761A7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CD4E57" w:rsidRDefault="00CD4E57" w:rsidP="00CD4E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8C1D7E" w:rsidRDefault="004C3A65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 uit </w:t>
      </w:r>
      <w:r w:rsidR="001761A7">
        <w:rPr>
          <w:rFonts w:ascii="Arial" w:hAnsi="Arial" w:cs="Arial"/>
          <w:sz w:val="24"/>
          <w:szCs w:val="24"/>
        </w:rPr>
        <w:t>waarom dit boek altijd in het Arabisch is</w:t>
      </w:r>
      <w:r>
        <w:rPr>
          <w:rFonts w:ascii="Arial" w:hAnsi="Arial" w:cs="Arial"/>
          <w:sz w:val="24"/>
          <w:szCs w:val="24"/>
        </w:rPr>
        <w:t>.</w:t>
      </w:r>
    </w:p>
    <w:p w:rsidR="00CD4E57" w:rsidRPr="001761A7" w:rsidRDefault="000545CF" w:rsidP="001761A7">
      <w:pPr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4C3A65" w:rsidRPr="004C3A65" w:rsidRDefault="004C3A65" w:rsidP="004C3A65">
      <w:pPr>
        <w:pStyle w:val="Lijstalinea"/>
        <w:rPr>
          <w:rFonts w:ascii="Arial" w:hAnsi="Arial" w:cs="Arial"/>
          <w:sz w:val="24"/>
          <w:szCs w:val="24"/>
        </w:rPr>
      </w:pPr>
    </w:p>
    <w:p w:rsidR="004C3A65" w:rsidRDefault="001761A7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het gebouw waarin de moslims hun god aanbidden?</w:t>
      </w:r>
    </w:p>
    <w:p w:rsidR="00EC7A6F" w:rsidRDefault="000545CF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E846F9" w:rsidRPr="00CD4E57" w:rsidRDefault="00E846F9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</w:p>
    <w:p w:rsidR="00EC7A6F" w:rsidRDefault="001761A7" w:rsidP="00985F54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welke volgorde werd de islam verspreid? Noem de gebieden, de jaartallen hoeven niet!</w:t>
      </w:r>
    </w:p>
    <w:p w:rsidR="00CD4E57" w:rsidRDefault="000545CF" w:rsidP="001761A7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 </w:t>
      </w:r>
    </w:p>
    <w:p w:rsidR="000545CF" w:rsidRDefault="000545CF" w:rsidP="001761A7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0545CF" w:rsidRDefault="000545CF" w:rsidP="001761A7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0545CF" w:rsidRDefault="000545CF" w:rsidP="001761A7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BF11CE" w:rsidRP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BF11CE" w:rsidRDefault="00BF11CE" w:rsidP="00BF11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Europa bleef christen. Bij welke slag werden de legers van de moslims tegengehouden? En in welk jaar was dat?</w:t>
      </w:r>
    </w:p>
    <w:p w:rsidR="00BF11CE" w:rsidRPr="00CD4E57" w:rsidRDefault="000545CF" w:rsidP="00BF11CE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0545CF" w:rsidRDefault="000545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F11CE" w:rsidRDefault="00E846F9" w:rsidP="00BF11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Vul de tabel hieronder over de </w:t>
      </w:r>
      <w:r w:rsidR="00BF11CE">
        <w:rPr>
          <w:rFonts w:ascii="Arial" w:hAnsi="Arial" w:cs="Arial"/>
          <w:sz w:val="24"/>
          <w:szCs w:val="24"/>
        </w:rPr>
        <w:t>3 belangrijkste steden voor de moslims</w:t>
      </w:r>
      <w:r>
        <w:rPr>
          <w:rFonts w:ascii="Arial" w:hAnsi="Arial" w:cs="Arial"/>
          <w:sz w:val="24"/>
          <w:szCs w:val="24"/>
        </w:rPr>
        <w:t xml:space="preserve"> in</w:t>
      </w:r>
      <w:r w:rsidR="00BF11CE">
        <w:rPr>
          <w:rFonts w:ascii="Arial" w:hAnsi="Arial" w:cs="Arial"/>
          <w:sz w:val="24"/>
          <w:szCs w:val="24"/>
        </w:rPr>
        <w:t>? Leg ook uit waarom ze belangrijk zijn.</w:t>
      </w:r>
    </w:p>
    <w:p w:rsid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6373"/>
      </w:tblGrid>
      <w:tr w:rsidR="00E846F9" w:rsidRPr="00E846F9" w:rsidTr="004E2E93">
        <w:trPr>
          <w:trHeight w:val="478"/>
        </w:trPr>
        <w:tc>
          <w:tcPr>
            <w:tcW w:w="704" w:type="dxa"/>
            <w:vAlign w:val="center"/>
          </w:tcPr>
          <w:p w:rsidR="00E846F9" w:rsidRPr="00E846F9" w:rsidRDefault="00E846F9" w:rsidP="004E2E93">
            <w:pP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 w:rsidRPr="00E846F9"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E846F9" w:rsidRPr="00E846F9" w:rsidRDefault="00E846F9" w:rsidP="004E2E93">
            <w:pP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 xml:space="preserve">Stad </w:t>
            </w:r>
          </w:p>
        </w:tc>
        <w:tc>
          <w:tcPr>
            <w:tcW w:w="6373" w:type="dxa"/>
            <w:vAlign w:val="center"/>
          </w:tcPr>
          <w:p w:rsidR="00E846F9" w:rsidRPr="00E846F9" w:rsidRDefault="00E846F9" w:rsidP="004E2E93">
            <w:pP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>Waarom is deze stad zo belangrijk?</w:t>
            </w:r>
          </w:p>
        </w:tc>
      </w:tr>
      <w:tr w:rsidR="00E846F9" w:rsidTr="004E2E93">
        <w:trPr>
          <w:trHeight w:val="463"/>
        </w:trPr>
        <w:tc>
          <w:tcPr>
            <w:tcW w:w="704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6373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E846F9" w:rsidTr="004E2E93">
        <w:trPr>
          <w:trHeight w:val="478"/>
        </w:trPr>
        <w:tc>
          <w:tcPr>
            <w:tcW w:w="704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6373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E846F9" w:rsidTr="004E2E93">
        <w:trPr>
          <w:trHeight w:val="463"/>
        </w:trPr>
        <w:tc>
          <w:tcPr>
            <w:tcW w:w="704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6373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E846F9" w:rsidRDefault="00E846F9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E846F9" w:rsidRPr="00BF11CE" w:rsidRDefault="00E846F9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BF11CE" w:rsidRDefault="00BF11CE" w:rsidP="00BF11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de tabel hieronder over de 5 zuilen in. Je hoeft </w:t>
      </w:r>
      <w:r w:rsidRPr="00BF11CE">
        <w:rPr>
          <w:rFonts w:ascii="Arial" w:hAnsi="Arial" w:cs="Arial"/>
          <w:sz w:val="24"/>
          <w:szCs w:val="24"/>
          <w:u w:val="single"/>
        </w:rPr>
        <w:t>niet</w:t>
      </w:r>
      <w:r>
        <w:rPr>
          <w:rFonts w:ascii="Arial" w:hAnsi="Arial" w:cs="Arial"/>
          <w:sz w:val="24"/>
          <w:szCs w:val="24"/>
        </w:rPr>
        <w:t xml:space="preserve"> de Arabische woorden te weten!!!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6373"/>
      </w:tblGrid>
      <w:tr w:rsidR="000545CF" w:rsidRPr="00E846F9" w:rsidTr="00BF11CE">
        <w:trPr>
          <w:trHeight w:val="478"/>
        </w:trPr>
        <w:tc>
          <w:tcPr>
            <w:tcW w:w="704" w:type="dxa"/>
            <w:vAlign w:val="center"/>
          </w:tcPr>
          <w:p w:rsidR="00BF11CE" w:rsidRPr="00E846F9" w:rsidRDefault="00BF11CE" w:rsidP="00BF11CE">
            <w:pP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 w:rsidRPr="00E846F9"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 xml:space="preserve">Zuil </w:t>
            </w:r>
          </w:p>
        </w:tc>
        <w:tc>
          <w:tcPr>
            <w:tcW w:w="1985" w:type="dxa"/>
            <w:vAlign w:val="center"/>
          </w:tcPr>
          <w:p w:rsidR="00BF11CE" w:rsidRPr="00E846F9" w:rsidRDefault="00BF11CE" w:rsidP="00BF11CE">
            <w:pP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 w:rsidRPr="00E846F9"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>Wat?</w:t>
            </w:r>
          </w:p>
        </w:tc>
        <w:tc>
          <w:tcPr>
            <w:tcW w:w="6373" w:type="dxa"/>
            <w:vAlign w:val="center"/>
          </w:tcPr>
          <w:p w:rsidR="00BF11CE" w:rsidRPr="00E846F9" w:rsidRDefault="00BF11CE" w:rsidP="00BF11CE">
            <w:pP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 w:rsidRPr="00E846F9"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>Omschrijving</w:t>
            </w:r>
          </w:p>
        </w:tc>
      </w:tr>
      <w:tr w:rsidR="00BF11CE" w:rsidTr="00BF11CE">
        <w:trPr>
          <w:trHeight w:val="463"/>
        </w:trPr>
        <w:tc>
          <w:tcPr>
            <w:tcW w:w="704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6373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BF11CE" w:rsidTr="00BF11CE">
        <w:trPr>
          <w:trHeight w:val="478"/>
        </w:trPr>
        <w:tc>
          <w:tcPr>
            <w:tcW w:w="704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6373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BF11CE" w:rsidTr="00BF11CE">
        <w:trPr>
          <w:trHeight w:val="463"/>
        </w:trPr>
        <w:tc>
          <w:tcPr>
            <w:tcW w:w="704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6373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BF11CE" w:rsidTr="00BF11CE">
        <w:trPr>
          <w:trHeight w:val="478"/>
        </w:trPr>
        <w:tc>
          <w:tcPr>
            <w:tcW w:w="704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6373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BF11CE" w:rsidTr="00BF11CE">
        <w:trPr>
          <w:trHeight w:val="478"/>
        </w:trPr>
        <w:tc>
          <w:tcPr>
            <w:tcW w:w="704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6373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E846F9" w:rsidRPr="00BF11CE" w:rsidRDefault="00E846F9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BF11CE" w:rsidRDefault="00BF11CE" w:rsidP="00BF11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waarom deze 5 zuilen zo belangrijk zijn voor de moslims.</w:t>
      </w:r>
    </w:p>
    <w:p w:rsidR="00BF11CE" w:rsidRPr="00CD4E57" w:rsidRDefault="000545CF" w:rsidP="00BF11CE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BF11CE" w:rsidRP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BF11CE" w:rsidRDefault="00BF11CE" w:rsidP="00BF11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heet het </w:t>
      </w:r>
      <w:r w:rsidR="00E846F9">
        <w:rPr>
          <w:rFonts w:ascii="Arial" w:hAnsi="Arial" w:cs="Arial"/>
          <w:sz w:val="24"/>
          <w:szCs w:val="24"/>
        </w:rPr>
        <w:t xml:space="preserve">zwarte </w:t>
      </w:r>
      <w:r>
        <w:rPr>
          <w:rFonts w:ascii="Arial" w:hAnsi="Arial" w:cs="Arial"/>
          <w:sz w:val="24"/>
          <w:szCs w:val="24"/>
        </w:rPr>
        <w:t xml:space="preserve">gebouw </w:t>
      </w:r>
      <w:r w:rsidR="00E846F9">
        <w:rPr>
          <w:rFonts w:ascii="Arial" w:hAnsi="Arial" w:cs="Arial"/>
          <w:sz w:val="24"/>
          <w:szCs w:val="24"/>
        </w:rPr>
        <w:t xml:space="preserve">in Mekka dat de </w:t>
      </w:r>
      <w:r>
        <w:rPr>
          <w:rFonts w:ascii="Arial" w:hAnsi="Arial" w:cs="Arial"/>
          <w:sz w:val="24"/>
          <w:szCs w:val="24"/>
        </w:rPr>
        <w:t xml:space="preserve">moslims </w:t>
      </w:r>
      <w:r w:rsidR="00E846F9">
        <w:rPr>
          <w:rFonts w:ascii="Arial" w:hAnsi="Arial" w:cs="Arial"/>
          <w:sz w:val="24"/>
          <w:szCs w:val="24"/>
        </w:rPr>
        <w:t xml:space="preserve">als </w:t>
      </w:r>
      <w:r>
        <w:rPr>
          <w:rFonts w:ascii="Arial" w:hAnsi="Arial" w:cs="Arial"/>
          <w:sz w:val="24"/>
          <w:szCs w:val="24"/>
        </w:rPr>
        <w:t xml:space="preserve">hun </w:t>
      </w:r>
      <w:r w:rsidR="00E846F9">
        <w:rPr>
          <w:rFonts w:ascii="Arial" w:hAnsi="Arial" w:cs="Arial"/>
          <w:sz w:val="24"/>
          <w:szCs w:val="24"/>
        </w:rPr>
        <w:t>heiligste gebouw beschouwen</w:t>
      </w:r>
      <w:r>
        <w:rPr>
          <w:rFonts w:ascii="Arial" w:hAnsi="Arial" w:cs="Arial"/>
          <w:sz w:val="24"/>
          <w:szCs w:val="24"/>
        </w:rPr>
        <w:t>?</w:t>
      </w:r>
    </w:p>
    <w:p w:rsidR="00BF11CE" w:rsidRPr="00CD4E57" w:rsidRDefault="000545CF" w:rsidP="00BF11CE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  <w:bookmarkStart w:id="0" w:name="_GoBack"/>
      <w:bookmarkEnd w:id="0"/>
    </w:p>
    <w:p w:rsidR="00BF11CE" w:rsidRP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BF11CE" w:rsidRP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sectPr w:rsidR="00BF11CE" w:rsidRPr="00BF1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4C6"/>
    <w:multiLevelType w:val="hybridMultilevel"/>
    <w:tmpl w:val="54D85C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D2697"/>
    <w:multiLevelType w:val="hybridMultilevel"/>
    <w:tmpl w:val="2CFC41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A49FE"/>
    <w:multiLevelType w:val="hybridMultilevel"/>
    <w:tmpl w:val="B01CC61C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C3ED0"/>
    <w:multiLevelType w:val="hybridMultilevel"/>
    <w:tmpl w:val="DF88F6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46D0C"/>
    <w:multiLevelType w:val="hybridMultilevel"/>
    <w:tmpl w:val="5A70D44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4586F"/>
    <w:multiLevelType w:val="hybridMultilevel"/>
    <w:tmpl w:val="CCFC90DC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C47592"/>
    <w:multiLevelType w:val="hybridMultilevel"/>
    <w:tmpl w:val="66B21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53216E"/>
    <w:multiLevelType w:val="hybridMultilevel"/>
    <w:tmpl w:val="7660AF7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F2CBC"/>
    <w:multiLevelType w:val="hybridMultilevel"/>
    <w:tmpl w:val="337A405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545CF"/>
    <w:rsid w:val="00083B23"/>
    <w:rsid w:val="00097E17"/>
    <w:rsid w:val="000E73E7"/>
    <w:rsid w:val="0010010C"/>
    <w:rsid w:val="00105C4C"/>
    <w:rsid w:val="00173860"/>
    <w:rsid w:val="001761A7"/>
    <w:rsid w:val="001B3129"/>
    <w:rsid w:val="00231CF7"/>
    <w:rsid w:val="00241F4E"/>
    <w:rsid w:val="00257979"/>
    <w:rsid w:val="00262A57"/>
    <w:rsid w:val="002C528A"/>
    <w:rsid w:val="002D5057"/>
    <w:rsid w:val="0037523A"/>
    <w:rsid w:val="003D69E2"/>
    <w:rsid w:val="003F1BF8"/>
    <w:rsid w:val="00413513"/>
    <w:rsid w:val="004A164D"/>
    <w:rsid w:val="004C3A65"/>
    <w:rsid w:val="004E085D"/>
    <w:rsid w:val="004F7721"/>
    <w:rsid w:val="00524B12"/>
    <w:rsid w:val="00532917"/>
    <w:rsid w:val="005B4310"/>
    <w:rsid w:val="005C1459"/>
    <w:rsid w:val="005C1C9E"/>
    <w:rsid w:val="005F272B"/>
    <w:rsid w:val="00614C61"/>
    <w:rsid w:val="00634DB6"/>
    <w:rsid w:val="00730C44"/>
    <w:rsid w:val="00783141"/>
    <w:rsid w:val="007874B3"/>
    <w:rsid w:val="007B40C0"/>
    <w:rsid w:val="007D0D10"/>
    <w:rsid w:val="00814D9C"/>
    <w:rsid w:val="008A7F25"/>
    <w:rsid w:val="008C1D7E"/>
    <w:rsid w:val="00944E4F"/>
    <w:rsid w:val="00965471"/>
    <w:rsid w:val="00985F54"/>
    <w:rsid w:val="009C7C6B"/>
    <w:rsid w:val="009D6C5F"/>
    <w:rsid w:val="009E367E"/>
    <w:rsid w:val="00A01360"/>
    <w:rsid w:val="00A30A7E"/>
    <w:rsid w:val="00A3301E"/>
    <w:rsid w:val="00AC440A"/>
    <w:rsid w:val="00B118C5"/>
    <w:rsid w:val="00B1622A"/>
    <w:rsid w:val="00B354F7"/>
    <w:rsid w:val="00B960A9"/>
    <w:rsid w:val="00BC7E7F"/>
    <w:rsid w:val="00BF11CE"/>
    <w:rsid w:val="00C73B20"/>
    <w:rsid w:val="00CD4E57"/>
    <w:rsid w:val="00D97DFC"/>
    <w:rsid w:val="00DE081F"/>
    <w:rsid w:val="00DE252F"/>
    <w:rsid w:val="00E60BAB"/>
    <w:rsid w:val="00E63F91"/>
    <w:rsid w:val="00E846F9"/>
    <w:rsid w:val="00EB70F7"/>
    <w:rsid w:val="00EC7A6F"/>
    <w:rsid w:val="00EF18F4"/>
    <w:rsid w:val="00F16D82"/>
    <w:rsid w:val="00F52878"/>
    <w:rsid w:val="00F5292A"/>
    <w:rsid w:val="00FE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98A9B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  <w:style w:type="table" w:styleId="Tabelraster">
    <w:name w:val="Table Grid"/>
    <w:basedOn w:val="Standaardtabel"/>
    <w:uiPriority w:val="39"/>
    <w:rsid w:val="00985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238F60EC</Template>
  <TotalTime>3</TotalTime>
  <Pages>3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 (rfc)</cp:lastModifiedBy>
  <cp:revision>3</cp:revision>
  <dcterms:created xsi:type="dcterms:W3CDTF">2016-04-06T09:32:00Z</dcterms:created>
  <dcterms:modified xsi:type="dcterms:W3CDTF">2016-04-06T09:34:00Z</dcterms:modified>
</cp:coreProperties>
</file>