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328AA3" w14:textId="77777777" w:rsidR="0058245C" w:rsidRDefault="0058245C" w:rsidP="00345770">
      <w:pPr>
        <w:widowControl w:val="0"/>
        <w:autoSpaceDE w:val="0"/>
        <w:autoSpaceDN w:val="0"/>
        <w:adjustRightInd w:val="0"/>
        <w:rPr>
          <w:rFonts w:ascii="Arial" w:hAnsi="Arial" w:cs="Verdana"/>
        </w:rPr>
      </w:pPr>
    </w:p>
    <w:p w14:paraId="3761E836" w14:textId="77777777" w:rsidR="0058245C" w:rsidRPr="00A51DA5" w:rsidRDefault="0058245C" w:rsidP="0058245C">
      <w:pPr>
        <w:pStyle w:val="Lijstalinea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ind w:left="0"/>
        <w:rPr>
          <w:rFonts w:ascii="Verdana" w:hAnsi="Verdana" w:cs="Verdana"/>
          <w:b/>
        </w:rPr>
      </w:pPr>
      <w:r>
        <w:rPr>
          <w:rFonts w:ascii="Verdana" w:hAnsi="Verdana" w:cs="Verdana"/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21BF9B" wp14:editId="4DC083F6">
                <wp:simplePos x="0" y="0"/>
                <wp:positionH relativeFrom="column">
                  <wp:posOffset>5372100</wp:posOffset>
                </wp:positionH>
                <wp:positionV relativeFrom="paragraph">
                  <wp:posOffset>-800100</wp:posOffset>
                </wp:positionV>
                <wp:extent cx="1691640" cy="1415415"/>
                <wp:effectExtent l="0" t="0" r="0" b="0"/>
                <wp:wrapSquare wrapText="bothSides"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1640" cy="1415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D71009" w14:textId="77777777" w:rsidR="0058245C" w:rsidRDefault="0058245C" w:rsidP="0058245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6F3BA58" wp14:editId="1F40918B">
                                  <wp:extent cx="1508346" cy="1323975"/>
                                  <wp:effectExtent l="0" t="0" r="0" b="0"/>
                                  <wp:docPr id="21" name="Afbeelding 21" descr="Macintosh HD:Users:baslanters:Desktop:Erk_logo_FC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Macintosh HD:Users:baslanters:Desktop:Erk_logo_FC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08760" cy="132433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21BF9B" id="Tekstvak 14" o:spid="_x0000_s1028" type="#_x0000_t202" style="position:absolute;margin-left:423pt;margin-top:-63pt;width:133.2pt;height:111.45pt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" filled="f" stroked="f">
                <v:textbox style="mso-fit-shape-to-text:t">
                  <w:txbxContent>
                    <w:p w14:paraId="22D71009" w14:textId="77777777" w:rsidR="0058245C" w:rsidRDefault="0058245C" w:rsidP="0058245C">
                      <w:r>
                        <w:rPr>
                          <w:noProof/>
                        </w:rPr>
                        <w:drawing>
                          <wp:inline distT="0" distB="0" distL="0" distR="0" wp14:anchorId="16F3BA58" wp14:editId="1F40918B">
                            <wp:extent cx="1508346" cy="1323975"/>
                            <wp:effectExtent l="0" t="0" r="0" b="0"/>
                            <wp:docPr id="21" name="Afbeelding 21" descr="Macintosh HD:Users:baslanters:Desktop:Erk_logo_FC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Macintosh HD:Users:baslanters:Desktop:Erk_logo_FC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08760" cy="132433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216266D" w14:textId="77777777" w:rsidR="0058245C" w:rsidRPr="00A51DA5" w:rsidRDefault="0058245C" w:rsidP="0058245C">
      <w:pPr>
        <w:pStyle w:val="Lijstalinea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ind w:left="0"/>
        <w:rPr>
          <w:rFonts w:ascii="Verdana" w:hAnsi="Verdana" w:cs="Verdana"/>
          <w:b/>
        </w:rPr>
      </w:pPr>
      <w:r w:rsidRPr="00A51DA5">
        <w:rPr>
          <w:rFonts w:ascii="Verdana" w:hAnsi="Verdana" w:cs="Verdana"/>
          <w:b/>
        </w:rPr>
        <w:t>Naam:</w:t>
      </w:r>
      <w:r w:rsidRPr="00A51DA5">
        <w:rPr>
          <w:rFonts w:ascii="Verdana" w:hAnsi="Verdana" w:cs="Verdana"/>
          <w:b/>
        </w:rPr>
        <w:tab/>
      </w:r>
      <w:r w:rsidRPr="00A51DA5">
        <w:rPr>
          <w:rFonts w:ascii="Verdana" w:hAnsi="Verdana" w:cs="Verdana"/>
          <w:b/>
        </w:rPr>
        <w:tab/>
      </w:r>
      <w:r w:rsidRPr="00A51DA5">
        <w:rPr>
          <w:rFonts w:ascii="Verdana" w:hAnsi="Verdana" w:cs="Verdana"/>
          <w:b/>
        </w:rPr>
        <w:tab/>
        <w:t xml:space="preserve">                  Titel:</w:t>
      </w:r>
    </w:p>
    <w:p w14:paraId="66CCF006" w14:textId="77777777" w:rsidR="0058245C" w:rsidRPr="00A51DA5" w:rsidRDefault="0058245C" w:rsidP="0058245C">
      <w:pPr>
        <w:pStyle w:val="Lijstalinea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ind w:left="0"/>
        <w:rPr>
          <w:rFonts w:ascii="Verdana" w:hAnsi="Verdana" w:cs="Verdana"/>
          <w:b/>
        </w:rPr>
      </w:pPr>
    </w:p>
    <w:p w14:paraId="5F20FA82" w14:textId="77777777" w:rsidR="0058245C" w:rsidRPr="00A51DA5" w:rsidRDefault="0058245C" w:rsidP="0058245C">
      <w:pPr>
        <w:pStyle w:val="Lijstalinea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ind w:left="0"/>
        <w:rPr>
          <w:rFonts w:ascii="Verdana" w:hAnsi="Verdana" w:cs="Verdana"/>
          <w:b/>
        </w:rPr>
      </w:pPr>
      <w:r w:rsidRPr="00A51DA5">
        <w:rPr>
          <w:rFonts w:ascii="Verdana" w:hAnsi="Verdana" w:cs="Verdana"/>
          <w:b/>
        </w:rPr>
        <w:t xml:space="preserve">Klas:                                            </w:t>
      </w:r>
      <w:proofErr w:type="spellStart"/>
      <w:r w:rsidRPr="00A51DA5">
        <w:rPr>
          <w:rFonts w:ascii="Verdana" w:hAnsi="Verdana" w:cs="Verdana"/>
          <w:b/>
        </w:rPr>
        <w:t>Erk</w:t>
      </w:r>
      <w:proofErr w:type="spellEnd"/>
      <w:r w:rsidRPr="00A51DA5">
        <w:rPr>
          <w:rFonts w:ascii="Verdana" w:hAnsi="Verdana" w:cs="Verdana"/>
          <w:b/>
        </w:rPr>
        <w:t>:</w:t>
      </w:r>
    </w:p>
    <w:p w14:paraId="0F372F63" w14:textId="77777777" w:rsidR="0058245C" w:rsidRPr="00A51DA5" w:rsidRDefault="0058245C" w:rsidP="0058245C">
      <w:pPr>
        <w:pStyle w:val="Lijstalinea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ind w:left="0"/>
        <w:rPr>
          <w:rFonts w:ascii="Verdana" w:hAnsi="Verdana" w:cs="Verdana"/>
          <w:b/>
        </w:rPr>
      </w:pPr>
    </w:p>
    <w:p w14:paraId="53219A7E" w14:textId="77777777" w:rsidR="0058245C" w:rsidRPr="00A51DA5" w:rsidRDefault="0058245C" w:rsidP="0058245C">
      <w:pPr>
        <w:pStyle w:val="Lijstalinea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ind w:left="0"/>
        <w:rPr>
          <w:rFonts w:ascii="Verdana" w:hAnsi="Verdana" w:cs="Verdana"/>
          <w:b/>
        </w:rPr>
      </w:pPr>
      <w:r w:rsidRPr="00A51DA5">
        <w:rPr>
          <w:rFonts w:ascii="Verdana" w:hAnsi="Verdana" w:cs="Verdana"/>
          <w:b/>
        </w:rPr>
        <w:t>Datum:</w:t>
      </w:r>
    </w:p>
    <w:p w14:paraId="4B30B016" w14:textId="77777777" w:rsidR="0058245C" w:rsidRPr="00A51DA5" w:rsidRDefault="0058245C" w:rsidP="0058245C">
      <w:pPr>
        <w:pStyle w:val="Lijstalinea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ind w:left="0"/>
        <w:rPr>
          <w:rFonts w:ascii="Verdana" w:hAnsi="Verdana" w:cs="Verdana"/>
          <w:b/>
        </w:rPr>
      </w:pPr>
    </w:p>
    <w:p w14:paraId="25E00D71" w14:textId="77777777" w:rsidR="0058245C" w:rsidRPr="00A51DA5" w:rsidRDefault="0058245C" w:rsidP="0058245C">
      <w:pPr>
        <w:pStyle w:val="Lijstalinea"/>
        <w:widowControl w:val="0"/>
        <w:autoSpaceDE w:val="0"/>
        <w:autoSpaceDN w:val="0"/>
        <w:adjustRightInd w:val="0"/>
        <w:ind w:left="0"/>
        <w:rPr>
          <w:rFonts w:ascii="Verdana" w:hAnsi="Verdana" w:cs="Verdana"/>
          <w:b/>
        </w:rPr>
      </w:pPr>
    </w:p>
    <w:p w14:paraId="1F706C8A" w14:textId="77777777" w:rsidR="0058245C" w:rsidRPr="00A51DA5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</w:rPr>
      </w:pPr>
    </w:p>
    <w:p w14:paraId="37009E5C" w14:textId="77777777" w:rsidR="0058245C" w:rsidRPr="00A51DA5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color w:val="FF0000"/>
          <w:sz w:val="28"/>
          <w:szCs w:val="28"/>
          <w:u w:val="single"/>
        </w:rPr>
      </w:pPr>
      <w:r w:rsidRPr="00A51DA5">
        <w:rPr>
          <w:rFonts w:ascii="Verdana" w:hAnsi="Verdana" w:cs="Verdana"/>
          <w:b/>
          <w:i/>
          <w:color w:val="FF0000"/>
          <w:sz w:val="28"/>
          <w:szCs w:val="28"/>
          <w:u w:val="single"/>
        </w:rPr>
        <w:t>ORIENTATION</w:t>
      </w:r>
    </w:p>
    <w:p w14:paraId="2DC7FA0D" w14:textId="77777777" w:rsidR="0058245C" w:rsidRPr="00A51DA5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</w:p>
    <w:p w14:paraId="6BD09B43" w14:textId="77777777" w:rsidR="0058245C" w:rsidRPr="00A51DA5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  <w:r w:rsidRPr="00A51DA5">
        <w:rPr>
          <w:rFonts w:ascii="Verdana" w:hAnsi="Verdana" w:cs="Verdana"/>
          <w:b/>
          <w:i/>
          <w:sz w:val="28"/>
          <w:szCs w:val="28"/>
        </w:rPr>
        <w:t xml:space="preserve">Vraag 1: </w:t>
      </w:r>
    </w:p>
    <w:p w14:paraId="3CE151AD" w14:textId="77777777" w:rsidR="0058245C" w:rsidRPr="00A51DA5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i/>
        </w:rPr>
      </w:pPr>
      <w:r w:rsidRPr="00A51DA5">
        <w:rPr>
          <w:rFonts w:ascii="Verdana" w:hAnsi="Verdana" w:cs="Verdana"/>
          <w:i/>
        </w:rPr>
        <w:t xml:space="preserve">Bekijk de tekst die je gekozen hebt en geef aan wat voor een soort tekst dit is. </w:t>
      </w:r>
    </w:p>
    <w:p w14:paraId="2B0728E6" w14:textId="77777777" w:rsidR="0058245C" w:rsidRPr="00A51DA5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i/>
        </w:rPr>
      </w:pPr>
    </w:p>
    <w:p w14:paraId="4CB8CB3B" w14:textId="77777777" w:rsidR="0058245C" w:rsidRPr="00A51DA5" w:rsidRDefault="0058245C" w:rsidP="0058245C">
      <w:pPr>
        <w:pStyle w:val="Lijstalinea"/>
        <w:widowControl w:val="0"/>
        <w:autoSpaceDE w:val="0"/>
        <w:autoSpaceDN w:val="0"/>
        <w:adjustRightInd w:val="0"/>
        <w:ind w:left="0"/>
        <w:rPr>
          <w:rFonts w:ascii="Verdana" w:hAnsi="Verdana" w:cs="Verdana"/>
        </w:rPr>
      </w:pPr>
      <w:r>
        <w:rPr>
          <w:rFonts w:ascii="Verdana" w:hAnsi="Verdana" w:cs="Verdan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934882" wp14:editId="4651A2C1">
                <wp:simplePos x="0" y="0"/>
                <wp:positionH relativeFrom="column">
                  <wp:posOffset>-800100</wp:posOffset>
                </wp:positionH>
                <wp:positionV relativeFrom="paragraph">
                  <wp:posOffset>133985</wp:posOffset>
                </wp:positionV>
                <wp:extent cx="1694815" cy="1570355"/>
                <wp:effectExtent l="0" t="0" r="0" b="12700"/>
                <wp:wrapSquare wrapText="bothSides"/>
                <wp:docPr id="26" name="Tekstva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4815" cy="157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1C5798" w14:textId="77777777" w:rsidR="0058245C" w:rsidRDefault="0058245C" w:rsidP="0058245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7F012DD" wp14:editId="60108A24">
                                  <wp:extent cx="1511535" cy="1479459"/>
                                  <wp:effectExtent l="0" t="0" r="0" b="0"/>
                                  <wp:docPr id="27" name="Afbeelding 27" descr="Macintosh HD:Users:baslanters:Desktop:cartoon-man-with-questions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 descr="Macintosh HD:Users:baslanters:Desktop:cartoon-man-with-questions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1535" cy="14794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34882" id="Tekstvak 26" o:spid="_x0000_s1029" type="#_x0000_t202" style="position:absolute;margin-left:-63pt;margin-top:10.55pt;width:133.45pt;height:123.65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" filled="f" stroked="f">
                <v:textbox style="mso-fit-shape-to-text:t">
                  <w:txbxContent>
                    <w:p w14:paraId="0B1C5798" w14:textId="77777777" w:rsidR="0058245C" w:rsidRDefault="0058245C" w:rsidP="0058245C">
                      <w:r>
                        <w:rPr>
                          <w:noProof/>
                        </w:rPr>
                        <w:drawing>
                          <wp:inline distT="0" distB="0" distL="0" distR="0" wp14:anchorId="47F012DD" wp14:editId="60108A24">
                            <wp:extent cx="1511535" cy="1479459"/>
                            <wp:effectExtent l="0" t="0" r="0" b="0"/>
                            <wp:docPr id="27" name="Afbeelding 27" descr="Macintosh HD:Users:baslanters:Desktop:cartoon-man-with-questions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 descr="Macintosh HD:Users:baslanters:Desktop:cartoon-man-with-questions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1535" cy="14794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85981CE" w14:textId="77777777" w:rsidR="0058245C" w:rsidRDefault="0058245C" w:rsidP="0058245C">
      <w:pPr>
        <w:pStyle w:val="Lijstalinea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Verdana" w:hAnsi="Verdana" w:cs="Verdana"/>
          <w:lang w:val="en-US"/>
        </w:rPr>
      </w:pPr>
      <w:proofErr w:type="spellStart"/>
      <w:r>
        <w:rPr>
          <w:rFonts w:ascii="Verdana" w:hAnsi="Verdana" w:cs="Verdana"/>
          <w:lang w:val="en-US"/>
        </w:rPr>
        <w:t>Informatieve</w:t>
      </w:r>
      <w:proofErr w:type="spellEnd"/>
      <w:r>
        <w:rPr>
          <w:rFonts w:ascii="Verdana" w:hAnsi="Verdana" w:cs="Verdana"/>
          <w:lang w:val="en-US"/>
        </w:rPr>
        <w:t xml:space="preserve"> </w:t>
      </w:r>
      <w:proofErr w:type="spellStart"/>
      <w:r>
        <w:rPr>
          <w:rFonts w:ascii="Verdana" w:hAnsi="Verdana" w:cs="Verdana"/>
          <w:lang w:val="en-US"/>
        </w:rPr>
        <w:t>tekst</w:t>
      </w:r>
      <w:proofErr w:type="spellEnd"/>
    </w:p>
    <w:p w14:paraId="4CD5A0D7" w14:textId="77777777" w:rsidR="0058245C" w:rsidRDefault="0058245C" w:rsidP="0058245C">
      <w:pPr>
        <w:pStyle w:val="Lijstalinea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Verdana" w:hAnsi="Verdana" w:cs="Verdana"/>
          <w:lang w:val="en-US"/>
        </w:rPr>
      </w:pPr>
      <w:proofErr w:type="spellStart"/>
      <w:r>
        <w:rPr>
          <w:rFonts w:ascii="Verdana" w:hAnsi="Verdana" w:cs="Verdana"/>
          <w:lang w:val="en-US"/>
        </w:rPr>
        <w:t>Opinierende</w:t>
      </w:r>
      <w:proofErr w:type="spellEnd"/>
      <w:r>
        <w:rPr>
          <w:rFonts w:ascii="Verdana" w:hAnsi="Verdana" w:cs="Verdana"/>
          <w:lang w:val="en-US"/>
        </w:rPr>
        <w:t xml:space="preserve"> </w:t>
      </w:r>
      <w:proofErr w:type="spellStart"/>
      <w:r>
        <w:rPr>
          <w:rFonts w:ascii="Verdana" w:hAnsi="Verdana" w:cs="Verdana"/>
          <w:lang w:val="en-US"/>
        </w:rPr>
        <w:t>tekst</w:t>
      </w:r>
      <w:proofErr w:type="spellEnd"/>
    </w:p>
    <w:p w14:paraId="3A882C40" w14:textId="77777777" w:rsidR="0058245C" w:rsidRDefault="0058245C" w:rsidP="0058245C">
      <w:pPr>
        <w:pStyle w:val="Lijstalinea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Verdana" w:hAnsi="Verdana" w:cs="Verdana"/>
          <w:lang w:val="en-US"/>
        </w:rPr>
      </w:pPr>
      <w:proofErr w:type="spellStart"/>
      <w:r>
        <w:rPr>
          <w:rFonts w:ascii="Verdana" w:hAnsi="Verdana" w:cs="Verdana"/>
          <w:lang w:val="en-US"/>
        </w:rPr>
        <w:t>Persuasieve</w:t>
      </w:r>
      <w:proofErr w:type="spellEnd"/>
      <w:r>
        <w:rPr>
          <w:rFonts w:ascii="Verdana" w:hAnsi="Verdana" w:cs="Verdana"/>
          <w:lang w:val="en-US"/>
        </w:rPr>
        <w:t xml:space="preserve"> </w:t>
      </w:r>
      <w:proofErr w:type="spellStart"/>
      <w:r>
        <w:rPr>
          <w:rFonts w:ascii="Verdana" w:hAnsi="Verdana" w:cs="Verdana"/>
          <w:lang w:val="en-US"/>
        </w:rPr>
        <w:t>tekst</w:t>
      </w:r>
      <w:proofErr w:type="spellEnd"/>
    </w:p>
    <w:p w14:paraId="15166C6B" w14:textId="77777777" w:rsidR="0058245C" w:rsidRDefault="0058245C" w:rsidP="0058245C">
      <w:pPr>
        <w:pStyle w:val="Lijstalinea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Verdana" w:hAnsi="Verdana" w:cs="Verdana"/>
          <w:lang w:val="en-US"/>
        </w:rPr>
      </w:pPr>
      <w:proofErr w:type="spellStart"/>
      <w:r>
        <w:rPr>
          <w:rFonts w:ascii="Verdana" w:hAnsi="Verdana" w:cs="Verdana"/>
          <w:lang w:val="en-US"/>
        </w:rPr>
        <w:t>Amuserende</w:t>
      </w:r>
      <w:proofErr w:type="spellEnd"/>
      <w:r>
        <w:rPr>
          <w:rFonts w:ascii="Verdana" w:hAnsi="Verdana" w:cs="Verdana"/>
          <w:lang w:val="en-US"/>
        </w:rPr>
        <w:t xml:space="preserve"> </w:t>
      </w:r>
      <w:proofErr w:type="spellStart"/>
      <w:r>
        <w:rPr>
          <w:rFonts w:ascii="Verdana" w:hAnsi="Verdana" w:cs="Verdana"/>
          <w:lang w:val="en-US"/>
        </w:rPr>
        <w:t>tekst</w:t>
      </w:r>
      <w:proofErr w:type="spellEnd"/>
    </w:p>
    <w:p w14:paraId="1849FE32" w14:textId="77777777" w:rsidR="0058245C" w:rsidRDefault="0058245C" w:rsidP="0058245C">
      <w:pPr>
        <w:pStyle w:val="Lijstalinea"/>
        <w:widowControl w:val="0"/>
        <w:autoSpaceDE w:val="0"/>
        <w:autoSpaceDN w:val="0"/>
        <w:adjustRightInd w:val="0"/>
        <w:ind w:left="0"/>
        <w:rPr>
          <w:rFonts w:ascii="Verdana" w:hAnsi="Verdana" w:cs="Verdana"/>
          <w:lang w:val="en-US"/>
        </w:rPr>
      </w:pPr>
    </w:p>
    <w:p w14:paraId="69A975EA" w14:textId="77777777" w:rsidR="0058245C" w:rsidRDefault="0058245C" w:rsidP="0058245C">
      <w:pPr>
        <w:pStyle w:val="Lijstalinea"/>
        <w:widowControl w:val="0"/>
        <w:autoSpaceDE w:val="0"/>
        <w:autoSpaceDN w:val="0"/>
        <w:adjustRightInd w:val="0"/>
        <w:ind w:left="0"/>
        <w:rPr>
          <w:rFonts w:ascii="Verdana" w:hAnsi="Verdana" w:cs="Verdana"/>
          <w:lang w:val="en-US"/>
        </w:rPr>
      </w:pPr>
    </w:p>
    <w:p w14:paraId="251D833A" w14:textId="77777777" w:rsidR="0058245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  <w:lang w:val="en-US"/>
        </w:rPr>
      </w:pPr>
    </w:p>
    <w:p w14:paraId="78400D27" w14:textId="77777777" w:rsidR="0058245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  <w:lang w:val="en-US"/>
        </w:rPr>
      </w:pPr>
    </w:p>
    <w:p w14:paraId="4C457D24" w14:textId="77777777" w:rsidR="0058245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  <w:lang w:val="en-US"/>
        </w:rPr>
      </w:pPr>
    </w:p>
    <w:p w14:paraId="20DE9E2E" w14:textId="77777777" w:rsidR="0058245C" w:rsidRPr="00604F86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  <w:lang w:val="en-US"/>
        </w:rPr>
      </w:pPr>
      <w:proofErr w:type="spellStart"/>
      <w:r>
        <w:rPr>
          <w:rFonts w:ascii="Verdana" w:hAnsi="Verdana" w:cs="Verdana"/>
          <w:b/>
          <w:i/>
          <w:sz w:val="28"/>
          <w:szCs w:val="28"/>
          <w:lang w:val="en-US"/>
        </w:rPr>
        <w:t>Vraag</w:t>
      </w:r>
      <w:proofErr w:type="spellEnd"/>
      <w:r>
        <w:rPr>
          <w:rFonts w:ascii="Verdana" w:hAnsi="Verdana" w:cs="Verdana"/>
          <w:b/>
          <w:i/>
          <w:sz w:val="28"/>
          <w:szCs w:val="28"/>
          <w:lang w:val="en-US"/>
        </w:rPr>
        <w:t xml:space="preserve"> 2:</w:t>
      </w:r>
    </w:p>
    <w:p w14:paraId="176704DC" w14:textId="77777777" w:rsidR="0058245C" w:rsidRPr="00D6039B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</w:rPr>
      </w:pPr>
      <w:r w:rsidRPr="00D6039B">
        <w:rPr>
          <w:rFonts w:ascii="Verdana" w:hAnsi="Verdana" w:cs="Verdana"/>
          <w:i/>
        </w:rPr>
        <w:t>Kijk naar de titel, inleiding, tussenkopjes, plaatjes en anders geschreven woorden. Waar denk je dat de tekst over zou kunnen gaan?</w:t>
      </w:r>
    </w:p>
    <w:p w14:paraId="66321D99" w14:textId="77777777" w:rsidR="0058245C" w:rsidRPr="00D6039B" w:rsidRDefault="0058245C" w:rsidP="0058245C">
      <w:pPr>
        <w:pStyle w:val="Lijstalinea"/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14:paraId="2BA660D5" w14:textId="77777777" w:rsidR="0058245C" w:rsidRPr="00D6039B" w:rsidRDefault="0058245C" w:rsidP="0058245C">
      <w:pPr>
        <w:pStyle w:val="Lijstalinea"/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14:paraId="28DD9496" w14:textId="77777777" w:rsidR="0058245C" w:rsidRPr="00D6039B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14:paraId="579A03BA" w14:textId="77777777" w:rsidR="0058245C" w:rsidRPr="00D6039B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</w:p>
    <w:p w14:paraId="4A8DCA1D" w14:textId="77777777" w:rsidR="0058245C" w:rsidRPr="00D6039B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</w:p>
    <w:p w14:paraId="3C8FA8AE" w14:textId="77777777" w:rsidR="0058245C" w:rsidRPr="00D6039B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</w:p>
    <w:p w14:paraId="6E46F57F" w14:textId="77777777" w:rsidR="0058245C" w:rsidRPr="00A51DA5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  <w:r w:rsidRPr="00A51DA5">
        <w:rPr>
          <w:rFonts w:ascii="Verdana" w:hAnsi="Verdana" w:cs="Verdana"/>
          <w:b/>
          <w:i/>
          <w:sz w:val="28"/>
          <w:szCs w:val="28"/>
        </w:rPr>
        <w:t>Vraag 3:</w:t>
      </w:r>
    </w:p>
    <w:p w14:paraId="3345049F" w14:textId="77777777" w:rsidR="0058245C" w:rsidRPr="00D6039B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  <w:r w:rsidRPr="00D6039B">
        <w:rPr>
          <w:rFonts w:ascii="Verdana" w:hAnsi="Verdana" w:cs="Verdana"/>
          <w:i/>
        </w:rPr>
        <w:t>Wat weet je al van dit onderwerp?</w:t>
      </w:r>
    </w:p>
    <w:p w14:paraId="79CF086C" w14:textId="77777777" w:rsidR="0058245C" w:rsidRPr="00D6039B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i/>
        </w:rPr>
      </w:pPr>
    </w:p>
    <w:p w14:paraId="16830E13" w14:textId="77777777" w:rsidR="0058245C" w:rsidRPr="00D6039B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i/>
        </w:rPr>
      </w:pPr>
    </w:p>
    <w:p w14:paraId="3CBFA5AD" w14:textId="77777777" w:rsidR="0058245C" w:rsidRPr="00D6039B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</w:rPr>
      </w:pPr>
    </w:p>
    <w:p w14:paraId="02A5DB3A" w14:textId="77777777" w:rsidR="0058245C" w:rsidRPr="00D6039B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color w:val="FF0000"/>
          <w:sz w:val="28"/>
          <w:szCs w:val="28"/>
          <w:u w:val="single"/>
        </w:rPr>
      </w:pPr>
      <w:r>
        <w:rPr>
          <w:rFonts w:ascii="Verdana" w:hAnsi="Verdana" w:cs="Verdana"/>
          <w:b/>
          <w:i/>
          <w:noProof/>
          <w:color w:val="FF0000"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7FB5EB5" wp14:editId="216D0B97">
                <wp:simplePos x="0" y="0"/>
                <wp:positionH relativeFrom="column">
                  <wp:posOffset>2743200</wp:posOffset>
                </wp:positionH>
                <wp:positionV relativeFrom="paragraph">
                  <wp:posOffset>183515</wp:posOffset>
                </wp:positionV>
                <wp:extent cx="1809115" cy="1463040"/>
                <wp:effectExtent l="0" t="0" r="0" b="0"/>
                <wp:wrapSquare wrapText="bothSides"/>
                <wp:docPr id="32" name="Tekstva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115" cy="146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6E4BEC" w14:textId="76766D1D" w:rsidR="0058245C" w:rsidRDefault="0058245C" w:rsidP="0058245C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7FB5EB5" id="_x0000_t202" coordsize="21600,21600" o:spt="202" path="m,l,21600r21600,l21600,xe">
                <v:stroke joinstyle="miter"/>
                <v:path gradientshapeok="t" o:connecttype="rect"/>
              </v:shapetype>
              <v:shape id="Tekstvak 32" o:spid="_x0000_s1028" type="#_x0000_t202" style="position:absolute;margin-left:3in;margin-top:14.45pt;width:142.45pt;height:115.2pt;z-index:251670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" filled="f" stroked="f">
                <v:textbox style="mso-fit-shape-to-text:t">
                  <w:txbxContent>
                    <w:p w14:paraId="3D6E4BEC" w14:textId="76766D1D" w:rsidR="0058245C" w:rsidRDefault="0058245C" w:rsidP="0058245C"/>
                  </w:txbxContent>
                </v:textbox>
                <w10:wrap type="square"/>
              </v:shape>
            </w:pict>
          </mc:Fallback>
        </mc:AlternateContent>
      </w:r>
    </w:p>
    <w:p w14:paraId="2FD7F86B" w14:textId="77777777" w:rsidR="0058245C" w:rsidRPr="00D6039B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color w:val="FF0000"/>
          <w:sz w:val="28"/>
          <w:szCs w:val="28"/>
          <w:u w:val="single"/>
        </w:rPr>
      </w:pPr>
    </w:p>
    <w:p w14:paraId="0B61EB22" w14:textId="77777777" w:rsidR="0058245C" w:rsidRPr="00D6039B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color w:val="FF0000"/>
          <w:sz w:val="28"/>
          <w:szCs w:val="28"/>
          <w:u w:val="single"/>
        </w:rPr>
      </w:pPr>
      <w:r>
        <w:rPr>
          <w:rFonts w:ascii="Verdana" w:hAnsi="Verdana" w:cs="Verdana"/>
          <w:b/>
          <w:i/>
          <w:noProof/>
          <w:color w:val="FF0000"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625E6B" wp14:editId="2BCD2269">
                <wp:simplePos x="0" y="0"/>
                <wp:positionH relativeFrom="column">
                  <wp:posOffset>-2514600</wp:posOffset>
                </wp:positionH>
                <wp:positionV relativeFrom="paragraph">
                  <wp:posOffset>1270</wp:posOffset>
                </wp:positionV>
                <wp:extent cx="297815" cy="269875"/>
                <wp:effectExtent l="0" t="0" r="0" b="12700"/>
                <wp:wrapSquare wrapText="bothSides"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269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0000CD" w14:textId="77777777" w:rsidR="0058245C" w:rsidRDefault="0058245C" w:rsidP="0058245C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625E6B" id="Tekstvak 12" o:spid="_x0000_s1032" type="#_x0000_t202" style="position:absolute;margin-left:-198pt;margin-top:.1pt;width:23.45pt;height:21.25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" filled="f" stroked="f">
                <v:textbox style="mso-fit-shape-to-text:t">
                  <w:txbxContent>
                    <w:p w14:paraId="630000CD" w14:textId="77777777" w:rsidR="0058245C" w:rsidRDefault="0058245C" w:rsidP="0058245C"/>
                  </w:txbxContent>
                </v:textbox>
                <w10:wrap type="square"/>
              </v:shape>
            </w:pict>
          </mc:Fallback>
        </mc:AlternateContent>
      </w:r>
    </w:p>
    <w:p w14:paraId="7E6C802A" w14:textId="77777777" w:rsidR="0058245C" w:rsidRDefault="0058245C" w:rsidP="0058245C"/>
    <w:p w14:paraId="237DD7C0" w14:textId="7E9A9B8F" w:rsidR="0058245C" w:rsidRPr="00D6039B" w:rsidRDefault="0058245C" w:rsidP="0058245C">
      <w:pPr>
        <w:pStyle w:val="Lijstalinea"/>
        <w:widowControl w:val="0"/>
        <w:autoSpaceDE w:val="0"/>
        <w:autoSpaceDN w:val="0"/>
        <w:adjustRightInd w:val="0"/>
        <w:ind w:left="0"/>
        <w:rPr>
          <w:rFonts w:ascii="Verdana" w:hAnsi="Verdana" w:cs="Verdana"/>
          <w:b/>
          <w:i/>
        </w:rPr>
      </w:pPr>
    </w:p>
    <w:p w14:paraId="3844EB72" w14:textId="77777777" w:rsidR="006D69B0" w:rsidRPr="00A51DA5" w:rsidRDefault="006D69B0" w:rsidP="006D69B0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color w:val="FF0000"/>
          <w:sz w:val="28"/>
          <w:szCs w:val="28"/>
          <w:u w:val="single"/>
        </w:rPr>
      </w:pPr>
      <w:r w:rsidRPr="00A51DA5">
        <w:rPr>
          <w:rFonts w:ascii="Verdana" w:hAnsi="Verdana" w:cs="Verdana"/>
          <w:b/>
          <w:i/>
          <w:color w:val="FF0000"/>
          <w:sz w:val="28"/>
          <w:szCs w:val="28"/>
          <w:u w:val="single"/>
        </w:rPr>
        <w:lastRenderedPageBreak/>
        <w:t>REALIZATION:</w:t>
      </w:r>
    </w:p>
    <w:p w14:paraId="47093C45" w14:textId="77777777" w:rsidR="006D69B0" w:rsidRPr="00A51DA5" w:rsidRDefault="006D69B0" w:rsidP="006D69B0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</w:p>
    <w:p w14:paraId="485A0453" w14:textId="77777777" w:rsidR="006D69B0" w:rsidRPr="00A51DA5" w:rsidRDefault="006D69B0" w:rsidP="006D69B0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  <w:r w:rsidRPr="00A51DA5">
        <w:rPr>
          <w:rFonts w:ascii="Verdana" w:hAnsi="Verdana" w:cs="Verdana"/>
          <w:b/>
          <w:i/>
          <w:sz w:val="28"/>
          <w:szCs w:val="28"/>
        </w:rPr>
        <w:t>Vraag 4:</w:t>
      </w:r>
    </w:p>
    <w:p w14:paraId="4064B526" w14:textId="77777777" w:rsidR="006D69B0" w:rsidRPr="00D6039B" w:rsidRDefault="006D69B0" w:rsidP="006D69B0">
      <w:pPr>
        <w:widowControl w:val="0"/>
        <w:autoSpaceDE w:val="0"/>
        <w:autoSpaceDN w:val="0"/>
        <w:adjustRightInd w:val="0"/>
        <w:rPr>
          <w:rFonts w:ascii="Verdana" w:hAnsi="Verdana" w:cs="Verdana"/>
          <w:i/>
        </w:rPr>
      </w:pPr>
      <w:r w:rsidRPr="00D6039B">
        <w:rPr>
          <w:rFonts w:ascii="Verdana" w:hAnsi="Verdana" w:cs="Verdana"/>
          <w:i/>
        </w:rPr>
        <w:t>Maak een samenvatting in het Nederlands (</w:t>
      </w:r>
      <w:r w:rsidRPr="00D6039B">
        <w:rPr>
          <w:rFonts w:ascii="Verdana" w:hAnsi="Verdana" w:cs="Verdana"/>
          <w:i/>
          <w:u w:val="single"/>
        </w:rPr>
        <w:t>minimaal 50 en maximaal 70 woorden</w:t>
      </w:r>
      <w:r w:rsidRPr="00D6039B">
        <w:rPr>
          <w:rFonts w:ascii="Verdana" w:hAnsi="Verdana" w:cs="Verdana"/>
          <w:i/>
        </w:rPr>
        <w:t>) waarin jij laat zien dat je de tekst begrepen hebt.</w:t>
      </w:r>
    </w:p>
    <w:p w14:paraId="2DCAAA68" w14:textId="77777777" w:rsidR="0058245C" w:rsidRPr="00D6039B" w:rsidRDefault="0058245C" w:rsidP="0058245C">
      <w:pPr>
        <w:pStyle w:val="Lijstalinea"/>
        <w:widowControl w:val="0"/>
        <w:autoSpaceDE w:val="0"/>
        <w:autoSpaceDN w:val="0"/>
        <w:adjustRightInd w:val="0"/>
        <w:ind w:left="0"/>
        <w:rPr>
          <w:rFonts w:ascii="Verdana" w:hAnsi="Verdana" w:cs="Verdana"/>
          <w:b/>
          <w:i/>
        </w:rPr>
      </w:pPr>
    </w:p>
    <w:p w14:paraId="52F82076" w14:textId="77777777" w:rsidR="0058245C" w:rsidRPr="00D6039B" w:rsidRDefault="0058245C" w:rsidP="0058245C">
      <w:pPr>
        <w:pStyle w:val="Lijstalinea"/>
        <w:widowControl w:val="0"/>
        <w:autoSpaceDE w:val="0"/>
        <w:autoSpaceDN w:val="0"/>
        <w:adjustRightInd w:val="0"/>
        <w:ind w:left="0"/>
        <w:rPr>
          <w:rFonts w:ascii="Verdana" w:hAnsi="Verdana" w:cs="Verdana"/>
          <w:b/>
          <w:i/>
        </w:rPr>
      </w:pPr>
    </w:p>
    <w:p w14:paraId="1402300D" w14:textId="77777777" w:rsidR="0058245C" w:rsidRPr="00D6039B" w:rsidRDefault="0058245C" w:rsidP="0058245C">
      <w:pPr>
        <w:pStyle w:val="Lijstalinea"/>
        <w:widowControl w:val="0"/>
        <w:autoSpaceDE w:val="0"/>
        <w:autoSpaceDN w:val="0"/>
        <w:adjustRightInd w:val="0"/>
        <w:ind w:left="0"/>
        <w:rPr>
          <w:rFonts w:ascii="Verdana" w:hAnsi="Verdana" w:cs="Verdana"/>
          <w:b/>
          <w:i/>
        </w:rPr>
      </w:pPr>
    </w:p>
    <w:p w14:paraId="32FA2CC1" w14:textId="77777777" w:rsidR="0058245C" w:rsidRPr="00D6039B" w:rsidRDefault="0058245C" w:rsidP="0058245C">
      <w:pPr>
        <w:pStyle w:val="Lijstalinea"/>
        <w:widowControl w:val="0"/>
        <w:autoSpaceDE w:val="0"/>
        <w:autoSpaceDN w:val="0"/>
        <w:adjustRightInd w:val="0"/>
        <w:ind w:left="0"/>
        <w:rPr>
          <w:rFonts w:ascii="Verdana" w:hAnsi="Verdana" w:cs="Verdana"/>
          <w:b/>
          <w:i/>
        </w:rPr>
      </w:pPr>
    </w:p>
    <w:p w14:paraId="4293AD46" w14:textId="77777777" w:rsidR="0058245C" w:rsidRPr="00D6039B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</w:p>
    <w:p w14:paraId="72865A34" w14:textId="77777777" w:rsidR="006D69B0" w:rsidRDefault="006D69B0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</w:p>
    <w:p w14:paraId="273F7035" w14:textId="77777777" w:rsidR="006D69B0" w:rsidRDefault="006D69B0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</w:p>
    <w:p w14:paraId="47C069B6" w14:textId="77777777" w:rsidR="006D69B0" w:rsidRDefault="006D69B0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</w:p>
    <w:p w14:paraId="3BA43765" w14:textId="77777777" w:rsidR="006D69B0" w:rsidRDefault="006D69B0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</w:p>
    <w:p w14:paraId="25EDF416" w14:textId="77777777" w:rsidR="006D69B0" w:rsidRDefault="006D69B0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</w:p>
    <w:p w14:paraId="34B9B407" w14:textId="77777777" w:rsidR="006D69B0" w:rsidRDefault="006D69B0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</w:p>
    <w:p w14:paraId="533C47AF" w14:textId="77777777" w:rsidR="006D69B0" w:rsidRDefault="006D69B0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</w:p>
    <w:p w14:paraId="4A96E7EE" w14:textId="77777777" w:rsidR="006D69B0" w:rsidRDefault="006D69B0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</w:p>
    <w:p w14:paraId="1A4C69C2" w14:textId="77777777" w:rsidR="006D69B0" w:rsidRDefault="006D69B0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</w:p>
    <w:p w14:paraId="0081F838" w14:textId="77777777" w:rsidR="006D69B0" w:rsidRDefault="006D69B0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</w:p>
    <w:p w14:paraId="0A02F3A6" w14:textId="77777777" w:rsidR="0058245C" w:rsidRPr="00A51DA5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i/>
        </w:rPr>
      </w:pPr>
      <w:r w:rsidRPr="00A51DA5">
        <w:rPr>
          <w:rFonts w:ascii="Verdana" w:hAnsi="Verdana" w:cs="Verdana"/>
          <w:b/>
          <w:i/>
          <w:sz w:val="28"/>
          <w:szCs w:val="28"/>
        </w:rPr>
        <w:t>Vraag 5</w:t>
      </w:r>
      <w:r w:rsidRPr="00A51DA5">
        <w:rPr>
          <w:rFonts w:ascii="Verdana" w:hAnsi="Verdana" w:cs="Verdana"/>
          <w:i/>
          <w:sz w:val="28"/>
          <w:szCs w:val="28"/>
        </w:rPr>
        <w:t>:</w:t>
      </w:r>
      <w:r w:rsidRPr="00A51DA5">
        <w:rPr>
          <w:rFonts w:ascii="Verdana" w:hAnsi="Verdana" w:cs="Verdana"/>
          <w:i/>
        </w:rPr>
        <w:t xml:space="preserve"> </w:t>
      </w:r>
    </w:p>
    <w:p w14:paraId="2E49DEAE" w14:textId="77777777" w:rsidR="0058245C" w:rsidRPr="00D6039B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i/>
        </w:rPr>
      </w:pPr>
      <w:r w:rsidRPr="00D6039B">
        <w:rPr>
          <w:rFonts w:ascii="Verdana" w:hAnsi="Verdana" w:cs="Verdana"/>
          <w:i/>
        </w:rPr>
        <w:t>Haal 10 woorden uit de tekst en zoek hiervan de Nederlandse betekenis op.</w:t>
      </w:r>
    </w:p>
    <w:p w14:paraId="62F0759A" w14:textId="77777777" w:rsidR="0058245C" w:rsidRPr="00D6039B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14:paraId="3DDC7E38" w14:textId="77777777" w:rsidR="0058245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lang w:val="en-US"/>
        </w:rPr>
      </w:pPr>
      <w:r w:rsidRPr="00D6039B">
        <w:rPr>
          <w:rFonts w:ascii="Verdana" w:hAnsi="Verdana" w:cs="Verdana"/>
          <w:b/>
        </w:rPr>
        <w:t xml:space="preserve">                </w:t>
      </w:r>
      <w:r w:rsidRPr="004C791A">
        <w:rPr>
          <w:rFonts w:ascii="Verdana" w:hAnsi="Verdana" w:cs="Verdana"/>
          <w:b/>
          <w:lang w:val="en-US"/>
        </w:rPr>
        <w:t xml:space="preserve">Engels:  </w:t>
      </w:r>
      <w:r>
        <w:rPr>
          <w:rFonts w:ascii="Verdana" w:hAnsi="Verdana" w:cs="Verdana"/>
          <w:b/>
          <w:lang w:val="en-US"/>
        </w:rPr>
        <w:tab/>
      </w:r>
      <w:r>
        <w:rPr>
          <w:rFonts w:ascii="Verdana" w:hAnsi="Verdana" w:cs="Verdana"/>
          <w:b/>
          <w:lang w:val="en-US"/>
        </w:rPr>
        <w:tab/>
      </w:r>
      <w:r>
        <w:rPr>
          <w:rFonts w:ascii="Verdana" w:hAnsi="Verdana" w:cs="Verdana"/>
          <w:b/>
          <w:lang w:val="en-US"/>
        </w:rPr>
        <w:tab/>
      </w:r>
      <w:r>
        <w:rPr>
          <w:rFonts w:ascii="Verdana" w:hAnsi="Verdana" w:cs="Verdana"/>
          <w:b/>
          <w:lang w:val="en-US"/>
        </w:rPr>
        <w:tab/>
      </w:r>
      <w:r>
        <w:rPr>
          <w:rFonts w:ascii="Verdana" w:hAnsi="Verdana" w:cs="Verdana"/>
          <w:b/>
          <w:lang w:val="en-US"/>
        </w:rPr>
        <w:tab/>
        <w:t xml:space="preserve">    </w:t>
      </w:r>
      <w:proofErr w:type="spellStart"/>
      <w:r>
        <w:rPr>
          <w:rFonts w:ascii="Verdana" w:hAnsi="Verdana" w:cs="Verdana"/>
          <w:b/>
          <w:lang w:val="en-US"/>
        </w:rPr>
        <w:t>Nederlands</w:t>
      </w:r>
      <w:proofErr w:type="spellEnd"/>
      <w:r>
        <w:rPr>
          <w:rFonts w:ascii="Verdana" w:hAnsi="Verdana" w:cs="Verdana"/>
          <w:b/>
          <w:lang w:val="en-US"/>
        </w:rPr>
        <w:t>:</w:t>
      </w:r>
    </w:p>
    <w:p w14:paraId="4EE30C0D" w14:textId="77777777" w:rsidR="0058245C" w:rsidRPr="004C791A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lang w:val="en-US"/>
        </w:rPr>
      </w:pPr>
      <w:r w:rsidRPr="004C791A">
        <w:rPr>
          <w:rFonts w:ascii="Verdana" w:hAnsi="Verdana" w:cs="Verdana"/>
          <w:b/>
          <w:lang w:val="en-US"/>
        </w:rPr>
        <w:t xml:space="preserve">          </w:t>
      </w:r>
      <w:r>
        <w:rPr>
          <w:rFonts w:ascii="Verdana" w:hAnsi="Verdana" w:cs="Verdana"/>
          <w:b/>
          <w:lang w:val="en-US"/>
        </w:rPr>
        <w:t xml:space="preserve">    </w:t>
      </w:r>
      <w:r>
        <w:rPr>
          <w:rFonts w:ascii="Verdana" w:hAnsi="Verdana" w:cs="Verdana"/>
          <w:b/>
          <w:lang w:val="en-US"/>
        </w:rPr>
        <w:tab/>
        <w:t xml:space="preserve">      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15"/>
        <w:gridCol w:w="4504"/>
        <w:gridCol w:w="37"/>
      </w:tblGrid>
      <w:tr w:rsidR="0058245C" w14:paraId="3CEAEDF5" w14:textId="77777777" w:rsidTr="00321DB3">
        <w:trPr>
          <w:gridAfter w:val="1"/>
          <w:wAfter w:w="38" w:type="dxa"/>
        </w:trPr>
        <w:tc>
          <w:tcPr>
            <w:tcW w:w="4603" w:type="dxa"/>
          </w:tcPr>
          <w:p w14:paraId="7752232A" w14:textId="77777777" w:rsidR="0058245C" w:rsidRPr="004C791A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8"/>
                <w:szCs w:val="28"/>
                <w:lang w:val="en-US"/>
              </w:rPr>
            </w:pPr>
            <w:r w:rsidRPr="004C791A">
              <w:rPr>
                <w:rFonts w:ascii="Verdana" w:hAnsi="Verdana" w:cs="Verdana"/>
                <w:sz w:val="28"/>
                <w:szCs w:val="28"/>
                <w:lang w:val="en-US"/>
              </w:rPr>
              <w:t>1.</w:t>
            </w:r>
          </w:p>
        </w:tc>
        <w:tc>
          <w:tcPr>
            <w:tcW w:w="4603" w:type="dxa"/>
          </w:tcPr>
          <w:p w14:paraId="251BF74C" w14:textId="77777777" w:rsidR="0058245C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8"/>
                <w:szCs w:val="28"/>
                <w:lang w:val="en-US"/>
              </w:rPr>
            </w:pPr>
          </w:p>
        </w:tc>
      </w:tr>
      <w:tr w:rsidR="0058245C" w14:paraId="75EB1175" w14:textId="77777777" w:rsidTr="00321DB3">
        <w:trPr>
          <w:gridAfter w:val="1"/>
          <w:wAfter w:w="38" w:type="dxa"/>
        </w:trPr>
        <w:tc>
          <w:tcPr>
            <w:tcW w:w="4603" w:type="dxa"/>
          </w:tcPr>
          <w:p w14:paraId="1BB7B78F" w14:textId="77777777" w:rsidR="0058245C" w:rsidRPr="004C791A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8"/>
                <w:szCs w:val="28"/>
                <w:lang w:val="en-US"/>
              </w:rPr>
            </w:pPr>
            <w:r w:rsidRPr="004C791A">
              <w:rPr>
                <w:rFonts w:ascii="Verdana" w:hAnsi="Verdana" w:cs="Verdana"/>
                <w:sz w:val="28"/>
                <w:szCs w:val="28"/>
                <w:lang w:val="en-US"/>
              </w:rPr>
              <w:t>2.</w:t>
            </w:r>
          </w:p>
        </w:tc>
        <w:tc>
          <w:tcPr>
            <w:tcW w:w="4603" w:type="dxa"/>
          </w:tcPr>
          <w:p w14:paraId="72099D79" w14:textId="77777777" w:rsidR="0058245C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8"/>
                <w:szCs w:val="28"/>
                <w:lang w:val="en-US"/>
              </w:rPr>
            </w:pPr>
          </w:p>
        </w:tc>
      </w:tr>
      <w:tr w:rsidR="0058245C" w14:paraId="710B85B8" w14:textId="77777777" w:rsidTr="00321DB3">
        <w:trPr>
          <w:gridAfter w:val="1"/>
          <w:wAfter w:w="38" w:type="dxa"/>
        </w:trPr>
        <w:tc>
          <w:tcPr>
            <w:tcW w:w="4603" w:type="dxa"/>
          </w:tcPr>
          <w:p w14:paraId="5609A1ED" w14:textId="77777777" w:rsidR="0058245C" w:rsidRPr="004C791A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8"/>
                <w:szCs w:val="28"/>
                <w:lang w:val="en-US"/>
              </w:rPr>
            </w:pPr>
            <w:r w:rsidRPr="004C791A">
              <w:rPr>
                <w:rFonts w:ascii="Verdana" w:hAnsi="Verdana" w:cs="Verdana"/>
                <w:sz w:val="28"/>
                <w:szCs w:val="28"/>
                <w:lang w:val="en-US"/>
              </w:rPr>
              <w:t>3.</w:t>
            </w:r>
          </w:p>
        </w:tc>
        <w:tc>
          <w:tcPr>
            <w:tcW w:w="4603" w:type="dxa"/>
          </w:tcPr>
          <w:p w14:paraId="4A95D4A4" w14:textId="77777777" w:rsidR="0058245C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8"/>
                <w:szCs w:val="28"/>
                <w:lang w:val="en-US"/>
              </w:rPr>
            </w:pPr>
          </w:p>
        </w:tc>
      </w:tr>
      <w:tr w:rsidR="0058245C" w14:paraId="78FED182" w14:textId="77777777" w:rsidTr="00321DB3">
        <w:trPr>
          <w:gridAfter w:val="1"/>
          <w:wAfter w:w="38" w:type="dxa"/>
        </w:trPr>
        <w:tc>
          <w:tcPr>
            <w:tcW w:w="4603" w:type="dxa"/>
          </w:tcPr>
          <w:p w14:paraId="6215E47E" w14:textId="77777777" w:rsidR="0058245C" w:rsidRPr="004C791A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8"/>
                <w:szCs w:val="28"/>
                <w:lang w:val="en-US"/>
              </w:rPr>
            </w:pPr>
            <w:r w:rsidRPr="004C791A">
              <w:rPr>
                <w:rFonts w:ascii="Verdana" w:hAnsi="Verdana" w:cs="Verdana"/>
                <w:sz w:val="28"/>
                <w:szCs w:val="28"/>
                <w:lang w:val="en-US"/>
              </w:rPr>
              <w:t>4.</w:t>
            </w:r>
          </w:p>
        </w:tc>
        <w:tc>
          <w:tcPr>
            <w:tcW w:w="4603" w:type="dxa"/>
          </w:tcPr>
          <w:p w14:paraId="7CEBB154" w14:textId="77777777" w:rsidR="0058245C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8"/>
                <w:szCs w:val="28"/>
                <w:lang w:val="en-US"/>
              </w:rPr>
            </w:pPr>
          </w:p>
        </w:tc>
      </w:tr>
      <w:tr w:rsidR="0058245C" w14:paraId="044A2CCC" w14:textId="77777777" w:rsidTr="00321DB3">
        <w:trPr>
          <w:gridAfter w:val="1"/>
          <w:wAfter w:w="38" w:type="dxa"/>
        </w:trPr>
        <w:tc>
          <w:tcPr>
            <w:tcW w:w="4603" w:type="dxa"/>
          </w:tcPr>
          <w:p w14:paraId="62B85AF1" w14:textId="77777777" w:rsidR="0058245C" w:rsidRPr="004C791A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8"/>
                <w:szCs w:val="28"/>
                <w:lang w:val="en-US"/>
              </w:rPr>
            </w:pPr>
            <w:r w:rsidRPr="004C791A">
              <w:rPr>
                <w:rFonts w:ascii="Verdana" w:hAnsi="Verdana" w:cs="Verdana"/>
                <w:sz w:val="28"/>
                <w:szCs w:val="28"/>
                <w:lang w:val="en-US"/>
              </w:rPr>
              <w:t>5.</w:t>
            </w:r>
          </w:p>
        </w:tc>
        <w:tc>
          <w:tcPr>
            <w:tcW w:w="4603" w:type="dxa"/>
          </w:tcPr>
          <w:p w14:paraId="5585ACFC" w14:textId="77777777" w:rsidR="0058245C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8"/>
                <w:szCs w:val="28"/>
                <w:lang w:val="en-US"/>
              </w:rPr>
            </w:pPr>
          </w:p>
        </w:tc>
      </w:tr>
      <w:tr w:rsidR="0058245C" w14:paraId="3643370D" w14:textId="77777777" w:rsidTr="00321DB3">
        <w:trPr>
          <w:gridAfter w:val="1"/>
          <w:wAfter w:w="38" w:type="dxa"/>
        </w:trPr>
        <w:tc>
          <w:tcPr>
            <w:tcW w:w="4603" w:type="dxa"/>
          </w:tcPr>
          <w:p w14:paraId="2CA53B25" w14:textId="77777777" w:rsidR="0058245C" w:rsidRPr="004C791A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8"/>
                <w:szCs w:val="28"/>
                <w:lang w:val="en-US"/>
              </w:rPr>
            </w:pPr>
            <w:r w:rsidRPr="004C791A">
              <w:rPr>
                <w:rFonts w:ascii="Verdana" w:hAnsi="Verdana" w:cs="Verdana"/>
                <w:sz w:val="28"/>
                <w:szCs w:val="28"/>
                <w:lang w:val="en-US"/>
              </w:rPr>
              <w:t>6.</w:t>
            </w:r>
          </w:p>
        </w:tc>
        <w:tc>
          <w:tcPr>
            <w:tcW w:w="4603" w:type="dxa"/>
          </w:tcPr>
          <w:p w14:paraId="59DAB449" w14:textId="77777777" w:rsidR="0058245C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8"/>
                <w:szCs w:val="28"/>
                <w:lang w:val="en-US"/>
              </w:rPr>
            </w:pPr>
          </w:p>
        </w:tc>
      </w:tr>
      <w:tr w:rsidR="0058245C" w14:paraId="661D5AEA" w14:textId="77777777" w:rsidTr="00321DB3">
        <w:trPr>
          <w:gridAfter w:val="1"/>
          <w:wAfter w:w="38" w:type="dxa"/>
        </w:trPr>
        <w:tc>
          <w:tcPr>
            <w:tcW w:w="4603" w:type="dxa"/>
          </w:tcPr>
          <w:p w14:paraId="4BA3C217" w14:textId="77777777" w:rsidR="0058245C" w:rsidRPr="004C791A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8"/>
                <w:szCs w:val="28"/>
                <w:lang w:val="en-US"/>
              </w:rPr>
            </w:pPr>
            <w:r w:rsidRPr="004C791A">
              <w:rPr>
                <w:rFonts w:ascii="Verdana" w:hAnsi="Verdana" w:cs="Verdana"/>
                <w:sz w:val="28"/>
                <w:szCs w:val="28"/>
                <w:lang w:val="en-US"/>
              </w:rPr>
              <w:t>7.</w:t>
            </w:r>
          </w:p>
        </w:tc>
        <w:tc>
          <w:tcPr>
            <w:tcW w:w="4603" w:type="dxa"/>
          </w:tcPr>
          <w:p w14:paraId="6459DA6C" w14:textId="77777777" w:rsidR="0058245C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8"/>
                <w:szCs w:val="28"/>
                <w:lang w:val="en-US"/>
              </w:rPr>
            </w:pPr>
          </w:p>
        </w:tc>
      </w:tr>
      <w:tr w:rsidR="0058245C" w14:paraId="39406126" w14:textId="77777777" w:rsidTr="00321DB3">
        <w:trPr>
          <w:gridAfter w:val="1"/>
          <w:wAfter w:w="38" w:type="dxa"/>
        </w:trPr>
        <w:tc>
          <w:tcPr>
            <w:tcW w:w="4603" w:type="dxa"/>
          </w:tcPr>
          <w:p w14:paraId="0F35C29D" w14:textId="77777777" w:rsidR="0058245C" w:rsidRPr="004C791A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8"/>
                <w:szCs w:val="28"/>
                <w:lang w:val="en-US"/>
              </w:rPr>
            </w:pPr>
            <w:r w:rsidRPr="004C791A">
              <w:rPr>
                <w:rFonts w:ascii="Verdana" w:hAnsi="Verdana" w:cs="Verdana"/>
                <w:sz w:val="28"/>
                <w:szCs w:val="28"/>
                <w:lang w:val="en-US"/>
              </w:rPr>
              <w:t>8.</w:t>
            </w:r>
          </w:p>
        </w:tc>
        <w:tc>
          <w:tcPr>
            <w:tcW w:w="4603" w:type="dxa"/>
          </w:tcPr>
          <w:p w14:paraId="1C77C153" w14:textId="77777777" w:rsidR="0058245C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8"/>
                <w:szCs w:val="28"/>
                <w:lang w:val="en-US"/>
              </w:rPr>
            </w:pPr>
          </w:p>
        </w:tc>
      </w:tr>
      <w:tr w:rsidR="0058245C" w14:paraId="0EFF3ED3" w14:textId="77777777" w:rsidTr="00321DB3">
        <w:tc>
          <w:tcPr>
            <w:tcW w:w="4603" w:type="dxa"/>
          </w:tcPr>
          <w:p w14:paraId="75DBBA08" w14:textId="77777777" w:rsidR="0058245C" w:rsidRPr="004C791A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8"/>
                <w:szCs w:val="28"/>
                <w:lang w:val="en-US"/>
              </w:rPr>
            </w:pPr>
            <w:r w:rsidRPr="004C791A">
              <w:rPr>
                <w:rFonts w:ascii="Verdana" w:hAnsi="Verdana" w:cs="Verdana"/>
                <w:sz w:val="28"/>
                <w:szCs w:val="28"/>
                <w:lang w:val="en-US"/>
              </w:rPr>
              <w:t>9.</w:t>
            </w:r>
          </w:p>
        </w:tc>
        <w:tc>
          <w:tcPr>
            <w:tcW w:w="4603" w:type="dxa"/>
            <w:gridSpan w:val="2"/>
          </w:tcPr>
          <w:p w14:paraId="097CACD6" w14:textId="77777777" w:rsidR="0058245C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8"/>
                <w:szCs w:val="28"/>
                <w:lang w:val="en-US"/>
              </w:rPr>
            </w:pPr>
          </w:p>
        </w:tc>
      </w:tr>
      <w:tr w:rsidR="0058245C" w14:paraId="03BB3B49" w14:textId="77777777" w:rsidTr="00321DB3">
        <w:tc>
          <w:tcPr>
            <w:tcW w:w="4603" w:type="dxa"/>
          </w:tcPr>
          <w:p w14:paraId="7119D727" w14:textId="77777777" w:rsidR="0058245C" w:rsidRPr="004C791A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8"/>
                <w:szCs w:val="28"/>
                <w:lang w:val="en-US"/>
              </w:rPr>
            </w:pPr>
            <w:r w:rsidRPr="004C791A">
              <w:rPr>
                <w:rFonts w:ascii="Verdana" w:hAnsi="Verdana" w:cs="Verdana"/>
                <w:sz w:val="28"/>
                <w:szCs w:val="28"/>
                <w:lang w:val="en-US"/>
              </w:rPr>
              <w:t>10.</w:t>
            </w:r>
          </w:p>
        </w:tc>
        <w:tc>
          <w:tcPr>
            <w:tcW w:w="4603" w:type="dxa"/>
            <w:gridSpan w:val="2"/>
          </w:tcPr>
          <w:p w14:paraId="075FDD58" w14:textId="77777777" w:rsidR="0058245C" w:rsidRDefault="0058245C" w:rsidP="00321DB3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8"/>
                <w:szCs w:val="28"/>
                <w:lang w:val="en-US"/>
              </w:rPr>
            </w:pPr>
          </w:p>
        </w:tc>
      </w:tr>
    </w:tbl>
    <w:p w14:paraId="40DE097B" w14:textId="77777777" w:rsidR="0058245C" w:rsidRPr="008C69E7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sz w:val="28"/>
          <w:szCs w:val="28"/>
          <w:lang w:val="en-US"/>
        </w:rPr>
      </w:pPr>
    </w:p>
    <w:p w14:paraId="211E82BC" w14:textId="77777777" w:rsidR="0058245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lang w:val="en-US"/>
        </w:rPr>
      </w:pPr>
    </w:p>
    <w:p w14:paraId="2A8A31FA" w14:textId="77777777" w:rsidR="0058245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lang w:val="en-US"/>
        </w:rPr>
      </w:pPr>
    </w:p>
    <w:p w14:paraId="12AC08D5" w14:textId="4FCD444C" w:rsidR="0058245C" w:rsidRDefault="001F2699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i/>
          <w:lang w:val="en-US"/>
        </w:rPr>
      </w:pPr>
      <w:proofErr w:type="spellStart"/>
      <w:r>
        <w:rPr>
          <w:rFonts w:ascii="Verdana" w:hAnsi="Verdana" w:cs="Verdana"/>
          <w:b/>
          <w:i/>
          <w:sz w:val="28"/>
          <w:szCs w:val="28"/>
          <w:lang w:val="en-US"/>
        </w:rPr>
        <w:t>Vraag</w:t>
      </w:r>
      <w:proofErr w:type="spellEnd"/>
      <w:r>
        <w:rPr>
          <w:rFonts w:ascii="Verdana" w:hAnsi="Verdana" w:cs="Verdana"/>
          <w:b/>
          <w:i/>
          <w:sz w:val="28"/>
          <w:szCs w:val="28"/>
          <w:lang w:val="en-US"/>
        </w:rPr>
        <w:t xml:space="preserve"> 6</w:t>
      </w:r>
      <w:r w:rsidR="0058245C" w:rsidRPr="004C791A">
        <w:rPr>
          <w:rFonts w:ascii="Verdana" w:hAnsi="Verdana" w:cs="Verdana"/>
          <w:b/>
          <w:i/>
          <w:sz w:val="28"/>
          <w:szCs w:val="28"/>
          <w:lang w:val="en-US"/>
        </w:rPr>
        <w:t>:</w:t>
      </w:r>
      <w:r w:rsidR="0058245C" w:rsidRPr="008C69E7">
        <w:rPr>
          <w:rFonts w:ascii="Verdana" w:hAnsi="Verdana" w:cs="Verdana"/>
          <w:b/>
          <w:i/>
          <w:lang w:val="en-US"/>
        </w:rPr>
        <w:t xml:space="preserve"> </w:t>
      </w:r>
    </w:p>
    <w:p w14:paraId="6CDB9204" w14:textId="77777777" w:rsidR="0058245C" w:rsidRPr="00A51DA5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i/>
        </w:rPr>
      </w:pPr>
      <w:r w:rsidRPr="00D6039B">
        <w:rPr>
          <w:rFonts w:ascii="Verdana" w:hAnsi="Verdana" w:cs="Verdana"/>
          <w:i/>
        </w:rPr>
        <w:t xml:space="preserve">Lees de “comments” onder de tekst. </w:t>
      </w:r>
      <w:r w:rsidRPr="00A51DA5">
        <w:rPr>
          <w:rFonts w:ascii="Verdana" w:hAnsi="Verdana" w:cs="Verdana"/>
          <w:i/>
        </w:rPr>
        <w:t>Met wie ben je het eens/oneens en waarom?</w:t>
      </w:r>
    </w:p>
    <w:p w14:paraId="64AB8340" w14:textId="77777777" w:rsidR="0058245C" w:rsidRPr="003F1EDC" w:rsidRDefault="0058245C" w:rsidP="00345770">
      <w:pPr>
        <w:widowControl w:val="0"/>
        <w:autoSpaceDE w:val="0"/>
        <w:autoSpaceDN w:val="0"/>
        <w:adjustRightInd w:val="0"/>
        <w:rPr>
          <w:rFonts w:ascii="Arial" w:hAnsi="Arial" w:cs="Verdana"/>
        </w:rPr>
      </w:pPr>
      <w:bookmarkStart w:id="0" w:name="_GoBack"/>
      <w:bookmarkEnd w:id="0"/>
    </w:p>
    <w:sectPr w:rsidR="0058245C" w:rsidRPr="003F1EDC" w:rsidSect="00240A76">
      <w:headerReference w:type="default" r:id="rId16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79BB79" w14:textId="77777777" w:rsidR="007564B9" w:rsidRDefault="007564B9" w:rsidP="007564B9">
      <w:r>
        <w:separator/>
      </w:r>
    </w:p>
  </w:endnote>
  <w:endnote w:type="continuationSeparator" w:id="0">
    <w:p w14:paraId="11B73382" w14:textId="77777777" w:rsidR="007564B9" w:rsidRDefault="007564B9" w:rsidP="00756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34B9CD" w14:textId="77777777" w:rsidR="007564B9" w:rsidRDefault="007564B9" w:rsidP="007564B9">
      <w:r>
        <w:separator/>
      </w:r>
    </w:p>
  </w:footnote>
  <w:footnote w:type="continuationSeparator" w:id="0">
    <w:p w14:paraId="07EC682F" w14:textId="77777777" w:rsidR="007564B9" w:rsidRDefault="007564B9" w:rsidP="007564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11DF53" w14:textId="1BD85FB4" w:rsidR="007564B9" w:rsidRDefault="007564B9">
    <w:pPr>
      <w:pStyle w:val="Koptekst"/>
    </w:pPr>
    <w:r>
      <w:t>Leerroute 1</w:t>
    </w:r>
  </w:p>
  <w:p w14:paraId="27BD14EC" w14:textId="77777777" w:rsidR="007564B9" w:rsidRDefault="007564B9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09804C5"/>
    <w:multiLevelType w:val="hybridMultilevel"/>
    <w:tmpl w:val="07466A1A"/>
    <w:lvl w:ilvl="0" w:tplc="CF602872">
      <w:start w:val="7"/>
      <w:numFmt w:val="bullet"/>
      <w:lvlText w:val="-"/>
      <w:lvlJc w:val="left"/>
      <w:pPr>
        <w:ind w:left="720" w:hanging="360"/>
      </w:pPr>
      <w:rPr>
        <w:rFonts w:ascii="Verdana" w:eastAsiaTheme="minorEastAsia" w:hAnsi="Verdana" w:cs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C35E99"/>
    <w:multiLevelType w:val="multilevel"/>
    <w:tmpl w:val="00000001"/>
    <w:lvl w:ilvl="0">
      <w:start w:val="1"/>
      <w:numFmt w:val="decimal"/>
      <w:lvlText w:val="%1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6890740"/>
    <w:multiLevelType w:val="hybridMultilevel"/>
    <w:tmpl w:val="8B66690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E07065"/>
    <w:multiLevelType w:val="hybridMultilevel"/>
    <w:tmpl w:val="36EC7A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770"/>
    <w:rsid w:val="00044D83"/>
    <w:rsid w:val="000874A7"/>
    <w:rsid w:val="000B0621"/>
    <w:rsid w:val="001D7D2E"/>
    <w:rsid w:val="001F2699"/>
    <w:rsid w:val="00240A76"/>
    <w:rsid w:val="002C654B"/>
    <w:rsid w:val="00345770"/>
    <w:rsid w:val="00363BD4"/>
    <w:rsid w:val="003F1EDC"/>
    <w:rsid w:val="00443C7C"/>
    <w:rsid w:val="004B0A22"/>
    <w:rsid w:val="0058245C"/>
    <w:rsid w:val="006D69B0"/>
    <w:rsid w:val="007564B9"/>
    <w:rsid w:val="00761BAA"/>
    <w:rsid w:val="00867488"/>
    <w:rsid w:val="009C50A4"/>
    <w:rsid w:val="00A51DA5"/>
    <w:rsid w:val="00A648DB"/>
    <w:rsid w:val="00B526DD"/>
    <w:rsid w:val="00BD4B92"/>
    <w:rsid w:val="00D6039B"/>
    <w:rsid w:val="00E255F3"/>
    <w:rsid w:val="00E36C71"/>
    <w:rsid w:val="00EB48D7"/>
    <w:rsid w:val="00F40FFF"/>
    <w:rsid w:val="00F4234D"/>
    <w:rsid w:val="00F51B06"/>
    <w:rsid w:val="00FC5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B2F21B"/>
  <w14:defaultImageDpi w14:val="300"/>
  <w15:docId w15:val="{C4BB1C96-C9BE-4AD8-8522-C94160E12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4577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45770"/>
    <w:rPr>
      <w:rFonts w:eastAsiaTheme="minorHAnsi"/>
      <w:sz w:val="22"/>
      <w:szCs w:val="22"/>
      <w:lang w:eastAsia="en-US"/>
    </w:rPr>
  </w:style>
  <w:style w:type="paragraph" w:styleId="Lijstalinea">
    <w:name w:val="List Paragraph"/>
    <w:basedOn w:val="Standaard"/>
    <w:uiPriority w:val="34"/>
    <w:qFormat/>
    <w:rsid w:val="0034577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44D83"/>
    <w:rPr>
      <w:rFonts w:ascii="Lucida Grande" w:hAnsi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44D83"/>
    <w:rPr>
      <w:rFonts w:ascii="Lucida Grande" w:hAnsi="Lucida Grande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BD4B92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D4B92"/>
    <w:rPr>
      <w:color w:val="800080" w:themeColor="followedHyperlink"/>
      <w:u w:val="single"/>
    </w:rPr>
  </w:style>
  <w:style w:type="table" w:styleId="Tabelraster">
    <w:name w:val="Table Grid"/>
    <w:basedOn w:val="Standaardtabel"/>
    <w:uiPriority w:val="59"/>
    <w:rsid w:val="005824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7564B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564B9"/>
  </w:style>
  <w:style w:type="paragraph" w:styleId="Voettekst">
    <w:name w:val="footer"/>
    <w:basedOn w:val="Standaard"/>
    <w:link w:val="VoettekstChar"/>
    <w:uiPriority w:val="99"/>
    <w:unhideWhenUsed/>
    <w:rsid w:val="007564B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564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image" Target="media/image30.gif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11B9208-942E-42AB-A02D-3800DA67D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E7515E5D.dotm</Template>
  <TotalTime>0</TotalTime>
  <Pages>2</Pages>
  <Words>146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 Lanters</dc:creator>
  <cp:keywords/>
  <dc:description/>
  <cp:lastModifiedBy>Bas Lanters</cp:lastModifiedBy>
  <cp:revision>2</cp:revision>
  <dcterms:created xsi:type="dcterms:W3CDTF">2016-02-15T08:41:00Z</dcterms:created>
  <dcterms:modified xsi:type="dcterms:W3CDTF">2016-02-15T08:41:00Z</dcterms:modified>
</cp:coreProperties>
</file>